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6B792D" w:rsidRPr="00A02BF0" w14:paraId="47BF22B2" w14:textId="77777777" w:rsidTr="00FA645E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57C7A18" w14:textId="77777777" w:rsidR="006B792D" w:rsidRPr="00A02BF0" w:rsidRDefault="006B792D" w:rsidP="00FA645E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0364A94A" w14:textId="77777777" w:rsidR="006B792D" w:rsidRPr="00A02BF0" w:rsidRDefault="006B792D" w:rsidP="00FA645E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B792D" w:rsidRPr="00A02BF0" w14:paraId="455C1621" w14:textId="77777777" w:rsidTr="00FA645E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0AA2E3F4" w14:textId="77777777" w:rsidR="006B792D" w:rsidRPr="00A02BF0" w:rsidRDefault="006B792D" w:rsidP="00FA645E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60FC097" w14:textId="30FACE2D" w:rsidR="006B792D" w:rsidRPr="00F85E5B" w:rsidRDefault="006B792D" w:rsidP="00FA645E">
            <w:pPr>
              <w:spacing w:after="120"/>
              <w:ind w:left="144" w:right="144"/>
              <w:rPr>
                <w:lang w:val="en-US"/>
              </w:rPr>
            </w:pPr>
            <w:r w:rsidRPr="00A02BF0">
              <w:rPr>
                <w:b/>
              </w:rPr>
              <w:t>Document No:</w:t>
            </w:r>
            <w:r w:rsidRPr="00A02BF0">
              <w:t xml:space="preserve">  </w:t>
            </w:r>
            <w:r w:rsidRPr="00F85E5B">
              <w:t>USWP1A</w:t>
            </w:r>
            <w:r w:rsidR="00307B69">
              <w:t>-02</w:t>
            </w:r>
          </w:p>
        </w:tc>
      </w:tr>
      <w:tr w:rsidR="006B792D" w:rsidRPr="00A02BF0" w14:paraId="2E128E34" w14:textId="77777777" w:rsidTr="00FA645E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78C9CF72" w14:textId="119478A3" w:rsidR="006B792D" w:rsidRPr="00A02BF0" w:rsidRDefault="006B792D" w:rsidP="00755E49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Pr="00765295">
              <w:rPr>
                <w:bCs/>
              </w:rPr>
              <w:t xml:space="preserve"> </w:t>
            </w:r>
            <w:r w:rsidR="00755E49" w:rsidRPr="00755E49">
              <w:rPr>
                <w:bCs/>
              </w:rPr>
              <w:t>Recommendation ITU-R SM.</w:t>
            </w:r>
            <w:r w:rsidR="00BE1519">
              <w:rPr>
                <w:bCs/>
              </w:rPr>
              <w:t>2151</w:t>
            </w:r>
            <w:r w:rsidR="00755E49" w:rsidRPr="00755E49">
              <w:rPr>
                <w:bCs/>
              </w:rPr>
              <w:t xml:space="preserve"> – </w:t>
            </w:r>
            <w:r w:rsidR="00755E49" w:rsidRPr="00755E49">
              <w:rPr>
                <w:bCs/>
                <w:i/>
                <w:iCs/>
              </w:rPr>
              <w:t>Guidance on frequency ranges for operation of wireless power transmission via radio frequency beam systems for mobile/portable devices and sensor networks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12831FC" w14:textId="7E55841D" w:rsidR="006B792D" w:rsidRPr="00A02BF0" w:rsidRDefault="006B792D" w:rsidP="00FA645E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</w:t>
            </w:r>
            <w:r w:rsidRPr="00CD453F">
              <w:rPr>
                <w:b/>
              </w:rPr>
              <w:t>:</w:t>
            </w:r>
            <w:r w:rsidRPr="00CD453F">
              <w:t xml:space="preserve">  </w:t>
            </w:r>
            <w:r w:rsidR="00755E49">
              <w:t>3 February 2023</w:t>
            </w:r>
          </w:p>
        </w:tc>
      </w:tr>
      <w:tr w:rsidR="006B792D" w:rsidRPr="00A02BF0" w14:paraId="0A03D25A" w14:textId="77777777" w:rsidTr="00FA645E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8E62BE6" w14:textId="689B86C7" w:rsidR="006B792D" w:rsidRDefault="006B792D" w:rsidP="00FA645E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755E49">
              <w:rPr>
                <w:b w:val="0"/>
                <w:lang w:eastAsia="zh-CN"/>
              </w:rPr>
              <w:t>Update to</w:t>
            </w:r>
            <w:r>
              <w:rPr>
                <w:b w:val="0"/>
                <w:lang w:eastAsia="zh-CN"/>
              </w:rPr>
              <w:t xml:space="preserve"> </w:t>
            </w:r>
            <w:r w:rsidR="00307B69">
              <w:rPr>
                <w:b w:val="0"/>
                <w:lang w:eastAsia="zh-CN"/>
              </w:rPr>
              <w:t xml:space="preserve">Recommendation </w:t>
            </w:r>
            <w:r>
              <w:rPr>
                <w:b w:val="0"/>
                <w:lang w:eastAsia="zh-CN"/>
              </w:rPr>
              <w:t>ITU-R SM.</w:t>
            </w:r>
            <w:r w:rsidR="00307B69">
              <w:rPr>
                <w:b w:val="0"/>
                <w:lang w:eastAsia="zh-CN"/>
              </w:rPr>
              <w:t>2151</w:t>
            </w:r>
            <w:r w:rsidR="00755E49">
              <w:rPr>
                <w:b w:val="0"/>
                <w:lang w:eastAsia="zh-CN"/>
              </w:rPr>
              <w:t xml:space="preserve"> to include 24 GHz band</w:t>
            </w:r>
          </w:p>
          <w:p w14:paraId="512EC336" w14:textId="77777777" w:rsidR="006B792D" w:rsidRPr="00790A03" w:rsidRDefault="006B792D" w:rsidP="00FA645E">
            <w:pPr>
              <w:rPr>
                <w:lang w:eastAsia="zh-CN"/>
              </w:rPr>
            </w:pPr>
          </w:p>
        </w:tc>
      </w:tr>
      <w:tr w:rsidR="006B792D" w:rsidRPr="00A02BF0" w14:paraId="49E0CD23" w14:textId="77777777" w:rsidTr="00FA645E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FA9711B" w14:textId="77777777" w:rsidR="006B792D" w:rsidRPr="008173A3" w:rsidRDefault="006B792D" w:rsidP="00FA645E">
            <w:pPr>
              <w:ind w:left="144" w:right="144"/>
              <w:rPr>
                <w:b/>
              </w:rPr>
            </w:pPr>
            <w:r w:rsidRPr="008173A3">
              <w:rPr>
                <w:b/>
              </w:rPr>
              <w:t>Author(s)/Contributors(s):</w:t>
            </w:r>
          </w:p>
          <w:p w14:paraId="3264EB4E" w14:textId="77777777" w:rsidR="006B792D" w:rsidRPr="008173A3" w:rsidRDefault="006B792D" w:rsidP="00FA645E">
            <w:pPr>
              <w:ind w:left="144" w:right="144"/>
              <w:rPr>
                <w:b/>
              </w:rPr>
            </w:pPr>
          </w:p>
          <w:p w14:paraId="64A3E8A6" w14:textId="77777777" w:rsidR="006B792D" w:rsidRPr="008173A3" w:rsidRDefault="006B792D" w:rsidP="00FA645E">
            <w:pPr>
              <w:spacing w:before="0"/>
              <w:ind w:left="144" w:right="144"/>
              <w:rPr>
                <w:bCs/>
                <w:iCs/>
              </w:rPr>
            </w:pPr>
            <w:r w:rsidRPr="008173A3">
              <w:rPr>
                <w:bCs/>
                <w:iCs/>
              </w:rPr>
              <w:t>Michael Marcus</w:t>
            </w:r>
          </w:p>
          <w:p w14:paraId="7F2115EC" w14:textId="77777777" w:rsidR="006B792D" w:rsidRPr="008173A3" w:rsidRDefault="006B792D" w:rsidP="00FA645E">
            <w:pPr>
              <w:spacing w:before="0"/>
              <w:ind w:left="144" w:right="144"/>
              <w:rPr>
                <w:bCs/>
                <w:iCs/>
              </w:rPr>
            </w:pPr>
            <w:r w:rsidRPr="008173A3">
              <w:rPr>
                <w:bCs/>
                <w:iCs/>
              </w:rPr>
              <w:t>Marcus Spectrum Solutions LLC</w:t>
            </w:r>
          </w:p>
          <w:p w14:paraId="3352F4F9" w14:textId="77777777" w:rsidR="006B792D" w:rsidRPr="008173A3" w:rsidRDefault="006B792D" w:rsidP="00FA645E">
            <w:pPr>
              <w:spacing w:before="0"/>
              <w:ind w:left="144" w:right="144"/>
              <w:rPr>
                <w:bCs/>
                <w:iCs/>
              </w:rPr>
            </w:pPr>
          </w:p>
          <w:p w14:paraId="02B6A399" w14:textId="53BE0BD7" w:rsidR="006B792D" w:rsidRPr="008173A3" w:rsidRDefault="006B792D" w:rsidP="00FA645E">
            <w:pPr>
              <w:spacing w:before="0"/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3AEDF1A" w14:textId="77777777" w:rsidR="006B792D" w:rsidRPr="008173A3" w:rsidRDefault="006B792D" w:rsidP="00FA645E">
            <w:pPr>
              <w:ind w:right="144"/>
              <w:rPr>
                <w:b/>
                <w:bCs/>
              </w:rPr>
            </w:pPr>
          </w:p>
          <w:p w14:paraId="56B1BCF7" w14:textId="77777777" w:rsidR="006B792D" w:rsidRPr="008173A3" w:rsidRDefault="006B792D" w:rsidP="00FA645E">
            <w:pPr>
              <w:ind w:right="144"/>
              <w:rPr>
                <w:b/>
                <w:bCs/>
              </w:rPr>
            </w:pPr>
          </w:p>
          <w:p w14:paraId="7BAB3C60" w14:textId="77777777" w:rsidR="006B792D" w:rsidRPr="008173A3" w:rsidRDefault="006B792D" w:rsidP="00FA645E">
            <w:pPr>
              <w:ind w:right="144"/>
              <w:rPr>
                <w:bCs/>
              </w:rPr>
            </w:pPr>
            <w:r w:rsidRPr="008173A3">
              <w:rPr>
                <w:b/>
                <w:bCs/>
              </w:rPr>
              <w:t>Email</w:t>
            </w:r>
            <w:r w:rsidRPr="008173A3">
              <w:rPr>
                <w:bCs/>
              </w:rPr>
              <w:t>:  mjmarcus@marcus-spectrum.com</w:t>
            </w:r>
            <w:r w:rsidRPr="008173A3">
              <w:rPr>
                <w:bCs/>
              </w:rPr>
              <w:br/>
            </w:r>
            <w:r w:rsidRPr="008173A3">
              <w:rPr>
                <w:b/>
                <w:bCs/>
              </w:rPr>
              <w:t>Phone</w:t>
            </w:r>
            <w:r w:rsidRPr="008173A3">
              <w:rPr>
                <w:bCs/>
              </w:rPr>
              <w:t>:  +1 (301-229-7714)</w:t>
            </w:r>
          </w:p>
          <w:p w14:paraId="7338173F" w14:textId="3CD9119F" w:rsidR="006B792D" w:rsidRPr="008173A3" w:rsidRDefault="006B792D" w:rsidP="00FA645E">
            <w:pPr>
              <w:ind w:right="144"/>
              <w:rPr>
                <w:bCs/>
              </w:rPr>
            </w:pPr>
          </w:p>
        </w:tc>
      </w:tr>
      <w:tr w:rsidR="006B792D" w:rsidRPr="00A02BF0" w14:paraId="0E077047" w14:textId="77777777" w:rsidTr="00FA645E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02A9E4A" w14:textId="77777777" w:rsidR="006B792D" w:rsidRPr="008173A3" w:rsidRDefault="006B792D" w:rsidP="00FA645E">
            <w:pPr>
              <w:spacing w:after="120"/>
              <w:ind w:right="144"/>
            </w:pPr>
            <w:r w:rsidRPr="008173A3">
              <w:rPr>
                <w:b/>
              </w:rPr>
              <w:t>Purpose/Objective:</w:t>
            </w:r>
            <w:r w:rsidRPr="008173A3">
              <w:rPr>
                <w:bCs/>
              </w:rPr>
              <w:t xml:space="preserve"> Submit further information on frequencies for use by Beam WPT systems and support the approval of the document at this meeting.</w:t>
            </w:r>
          </w:p>
        </w:tc>
      </w:tr>
      <w:tr w:rsidR="006B792D" w:rsidRPr="00A02BF0" w14:paraId="63344A5B" w14:textId="77777777" w:rsidTr="00FA645E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E6AFCC7" w14:textId="29997019" w:rsidR="006B792D" w:rsidRPr="008173A3" w:rsidRDefault="006B792D" w:rsidP="00FA645E">
            <w:pPr>
              <w:rPr>
                <w:bCs/>
              </w:rPr>
            </w:pPr>
            <w:r w:rsidRPr="008173A3">
              <w:rPr>
                <w:b/>
              </w:rPr>
              <w:t>Abstract:</w:t>
            </w:r>
            <w:r w:rsidRPr="008173A3">
              <w:rPr>
                <w:bCs/>
              </w:rPr>
              <w:t xml:space="preserve">  This contribution </w:t>
            </w:r>
            <w:r w:rsidR="00845271">
              <w:rPr>
                <w:bCs/>
              </w:rPr>
              <w:t>returns</w:t>
            </w:r>
            <w:r w:rsidRPr="008173A3">
              <w:rPr>
                <w:bCs/>
              </w:rPr>
              <w:t xml:space="preserve"> </w:t>
            </w:r>
            <w:r w:rsidR="00845271">
              <w:rPr>
                <w:bCs/>
              </w:rPr>
              <w:t xml:space="preserve">the </w:t>
            </w:r>
            <w:r w:rsidRPr="008173A3">
              <w:rPr>
                <w:bCs/>
              </w:rPr>
              <w:t>24</w:t>
            </w:r>
            <w:r w:rsidR="00845271">
              <w:rPr>
                <w:bCs/>
              </w:rPr>
              <w:t xml:space="preserve"> </w:t>
            </w:r>
            <w:proofErr w:type="gramStart"/>
            <w:r w:rsidR="00845271">
              <w:rPr>
                <w:bCs/>
              </w:rPr>
              <w:t xml:space="preserve">GHz </w:t>
            </w:r>
            <w:r w:rsidRPr="008173A3">
              <w:rPr>
                <w:bCs/>
              </w:rPr>
              <w:t xml:space="preserve"> ISM</w:t>
            </w:r>
            <w:proofErr w:type="gramEnd"/>
            <w:r w:rsidRPr="008173A3">
              <w:rPr>
                <w:bCs/>
              </w:rPr>
              <w:t xml:space="preserve"> band to TABLE 1: Frequency ranges for operation of beam WPT systems.</w:t>
            </w:r>
          </w:p>
          <w:p w14:paraId="797045D7" w14:textId="1E0F1348" w:rsidR="006B792D" w:rsidRPr="008173A3" w:rsidRDefault="006B792D" w:rsidP="00FA645E">
            <w:pPr>
              <w:rPr>
                <w:bCs/>
                <w:lang w:val="en-US"/>
              </w:rPr>
            </w:pPr>
          </w:p>
        </w:tc>
      </w:tr>
    </w:tbl>
    <w:p w14:paraId="63CC5E39" w14:textId="35D84AEA" w:rsidR="000069D4" w:rsidRPr="00835327" w:rsidRDefault="000069D4" w:rsidP="008173A3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eastAsia="zh-CN"/>
        </w:rPr>
      </w:pPr>
    </w:p>
    <w:sectPr w:rsidR="000069D4" w:rsidRPr="00835327" w:rsidSect="00D02712">
      <w:headerReference w:type="default" r:id="rId10"/>
      <w:footerReference w:type="default" r:id="rId11"/>
      <w:footerReference w:type="first" r:id="rId12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BD987" w14:textId="77777777" w:rsidR="00E56E4F" w:rsidRDefault="00E56E4F">
      <w:r>
        <w:separator/>
      </w:r>
    </w:p>
  </w:endnote>
  <w:endnote w:type="continuationSeparator" w:id="0">
    <w:p w14:paraId="05B5FECB" w14:textId="77777777" w:rsidR="00E56E4F" w:rsidRDefault="00E5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B5F0" w14:textId="0CEC50C9" w:rsidR="00FA124A" w:rsidRPr="002F7CB3" w:rsidRDefault="00FA124A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19D90" w14:textId="2021C312" w:rsidR="00DB5DC4" w:rsidRDefault="00DB5DC4" w:rsidP="00DB5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E7360" w14:textId="77777777" w:rsidR="00E56E4F" w:rsidRDefault="00E56E4F">
      <w:r>
        <w:t>____________________</w:t>
      </w:r>
    </w:p>
  </w:footnote>
  <w:footnote w:type="continuationSeparator" w:id="0">
    <w:p w14:paraId="0A45C60B" w14:textId="77777777" w:rsidR="00E56E4F" w:rsidRDefault="00E5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CCF7F" w14:textId="7E6E0EA2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D82243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1DC0F68F" w14:textId="65B8EFDF" w:rsidR="00FA124A" w:rsidRDefault="00FA124A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B2"/>
    <w:rsid w:val="0000153A"/>
    <w:rsid w:val="000069D4"/>
    <w:rsid w:val="00006EBD"/>
    <w:rsid w:val="00016002"/>
    <w:rsid w:val="000174AD"/>
    <w:rsid w:val="00020BE4"/>
    <w:rsid w:val="00035655"/>
    <w:rsid w:val="00047A1D"/>
    <w:rsid w:val="00050B50"/>
    <w:rsid w:val="00053056"/>
    <w:rsid w:val="0005382E"/>
    <w:rsid w:val="0005788D"/>
    <w:rsid w:val="00057CBA"/>
    <w:rsid w:val="000604B9"/>
    <w:rsid w:val="000636EE"/>
    <w:rsid w:val="00080F05"/>
    <w:rsid w:val="00087842"/>
    <w:rsid w:val="00096F11"/>
    <w:rsid w:val="00097799"/>
    <w:rsid w:val="000A521C"/>
    <w:rsid w:val="000A7D55"/>
    <w:rsid w:val="000C12C8"/>
    <w:rsid w:val="000C2E8E"/>
    <w:rsid w:val="000D3891"/>
    <w:rsid w:val="000E0E7C"/>
    <w:rsid w:val="000E3B3C"/>
    <w:rsid w:val="000F1B4B"/>
    <w:rsid w:val="00105D0F"/>
    <w:rsid w:val="00110602"/>
    <w:rsid w:val="00113ED1"/>
    <w:rsid w:val="0012744F"/>
    <w:rsid w:val="00130216"/>
    <w:rsid w:val="00130E9E"/>
    <w:rsid w:val="00131178"/>
    <w:rsid w:val="00150309"/>
    <w:rsid w:val="00156F66"/>
    <w:rsid w:val="00163271"/>
    <w:rsid w:val="00172122"/>
    <w:rsid w:val="00176ADF"/>
    <w:rsid w:val="00182528"/>
    <w:rsid w:val="00183044"/>
    <w:rsid w:val="0018500B"/>
    <w:rsid w:val="001877EA"/>
    <w:rsid w:val="00196177"/>
    <w:rsid w:val="00196A19"/>
    <w:rsid w:val="001A429B"/>
    <w:rsid w:val="001A7ABE"/>
    <w:rsid w:val="001B1436"/>
    <w:rsid w:val="001B4942"/>
    <w:rsid w:val="001C18AF"/>
    <w:rsid w:val="001C3E3D"/>
    <w:rsid w:val="001D01C9"/>
    <w:rsid w:val="001D0F67"/>
    <w:rsid w:val="001D55C7"/>
    <w:rsid w:val="001D5686"/>
    <w:rsid w:val="001E422A"/>
    <w:rsid w:val="001F02F7"/>
    <w:rsid w:val="001F0A89"/>
    <w:rsid w:val="001F188D"/>
    <w:rsid w:val="001F5940"/>
    <w:rsid w:val="00202DC1"/>
    <w:rsid w:val="002116EE"/>
    <w:rsid w:val="002222FD"/>
    <w:rsid w:val="002278AE"/>
    <w:rsid w:val="002309D8"/>
    <w:rsid w:val="002462D9"/>
    <w:rsid w:val="0026268C"/>
    <w:rsid w:val="002632BD"/>
    <w:rsid w:val="00265DAF"/>
    <w:rsid w:val="002709B0"/>
    <w:rsid w:val="0027590E"/>
    <w:rsid w:val="00282378"/>
    <w:rsid w:val="0028283F"/>
    <w:rsid w:val="00293BCE"/>
    <w:rsid w:val="002A7FE2"/>
    <w:rsid w:val="002C5E14"/>
    <w:rsid w:val="002D3946"/>
    <w:rsid w:val="002E1B4F"/>
    <w:rsid w:val="002E5F2E"/>
    <w:rsid w:val="002F2E67"/>
    <w:rsid w:val="002F7CB3"/>
    <w:rsid w:val="00307B69"/>
    <w:rsid w:val="00315546"/>
    <w:rsid w:val="00321F51"/>
    <w:rsid w:val="00330567"/>
    <w:rsid w:val="003501DA"/>
    <w:rsid w:val="00351CA2"/>
    <w:rsid w:val="00366ACC"/>
    <w:rsid w:val="003705E5"/>
    <w:rsid w:val="00377CA7"/>
    <w:rsid w:val="00380422"/>
    <w:rsid w:val="00386A9D"/>
    <w:rsid w:val="00391081"/>
    <w:rsid w:val="003A498A"/>
    <w:rsid w:val="003A61EE"/>
    <w:rsid w:val="003B2789"/>
    <w:rsid w:val="003C13CE"/>
    <w:rsid w:val="003C697E"/>
    <w:rsid w:val="003D7608"/>
    <w:rsid w:val="003E2518"/>
    <w:rsid w:val="003E7CEF"/>
    <w:rsid w:val="003F127A"/>
    <w:rsid w:val="00406816"/>
    <w:rsid w:val="0043331D"/>
    <w:rsid w:val="00433938"/>
    <w:rsid w:val="00434702"/>
    <w:rsid w:val="004411DF"/>
    <w:rsid w:val="00445778"/>
    <w:rsid w:val="00452C85"/>
    <w:rsid w:val="004553D4"/>
    <w:rsid w:val="00460E86"/>
    <w:rsid w:val="00486FDF"/>
    <w:rsid w:val="004A3B10"/>
    <w:rsid w:val="004B1EF7"/>
    <w:rsid w:val="004B3FAD"/>
    <w:rsid w:val="004C5749"/>
    <w:rsid w:val="004D1B87"/>
    <w:rsid w:val="004E095E"/>
    <w:rsid w:val="004E33BC"/>
    <w:rsid w:val="004E54AB"/>
    <w:rsid w:val="00501DCA"/>
    <w:rsid w:val="00512D3D"/>
    <w:rsid w:val="00513A47"/>
    <w:rsid w:val="00525D92"/>
    <w:rsid w:val="00527FE5"/>
    <w:rsid w:val="00534EDF"/>
    <w:rsid w:val="005408DF"/>
    <w:rsid w:val="00541CBE"/>
    <w:rsid w:val="00543C12"/>
    <w:rsid w:val="00556D1E"/>
    <w:rsid w:val="0055768B"/>
    <w:rsid w:val="00573344"/>
    <w:rsid w:val="00573B1A"/>
    <w:rsid w:val="00583F9B"/>
    <w:rsid w:val="005A0BCA"/>
    <w:rsid w:val="005A4046"/>
    <w:rsid w:val="005A5715"/>
    <w:rsid w:val="005B0B6A"/>
    <w:rsid w:val="005B0D29"/>
    <w:rsid w:val="005B6C96"/>
    <w:rsid w:val="005C1F2F"/>
    <w:rsid w:val="005E1F38"/>
    <w:rsid w:val="005E5C10"/>
    <w:rsid w:val="005E799D"/>
    <w:rsid w:val="005F2C78"/>
    <w:rsid w:val="005F3C01"/>
    <w:rsid w:val="006144E4"/>
    <w:rsid w:val="00615127"/>
    <w:rsid w:val="00644D46"/>
    <w:rsid w:val="00650299"/>
    <w:rsid w:val="00655FC5"/>
    <w:rsid w:val="00660839"/>
    <w:rsid w:val="0068615C"/>
    <w:rsid w:val="00693254"/>
    <w:rsid w:val="006949AF"/>
    <w:rsid w:val="006A634A"/>
    <w:rsid w:val="006B48B0"/>
    <w:rsid w:val="006B792D"/>
    <w:rsid w:val="006D348F"/>
    <w:rsid w:val="006D76C7"/>
    <w:rsid w:val="006E0961"/>
    <w:rsid w:val="006F0DD5"/>
    <w:rsid w:val="00713559"/>
    <w:rsid w:val="007166E6"/>
    <w:rsid w:val="00723CD5"/>
    <w:rsid w:val="00731266"/>
    <w:rsid w:val="00734D26"/>
    <w:rsid w:val="00745147"/>
    <w:rsid w:val="00746E52"/>
    <w:rsid w:val="007510A0"/>
    <w:rsid w:val="00755E49"/>
    <w:rsid w:val="007636EC"/>
    <w:rsid w:val="007A34FC"/>
    <w:rsid w:val="007B4FD0"/>
    <w:rsid w:val="007D40C3"/>
    <w:rsid w:val="007E3798"/>
    <w:rsid w:val="007E75A2"/>
    <w:rsid w:val="007F4662"/>
    <w:rsid w:val="007F55BA"/>
    <w:rsid w:val="00801E23"/>
    <w:rsid w:val="00804B73"/>
    <w:rsid w:val="0080538C"/>
    <w:rsid w:val="00814E0A"/>
    <w:rsid w:val="008173A3"/>
    <w:rsid w:val="00822581"/>
    <w:rsid w:val="008309DD"/>
    <w:rsid w:val="0083227A"/>
    <w:rsid w:val="00835327"/>
    <w:rsid w:val="00836327"/>
    <w:rsid w:val="00845271"/>
    <w:rsid w:val="00852FF0"/>
    <w:rsid w:val="008537C4"/>
    <w:rsid w:val="00855FBD"/>
    <w:rsid w:val="00860142"/>
    <w:rsid w:val="008614B2"/>
    <w:rsid w:val="00866900"/>
    <w:rsid w:val="00876A8A"/>
    <w:rsid w:val="00881BA1"/>
    <w:rsid w:val="008A0B77"/>
    <w:rsid w:val="008B1403"/>
    <w:rsid w:val="008B5068"/>
    <w:rsid w:val="008C2302"/>
    <w:rsid w:val="008C26B8"/>
    <w:rsid w:val="008E562A"/>
    <w:rsid w:val="008E6EF2"/>
    <w:rsid w:val="008F208F"/>
    <w:rsid w:val="00911A9B"/>
    <w:rsid w:val="009121F6"/>
    <w:rsid w:val="0091710E"/>
    <w:rsid w:val="009205C2"/>
    <w:rsid w:val="00921101"/>
    <w:rsid w:val="00935119"/>
    <w:rsid w:val="00942CA0"/>
    <w:rsid w:val="00956031"/>
    <w:rsid w:val="00956375"/>
    <w:rsid w:val="00982084"/>
    <w:rsid w:val="00982670"/>
    <w:rsid w:val="00990381"/>
    <w:rsid w:val="00995963"/>
    <w:rsid w:val="009A09E9"/>
    <w:rsid w:val="009B61EB"/>
    <w:rsid w:val="009C2064"/>
    <w:rsid w:val="009C47BD"/>
    <w:rsid w:val="009D1697"/>
    <w:rsid w:val="009D3802"/>
    <w:rsid w:val="009E02BE"/>
    <w:rsid w:val="009E6E2A"/>
    <w:rsid w:val="009F3A46"/>
    <w:rsid w:val="009F6520"/>
    <w:rsid w:val="009F669A"/>
    <w:rsid w:val="009F7078"/>
    <w:rsid w:val="00A00F6B"/>
    <w:rsid w:val="00A014F8"/>
    <w:rsid w:val="00A15424"/>
    <w:rsid w:val="00A21847"/>
    <w:rsid w:val="00A25019"/>
    <w:rsid w:val="00A275E5"/>
    <w:rsid w:val="00A302B7"/>
    <w:rsid w:val="00A35E7D"/>
    <w:rsid w:val="00A5173C"/>
    <w:rsid w:val="00A61AEF"/>
    <w:rsid w:val="00A66721"/>
    <w:rsid w:val="00A85BD7"/>
    <w:rsid w:val="00A90113"/>
    <w:rsid w:val="00A91C87"/>
    <w:rsid w:val="00A94C1D"/>
    <w:rsid w:val="00AB7146"/>
    <w:rsid w:val="00AB7603"/>
    <w:rsid w:val="00AB7B48"/>
    <w:rsid w:val="00AC050C"/>
    <w:rsid w:val="00AC647B"/>
    <w:rsid w:val="00AD2345"/>
    <w:rsid w:val="00AD3E83"/>
    <w:rsid w:val="00AD6BD2"/>
    <w:rsid w:val="00AF173A"/>
    <w:rsid w:val="00AF674A"/>
    <w:rsid w:val="00B066A4"/>
    <w:rsid w:val="00B07A13"/>
    <w:rsid w:val="00B129F2"/>
    <w:rsid w:val="00B149A5"/>
    <w:rsid w:val="00B318FA"/>
    <w:rsid w:val="00B32E31"/>
    <w:rsid w:val="00B40D90"/>
    <w:rsid w:val="00B4279B"/>
    <w:rsid w:val="00B450E2"/>
    <w:rsid w:val="00B45FC9"/>
    <w:rsid w:val="00B6624A"/>
    <w:rsid w:val="00B706F1"/>
    <w:rsid w:val="00B76F35"/>
    <w:rsid w:val="00B81138"/>
    <w:rsid w:val="00B825F5"/>
    <w:rsid w:val="00B913DF"/>
    <w:rsid w:val="00BA2FD2"/>
    <w:rsid w:val="00BC18EB"/>
    <w:rsid w:val="00BC7CCF"/>
    <w:rsid w:val="00BE1519"/>
    <w:rsid w:val="00BE470B"/>
    <w:rsid w:val="00C04450"/>
    <w:rsid w:val="00C1718D"/>
    <w:rsid w:val="00C21D35"/>
    <w:rsid w:val="00C37D53"/>
    <w:rsid w:val="00C55452"/>
    <w:rsid w:val="00C57677"/>
    <w:rsid w:val="00C57A91"/>
    <w:rsid w:val="00C57F53"/>
    <w:rsid w:val="00C62C6F"/>
    <w:rsid w:val="00C66A4E"/>
    <w:rsid w:val="00C67451"/>
    <w:rsid w:val="00C70A65"/>
    <w:rsid w:val="00C7145F"/>
    <w:rsid w:val="00C72392"/>
    <w:rsid w:val="00C7273A"/>
    <w:rsid w:val="00C7585F"/>
    <w:rsid w:val="00C77B19"/>
    <w:rsid w:val="00C82158"/>
    <w:rsid w:val="00C872C6"/>
    <w:rsid w:val="00C95699"/>
    <w:rsid w:val="00CA5175"/>
    <w:rsid w:val="00CB4A4A"/>
    <w:rsid w:val="00CC01C2"/>
    <w:rsid w:val="00CC447E"/>
    <w:rsid w:val="00CC5270"/>
    <w:rsid w:val="00CD3EF7"/>
    <w:rsid w:val="00CF1A79"/>
    <w:rsid w:val="00CF21F2"/>
    <w:rsid w:val="00D02712"/>
    <w:rsid w:val="00D0305F"/>
    <w:rsid w:val="00D046A7"/>
    <w:rsid w:val="00D12C8F"/>
    <w:rsid w:val="00D16653"/>
    <w:rsid w:val="00D214D0"/>
    <w:rsid w:val="00D2780B"/>
    <w:rsid w:val="00D40EA3"/>
    <w:rsid w:val="00D51760"/>
    <w:rsid w:val="00D5631F"/>
    <w:rsid w:val="00D6546B"/>
    <w:rsid w:val="00D70A9D"/>
    <w:rsid w:val="00D75167"/>
    <w:rsid w:val="00D82243"/>
    <w:rsid w:val="00D856FD"/>
    <w:rsid w:val="00D85730"/>
    <w:rsid w:val="00DA3ABF"/>
    <w:rsid w:val="00DB0743"/>
    <w:rsid w:val="00DB074F"/>
    <w:rsid w:val="00DB178B"/>
    <w:rsid w:val="00DB4679"/>
    <w:rsid w:val="00DB5DC4"/>
    <w:rsid w:val="00DB6D7D"/>
    <w:rsid w:val="00DC17D3"/>
    <w:rsid w:val="00DD0170"/>
    <w:rsid w:val="00DD4138"/>
    <w:rsid w:val="00DD4A50"/>
    <w:rsid w:val="00DD4BED"/>
    <w:rsid w:val="00DE0FD4"/>
    <w:rsid w:val="00DE222F"/>
    <w:rsid w:val="00DE3424"/>
    <w:rsid w:val="00DE39F0"/>
    <w:rsid w:val="00DF0AF3"/>
    <w:rsid w:val="00DF7E9F"/>
    <w:rsid w:val="00E01AA0"/>
    <w:rsid w:val="00E25EDA"/>
    <w:rsid w:val="00E27D7E"/>
    <w:rsid w:val="00E37D2F"/>
    <w:rsid w:val="00E42E13"/>
    <w:rsid w:val="00E56D5C"/>
    <w:rsid w:val="00E56E4F"/>
    <w:rsid w:val="00E6257C"/>
    <w:rsid w:val="00E63C59"/>
    <w:rsid w:val="00E70020"/>
    <w:rsid w:val="00E75ABB"/>
    <w:rsid w:val="00E877BE"/>
    <w:rsid w:val="00E96C1F"/>
    <w:rsid w:val="00EA4368"/>
    <w:rsid w:val="00EA6F6C"/>
    <w:rsid w:val="00EB4791"/>
    <w:rsid w:val="00EB647C"/>
    <w:rsid w:val="00EC13BF"/>
    <w:rsid w:val="00EC5E39"/>
    <w:rsid w:val="00EC7F46"/>
    <w:rsid w:val="00ED3CD8"/>
    <w:rsid w:val="00F11312"/>
    <w:rsid w:val="00F16827"/>
    <w:rsid w:val="00F24A65"/>
    <w:rsid w:val="00F24D54"/>
    <w:rsid w:val="00F25662"/>
    <w:rsid w:val="00F67A20"/>
    <w:rsid w:val="00F74312"/>
    <w:rsid w:val="00F743C6"/>
    <w:rsid w:val="00F76AA3"/>
    <w:rsid w:val="00F8101C"/>
    <w:rsid w:val="00F834F7"/>
    <w:rsid w:val="00FA124A"/>
    <w:rsid w:val="00FB4EB8"/>
    <w:rsid w:val="00FB7630"/>
    <w:rsid w:val="00FB7BED"/>
    <w:rsid w:val="00FC08DD"/>
    <w:rsid w:val="00FC2275"/>
    <w:rsid w:val="00FC2316"/>
    <w:rsid w:val="00FC2CFD"/>
    <w:rsid w:val="00FD2624"/>
    <w:rsid w:val="00FD5ADE"/>
    <w:rsid w:val="00FF3793"/>
    <w:rsid w:val="00FF471B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2DAF44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A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uiPriority w:val="99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qFormat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link w:val="RectitleChar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qFormat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qFormat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alloonText">
    <w:name w:val="Balloon Text"/>
    <w:basedOn w:val="Normal"/>
    <w:link w:val="BalloonTextChar"/>
    <w:semiHidden/>
    <w:unhideWhenUsed/>
    <w:rsid w:val="00E96C1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96C1F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nhideWhenUsed/>
    <w:rsid w:val="003501D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01DA"/>
    <w:rPr>
      <w:color w:val="605E5C"/>
      <w:shd w:val="clear" w:color="auto" w:fill="E1DFDD"/>
    </w:rPr>
  </w:style>
  <w:style w:type="character" w:customStyle="1" w:styleId="RectitleChar">
    <w:name w:val="Rec_title Char"/>
    <w:link w:val="Rectitle"/>
    <w:locked/>
    <w:rsid w:val="005A5715"/>
    <w:rPr>
      <w:rFonts w:ascii="Times New Roman Bold" w:hAnsi="Times New Roman Bold"/>
      <w:b/>
      <w:sz w:val="28"/>
      <w:lang w:val="en-GB" w:eastAsia="en-US"/>
    </w:rPr>
  </w:style>
  <w:style w:type="character" w:customStyle="1" w:styleId="HeadingbChar">
    <w:name w:val="Heading_b Char"/>
    <w:basedOn w:val="DefaultParagraphFont"/>
    <w:link w:val="Headingb"/>
    <w:qFormat/>
    <w:locked/>
    <w:rsid w:val="00D40EA3"/>
    <w:rPr>
      <w:rFonts w:ascii="Times New Roman Bold" w:hAnsi="Times New Roman Bold" w:cs="Times New Roman Bold"/>
      <w:b/>
      <w:sz w:val="24"/>
      <w:lang w:val="fr-CH" w:eastAsia="en-US"/>
    </w:rPr>
  </w:style>
  <w:style w:type="table" w:styleId="TableGrid">
    <w:name w:val="Table Grid"/>
    <w:basedOn w:val="TableNormal"/>
    <w:uiPriority w:val="59"/>
    <w:rsid w:val="00D40EA3"/>
    <w:rPr>
      <w:rFonts w:asciiTheme="minorHAnsi" w:eastAsiaTheme="minorEastAsia" w:hAnsiTheme="minorHAnsi" w:cstheme="minorBidi"/>
      <w:sz w:val="22"/>
      <w:szCs w:val="22"/>
      <w:lang w:val="en-GB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D40EA3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link w:val="Tabletext"/>
    <w:locked/>
    <w:rsid w:val="00D40EA3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D40EA3"/>
    <w:rPr>
      <w:rFonts w:ascii="Times New Roman Bold" w:hAnsi="Times New Roman Bold" w:cs="Times New Roman Bold"/>
      <w:b/>
      <w:lang w:val="en-GB" w:eastAsia="en-US"/>
    </w:rPr>
  </w:style>
  <w:style w:type="character" w:customStyle="1" w:styleId="CallChar">
    <w:name w:val="Call Char"/>
    <w:basedOn w:val="DefaultParagraphFont"/>
    <w:link w:val="Call"/>
    <w:uiPriority w:val="99"/>
    <w:locked/>
    <w:rsid w:val="00D40EA3"/>
    <w:rPr>
      <w:rFonts w:ascii="Times New Roman" w:hAnsi="Times New Roman"/>
      <w:i/>
      <w:sz w:val="24"/>
      <w:lang w:val="en-GB" w:eastAsia="en-US"/>
    </w:rPr>
  </w:style>
  <w:style w:type="character" w:customStyle="1" w:styleId="TabletitleChar">
    <w:name w:val="Table_title Char"/>
    <w:link w:val="Tabletitle"/>
    <w:locked/>
    <w:rsid w:val="00D40EA3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link w:val="TableNo"/>
    <w:locked/>
    <w:rsid w:val="00D40EA3"/>
    <w:rPr>
      <w:rFonts w:ascii="Times New Roman" w:hAnsi="Times New Roman"/>
      <w:caps/>
      <w:lang w:val="en-GB" w:eastAsia="en-US"/>
    </w:rPr>
  </w:style>
  <w:style w:type="paragraph" w:customStyle="1" w:styleId="HeadingSum">
    <w:name w:val="Heading_Sum"/>
    <w:basedOn w:val="Headingb"/>
    <w:next w:val="Normal"/>
    <w:rsid w:val="00D40EA3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eastAsia="Batang" w:hAnsi="Times New Roman" w:cs="Times New Roman"/>
      <w:sz w:val="22"/>
      <w:lang w:val="es-ES_tradnl"/>
    </w:rPr>
  </w:style>
  <w:style w:type="paragraph" w:customStyle="1" w:styleId="Summary">
    <w:name w:val="Summary"/>
    <w:basedOn w:val="Normal"/>
    <w:next w:val="Normalaftertitle"/>
    <w:rsid w:val="00D40EA3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rFonts w:eastAsia="Batang"/>
      <w:sz w:val="22"/>
      <w:lang w:val="es-ES_tradnl"/>
    </w:rPr>
  </w:style>
  <w:style w:type="paragraph" w:customStyle="1" w:styleId="EditorsNote">
    <w:name w:val="EditorsNote"/>
    <w:basedOn w:val="Normal"/>
    <w:rsid w:val="00D40EA3"/>
    <w:pPr>
      <w:spacing w:before="240" w:after="240"/>
    </w:pPr>
    <w:rPr>
      <w:i/>
      <w:lang w:val="en-US"/>
    </w:rPr>
  </w:style>
  <w:style w:type="paragraph" w:customStyle="1" w:styleId="xreasons">
    <w:name w:val="x_reasons"/>
    <w:basedOn w:val="Normal"/>
    <w:rsid w:val="0043393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val="en-US"/>
    </w:rPr>
  </w:style>
  <w:style w:type="character" w:customStyle="1" w:styleId="apple-converted-space">
    <w:name w:val="apple-converted-space"/>
    <w:basedOn w:val="DefaultParagraphFont"/>
    <w:rsid w:val="00433938"/>
  </w:style>
  <w:style w:type="paragraph" w:styleId="Revision">
    <w:name w:val="Revision"/>
    <w:hidden/>
    <w:uiPriority w:val="99"/>
    <w:semiHidden/>
    <w:rsid w:val="006B792D"/>
    <w:rPr>
      <w:rFonts w:ascii="Times New Roman" w:hAnsi="Times New Roman"/>
      <w:sz w:val="24"/>
      <w:lang w:val="en-GB" w:eastAsia="en-US"/>
    </w:rPr>
  </w:style>
  <w:style w:type="paragraph" w:customStyle="1" w:styleId="TabletitleBR">
    <w:name w:val="Table_title_BR"/>
    <w:basedOn w:val="Normal"/>
    <w:next w:val="Normal"/>
    <w:qFormat/>
    <w:rsid w:val="006B792D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 w:line="259" w:lineRule="auto"/>
      <w:jc w:val="center"/>
    </w:pPr>
    <w:rPr>
      <w:b/>
      <w:lang w:val="en-US"/>
    </w:rPr>
  </w:style>
  <w:style w:type="character" w:styleId="CommentReference">
    <w:name w:val="annotation reference"/>
    <w:basedOn w:val="DefaultParagraphFont"/>
    <w:semiHidden/>
    <w:unhideWhenUsed/>
    <w:rsid w:val="0061512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512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15127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51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15127"/>
    <w:rPr>
      <w:rFonts w:ascii="Times New Roman" w:hAnsi="Times New Roman"/>
      <w:b/>
      <w:bCs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55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3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A53B71480AE42AE678B59F40B15DC" ma:contentTypeVersion="2" ma:contentTypeDescription="Create a new document." ma:contentTypeScope="" ma:versionID="c5db5772bbe51b4ed71facfb0fc8044f">
  <xsd:schema xmlns:xsd="http://www.w3.org/2001/XMLSchema" xmlns:xs="http://www.w3.org/2001/XMLSchema" xmlns:p="http://schemas.microsoft.com/office/2006/metadata/properties" xmlns:ns2="4c6a61cb-1973-4fc6-92ae-f4d7a4471404" xmlns:ns3="cd94094f-f939-4651-8b7e-b6783c98b74a" targetNamespace="http://schemas.microsoft.com/office/2006/metadata/properties" ma:root="true" ma:fieldsID="b793b1202f41b3b84eab09f40f5e25e8" ns2:_="" ns3:_="">
    <xsd:import namespace="4c6a61cb-1973-4fc6-92ae-f4d7a4471404"/>
    <xsd:import namespace="cd94094f-f939-4651-8b7e-b6783c98b74a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4094f-f939-4651-8b7e-b6783c98b74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Props1.xml><?xml version="1.0" encoding="utf-8"?>
<ds:datastoreItem xmlns:ds="http://schemas.openxmlformats.org/officeDocument/2006/customXml" ds:itemID="{EF9D973D-D782-4552-9FE2-4FD3F1B06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cd94094f-f939-4651-8b7e-b6783c98b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5A7068-C2FD-4B88-8293-EEBB87A398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22B98C-AE6F-4CA8-8745-C1DD218CDC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90AE03-0FD9-4F65-82E7-7DDBEB2AA4BF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8</TotalTime>
  <Pages>1</Pages>
  <Words>107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ITU</dc:creator>
  <cp:lastModifiedBy>ALS</cp:lastModifiedBy>
  <cp:revision>4</cp:revision>
  <cp:lastPrinted>2008-02-21T14:04:00Z</cp:lastPrinted>
  <dcterms:created xsi:type="dcterms:W3CDTF">2023-02-06T18:20:00Z</dcterms:created>
  <dcterms:modified xsi:type="dcterms:W3CDTF">2023-02-06T18:29:00Z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0x010100011A53B71480AE42AE678B59F40B15DC</vt:lpwstr>
  </property>
</Properties>
</file>