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-111"/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4"/>
        <w:gridCol w:w="5409"/>
      </w:tblGrid>
      <w:tr w:rsidR="006B792D" w:rsidRPr="00A02BF0" w14:paraId="47BF22B2" w14:textId="77777777" w:rsidTr="00FA645E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357C7A18" w14:textId="77777777" w:rsidR="006B792D" w:rsidRPr="00A02BF0" w:rsidRDefault="006B792D" w:rsidP="00FA645E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A02BF0">
              <w:br w:type="page"/>
            </w:r>
            <w:r w:rsidRPr="00A02BF0">
              <w:rPr>
                <w:spacing w:val="-3"/>
                <w:szCs w:val="24"/>
              </w:rPr>
              <w:t>U.S. Radiocommunications Sector</w:t>
            </w:r>
          </w:p>
          <w:p w14:paraId="0364A94A" w14:textId="77777777" w:rsidR="006B792D" w:rsidRPr="00A02BF0" w:rsidRDefault="006B792D" w:rsidP="00FA645E">
            <w:pPr>
              <w:pStyle w:val="TabletitleBR"/>
              <w:rPr>
                <w:spacing w:val="-3"/>
                <w:szCs w:val="24"/>
              </w:rPr>
            </w:pPr>
            <w:r w:rsidRPr="00A02BF0">
              <w:rPr>
                <w:spacing w:val="-3"/>
                <w:szCs w:val="24"/>
              </w:rPr>
              <w:t>Fact Sheet</w:t>
            </w:r>
          </w:p>
        </w:tc>
      </w:tr>
      <w:tr w:rsidR="006B792D" w:rsidRPr="00A02BF0" w14:paraId="455C1621" w14:textId="77777777" w:rsidTr="00FA645E">
        <w:trPr>
          <w:trHeight w:val="951"/>
        </w:trPr>
        <w:tc>
          <w:tcPr>
            <w:tcW w:w="3984" w:type="dxa"/>
            <w:tcBorders>
              <w:left w:val="double" w:sz="6" w:space="0" w:color="auto"/>
            </w:tcBorders>
          </w:tcPr>
          <w:p w14:paraId="0AA2E3F4" w14:textId="77777777" w:rsidR="006B792D" w:rsidRPr="00A02BF0" w:rsidRDefault="006B792D" w:rsidP="00FA645E">
            <w:pPr>
              <w:spacing w:after="120"/>
              <w:ind w:left="900" w:right="144" w:hanging="756"/>
            </w:pPr>
            <w:r w:rsidRPr="00A02BF0">
              <w:rPr>
                <w:b/>
              </w:rPr>
              <w:t>Working Party:</w:t>
            </w:r>
            <w:r w:rsidRPr="00A02BF0">
              <w:t xml:space="preserve">  ITU-R WP</w:t>
            </w:r>
            <w:r>
              <w:t>1A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260FC097" w14:textId="1D413FB5" w:rsidR="006B792D" w:rsidRPr="00F85E5B" w:rsidRDefault="006B792D" w:rsidP="00FA645E">
            <w:pPr>
              <w:spacing w:after="120"/>
              <w:ind w:left="144" w:right="144"/>
              <w:rPr>
                <w:lang w:val="en-US"/>
              </w:rPr>
            </w:pPr>
            <w:r w:rsidRPr="00A02BF0">
              <w:rPr>
                <w:b/>
              </w:rPr>
              <w:t>Document No:</w:t>
            </w:r>
            <w:r w:rsidRPr="00A02BF0">
              <w:t xml:space="preserve">  </w:t>
            </w:r>
            <w:r w:rsidRPr="00F85E5B">
              <w:t>USWP1A</w:t>
            </w:r>
            <w:r w:rsidR="00680186">
              <w:t>-03</w:t>
            </w:r>
          </w:p>
        </w:tc>
      </w:tr>
      <w:tr w:rsidR="006B792D" w:rsidRPr="00A02BF0" w14:paraId="2E128E34" w14:textId="77777777" w:rsidTr="00FA645E">
        <w:trPr>
          <w:trHeight w:val="378"/>
        </w:trPr>
        <w:tc>
          <w:tcPr>
            <w:tcW w:w="3984" w:type="dxa"/>
            <w:tcBorders>
              <w:left w:val="double" w:sz="6" w:space="0" w:color="auto"/>
            </w:tcBorders>
          </w:tcPr>
          <w:p w14:paraId="78C9CF72" w14:textId="7927E129" w:rsidR="006B792D" w:rsidRPr="004B69FD" w:rsidRDefault="006B792D" w:rsidP="004B69FD">
            <w:pPr>
              <w:ind w:left="144" w:right="144"/>
            </w:pPr>
            <w:r w:rsidRPr="00A02BF0">
              <w:rPr>
                <w:b/>
              </w:rPr>
              <w:t>Ref:</w:t>
            </w:r>
            <w:r>
              <w:rPr>
                <w:b/>
              </w:rPr>
              <w:t xml:space="preserve">  </w:t>
            </w:r>
            <w:r w:rsidRPr="00765295">
              <w:rPr>
                <w:bCs/>
              </w:rPr>
              <w:t xml:space="preserve"> </w:t>
            </w:r>
            <w:r w:rsidR="004B69FD" w:rsidRPr="004B69FD">
              <w:rPr>
                <w:bCs/>
              </w:rPr>
              <w:t>Report ITU-R SM.</w:t>
            </w:r>
            <w:r w:rsidR="00680186">
              <w:rPr>
                <w:bCs/>
              </w:rPr>
              <w:t>2505</w:t>
            </w:r>
            <w:r w:rsidR="004B69FD" w:rsidRPr="004B69FD">
              <w:rPr>
                <w:bCs/>
              </w:rPr>
              <w:t xml:space="preserve"> – </w:t>
            </w:r>
            <w:r w:rsidR="004B69FD" w:rsidRPr="004B69FD">
              <w:rPr>
                <w:bCs/>
                <w:i/>
                <w:iCs/>
              </w:rPr>
              <w:t>Impact studies and human hazard issues for wireless power transmission via radio frequency beam</w:t>
            </w:r>
            <w:r w:rsidR="004B69FD">
              <w:rPr>
                <w:bCs/>
                <w:i/>
                <w:iCs/>
              </w:rPr>
              <w:t xml:space="preserve"> 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712831FC" w14:textId="7E55841D" w:rsidR="006B792D" w:rsidRPr="00A02BF0" w:rsidRDefault="006B792D" w:rsidP="00FA645E">
            <w:pPr>
              <w:tabs>
                <w:tab w:val="left" w:pos="162"/>
              </w:tabs>
              <w:ind w:left="612" w:right="144" w:hanging="468"/>
            </w:pPr>
            <w:r w:rsidRPr="00A02BF0">
              <w:rPr>
                <w:b/>
              </w:rPr>
              <w:t>Date</w:t>
            </w:r>
            <w:r w:rsidRPr="00CD453F">
              <w:rPr>
                <w:b/>
              </w:rPr>
              <w:t>:</w:t>
            </w:r>
            <w:r w:rsidRPr="00CD453F">
              <w:t xml:space="preserve">  </w:t>
            </w:r>
            <w:r w:rsidR="00755E49">
              <w:t>3 February 2023</w:t>
            </w:r>
          </w:p>
        </w:tc>
      </w:tr>
      <w:tr w:rsidR="006B792D" w:rsidRPr="00A02BF0" w14:paraId="0A03D25A" w14:textId="77777777" w:rsidTr="00FA645E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18E62BE6" w14:textId="6E44C892" w:rsidR="006B792D" w:rsidRDefault="006B792D" w:rsidP="00FA645E">
            <w:pPr>
              <w:pStyle w:val="Heading2"/>
              <w:rPr>
                <w:b w:val="0"/>
                <w:lang w:eastAsia="zh-CN"/>
              </w:rPr>
            </w:pPr>
            <w:r>
              <w:rPr>
                <w:bCs/>
                <w:szCs w:val="24"/>
              </w:rPr>
              <w:t xml:space="preserve">Document Title:  </w:t>
            </w:r>
            <w:r w:rsidRPr="00642C8A">
              <w:rPr>
                <w:b w:val="0"/>
                <w:lang w:eastAsia="zh-CN"/>
              </w:rPr>
              <w:t xml:space="preserve"> </w:t>
            </w:r>
            <w:r w:rsidR="00755E49">
              <w:rPr>
                <w:b w:val="0"/>
                <w:lang w:eastAsia="zh-CN"/>
              </w:rPr>
              <w:t>Update to</w:t>
            </w:r>
            <w:r>
              <w:rPr>
                <w:b w:val="0"/>
                <w:lang w:eastAsia="zh-CN"/>
              </w:rPr>
              <w:t xml:space="preserve"> </w:t>
            </w:r>
            <w:r w:rsidR="00680186">
              <w:rPr>
                <w:b w:val="0"/>
                <w:lang w:eastAsia="zh-CN"/>
              </w:rPr>
              <w:t xml:space="preserve">Report </w:t>
            </w:r>
            <w:r>
              <w:rPr>
                <w:b w:val="0"/>
                <w:lang w:eastAsia="zh-CN"/>
              </w:rPr>
              <w:t>ITU-R SM.</w:t>
            </w:r>
            <w:r w:rsidR="00680186">
              <w:rPr>
                <w:b w:val="0"/>
                <w:lang w:eastAsia="zh-CN"/>
              </w:rPr>
              <w:t>2505</w:t>
            </w:r>
            <w:r w:rsidR="00755E49">
              <w:rPr>
                <w:b w:val="0"/>
                <w:lang w:eastAsia="zh-CN"/>
              </w:rPr>
              <w:t xml:space="preserve"> to include 24 GHz </w:t>
            </w:r>
            <w:r w:rsidR="004B69FD">
              <w:rPr>
                <w:b w:val="0"/>
                <w:lang w:eastAsia="zh-CN"/>
              </w:rPr>
              <w:t xml:space="preserve">ISM </w:t>
            </w:r>
            <w:r w:rsidR="00755E49">
              <w:rPr>
                <w:b w:val="0"/>
                <w:lang w:eastAsia="zh-CN"/>
              </w:rPr>
              <w:t>band</w:t>
            </w:r>
          </w:p>
          <w:p w14:paraId="512EC336" w14:textId="77777777" w:rsidR="006B792D" w:rsidRPr="00790A03" w:rsidRDefault="006B792D" w:rsidP="00FA645E">
            <w:pPr>
              <w:rPr>
                <w:lang w:eastAsia="zh-CN"/>
              </w:rPr>
            </w:pPr>
          </w:p>
        </w:tc>
      </w:tr>
      <w:tr w:rsidR="006B792D" w:rsidRPr="00A02BF0" w14:paraId="49E0CD23" w14:textId="77777777" w:rsidTr="00FA645E">
        <w:trPr>
          <w:trHeight w:val="1960"/>
        </w:trPr>
        <w:tc>
          <w:tcPr>
            <w:tcW w:w="3984" w:type="dxa"/>
            <w:tcBorders>
              <w:left w:val="double" w:sz="6" w:space="0" w:color="auto"/>
            </w:tcBorders>
          </w:tcPr>
          <w:p w14:paraId="4FA9711B" w14:textId="77777777" w:rsidR="006B792D" w:rsidRPr="008173A3" w:rsidRDefault="006B792D" w:rsidP="00FA645E">
            <w:pPr>
              <w:ind w:left="144" w:right="144"/>
              <w:rPr>
                <w:b/>
              </w:rPr>
            </w:pPr>
            <w:r w:rsidRPr="008173A3">
              <w:rPr>
                <w:b/>
              </w:rPr>
              <w:t>Author(s)/Contributors(s):</w:t>
            </w:r>
          </w:p>
          <w:p w14:paraId="3264EB4E" w14:textId="77777777" w:rsidR="006B792D" w:rsidRPr="008173A3" w:rsidRDefault="006B792D" w:rsidP="00FA645E">
            <w:pPr>
              <w:ind w:left="144" w:right="144"/>
              <w:rPr>
                <w:b/>
              </w:rPr>
            </w:pPr>
          </w:p>
          <w:p w14:paraId="64A3E8A6" w14:textId="77777777" w:rsidR="006B792D" w:rsidRPr="008173A3" w:rsidRDefault="006B792D" w:rsidP="00FA645E">
            <w:pPr>
              <w:spacing w:before="0"/>
              <w:ind w:left="144" w:right="144"/>
              <w:rPr>
                <w:bCs/>
                <w:iCs/>
              </w:rPr>
            </w:pPr>
            <w:r w:rsidRPr="008173A3">
              <w:rPr>
                <w:bCs/>
                <w:iCs/>
              </w:rPr>
              <w:t>Michael Marcus</w:t>
            </w:r>
          </w:p>
          <w:p w14:paraId="7F2115EC" w14:textId="77777777" w:rsidR="006B792D" w:rsidRPr="008173A3" w:rsidRDefault="006B792D" w:rsidP="00FA645E">
            <w:pPr>
              <w:spacing w:before="0"/>
              <w:ind w:left="144" w:right="144"/>
              <w:rPr>
                <w:bCs/>
                <w:iCs/>
              </w:rPr>
            </w:pPr>
            <w:r w:rsidRPr="008173A3">
              <w:rPr>
                <w:bCs/>
                <w:iCs/>
              </w:rPr>
              <w:t>Marcus Spectrum Solutions LLC</w:t>
            </w:r>
          </w:p>
          <w:p w14:paraId="3352F4F9" w14:textId="77777777" w:rsidR="006B792D" w:rsidRPr="008173A3" w:rsidRDefault="006B792D" w:rsidP="00FA645E">
            <w:pPr>
              <w:spacing w:before="0"/>
              <w:ind w:left="144" w:right="144"/>
              <w:rPr>
                <w:bCs/>
                <w:iCs/>
              </w:rPr>
            </w:pPr>
          </w:p>
          <w:p w14:paraId="02B6A399" w14:textId="53BE0BD7" w:rsidR="006B792D" w:rsidRPr="008173A3" w:rsidRDefault="006B792D" w:rsidP="00FA645E">
            <w:pPr>
              <w:spacing w:before="0"/>
              <w:ind w:left="144" w:right="144"/>
              <w:rPr>
                <w:bCs/>
                <w:iCs/>
              </w:rPr>
            </w:pP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33AEDF1A" w14:textId="77777777" w:rsidR="006B792D" w:rsidRPr="008173A3" w:rsidRDefault="006B792D" w:rsidP="00FA645E">
            <w:pPr>
              <w:ind w:right="144"/>
              <w:rPr>
                <w:b/>
                <w:bCs/>
              </w:rPr>
            </w:pPr>
          </w:p>
          <w:p w14:paraId="56B1BCF7" w14:textId="77777777" w:rsidR="006B792D" w:rsidRPr="008173A3" w:rsidRDefault="006B792D" w:rsidP="00FA645E">
            <w:pPr>
              <w:ind w:right="144"/>
              <w:rPr>
                <w:b/>
                <w:bCs/>
              </w:rPr>
            </w:pPr>
          </w:p>
          <w:p w14:paraId="7BAB3C60" w14:textId="77777777" w:rsidR="006B792D" w:rsidRPr="008173A3" w:rsidRDefault="006B792D" w:rsidP="00FA645E">
            <w:pPr>
              <w:ind w:right="144"/>
              <w:rPr>
                <w:bCs/>
              </w:rPr>
            </w:pPr>
            <w:r w:rsidRPr="008173A3">
              <w:rPr>
                <w:b/>
                <w:bCs/>
              </w:rPr>
              <w:t>Email</w:t>
            </w:r>
            <w:r w:rsidRPr="008173A3">
              <w:rPr>
                <w:bCs/>
              </w:rPr>
              <w:t>:  mjmarcus@marcus-spectrum.com</w:t>
            </w:r>
            <w:r w:rsidRPr="008173A3">
              <w:rPr>
                <w:bCs/>
              </w:rPr>
              <w:br/>
            </w:r>
            <w:r w:rsidRPr="008173A3">
              <w:rPr>
                <w:b/>
                <w:bCs/>
              </w:rPr>
              <w:t>Phone</w:t>
            </w:r>
            <w:r w:rsidRPr="008173A3">
              <w:rPr>
                <w:bCs/>
              </w:rPr>
              <w:t>:  +1 (301-229-7714)</w:t>
            </w:r>
          </w:p>
          <w:p w14:paraId="7338173F" w14:textId="3CD9119F" w:rsidR="006B792D" w:rsidRPr="008173A3" w:rsidRDefault="006B792D" w:rsidP="00FA645E">
            <w:pPr>
              <w:ind w:right="144"/>
              <w:rPr>
                <w:bCs/>
              </w:rPr>
            </w:pPr>
          </w:p>
        </w:tc>
      </w:tr>
      <w:tr w:rsidR="006B792D" w:rsidRPr="00A02BF0" w14:paraId="0E077047" w14:textId="77777777" w:rsidTr="00FA645E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502A9E4A" w14:textId="0D332B3B" w:rsidR="006B792D" w:rsidRPr="008173A3" w:rsidRDefault="006B792D" w:rsidP="00FA645E">
            <w:pPr>
              <w:spacing w:after="120"/>
              <w:ind w:right="144"/>
            </w:pPr>
            <w:r w:rsidRPr="008173A3">
              <w:rPr>
                <w:b/>
              </w:rPr>
              <w:t>Purpose/Objective:</w:t>
            </w:r>
            <w:r w:rsidRPr="008173A3">
              <w:rPr>
                <w:bCs/>
              </w:rPr>
              <w:t xml:space="preserve"> Submit further information </w:t>
            </w:r>
            <w:r w:rsidR="004B69FD">
              <w:rPr>
                <w:bCs/>
              </w:rPr>
              <w:t>impacts of using 24 GHz ISM band for WPT Beam</w:t>
            </w:r>
          </w:p>
        </w:tc>
      </w:tr>
      <w:tr w:rsidR="006B792D" w:rsidRPr="00A02BF0" w14:paraId="63344A5B" w14:textId="77777777" w:rsidTr="00FA645E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4E6AFCC7" w14:textId="5416462D" w:rsidR="006B792D" w:rsidRPr="008173A3" w:rsidRDefault="006B792D" w:rsidP="00FA645E">
            <w:pPr>
              <w:rPr>
                <w:bCs/>
              </w:rPr>
            </w:pPr>
            <w:r w:rsidRPr="008173A3">
              <w:rPr>
                <w:b/>
              </w:rPr>
              <w:t>Abstract:</w:t>
            </w:r>
            <w:r w:rsidRPr="008173A3">
              <w:rPr>
                <w:bCs/>
              </w:rPr>
              <w:t xml:space="preserve">  This contribution </w:t>
            </w:r>
            <w:r w:rsidR="004B69FD">
              <w:rPr>
                <w:bCs/>
              </w:rPr>
              <w:t>includes the impact analysis for using the 24 GHz ISM band for WPT that has been under discussion among several USWP1A members since the last WP1A meeting.</w:t>
            </w:r>
          </w:p>
          <w:p w14:paraId="797045D7" w14:textId="1E0F1348" w:rsidR="006B792D" w:rsidRPr="008173A3" w:rsidRDefault="006B792D" w:rsidP="00FA645E">
            <w:pPr>
              <w:rPr>
                <w:bCs/>
                <w:lang w:val="en-US"/>
              </w:rPr>
            </w:pPr>
          </w:p>
        </w:tc>
      </w:tr>
    </w:tbl>
    <w:p w14:paraId="63CC5E39" w14:textId="35D84AEA" w:rsidR="000069D4" w:rsidRPr="00835327" w:rsidRDefault="000069D4" w:rsidP="008173A3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lang w:eastAsia="zh-CN"/>
        </w:rPr>
      </w:pPr>
    </w:p>
    <w:sectPr w:rsidR="000069D4" w:rsidRPr="00835327" w:rsidSect="00D02712">
      <w:headerReference w:type="default" r:id="rId10"/>
      <w:footerReference w:type="default" r:id="rId11"/>
      <w:footerReference w:type="first" r:id="rId12"/>
      <w:pgSz w:w="11907" w:h="16834"/>
      <w:pgMar w:top="1418" w:right="1134" w:bottom="1418" w:left="113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712A55" w14:textId="77777777" w:rsidR="00930E70" w:rsidRDefault="00930E70">
      <w:r>
        <w:separator/>
      </w:r>
    </w:p>
  </w:endnote>
  <w:endnote w:type="continuationSeparator" w:id="0">
    <w:p w14:paraId="5F8E4848" w14:textId="77777777" w:rsidR="00930E70" w:rsidRDefault="00930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4B5F0" w14:textId="0CEC50C9" w:rsidR="00FA124A" w:rsidRPr="002F7CB3" w:rsidRDefault="00FA124A">
    <w:pPr>
      <w:pStyle w:val="Footer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19D90" w14:textId="2021C312" w:rsidR="00DB5DC4" w:rsidRDefault="00DB5DC4" w:rsidP="00DB5D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C6A27" w14:textId="77777777" w:rsidR="00930E70" w:rsidRDefault="00930E70">
      <w:r>
        <w:t>____________________</w:t>
      </w:r>
    </w:p>
  </w:footnote>
  <w:footnote w:type="continuationSeparator" w:id="0">
    <w:p w14:paraId="01741A33" w14:textId="77777777" w:rsidR="00930E70" w:rsidRDefault="00930E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CCF7F" w14:textId="7E6E0EA2" w:rsidR="00FA124A" w:rsidRDefault="00FA124A" w:rsidP="00330567">
    <w:pPr>
      <w:pStyle w:val="Header"/>
      <w:rPr>
        <w:rStyle w:val="PageNumber"/>
      </w:rPr>
    </w:pPr>
    <w:r>
      <w:rPr>
        <w:lang w:val="en-US"/>
      </w:rPr>
      <w:t xml:space="preserve">- </w:t>
    </w:r>
    <w:r w:rsidR="00D02712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D02712">
      <w:rPr>
        <w:rStyle w:val="PageNumber"/>
      </w:rPr>
      <w:fldChar w:fldCharType="separate"/>
    </w:r>
    <w:r w:rsidR="00D82243">
      <w:rPr>
        <w:rStyle w:val="PageNumber"/>
        <w:noProof/>
      </w:rPr>
      <w:t>2</w:t>
    </w:r>
    <w:r w:rsidR="00D02712">
      <w:rPr>
        <w:rStyle w:val="PageNumber"/>
      </w:rPr>
      <w:fldChar w:fldCharType="end"/>
    </w:r>
    <w:r>
      <w:rPr>
        <w:rStyle w:val="PageNumber"/>
      </w:rPr>
      <w:t xml:space="preserve"> -</w:t>
    </w:r>
  </w:p>
  <w:p w14:paraId="1DC0F68F" w14:textId="65B8EFDF" w:rsidR="00FA124A" w:rsidRDefault="00FA124A">
    <w:pPr>
      <w:pStyle w:val="Head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4B2"/>
    <w:rsid w:val="0000153A"/>
    <w:rsid w:val="000069D4"/>
    <w:rsid w:val="00006EBD"/>
    <w:rsid w:val="00016002"/>
    <w:rsid w:val="000174AD"/>
    <w:rsid w:val="00020BE4"/>
    <w:rsid w:val="00035655"/>
    <w:rsid w:val="00047A1D"/>
    <w:rsid w:val="00050B50"/>
    <w:rsid w:val="00053056"/>
    <w:rsid w:val="0005382E"/>
    <w:rsid w:val="0005788D"/>
    <w:rsid w:val="00057CBA"/>
    <w:rsid w:val="000604B9"/>
    <w:rsid w:val="000636EE"/>
    <w:rsid w:val="00080F05"/>
    <w:rsid w:val="00087842"/>
    <w:rsid w:val="00096F11"/>
    <w:rsid w:val="00097799"/>
    <w:rsid w:val="000A521C"/>
    <w:rsid w:val="000A7D55"/>
    <w:rsid w:val="000C12C8"/>
    <w:rsid w:val="000C2E8E"/>
    <w:rsid w:val="000D3891"/>
    <w:rsid w:val="000E0E7C"/>
    <w:rsid w:val="000E3B3C"/>
    <w:rsid w:val="000F1B4B"/>
    <w:rsid w:val="00105D0F"/>
    <w:rsid w:val="00110602"/>
    <w:rsid w:val="00113ED1"/>
    <w:rsid w:val="0012744F"/>
    <w:rsid w:val="00130216"/>
    <w:rsid w:val="00130E9E"/>
    <w:rsid w:val="00131178"/>
    <w:rsid w:val="00150309"/>
    <w:rsid w:val="00156F66"/>
    <w:rsid w:val="00163271"/>
    <w:rsid w:val="00172122"/>
    <w:rsid w:val="00176ADF"/>
    <w:rsid w:val="00182528"/>
    <w:rsid w:val="00183044"/>
    <w:rsid w:val="0018500B"/>
    <w:rsid w:val="001877EA"/>
    <w:rsid w:val="00196177"/>
    <w:rsid w:val="00196A19"/>
    <w:rsid w:val="001A1352"/>
    <w:rsid w:val="001A429B"/>
    <w:rsid w:val="001A7ABE"/>
    <w:rsid w:val="001B1436"/>
    <w:rsid w:val="001B4942"/>
    <w:rsid w:val="001C18AF"/>
    <w:rsid w:val="001C3E3D"/>
    <w:rsid w:val="001D01C9"/>
    <w:rsid w:val="001D0F67"/>
    <w:rsid w:val="001D55C7"/>
    <w:rsid w:val="001D5686"/>
    <w:rsid w:val="001E422A"/>
    <w:rsid w:val="001F02F7"/>
    <w:rsid w:val="001F0A89"/>
    <w:rsid w:val="001F188D"/>
    <w:rsid w:val="001F5940"/>
    <w:rsid w:val="00202DC1"/>
    <w:rsid w:val="002116EE"/>
    <w:rsid w:val="002222FD"/>
    <w:rsid w:val="002278AE"/>
    <w:rsid w:val="002309D8"/>
    <w:rsid w:val="002462D9"/>
    <w:rsid w:val="002632BD"/>
    <w:rsid w:val="00265DAF"/>
    <w:rsid w:val="002709B0"/>
    <w:rsid w:val="0027590E"/>
    <w:rsid w:val="00282378"/>
    <w:rsid w:val="0028283F"/>
    <w:rsid w:val="00293BCE"/>
    <w:rsid w:val="002A7FE2"/>
    <w:rsid w:val="002C5E14"/>
    <w:rsid w:val="002D3946"/>
    <w:rsid w:val="002E1B4F"/>
    <w:rsid w:val="002E5F2E"/>
    <w:rsid w:val="002F2E67"/>
    <w:rsid w:val="002F7CB3"/>
    <w:rsid w:val="00315546"/>
    <w:rsid w:val="00321F51"/>
    <w:rsid w:val="00330567"/>
    <w:rsid w:val="003501DA"/>
    <w:rsid w:val="00351CA2"/>
    <w:rsid w:val="00366ACC"/>
    <w:rsid w:val="003705E5"/>
    <w:rsid w:val="00377CA7"/>
    <w:rsid w:val="00380422"/>
    <w:rsid w:val="00386A9D"/>
    <w:rsid w:val="00391081"/>
    <w:rsid w:val="003A498A"/>
    <w:rsid w:val="003A61EE"/>
    <w:rsid w:val="003B2789"/>
    <w:rsid w:val="003C13CE"/>
    <w:rsid w:val="003C697E"/>
    <w:rsid w:val="003D7608"/>
    <w:rsid w:val="003E2518"/>
    <w:rsid w:val="003E7CEF"/>
    <w:rsid w:val="003F127A"/>
    <w:rsid w:val="00406816"/>
    <w:rsid w:val="0043331D"/>
    <w:rsid w:val="00433938"/>
    <w:rsid w:val="00434702"/>
    <w:rsid w:val="004411DF"/>
    <w:rsid w:val="00445778"/>
    <w:rsid w:val="00452C85"/>
    <w:rsid w:val="004553D4"/>
    <w:rsid w:val="00460E86"/>
    <w:rsid w:val="00486FDF"/>
    <w:rsid w:val="004A3B10"/>
    <w:rsid w:val="004B1EF7"/>
    <w:rsid w:val="004B3FAD"/>
    <w:rsid w:val="004B69FD"/>
    <w:rsid w:val="004C5749"/>
    <w:rsid w:val="004D1B87"/>
    <w:rsid w:val="004E095E"/>
    <w:rsid w:val="004E2976"/>
    <w:rsid w:val="004E33BC"/>
    <w:rsid w:val="004E54AB"/>
    <w:rsid w:val="00501DCA"/>
    <w:rsid w:val="00512D3D"/>
    <w:rsid w:val="00513A47"/>
    <w:rsid w:val="00525D92"/>
    <w:rsid w:val="00527FE5"/>
    <w:rsid w:val="00534EDF"/>
    <w:rsid w:val="005408DF"/>
    <w:rsid w:val="00541CBE"/>
    <w:rsid w:val="00543C12"/>
    <w:rsid w:val="00556D1E"/>
    <w:rsid w:val="0055768B"/>
    <w:rsid w:val="00573344"/>
    <w:rsid w:val="00573B1A"/>
    <w:rsid w:val="00583F9B"/>
    <w:rsid w:val="005A0BCA"/>
    <w:rsid w:val="005A4046"/>
    <w:rsid w:val="005A5715"/>
    <w:rsid w:val="005B0B6A"/>
    <w:rsid w:val="005B0D29"/>
    <w:rsid w:val="005B6C96"/>
    <w:rsid w:val="005C1F2F"/>
    <w:rsid w:val="005E1F38"/>
    <w:rsid w:val="005E5C10"/>
    <w:rsid w:val="005E799D"/>
    <w:rsid w:val="005F2C78"/>
    <w:rsid w:val="005F3C01"/>
    <w:rsid w:val="006144E4"/>
    <w:rsid w:val="00615127"/>
    <w:rsid w:val="00644D46"/>
    <w:rsid w:val="00650299"/>
    <w:rsid w:val="00655FC5"/>
    <w:rsid w:val="00660839"/>
    <w:rsid w:val="00680186"/>
    <w:rsid w:val="0068615C"/>
    <w:rsid w:val="00693254"/>
    <w:rsid w:val="006949AF"/>
    <w:rsid w:val="006A634A"/>
    <w:rsid w:val="006B48B0"/>
    <w:rsid w:val="006B792D"/>
    <w:rsid w:val="006D348F"/>
    <w:rsid w:val="006D76C7"/>
    <w:rsid w:val="006E0961"/>
    <w:rsid w:val="006F0DD5"/>
    <w:rsid w:val="00713559"/>
    <w:rsid w:val="007166E6"/>
    <w:rsid w:val="00723CD5"/>
    <w:rsid w:val="00731266"/>
    <w:rsid w:val="00734D26"/>
    <w:rsid w:val="00745147"/>
    <w:rsid w:val="00746E52"/>
    <w:rsid w:val="007510A0"/>
    <w:rsid w:val="00755E49"/>
    <w:rsid w:val="007636EC"/>
    <w:rsid w:val="007A34FC"/>
    <w:rsid w:val="007B4FD0"/>
    <w:rsid w:val="007D40C3"/>
    <w:rsid w:val="007E3798"/>
    <w:rsid w:val="007E75A2"/>
    <w:rsid w:val="007F4662"/>
    <w:rsid w:val="007F55BA"/>
    <w:rsid w:val="00801E23"/>
    <w:rsid w:val="00804B73"/>
    <w:rsid w:val="0080538C"/>
    <w:rsid w:val="00814E0A"/>
    <w:rsid w:val="008173A3"/>
    <w:rsid w:val="00822581"/>
    <w:rsid w:val="008309DD"/>
    <w:rsid w:val="0083227A"/>
    <w:rsid w:val="00835327"/>
    <w:rsid w:val="00836327"/>
    <w:rsid w:val="00845271"/>
    <w:rsid w:val="00852FF0"/>
    <w:rsid w:val="008537C4"/>
    <w:rsid w:val="00855FBD"/>
    <w:rsid w:val="00860142"/>
    <w:rsid w:val="008614B2"/>
    <w:rsid w:val="00866900"/>
    <w:rsid w:val="00876A8A"/>
    <w:rsid w:val="00881BA1"/>
    <w:rsid w:val="008A0B77"/>
    <w:rsid w:val="008B1403"/>
    <w:rsid w:val="008B5068"/>
    <w:rsid w:val="008C2302"/>
    <w:rsid w:val="008C26B8"/>
    <w:rsid w:val="008E562A"/>
    <w:rsid w:val="008E6EF2"/>
    <w:rsid w:val="008F208F"/>
    <w:rsid w:val="00911A9B"/>
    <w:rsid w:val="009121F6"/>
    <w:rsid w:val="0091710E"/>
    <w:rsid w:val="009205C2"/>
    <w:rsid w:val="00921101"/>
    <w:rsid w:val="00930E70"/>
    <w:rsid w:val="00935119"/>
    <w:rsid w:val="00942CA0"/>
    <w:rsid w:val="00956031"/>
    <w:rsid w:val="00956375"/>
    <w:rsid w:val="00982084"/>
    <w:rsid w:val="00982670"/>
    <w:rsid w:val="00990381"/>
    <w:rsid w:val="00995963"/>
    <w:rsid w:val="009A09E9"/>
    <w:rsid w:val="009B61EB"/>
    <w:rsid w:val="009C2064"/>
    <w:rsid w:val="009C47BD"/>
    <w:rsid w:val="009D1697"/>
    <w:rsid w:val="009D3802"/>
    <w:rsid w:val="009E02BE"/>
    <w:rsid w:val="009E6E2A"/>
    <w:rsid w:val="009F3A46"/>
    <w:rsid w:val="009F6520"/>
    <w:rsid w:val="009F669A"/>
    <w:rsid w:val="009F7078"/>
    <w:rsid w:val="00A00F6B"/>
    <w:rsid w:val="00A014F8"/>
    <w:rsid w:val="00A15424"/>
    <w:rsid w:val="00A21847"/>
    <w:rsid w:val="00A25019"/>
    <w:rsid w:val="00A275E5"/>
    <w:rsid w:val="00A302B7"/>
    <w:rsid w:val="00A35E7D"/>
    <w:rsid w:val="00A5173C"/>
    <w:rsid w:val="00A61AEF"/>
    <w:rsid w:val="00A66721"/>
    <w:rsid w:val="00A85BD7"/>
    <w:rsid w:val="00A90113"/>
    <w:rsid w:val="00A91C87"/>
    <w:rsid w:val="00A94C1D"/>
    <w:rsid w:val="00AB7146"/>
    <w:rsid w:val="00AB7603"/>
    <w:rsid w:val="00AB7B48"/>
    <w:rsid w:val="00AC050C"/>
    <w:rsid w:val="00AC647B"/>
    <w:rsid w:val="00AD2345"/>
    <w:rsid w:val="00AD3E83"/>
    <w:rsid w:val="00AD6BD2"/>
    <w:rsid w:val="00AF173A"/>
    <w:rsid w:val="00AF674A"/>
    <w:rsid w:val="00B066A4"/>
    <w:rsid w:val="00B07A13"/>
    <w:rsid w:val="00B129F2"/>
    <w:rsid w:val="00B149A5"/>
    <w:rsid w:val="00B318FA"/>
    <w:rsid w:val="00B32E31"/>
    <w:rsid w:val="00B40D90"/>
    <w:rsid w:val="00B4279B"/>
    <w:rsid w:val="00B450E2"/>
    <w:rsid w:val="00B45FC9"/>
    <w:rsid w:val="00B6624A"/>
    <w:rsid w:val="00B706F1"/>
    <w:rsid w:val="00B76F35"/>
    <w:rsid w:val="00B81138"/>
    <w:rsid w:val="00B825F5"/>
    <w:rsid w:val="00B913DF"/>
    <w:rsid w:val="00BA2FD2"/>
    <w:rsid w:val="00BC18EB"/>
    <w:rsid w:val="00BC7CCF"/>
    <w:rsid w:val="00BE470B"/>
    <w:rsid w:val="00C04450"/>
    <w:rsid w:val="00C1718D"/>
    <w:rsid w:val="00C21D35"/>
    <w:rsid w:val="00C37D53"/>
    <w:rsid w:val="00C55452"/>
    <w:rsid w:val="00C57677"/>
    <w:rsid w:val="00C57A91"/>
    <w:rsid w:val="00C57F53"/>
    <w:rsid w:val="00C62C6F"/>
    <w:rsid w:val="00C66A4E"/>
    <w:rsid w:val="00C67451"/>
    <w:rsid w:val="00C70A65"/>
    <w:rsid w:val="00C7145F"/>
    <w:rsid w:val="00C72392"/>
    <w:rsid w:val="00C7273A"/>
    <w:rsid w:val="00C7585F"/>
    <w:rsid w:val="00C77B19"/>
    <w:rsid w:val="00C82158"/>
    <w:rsid w:val="00C872C6"/>
    <w:rsid w:val="00C95699"/>
    <w:rsid w:val="00CA5175"/>
    <w:rsid w:val="00CB4A4A"/>
    <w:rsid w:val="00CC01C2"/>
    <w:rsid w:val="00CC447E"/>
    <w:rsid w:val="00CC5270"/>
    <w:rsid w:val="00CD3EF7"/>
    <w:rsid w:val="00CF1A79"/>
    <w:rsid w:val="00CF21F2"/>
    <w:rsid w:val="00D02712"/>
    <w:rsid w:val="00D0305F"/>
    <w:rsid w:val="00D046A7"/>
    <w:rsid w:val="00D12C8F"/>
    <w:rsid w:val="00D16653"/>
    <w:rsid w:val="00D214D0"/>
    <w:rsid w:val="00D2780B"/>
    <w:rsid w:val="00D40EA3"/>
    <w:rsid w:val="00D51760"/>
    <w:rsid w:val="00D5631F"/>
    <w:rsid w:val="00D6546B"/>
    <w:rsid w:val="00D70A9D"/>
    <w:rsid w:val="00D75167"/>
    <w:rsid w:val="00D82243"/>
    <w:rsid w:val="00D856FD"/>
    <w:rsid w:val="00D85730"/>
    <w:rsid w:val="00DA3ABF"/>
    <w:rsid w:val="00DB0743"/>
    <w:rsid w:val="00DB074F"/>
    <w:rsid w:val="00DB178B"/>
    <w:rsid w:val="00DB4679"/>
    <w:rsid w:val="00DB5DC4"/>
    <w:rsid w:val="00DB6D7D"/>
    <w:rsid w:val="00DC17D3"/>
    <w:rsid w:val="00DD0170"/>
    <w:rsid w:val="00DD4138"/>
    <w:rsid w:val="00DD4A50"/>
    <w:rsid w:val="00DD4BED"/>
    <w:rsid w:val="00DE0FD4"/>
    <w:rsid w:val="00DE222F"/>
    <w:rsid w:val="00DE3424"/>
    <w:rsid w:val="00DE39F0"/>
    <w:rsid w:val="00DF0AF3"/>
    <w:rsid w:val="00DF7E9F"/>
    <w:rsid w:val="00E01AA0"/>
    <w:rsid w:val="00E25EDA"/>
    <w:rsid w:val="00E27D7E"/>
    <w:rsid w:val="00E37D2F"/>
    <w:rsid w:val="00E42E13"/>
    <w:rsid w:val="00E56D5C"/>
    <w:rsid w:val="00E6257C"/>
    <w:rsid w:val="00E63C59"/>
    <w:rsid w:val="00E70020"/>
    <w:rsid w:val="00E75ABB"/>
    <w:rsid w:val="00E877BE"/>
    <w:rsid w:val="00E96C1F"/>
    <w:rsid w:val="00EA4368"/>
    <w:rsid w:val="00EA6F6C"/>
    <w:rsid w:val="00EB647C"/>
    <w:rsid w:val="00EC13BF"/>
    <w:rsid w:val="00EC5E39"/>
    <w:rsid w:val="00EC7F46"/>
    <w:rsid w:val="00ED3CD8"/>
    <w:rsid w:val="00F11312"/>
    <w:rsid w:val="00F16827"/>
    <w:rsid w:val="00F24A65"/>
    <w:rsid w:val="00F24D54"/>
    <w:rsid w:val="00F25662"/>
    <w:rsid w:val="00F67A20"/>
    <w:rsid w:val="00F74312"/>
    <w:rsid w:val="00F743C6"/>
    <w:rsid w:val="00F76AA3"/>
    <w:rsid w:val="00F8101C"/>
    <w:rsid w:val="00F834F7"/>
    <w:rsid w:val="00FA124A"/>
    <w:rsid w:val="00FB4EB8"/>
    <w:rsid w:val="00FB7630"/>
    <w:rsid w:val="00FB7BED"/>
    <w:rsid w:val="00FC08DD"/>
    <w:rsid w:val="00FC2275"/>
    <w:rsid w:val="00FC2316"/>
    <w:rsid w:val="00FC2CFD"/>
    <w:rsid w:val="00FD2624"/>
    <w:rsid w:val="00FD5ADE"/>
    <w:rsid w:val="00FF3793"/>
    <w:rsid w:val="00FF4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E2DAF44"/>
  <w15:docId w15:val="{081FE38A-CE26-4902-AE33-D98EEDCE7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70A6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8F208F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8F208F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8F208F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8F208F"/>
    <w:pPr>
      <w:outlineLvl w:val="3"/>
    </w:pPr>
  </w:style>
  <w:style w:type="paragraph" w:styleId="Heading5">
    <w:name w:val="heading 5"/>
    <w:basedOn w:val="Heading4"/>
    <w:next w:val="Normal"/>
    <w:qFormat/>
    <w:rsid w:val="008F208F"/>
    <w:pPr>
      <w:outlineLvl w:val="4"/>
    </w:pPr>
  </w:style>
  <w:style w:type="paragraph" w:styleId="Heading6">
    <w:name w:val="heading 6"/>
    <w:basedOn w:val="Heading4"/>
    <w:next w:val="Normal"/>
    <w:qFormat/>
    <w:rsid w:val="008F208F"/>
    <w:pPr>
      <w:outlineLvl w:val="5"/>
    </w:pPr>
  </w:style>
  <w:style w:type="paragraph" w:styleId="Heading7">
    <w:name w:val="heading 7"/>
    <w:basedOn w:val="Heading6"/>
    <w:next w:val="Normal"/>
    <w:qFormat/>
    <w:rsid w:val="008F208F"/>
    <w:pPr>
      <w:outlineLvl w:val="6"/>
    </w:pPr>
  </w:style>
  <w:style w:type="paragraph" w:styleId="Heading8">
    <w:name w:val="heading 8"/>
    <w:basedOn w:val="Heading6"/>
    <w:next w:val="Normal"/>
    <w:qFormat/>
    <w:rsid w:val="008F208F"/>
    <w:pPr>
      <w:outlineLvl w:val="7"/>
    </w:pPr>
  </w:style>
  <w:style w:type="paragraph" w:styleId="Heading9">
    <w:name w:val="heading 9"/>
    <w:basedOn w:val="Heading6"/>
    <w:next w:val="Normal"/>
    <w:qFormat/>
    <w:rsid w:val="008F208F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link w:val="NormalaftertitleChar"/>
    <w:uiPriority w:val="99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8F208F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8F208F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link w:val="CallChar"/>
    <w:uiPriority w:val="99"/>
    <w:rsid w:val="008F208F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8F208F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8F208F"/>
  </w:style>
  <w:style w:type="character" w:styleId="EndnoteReference">
    <w:name w:val="endnote reference"/>
    <w:basedOn w:val="DefaultParagraphFont"/>
    <w:rsid w:val="008F208F"/>
    <w:rPr>
      <w:vertAlign w:val="superscript"/>
    </w:rPr>
  </w:style>
  <w:style w:type="paragraph" w:customStyle="1" w:styleId="enumlev1">
    <w:name w:val="enumlev1"/>
    <w:basedOn w:val="Normal"/>
    <w:rsid w:val="008F208F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8F208F"/>
    <w:pPr>
      <w:ind w:left="1871" w:hanging="737"/>
    </w:pPr>
  </w:style>
  <w:style w:type="paragraph" w:customStyle="1" w:styleId="enumlev3">
    <w:name w:val="enumlev3"/>
    <w:basedOn w:val="enumlev2"/>
    <w:rsid w:val="008F208F"/>
    <w:pPr>
      <w:ind w:left="2268" w:hanging="397"/>
    </w:pPr>
  </w:style>
  <w:style w:type="paragraph" w:customStyle="1" w:styleId="Equation">
    <w:name w:val="Equation"/>
    <w:basedOn w:val="Normal"/>
    <w:rsid w:val="008F208F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8F208F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8F208F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qFormat/>
    <w:rsid w:val="008F20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8F208F"/>
    <w:pPr>
      <w:keepNext w:val="0"/>
    </w:pPr>
  </w:style>
  <w:style w:type="paragraph" w:styleId="Footer">
    <w:name w:val="footer"/>
    <w:basedOn w:val="Normal"/>
    <w:link w:val="FooterChar"/>
    <w:rsid w:val="008F208F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8F208F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8F208F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8F208F"/>
    <w:pPr>
      <w:keepLines/>
      <w:tabs>
        <w:tab w:val="left" w:pos="255"/>
      </w:tabs>
    </w:pPr>
  </w:style>
  <w:style w:type="paragraph" w:customStyle="1" w:styleId="Note">
    <w:name w:val="Note"/>
    <w:basedOn w:val="Normal"/>
    <w:next w:val="Normal"/>
    <w:rsid w:val="008F208F"/>
    <w:pPr>
      <w:tabs>
        <w:tab w:val="left" w:pos="284"/>
      </w:tabs>
      <w:spacing w:before="80"/>
    </w:pPr>
  </w:style>
  <w:style w:type="paragraph" w:styleId="Header">
    <w:name w:val="header"/>
    <w:basedOn w:val="Normal"/>
    <w:link w:val="HeaderChar"/>
    <w:rsid w:val="008F208F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Normal"/>
    <w:rsid w:val="008F208F"/>
  </w:style>
  <w:style w:type="paragraph" w:customStyle="1" w:styleId="Partref">
    <w:name w:val="Part_ref"/>
    <w:basedOn w:val="Annexref"/>
    <w:next w:val="Normal"/>
    <w:rsid w:val="008F208F"/>
  </w:style>
  <w:style w:type="paragraph" w:customStyle="1" w:styleId="Parttitle">
    <w:name w:val="Part_title"/>
    <w:basedOn w:val="Annextitle"/>
    <w:next w:val="Normalaftertitle0"/>
    <w:rsid w:val="008F208F"/>
  </w:style>
  <w:style w:type="paragraph" w:customStyle="1" w:styleId="RecNo">
    <w:name w:val="Rec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link w:val="RectitleChar"/>
    <w:rsid w:val="008F208F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8F208F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Normal"/>
    <w:rsid w:val="008F208F"/>
  </w:style>
  <w:style w:type="paragraph" w:customStyle="1" w:styleId="Restitle">
    <w:name w:val="Res_title"/>
    <w:basedOn w:val="Rectitle"/>
    <w:next w:val="Normal"/>
    <w:rsid w:val="008F208F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Normal"/>
    <w:rsid w:val="008F208F"/>
  </w:style>
  <w:style w:type="paragraph" w:customStyle="1" w:styleId="Sectiontitle">
    <w:name w:val="Section_title"/>
    <w:basedOn w:val="Annextitle"/>
    <w:next w:val="Normalaftertitle0"/>
    <w:rsid w:val="008F208F"/>
  </w:style>
  <w:style w:type="paragraph" w:customStyle="1" w:styleId="Source">
    <w:name w:val="Source"/>
    <w:basedOn w:val="Normal"/>
    <w:next w:val="Normal"/>
    <w:rsid w:val="008F208F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8F208F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link w:val="TableheadChar"/>
    <w:qFormat/>
    <w:rsid w:val="008F208F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8F208F"/>
    <w:rPr>
      <w:sz w:val="20"/>
    </w:rPr>
  </w:style>
  <w:style w:type="paragraph" w:customStyle="1" w:styleId="TableNo">
    <w:name w:val="Table_No"/>
    <w:basedOn w:val="Normal"/>
    <w:next w:val="Normal"/>
    <w:link w:val="TableNoChar"/>
    <w:qFormat/>
    <w:rsid w:val="008F208F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link w:val="TabletitleChar"/>
    <w:rsid w:val="008F20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rsid w:val="008F208F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rsid w:val="008F20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8F20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8F20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8F208F"/>
    <w:rPr>
      <w:b/>
    </w:rPr>
  </w:style>
  <w:style w:type="paragraph" w:customStyle="1" w:styleId="toc0">
    <w:name w:val="toc 0"/>
    <w:basedOn w:val="Normal"/>
    <w:next w:val="TOC1"/>
    <w:rsid w:val="008F208F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8F20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8F208F"/>
    <w:pPr>
      <w:spacing w:before="120"/>
    </w:pPr>
  </w:style>
  <w:style w:type="paragraph" w:styleId="TOC3">
    <w:name w:val="toc 3"/>
    <w:basedOn w:val="TOC2"/>
    <w:rsid w:val="008F208F"/>
  </w:style>
  <w:style w:type="paragraph" w:styleId="TOC4">
    <w:name w:val="toc 4"/>
    <w:basedOn w:val="TOC3"/>
    <w:rsid w:val="008F208F"/>
  </w:style>
  <w:style w:type="paragraph" w:styleId="TOC5">
    <w:name w:val="toc 5"/>
    <w:basedOn w:val="TOC4"/>
    <w:rsid w:val="008F208F"/>
  </w:style>
  <w:style w:type="paragraph" w:styleId="TOC6">
    <w:name w:val="toc 6"/>
    <w:basedOn w:val="TOC4"/>
    <w:rsid w:val="008F208F"/>
  </w:style>
  <w:style w:type="paragraph" w:styleId="TOC7">
    <w:name w:val="toc 7"/>
    <w:basedOn w:val="TOC4"/>
    <w:rsid w:val="008F208F"/>
  </w:style>
  <w:style w:type="paragraph" w:styleId="TOC8">
    <w:name w:val="toc 8"/>
    <w:basedOn w:val="TOC4"/>
    <w:rsid w:val="008F208F"/>
  </w:style>
  <w:style w:type="character" w:customStyle="1" w:styleId="Appdef">
    <w:name w:val="App_def"/>
    <w:basedOn w:val="DefaultParagraphFont"/>
    <w:rsid w:val="008F208F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8F208F"/>
  </w:style>
  <w:style w:type="character" w:customStyle="1" w:styleId="Artdef">
    <w:name w:val="Art_def"/>
    <w:basedOn w:val="DefaultParagraphFont"/>
    <w:rsid w:val="008F208F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8F208F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8F208F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8F208F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8F208F"/>
    <w:rPr>
      <w:b w:val="0"/>
      <w:i/>
    </w:rPr>
  </w:style>
  <w:style w:type="paragraph" w:customStyle="1" w:styleId="Headingi">
    <w:name w:val="Heading_i"/>
    <w:basedOn w:val="Normal"/>
    <w:next w:val="Normal"/>
    <w:qFormat/>
    <w:rsid w:val="008F208F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link w:val="HeadingbChar"/>
    <w:qFormat/>
    <w:rsid w:val="008F208F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Figure">
    <w:name w:val="Figure"/>
    <w:basedOn w:val="Normal"/>
    <w:next w:val="Normal"/>
    <w:rsid w:val="008F208F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Normal"/>
    <w:next w:val="Normal"/>
    <w:rsid w:val="008F208F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rsid w:val="008F208F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8F208F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8F208F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8F208F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8F208F"/>
  </w:style>
  <w:style w:type="paragraph" w:customStyle="1" w:styleId="Appendixref">
    <w:name w:val="Appendix_ref"/>
    <w:basedOn w:val="Annexref"/>
    <w:next w:val="Annextitle"/>
    <w:rsid w:val="008F208F"/>
  </w:style>
  <w:style w:type="paragraph" w:customStyle="1" w:styleId="Appendixtitle">
    <w:name w:val="Appendix_title"/>
    <w:basedOn w:val="Annextitle"/>
    <w:next w:val="Normal"/>
    <w:rsid w:val="008F208F"/>
  </w:style>
  <w:style w:type="paragraph" w:customStyle="1" w:styleId="Border">
    <w:name w:val="Border"/>
    <w:basedOn w:val="Normal"/>
    <w:rsid w:val="008F208F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NormalIndent">
    <w:name w:val="Normal Indent"/>
    <w:basedOn w:val="Normal"/>
    <w:rsid w:val="008F208F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8F208F"/>
    <w:pPr>
      <w:spacing w:before="280"/>
    </w:pPr>
  </w:style>
  <w:style w:type="paragraph" w:customStyle="1" w:styleId="Proposal">
    <w:name w:val="Proposal"/>
    <w:basedOn w:val="Normal"/>
    <w:next w:val="Normal"/>
    <w:rsid w:val="008F208F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qFormat/>
    <w:rsid w:val="008F208F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8F208F"/>
    <w:rPr>
      <w:b w:val="0"/>
    </w:rPr>
  </w:style>
  <w:style w:type="paragraph" w:customStyle="1" w:styleId="TableTextS5">
    <w:name w:val="Table_TextS5"/>
    <w:basedOn w:val="Normal"/>
    <w:rsid w:val="003C697E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paragraph" w:customStyle="1" w:styleId="Agendaitem">
    <w:name w:val="Agenda_item"/>
    <w:basedOn w:val="Normal"/>
    <w:next w:val="Normal"/>
    <w:qFormat/>
    <w:rsid w:val="008F208F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ppArtNo">
    <w:name w:val="App_Art_No"/>
    <w:basedOn w:val="ArtNo"/>
    <w:qFormat/>
    <w:rsid w:val="008F208F"/>
  </w:style>
  <w:style w:type="paragraph" w:customStyle="1" w:styleId="AppArttitle">
    <w:name w:val="App_Art_title"/>
    <w:basedOn w:val="Arttitle"/>
    <w:qFormat/>
    <w:rsid w:val="008F208F"/>
  </w:style>
  <w:style w:type="paragraph" w:customStyle="1" w:styleId="ApptoAnnex">
    <w:name w:val="App_to_Annex"/>
    <w:basedOn w:val="AppendixNo"/>
    <w:next w:val="Normal"/>
    <w:qFormat/>
    <w:rsid w:val="008F208F"/>
  </w:style>
  <w:style w:type="paragraph" w:customStyle="1" w:styleId="Committee">
    <w:name w:val="Committee"/>
    <w:basedOn w:val="Normal"/>
    <w:qFormat/>
    <w:rsid w:val="008F208F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character" w:customStyle="1" w:styleId="FooterChar">
    <w:name w:val="Footer Char"/>
    <w:basedOn w:val="DefaultParagraphFont"/>
    <w:link w:val="Footer"/>
    <w:rsid w:val="008F208F"/>
    <w:rPr>
      <w:rFonts w:ascii="Times New Roman" w:hAnsi="Times New Roman"/>
      <w:caps/>
      <w:noProof/>
      <w:sz w:val="16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8F208F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basedOn w:val="DefaultParagraphFont"/>
    <w:link w:val="Header"/>
    <w:rsid w:val="008F208F"/>
    <w:rPr>
      <w:rFonts w:ascii="Times New Roman" w:hAnsi="Times New Roman"/>
      <w:sz w:val="18"/>
      <w:lang w:val="en-GB" w:eastAsia="en-US"/>
    </w:rPr>
  </w:style>
  <w:style w:type="paragraph" w:customStyle="1" w:styleId="Normalend">
    <w:name w:val="Normal_end"/>
    <w:basedOn w:val="Normal"/>
    <w:next w:val="Normal"/>
    <w:qFormat/>
    <w:rsid w:val="008F208F"/>
    <w:rPr>
      <w:lang w:val="en-US"/>
    </w:rPr>
  </w:style>
  <w:style w:type="paragraph" w:customStyle="1" w:styleId="Part1">
    <w:name w:val="Part_1"/>
    <w:basedOn w:val="Section1"/>
    <w:next w:val="Section1"/>
    <w:qFormat/>
    <w:rsid w:val="008F208F"/>
  </w:style>
  <w:style w:type="paragraph" w:customStyle="1" w:styleId="Subsection1">
    <w:name w:val="Subsection_1"/>
    <w:basedOn w:val="Section1"/>
    <w:next w:val="Normalaftertitle0"/>
    <w:qFormat/>
    <w:rsid w:val="008F208F"/>
  </w:style>
  <w:style w:type="paragraph" w:customStyle="1" w:styleId="Volumetitle">
    <w:name w:val="Volume_title"/>
    <w:basedOn w:val="Normal"/>
    <w:qFormat/>
    <w:rsid w:val="008F208F"/>
    <w:pPr>
      <w:jc w:val="center"/>
    </w:pPr>
    <w:rPr>
      <w:b/>
      <w:bCs/>
      <w:sz w:val="28"/>
      <w:szCs w:val="28"/>
    </w:rPr>
  </w:style>
  <w:style w:type="paragraph" w:customStyle="1" w:styleId="Headingsplit">
    <w:name w:val="Heading_split"/>
    <w:basedOn w:val="Headingi"/>
    <w:qFormat/>
    <w:rsid w:val="008C2302"/>
    <w:rPr>
      <w:lang w:val="en-US"/>
    </w:rPr>
  </w:style>
  <w:style w:type="paragraph" w:customStyle="1" w:styleId="Normalsplit">
    <w:name w:val="Normal_split"/>
    <w:basedOn w:val="Normal"/>
    <w:qFormat/>
    <w:rsid w:val="008C2302"/>
  </w:style>
  <w:style w:type="character" w:customStyle="1" w:styleId="Provsplit">
    <w:name w:val="Prov_split"/>
    <w:basedOn w:val="DefaultParagraphFont"/>
    <w:qFormat/>
    <w:rsid w:val="008C2302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8C2302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paragraph" w:customStyle="1" w:styleId="Methodheading1">
    <w:name w:val="Method_heading1"/>
    <w:basedOn w:val="Heading1"/>
    <w:next w:val="Normal"/>
    <w:qFormat/>
    <w:rsid w:val="005B0D29"/>
  </w:style>
  <w:style w:type="paragraph" w:customStyle="1" w:styleId="Methodheading2">
    <w:name w:val="Method_heading2"/>
    <w:basedOn w:val="Heading2"/>
    <w:next w:val="Normal"/>
    <w:qFormat/>
    <w:rsid w:val="005B0D29"/>
  </w:style>
  <w:style w:type="paragraph" w:customStyle="1" w:styleId="Methodheading3">
    <w:name w:val="Method_heading3"/>
    <w:basedOn w:val="Heading3"/>
    <w:next w:val="Normal"/>
    <w:qFormat/>
    <w:rsid w:val="005B0D29"/>
  </w:style>
  <w:style w:type="paragraph" w:customStyle="1" w:styleId="Methodheading4">
    <w:name w:val="Method_heading4"/>
    <w:basedOn w:val="Heading4"/>
    <w:next w:val="Normal"/>
    <w:qFormat/>
    <w:rsid w:val="005B0D29"/>
  </w:style>
  <w:style w:type="paragraph" w:customStyle="1" w:styleId="MethodHeadingb">
    <w:name w:val="Method_Headingb"/>
    <w:basedOn w:val="Headingb"/>
    <w:qFormat/>
    <w:rsid w:val="005B0D29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</w:style>
  <w:style w:type="paragraph" w:styleId="BalloonText">
    <w:name w:val="Balloon Text"/>
    <w:basedOn w:val="Normal"/>
    <w:link w:val="BalloonTextChar"/>
    <w:semiHidden/>
    <w:unhideWhenUsed/>
    <w:rsid w:val="00E96C1F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96C1F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nhideWhenUsed/>
    <w:rsid w:val="003501DA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01DA"/>
    <w:rPr>
      <w:color w:val="605E5C"/>
      <w:shd w:val="clear" w:color="auto" w:fill="E1DFDD"/>
    </w:rPr>
  </w:style>
  <w:style w:type="character" w:customStyle="1" w:styleId="RectitleChar">
    <w:name w:val="Rec_title Char"/>
    <w:link w:val="Rectitle"/>
    <w:locked/>
    <w:rsid w:val="005A5715"/>
    <w:rPr>
      <w:rFonts w:ascii="Times New Roman Bold" w:hAnsi="Times New Roman Bold"/>
      <w:b/>
      <w:sz w:val="28"/>
      <w:lang w:val="en-GB" w:eastAsia="en-US"/>
    </w:rPr>
  </w:style>
  <w:style w:type="character" w:customStyle="1" w:styleId="HeadingbChar">
    <w:name w:val="Heading_b Char"/>
    <w:basedOn w:val="DefaultParagraphFont"/>
    <w:link w:val="Headingb"/>
    <w:qFormat/>
    <w:locked/>
    <w:rsid w:val="00D40EA3"/>
    <w:rPr>
      <w:rFonts w:ascii="Times New Roman Bold" w:hAnsi="Times New Roman Bold" w:cs="Times New Roman Bold"/>
      <w:b/>
      <w:sz w:val="24"/>
      <w:lang w:val="fr-CH" w:eastAsia="en-US"/>
    </w:rPr>
  </w:style>
  <w:style w:type="table" w:styleId="TableGrid">
    <w:name w:val="Table Grid"/>
    <w:basedOn w:val="TableNormal"/>
    <w:uiPriority w:val="59"/>
    <w:rsid w:val="00D40EA3"/>
    <w:rPr>
      <w:rFonts w:asciiTheme="minorHAnsi" w:eastAsiaTheme="minorEastAsia" w:hAnsiTheme="minorHAnsi" w:cstheme="minorBidi"/>
      <w:sz w:val="22"/>
      <w:szCs w:val="22"/>
      <w:lang w:val="en-GB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aftertitleChar">
    <w:name w:val="Normal_after_title Char"/>
    <w:basedOn w:val="DefaultParagraphFont"/>
    <w:link w:val="Normalaftertitle"/>
    <w:uiPriority w:val="99"/>
    <w:locked/>
    <w:rsid w:val="00D40EA3"/>
    <w:rPr>
      <w:rFonts w:ascii="Times New Roman" w:hAnsi="Times New Roman"/>
      <w:sz w:val="24"/>
      <w:lang w:val="en-GB" w:eastAsia="en-US"/>
    </w:rPr>
  </w:style>
  <w:style w:type="character" w:customStyle="1" w:styleId="TabletextChar">
    <w:name w:val="Table_text Char"/>
    <w:link w:val="Tabletext"/>
    <w:locked/>
    <w:rsid w:val="00D40EA3"/>
    <w:rPr>
      <w:rFonts w:ascii="Times New Roman" w:hAnsi="Times New Roman"/>
      <w:lang w:val="en-GB" w:eastAsia="en-US"/>
    </w:rPr>
  </w:style>
  <w:style w:type="character" w:customStyle="1" w:styleId="TableheadChar">
    <w:name w:val="Table_head Char"/>
    <w:link w:val="Tablehead"/>
    <w:locked/>
    <w:rsid w:val="00D40EA3"/>
    <w:rPr>
      <w:rFonts w:ascii="Times New Roman Bold" w:hAnsi="Times New Roman Bold" w:cs="Times New Roman Bold"/>
      <w:b/>
      <w:lang w:val="en-GB" w:eastAsia="en-US"/>
    </w:rPr>
  </w:style>
  <w:style w:type="character" w:customStyle="1" w:styleId="CallChar">
    <w:name w:val="Call Char"/>
    <w:basedOn w:val="DefaultParagraphFont"/>
    <w:link w:val="Call"/>
    <w:uiPriority w:val="99"/>
    <w:locked/>
    <w:rsid w:val="00D40EA3"/>
    <w:rPr>
      <w:rFonts w:ascii="Times New Roman" w:hAnsi="Times New Roman"/>
      <w:i/>
      <w:sz w:val="24"/>
      <w:lang w:val="en-GB" w:eastAsia="en-US"/>
    </w:rPr>
  </w:style>
  <w:style w:type="character" w:customStyle="1" w:styleId="TabletitleChar">
    <w:name w:val="Table_title Char"/>
    <w:link w:val="Tabletitle"/>
    <w:locked/>
    <w:rsid w:val="00D40EA3"/>
    <w:rPr>
      <w:rFonts w:ascii="Times New Roman Bold" w:hAnsi="Times New Roman Bold"/>
      <w:b/>
      <w:lang w:val="en-GB" w:eastAsia="en-US"/>
    </w:rPr>
  </w:style>
  <w:style w:type="character" w:customStyle="1" w:styleId="TableNoChar">
    <w:name w:val="Table_No Char"/>
    <w:link w:val="TableNo"/>
    <w:locked/>
    <w:rsid w:val="00D40EA3"/>
    <w:rPr>
      <w:rFonts w:ascii="Times New Roman" w:hAnsi="Times New Roman"/>
      <w:caps/>
      <w:lang w:val="en-GB" w:eastAsia="en-US"/>
    </w:rPr>
  </w:style>
  <w:style w:type="paragraph" w:customStyle="1" w:styleId="HeadingSum">
    <w:name w:val="Heading_Sum"/>
    <w:basedOn w:val="Headingb"/>
    <w:next w:val="Normal"/>
    <w:rsid w:val="00D40EA3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240"/>
      <w:jc w:val="both"/>
    </w:pPr>
    <w:rPr>
      <w:rFonts w:ascii="Times New Roman" w:eastAsia="Batang" w:hAnsi="Times New Roman" w:cs="Times New Roman"/>
      <w:sz w:val="22"/>
      <w:lang w:val="es-ES_tradnl"/>
    </w:rPr>
  </w:style>
  <w:style w:type="paragraph" w:customStyle="1" w:styleId="Summary">
    <w:name w:val="Summary"/>
    <w:basedOn w:val="Normal"/>
    <w:next w:val="Normalaftertitle"/>
    <w:rsid w:val="00D40EA3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after="480"/>
      <w:jc w:val="both"/>
    </w:pPr>
    <w:rPr>
      <w:rFonts w:eastAsia="Batang"/>
      <w:sz w:val="22"/>
      <w:lang w:val="es-ES_tradnl"/>
    </w:rPr>
  </w:style>
  <w:style w:type="paragraph" w:customStyle="1" w:styleId="EditorsNote">
    <w:name w:val="EditorsNote"/>
    <w:basedOn w:val="Normal"/>
    <w:rsid w:val="00D40EA3"/>
    <w:pPr>
      <w:spacing w:before="240" w:after="240"/>
    </w:pPr>
    <w:rPr>
      <w:i/>
      <w:lang w:val="en-US"/>
    </w:rPr>
  </w:style>
  <w:style w:type="paragraph" w:customStyle="1" w:styleId="xreasons">
    <w:name w:val="x_reasons"/>
    <w:basedOn w:val="Normal"/>
    <w:rsid w:val="00433938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alibri" w:eastAsiaTheme="minorHAnsi" w:hAnsi="Calibri" w:cs="Calibri"/>
      <w:sz w:val="22"/>
      <w:szCs w:val="22"/>
      <w:lang w:val="en-US"/>
    </w:rPr>
  </w:style>
  <w:style w:type="character" w:customStyle="1" w:styleId="apple-converted-space">
    <w:name w:val="apple-converted-space"/>
    <w:basedOn w:val="DefaultParagraphFont"/>
    <w:rsid w:val="00433938"/>
  </w:style>
  <w:style w:type="paragraph" w:styleId="Revision">
    <w:name w:val="Revision"/>
    <w:hidden/>
    <w:uiPriority w:val="99"/>
    <w:semiHidden/>
    <w:rsid w:val="006B792D"/>
    <w:rPr>
      <w:rFonts w:ascii="Times New Roman" w:hAnsi="Times New Roman"/>
      <w:sz w:val="24"/>
      <w:lang w:val="en-GB" w:eastAsia="en-US"/>
    </w:rPr>
  </w:style>
  <w:style w:type="paragraph" w:customStyle="1" w:styleId="TabletitleBR">
    <w:name w:val="Table_title_BR"/>
    <w:basedOn w:val="Normal"/>
    <w:next w:val="Normal"/>
    <w:qFormat/>
    <w:rsid w:val="006B792D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 w:after="120" w:line="259" w:lineRule="auto"/>
      <w:jc w:val="center"/>
    </w:pPr>
    <w:rPr>
      <w:b/>
      <w:lang w:val="en-US"/>
    </w:rPr>
  </w:style>
  <w:style w:type="character" w:styleId="CommentReference">
    <w:name w:val="annotation reference"/>
    <w:basedOn w:val="DefaultParagraphFont"/>
    <w:semiHidden/>
    <w:unhideWhenUsed/>
    <w:rsid w:val="00615127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615127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615127"/>
    <w:rPr>
      <w:rFonts w:ascii="Times New Roman" w:hAnsi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151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15127"/>
    <w:rPr>
      <w:rFonts w:ascii="Times New Roman" w:hAnsi="Times New Roman"/>
      <w:b/>
      <w:bCs/>
      <w:lang w:val="en-GB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755E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35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rton\AppData\Roaming\Microsoft\Templates\PE_B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1A53B71480AE42AE678B59F40B15DC" ma:contentTypeVersion="2" ma:contentTypeDescription="Create a new document." ma:contentTypeScope="" ma:versionID="c5db5772bbe51b4ed71facfb0fc8044f">
  <xsd:schema xmlns:xsd="http://www.w3.org/2001/XMLSchema" xmlns:xs="http://www.w3.org/2001/XMLSchema" xmlns:p="http://schemas.microsoft.com/office/2006/metadata/properties" xmlns:ns2="4c6a61cb-1973-4fc6-92ae-f4d7a4471404" xmlns:ns3="cd94094f-f939-4651-8b7e-b6783c98b74a" targetNamespace="http://schemas.microsoft.com/office/2006/metadata/properties" ma:root="true" ma:fieldsID="b793b1202f41b3b84eab09f40f5e25e8" ns2:_="" ns3:_="">
    <xsd:import namespace="4c6a61cb-1973-4fc6-92ae-f4d7a4471404"/>
    <xsd:import namespace="cd94094f-f939-4651-8b7e-b6783c98b74a"/>
    <xsd:element name="properties">
      <xsd:complexType>
        <xsd:sequence>
          <xsd:element name="documentManagement">
            <xsd:complexType>
              <xsd:all>
                <xsd:element ref="ns2:Comments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6a61cb-1973-4fc6-92ae-f4d7a4471404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Comments" ma:internalName="Comment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94094f-f939-4651-8b7e-b6783c98b74a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s xmlns="4c6a61cb-1973-4fc6-92ae-f4d7a4471404" xsi:nil="true"/>
  </documentManagement>
</p:properties>
</file>

<file path=customXml/itemProps1.xml><?xml version="1.0" encoding="utf-8"?>
<ds:datastoreItem xmlns:ds="http://schemas.openxmlformats.org/officeDocument/2006/customXml" ds:itemID="{E722B98C-AE6F-4CA8-8745-C1DD218CDC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5A7068-C2FD-4B88-8293-EEBB87A3981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9D973D-D782-4552-9FE2-4FD3F1B062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6a61cb-1973-4fc6-92ae-f4d7a4471404"/>
    <ds:schemaRef ds:uri="cd94094f-f939-4651-8b7e-b6783c98b7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D90AE03-0FD9-4F65-82E7-7DDBEB2AA4BF}">
  <ds:schemaRefs>
    <ds:schemaRef ds:uri="http://schemas.microsoft.com/office/2006/metadata/properties"/>
    <ds:schemaRef ds:uri="http://schemas.microsoft.com/office/infopath/2007/PartnerControls"/>
    <ds:schemaRef ds:uri="4c6a61cb-1973-4fc6-92ae-f4d7a447140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PE_BR</Template>
  <TotalTime>2</TotalTime>
  <Pages>1</Pages>
  <Words>103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ITU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ITU</dc:creator>
  <cp:lastModifiedBy>ALS</cp:lastModifiedBy>
  <cp:revision>3</cp:revision>
  <cp:lastPrinted>2008-02-21T14:04:00Z</cp:lastPrinted>
  <dcterms:created xsi:type="dcterms:W3CDTF">2023-02-06T18:32:00Z</dcterms:created>
  <dcterms:modified xsi:type="dcterms:W3CDTF">2023-02-06T18:33:00Z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Docdate">
    <vt:lpwstr/>
  </property>
  <property fmtid="{D5CDD505-2E9C-101B-9397-08002B2CF9AE}" pid="4" name="Docorlang">
    <vt:lpwstr/>
  </property>
  <property fmtid="{D5CDD505-2E9C-101B-9397-08002B2CF9AE}" pid="5" name="ContentTypeId">
    <vt:lpwstr>0x010100011A53B71480AE42AE678B59F40B15DC</vt:lpwstr>
  </property>
</Properties>
</file>