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F76DCE" w:rsidRPr="00F76DCE" w14:paraId="77D02234" w14:textId="77777777" w:rsidTr="00705A30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4E8AE224" w14:textId="77777777" w:rsidR="00F76DCE" w:rsidRPr="00F76DCE" w:rsidRDefault="00F76DCE" w:rsidP="00F76DC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F76DCE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U.S. </w:t>
            </w:r>
            <w:proofErr w:type="spellStart"/>
            <w:r w:rsidRPr="00F76DCE">
              <w:rPr>
                <w:rFonts w:ascii="Arial" w:hAnsi="Arial" w:cs="Arial"/>
                <w:b/>
                <w:spacing w:val="-3"/>
                <w:sz w:val="22"/>
                <w:szCs w:val="22"/>
              </w:rPr>
              <w:t>Radiocommunications</w:t>
            </w:r>
            <w:proofErr w:type="spellEnd"/>
            <w:r w:rsidRPr="00F76DCE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Sector</w:t>
            </w:r>
          </w:p>
          <w:p w14:paraId="4112583E" w14:textId="77777777" w:rsidR="00F76DCE" w:rsidRPr="00F76DCE" w:rsidRDefault="00F76DCE" w:rsidP="00F76DCE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F76DCE">
              <w:rPr>
                <w:rFonts w:ascii="Arial" w:hAnsi="Arial" w:cs="Arial"/>
                <w:b/>
                <w:spacing w:val="-3"/>
                <w:sz w:val="22"/>
                <w:szCs w:val="22"/>
              </w:rPr>
              <w:t>Fact Sheet</w:t>
            </w:r>
          </w:p>
        </w:tc>
      </w:tr>
      <w:tr w:rsidR="00F76DCE" w:rsidRPr="004D3958" w14:paraId="014DE13D" w14:textId="77777777" w:rsidTr="00705A30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06BD2360" w14:textId="77777777" w:rsidR="00F76DCE" w:rsidRPr="00F76DCE" w:rsidRDefault="00F76DCE" w:rsidP="00F76DCE">
            <w:pPr>
              <w:spacing w:after="120"/>
              <w:ind w:left="900" w:right="144" w:hanging="756"/>
              <w:rPr>
                <w:rFonts w:ascii="Arial" w:hAnsi="Arial"/>
              </w:rPr>
            </w:pPr>
            <w:r w:rsidRPr="00F76DCE">
              <w:rPr>
                <w:rFonts w:ascii="Arial" w:hAnsi="Arial"/>
                <w:b/>
              </w:rPr>
              <w:t>Working Party:</w:t>
            </w:r>
            <w:r w:rsidRPr="00F76DCE"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2102BE5E" w14:textId="1A69C8A6" w:rsidR="00F76DCE" w:rsidRPr="004D3958" w:rsidRDefault="00F76DCE" w:rsidP="00F76DCE">
            <w:pPr>
              <w:spacing w:after="120"/>
              <w:ind w:left="144" w:right="144"/>
              <w:rPr>
                <w:rFonts w:ascii="Arial" w:hAnsi="Arial"/>
                <w:lang w:val="es-AR"/>
              </w:rPr>
            </w:pPr>
            <w:proofErr w:type="spellStart"/>
            <w:r w:rsidRPr="004D3958">
              <w:rPr>
                <w:rFonts w:ascii="Arial" w:hAnsi="Arial"/>
                <w:b/>
                <w:lang w:val="es-AR"/>
              </w:rPr>
              <w:t>Document</w:t>
            </w:r>
            <w:proofErr w:type="spellEnd"/>
            <w:r w:rsidRPr="004D3958">
              <w:rPr>
                <w:rFonts w:ascii="Arial" w:hAnsi="Arial"/>
                <w:b/>
                <w:lang w:val="es-AR"/>
              </w:rPr>
              <w:t xml:space="preserve"> No:</w:t>
            </w:r>
            <w:r w:rsidRPr="004D3958">
              <w:rPr>
                <w:rFonts w:ascii="Arial" w:hAnsi="Arial"/>
                <w:lang w:val="es-AR"/>
              </w:rPr>
              <w:t xml:space="preserve">  USWP5B25-</w:t>
            </w:r>
            <w:r w:rsidR="004D3958" w:rsidRPr="004D3958">
              <w:rPr>
                <w:rFonts w:ascii="Arial" w:hAnsi="Arial"/>
                <w:lang w:val="es-AR"/>
              </w:rPr>
              <w:t>FD-</w:t>
            </w:r>
            <w:r w:rsidRPr="004D3958">
              <w:rPr>
                <w:rFonts w:ascii="Arial" w:hAnsi="Arial"/>
                <w:lang w:val="es-AR"/>
              </w:rPr>
              <w:t>2</w:t>
            </w:r>
            <w:r w:rsidR="00527774" w:rsidRPr="004D3958">
              <w:rPr>
                <w:rFonts w:ascii="Arial" w:hAnsi="Arial"/>
                <w:lang w:val="es-AR"/>
              </w:rPr>
              <w:t>3</w:t>
            </w:r>
            <w:bookmarkStart w:id="0" w:name="_GoBack"/>
            <w:bookmarkEnd w:id="0"/>
          </w:p>
        </w:tc>
      </w:tr>
      <w:tr w:rsidR="00F76DCE" w:rsidRPr="00F76DCE" w14:paraId="4ED4F4E0" w14:textId="77777777" w:rsidTr="00705A30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23C68068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</w:rPr>
            </w:pPr>
            <w:r w:rsidRPr="00F76DCE">
              <w:rPr>
                <w:rFonts w:ascii="Arial" w:hAnsi="Arial"/>
                <w:b/>
              </w:rPr>
              <w:t>Ref:</w:t>
            </w:r>
            <w:r w:rsidRPr="00F76DCE">
              <w:rPr>
                <w:rFonts w:ascii="Arial" w:hAnsi="Arial"/>
              </w:rPr>
              <w:t xml:space="preserve">  WRC-23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1138E5CF" w14:textId="493F94AE" w:rsidR="00F76DCE" w:rsidRPr="00F76DCE" w:rsidRDefault="00F76DCE" w:rsidP="00F76DCE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 w:rsidRPr="00F76DCE">
              <w:rPr>
                <w:rFonts w:ascii="Arial" w:hAnsi="Arial"/>
                <w:b/>
              </w:rPr>
              <w:t>Date:</w:t>
            </w:r>
            <w:r w:rsidRPr="00F76DCE">
              <w:rPr>
                <w:rFonts w:ascii="Arial" w:hAnsi="Arial"/>
              </w:rPr>
              <w:t xml:space="preserve">  September </w:t>
            </w:r>
            <w:r w:rsidR="00593D19">
              <w:rPr>
                <w:rFonts w:ascii="Arial" w:hAnsi="Arial"/>
              </w:rPr>
              <w:t>21</w:t>
            </w:r>
            <w:r w:rsidRPr="00F76DCE">
              <w:rPr>
                <w:rFonts w:ascii="Arial" w:hAnsi="Arial"/>
              </w:rPr>
              <w:t>, 2020</w:t>
            </w:r>
          </w:p>
        </w:tc>
      </w:tr>
      <w:tr w:rsidR="00F76DCE" w:rsidRPr="00F76DCE" w14:paraId="0AB69553" w14:textId="77777777" w:rsidTr="00705A30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C3202F" w14:textId="77777777" w:rsidR="00F76DCE" w:rsidRPr="00F76DCE" w:rsidRDefault="00F76DCE" w:rsidP="00F76DCE">
            <w:pPr>
              <w:tabs>
                <w:tab w:val="clear" w:pos="1134"/>
                <w:tab w:val="clear" w:pos="1871"/>
                <w:tab w:val="clear" w:pos="2268"/>
                <w:tab w:val="left" w:pos="9944"/>
              </w:tabs>
              <w:ind w:left="187"/>
              <w:rPr>
                <w:rFonts w:eastAsia="Batang"/>
                <w:lang w:val="en-US"/>
              </w:rPr>
            </w:pPr>
            <w:r w:rsidRPr="00F76DCE">
              <w:rPr>
                <w:rFonts w:ascii="Arial" w:eastAsia="Batang" w:hAnsi="Arial" w:cs="Arial"/>
                <w:b/>
                <w:bCs/>
                <w:lang w:val="en-US"/>
              </w:rPr>
              <w:t>Document Title:</w:t>
            </w:r>
            <w:r w:rsidRPr="00F76DCE">
              <w:rPr>
                <w:rFonts w:ascii="Arial" w:eastAsia="Batang" w:hAnsi="Arial" w:cs="Arial"/>
                <w:bCs/>
                <w:lang w:val="en-US"/>
              </w:rPr>
              <w:t xml:space="preserve">  WD-PDN Report ITU-R M</w:t>
            </w:r>
            <w:proofErr w:type="gramStart"/>
            <w:r w:rsidRPr="00F76DCE">
              <w:rPr>
                <w:rFonts w:ascii="Arial" w:eastAsia="Batang" w:hAnsi="Arial" w:cs="Arial"/>
                <w:bCs/>
                <w:lang w:val="en-US"/>
              </w:rPr>
              <w:t>.[</w:t>
            </w:r>
            <w:proofErr w:type="gramEnd"/>
            <w:r w:rsidRPr="00F76DCE">
              <w:rPr>
                <w:rFonts w:ascii="Arial" w:eastAsia="Batang" w:hAnsi="Arial" w:cs="Arial"/>
                <w:bCs/>
                <w:lang w:val="en-US"/>
              </w:rPr>
              <w:t>SUBORBITAL STUDIES], “</w:t>
            </w:r>
            <w:bookmarkStart w:id="1" w:name="_Hlk30064260"/>
            <w:r w:rsidRPr="00F76DCE">
              <w:rPr>
                <w:rFonts w:ascii="Arial" w:eastAsia="Batang" w:hAnsi="Arial" w:cs="Arial"/>
                <w:bCs/>
                <w:lang w:val="en-US"/>
              </w:rPr>
              <w:t xml:space="preserve">Regulatory, operational, and technical studies of </w:t>
            </w:r>
            <w:proofErr w:type="spellStart"/>
            <w:r w:rsidRPr="00F76DCE">
              <w:rPr>
                <w:rFonts w:ascii="Arial" w:eastAsia="Batang" w:hAnsi="Arial" w:cs="Arial"/>
                <w:bCs/>
                <w:lang w:val="en-US"/>
              </w:rPr>
              <w:t>radiocommunications</w:t>
            </w:r>
            <w:proofErr w:type="spellEnd"/>
            <w:r w:rsidRPr="00F76DCE">
              <w:rPr>
                <w:rFonts w:ascii="Arial" w:eastAsia="Batang" w:hAnsi="Arial" w:cs="Arial"/>
                <w:bCs/>
                <w:lang w:val="en-US"/>
              </w:rPr>
              <w:t xml:space="preserve"> for </w:t>
            </w:r>
            <w:bookmarkEnd w:id="1"/>
            <w:r w:rsidRPr="00F76DCE">
              <w:rPr>
                <w:rFonts w:ascii="Arial" w:eastAsia="Batang" w:hAnsi="Arial" w:cs="Arial"/>
                <w:bCs/>
                <w:lang w:val="en-US"/>
              </w:rPr>
              <w:t>suborbital vehicles.”</w:t>
            </w:r>
          </w:p>
        </w:tc>
      </w:tr>
      <w:tr w:rsidR="00F76DCE" w:rsidRPr="00F76DCE" w14:paraId="57DF4332" w14:textId="77777777" w:rsidTr="00705A30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198B5A5C" w14:textId="77777777" w:rsidR="00F76DCE" w:rsidRPr="00F76DCE" w:rsidRDefault="00F76DCE" w:rsidP="00F76DCE">
            <w:pPr>
              <w:ind w:left="144" w:right="144"/>
              <w:rPr>
                <w:rFonts w:ascii="Arial" w:hAnsi="Arial"/>
                <w:b/>
              </w:rPr>
            </w:pPr>
            <w:r w:rsidRPr="00F76DCE">
              <w:rPr>
                <w:rFonts w:ascii="Arial" w:hAnsi="Arial"/>
                <w:b/>
              </w:rPr>
              <w:t>Author(s)/Contributors(s):</w:t>
            </w:r>
          </w:p>
          <w:p w14:paraId="121640A9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Chris Tourigny</w:t>
            </w:r>
          </w:p>
          <w:p w14:paraId="7ABB4093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FAA Spectrum Engineering Services</w:t>
            </w:r>
          </w:p>
          <w:p w14:paraId="7CA9358B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278164D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Michael Tran</w:t>
            </w:r>
          </w:p>
          <w:p w14:paraId="53FC44BD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MITRE</w:t>
            </w:r>
          </w:p>
          <w:p w14:paraId="0FE5EC6B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02AB829E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Nader Damavandi</w:t>
            </w:r>
          </w:p>
          <w:p w14:paraId="08BE8E4A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>Space Exploration Technologies</w:t>
            </w:r>
          </w:p>
          <w:p w14:paraId="11656AC7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7ABE201C" w14:textId="77777777" w:rsidR="00F76DCE" w:rsidRPr="00F76DCE" w:rsidRDefault="00F76DCE" w:rsidP="00F76DC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F76DCE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6AE2BC3B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F76DCE">
              <w:rPr>
                <w:rFonts w:ascii="Arial" w:hAnsi="Arial" w:cs="Arial"/>
                <w:bCs/>
                <w:iCs/>
                <w:szCs w:val="24"/>
                <w:lang w:val="en-US"/>
              </w:rPr>
              <w:t xml:space="preserve">Harris, Wiltshire &amp; </w:t>
            </w:r>
            <w:proofErr w:type="spellStart"/>
            <w:r w:rsidRPr="00F76DCE">
              <w:rPr>
                <w:rFonts w:ascii="Arial" w:hAnsi="Arial" w:cs="Arial"/>
                <w:bCs/>
                <w:iCs/>
                <w:szCs w:val="24"/>
                <w:lang w:val="en-US"/>
              </w:rPr>
              <w:t>Grannis</w:t>
            </w:r>
            <w:proofErr w:type="spellEnd"/>
          </w:p>
          <w:p w14:paraId="175C14CE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4296CF91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F76DCE">
              <w:rPr>
                <w:rFonts w:ascii="Arial" w:hAnsi="Arial"/>
                <w:bCs/>
                <w:iCs/>
              </w:rPr>
              <w:t xml:space="preserve">Donald </w:t>
            </w:r>
            <w:proofErr w:type="spellStart"/>
            <w:r w:rsidRPr="00F76DCE">
              <w:rPr>
                <w:rFonts w:ascii="Arial" w:hAnsi="Arial"/>
                <w:bCs/>
                <w:iCs/>
              </w:rPr>
              <w:t>Jansky</w:t>
            </w:r>
            <w:proofErr w:type="spellEnd"/>
          </w:p>
          <w:p w14:paraId="21C49DD5" w14:textId="77777777" w:rsid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6D637193" w14:textId="77777777" w:rsidR="00520D1D" w:rsidRDefault="00520D1D" w:rsidP="00F76DCE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5F3FE6A0" w14:textId="77777777" w:rsidR="00520D1D" w:rsidRPr="00520D1D" w:rsidRDefault="00520D1D" w:rsidP="00520D1D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520D1D">
              <w:rPr>
                <w:rFonts w:ascii="Arial" w:hAnsi="Arial" w:cs="Arial"/>
                <w:bCs/>
                <w:iCs/>
                <w:szCs w:val="24"/>
                <w:lang w:val="en-US"/>
              </w:rPr>
              <w:t>Gregory Baker</w:t>
            </w:r>
          </w:p>
          <w:p w14:paraId="317F73B9" w14:textId="77777777" w:rsidR="00520D1D" w:rsidRPr="00520D1D" w:rsidRDefault="00520D1D" w:rsidP="00520D1D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520D1D">
              <w:rPr>
                <w:rFonts w:ascii="Arial" w:hAnsi="Arial" w:cs="Arial"/>
                <w:bCs/>
                <w:iCs/>
              </w:rPr>
              <w:t>Aviation Spectrum Resources, Inc.</w:t>
            </w:r>
          </w:p>
          <w:p w14:paraId="2EA5D860" w14:textId="0EE7CB00" w:rsidR="00520D1D" w:rsidRPr="00F76DCE" w:rsidRDefault="00520D1D" w:rsidP="00F76DCE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B6AA787" w14:textId="77777777" w:rsidR="00F76DCE" w:rsidRPr="00F76DCE" w:rsidRDefault="00F76DCE" w:rsidP="00F76DCE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35A9B8EA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>Phone: 202-267-3071</w:t>
            </w:r>
          </w:p>
          <w:p w14:paraId="4B27BECD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F76DCE">
              <w:rPr>
                <w:rFonts w:ascii="Arial" w:hAnsi="Arial"/>
                <w:bCs/>
                <w:color w:val="000000"/>
                <w:lang w:val="fr-FR"/>
              </w:rPr>
              <w:t>Email: chris.tourigny@faa.gov</w:t>
            </w:r>
          </w:p>
          <w:p w14:paraId="4ECF977D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0CF36829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70EFA6E3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4E242EF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672E9706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>Phone: 310-219-7854</w:t>
            </w:r>
          </w:p>
          <w:p w14:paraId="0164B6F9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0FCC1041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2983E05" w14:textId="77777777" w:rsidR="00F76DCE" w:rsidRPr="00F76DCE" w:rsidRDefault="00F76DCE" w:rsidP="00F76DCE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F76DCE">
              <w:rPr>
                <w:rFonts w:ascii="Arial" w:hAnsi="Arial"/>
                <w:bCs/>
                <w:color w:val="000000"/>
                <w:lang w:val="fr-FR"/>
              </w:rPr>
              <w:t xml:space="preserve">Phone: </w:t>
            </w:r>
            <w:proofErr w:type="gramStart"/>
            <w:r w:rsidRPr="00F76DCE">
              <w:rPr>
                <w:rFonts w:ascii="Arial" w:hAnsi="Arial"/>
                <w:bCs/>
                <w:color w:val="000000"/>
                <w:lang w:val="fr-FR"/>
              </w:rPr>
              <w:t xml:space="preserve">   </w:t>
            </w:r>
            <w:r w:rsidRPr="00F76DCE">
              <w:rPr>
                <w:rFonts w:ascii="Arial" w:hAnsi="Arial"/>
                <w:bCs/>
                <w:color w:val="000000"/>
              </w:rPr>
              <w:t>(</w:t>
            </w:r>
            <w:proofErr w:type="gramEnd"/>
            <w:r w:rsidRPr="00F76DCE">
              <w:rPr>
                <w:rFonts w:ascii="Arial" w:hAnsi="Arial"/>
                <w:bCs/>
                <w:color w:val="000000"/>
              </w:rPr>
              <w:t xml:space="preserve">202) 730-1315 </w:t>
            </w:r>
          </w:p>
          <w:p w14:paraId="459011D5" w14:textId="77777777" w:rsidR="00F76DCE" w:rsidRPr="00F76DCE" w:rsidRDefault="00F76DCE" w:rsidP="00F76DCE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F76DCE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7" w:history="1">
              <w:r w:rsidRPr="00F76DCE">
                <w:rPr>
                  <w:rFonts w:ascii="Arial" w:hAnsi="Arial"/>
                  <w:bCs/>
                  <w:color w:val="0000FF"/>
                  <w:u w:val="single"/>
                </w:rPr>
                <w:t>dladson@hwglaw.com</w:t>
              </w:r>
            </w:hyperlink>
            <w:r w:rsidRPr="00F76DCE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308E990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F51EEA" w14:textId="77777777" w:rsidR="00F76DCE" w:rsidRPr="00F76DCE" w:rsidRDefault="00F76DCE" w:rsidP="00F76DCE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>Phone: 202-415-1834</w:t>
            </w:r>
          </w:p>
          <w:p w14:paraId="21AFDC8A" w14:textId="77777777" w:rsidR="00F76DCE" w:rsidRP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 w:rsidRPr="00F76DCE"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4F051844" w14:textId="77777777" w:rsidR="00F76DCE" w:rsidRDefault="00F76DCE" w:rsidP="00F76DCE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0F31BA4" w14:textId="77777777" w:rsidR="00520D1D" w:rsidRPr="00520D1D" w:rsidRDefault="00520D1D" w:rsidP="00520D1D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520D1D">
              <w:rPr>
                <w:rFonts w:ascii="Arial" w:hAnsi="Arial"/>
                <w:bCs/>
                <w:lang w:val="fr-FR"/>
              </w:rPr>
              <w:t xml:space="preserve">Phone: </w:t>
            </w:r>
            <w:proofErr w:type="gramStart"/>
            <w:r w:rsidRPr="00520D1D">
              <w:rPr>
                <w:rFonts w:ascii="Arial" w:hAnsi="Arial"/>
                <w:bCs/>
                <w:lang w:val="fr-FR"/>
              </w:rPr>
              <w:t xml:space="preserve">   (</w:t>
            </w:r>
            <w:proofErr w:type="gramEnd"/>
            <w:r w:rsidRPr="00520D1D">
              <w:rPr>
                <w:rFonts w:ascii="Arial" w:hAnsi="Arial"/>
                <w:bCs/>
                <w:lang w:val="fr-FR"/>
              </w:rPr>
              <w:t xml:space="preserve">269) 923-9993  </w:t>
            </w:r>
          </w:p>
          <w:p w14:paraId="72AC5254" w14:textId="29782C3C" w:rsidR="00520D1D" w:rsidRPr="00F76DCE" w:rsidRDefault="00520D1D" w:rsidP="00520D1D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520D1D">
              <w:rPr>
                <w:rFonts w:ascii="Arial" w:hAnsi="Arial"/>
                <w:bCs/>
                <w:lang w:val="fr-FR"/>
              </w:rPr>
              <w:t xml:space="preserve">  Email:    gdb@asri.aero</w:t>
            </w:r>
          </w:p>
        </w:tc>
      </w:tr>
      <w:tr w:rsidR="00F76DCE" w:rsidRPr="00F76DCE" w14:paraId="478B3C4B" w14:textId="77777777" w:rsidTr="00705A30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B21B78C" w14:textId="77777777" w:rsidR="00F76DCE" w:rsidRPr="00F76DCE" w:rsidRDefault="00F76DCE" w:rsidP="00F76DCE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 w:rsidRPr="00F76DCE">
              <w:rPr>
                <w:rFonts w:ascii="Arial" w:hAnsi="Arial"/>
                <w:b/>
              </w:rPr>
              <w:t>Purpose/Objective:</w:t>
            </w:r>
            <w:r w:rsidRPr="00F76DCE">
              <w:rPr>
                <w:rFonts w:ascii="Arial" w:hAnsi="Arial"/>
                <w:bCs/>
              </w:rPr>
              <w:t xml:space="preserve">  </w:t>
            </w:r>
            <w:bookmarkStart w:id="2" w:name="_Hlk30001984"/>
            <w:r w:rsidRPr="00F76DCE">
              <w:rPr>
                <w:rFonts w:ascii="Arial" w:hAnsi="Arial"/>
                <w:bCs/>
              </w:rPr>
              <w:t xml:space="preserve">This contribution initiates regulatory, operational, and technical studies to respond to Resolution </w:t>
            </w:r>
            <w:r w:rsidRPr="00F76DCE">
              <w:rPr>
                <w:rFonts w:ascii="Arial" w:hAnsi="Arial"/>
                <w:b/>
                <w:bCs/>
              </w:rPr>
              <w:t>772</w:t>
            </w:r>
            <w:r w:rsidRPr="00F76DCE">
              <w:rPr>
                <w:rFonts w:ascii="Arial" w:hAnsi="Arial"/>
                <w:bCs/>
              </w:rPr>
              <w:t xml:space="preserve"> (</w:t>
            </w:r>
            <w:r w:rsidRPr="00F76DCE">
              <w:rPr>
                <w:rFonts w:ascii="Arial" w:hAnsi="Arial"/>
                <w:b/>
                <w:bCs/>
              </w:rPr>
              <w:t>WRC-19</w:t>
            </w:r>
            <w:r w:rsidRPr="00F76DCE">
              <w:rPr>
                <w:rFonts w:ascii="Arial" w:hAnsi="Arial"/>
                <w:bCs/>
              </w:rPr>
              <w:t>).</w:t>
            </w:r>
            <w:bookmarkEnd w:id="2"/>
          </w:p>
        </w:tc>
      </w:tr>
      <w:tr w:rsidR="00F76DCE" w:rsidRPr="00F76DCE" w14:paraId="405D25BC" w14:textId="77777777" w:rsidTr="00705A30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4394D932" w14:textId="77777777" w:rsidR="00F76DCE" w:rsidRPr="00F76DCE" w:rsidRDefault="00F76DCE" w:rsidP="00F76DCE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 w:rsidRPr="00F76DCE">
              <w:rPr>
                <w:rFonts w:ascii="Arial" w:hAnsi="Arial"/>
                <w:b/>
              </w:rPr>
              <w:t>Abstract:</w:t>
            </w:r>
            <w:r w:rsidRPr="00F76DCE">
              <w:rPr>
                <w:rFonts w:ascii="Arial" w:hAnsi="Arial"/>
                <w:bCs/>
              </w:rPr>
              <w:t xml:space="preserve">  Resolution </w:t>
            </w:r>
            <w:r w:rsidRPr="00F76DCE">
              <w:rPr>
                <w:rFonts w:ascii="Arial" w:hAnsi="Arial"/>
                <w:b/>
                <w:bCs/>
              </w:rPr>
              <w:t>772</w:t>
            </w:r>
            <w:r w:rsidRPr="00F76DCE">
              <w:rPr>
                <w:rFonts w:ascii="Arial" w:hAnsi="Arial"/>
                <w:bCs/>
              </w:rPr>
              <w:t xml:space="preserve"> (</w:t>
            </w:r>
            <w:r w:rsidRPr="00F76DCE">
              <w:rPr>
                <w:rFonts w:ascii="Arial" w:hAnsi="Arial"/>
                <w:b/>
                <w:bCs/>
              </w:rPr>
              <w:t>WRC-19</w:t>
            </w:r>
            <w:r w:rsidRPr="00F76DCE">
              <w:rPr>
                <w:rFonts w:ascii="Arial" w:hAnsi="Arial"/>
                <w:bCs/>
              </w:rPr>
              <w:t xml:space="preserve">), in preparation for Agenda Item 1.6 (WRC-23), invites the ITU-R to study the spectrum needs for stations on board sub-orbital vehicles, </w:t>
            </w:r>
            <w:r w:rsidRPr="00F76DCE">
              <w:rPr>
                <w:rFonts w:ascii="Arial" w:hAnsi="Arial"/>
                <w:bCs/>
                <w:lang w:val="en-US"/>
              </w:rPr>
              <w:t xml:space="preserve">any appropriate modification to the Radio Regulations, excluding any new allocations or changes to the existing allocations in Article </w:t>
            </w:r>
            <w:r w:rsidRPr="00F76DCE">
              <w:rPr>
                <w:rFonts w:ascii="Arial" w:hAnsi="Arial"/>
                <w:b/>
                <w:bCs/>
                <w:lang w:val="en-US"/>
              </w:rPr>
              <w:t>5</w:t>
            </w:r>
            <w:r w:rsidRPr="00F76DCE">
              <w:rPr>
                <w:rFonts w:ascii="Arial" w:hAnsi="Arial"/>
                <w:bCs/>
                <w:lang w:val="en-US"/>
              </w:rPr>
              <w:t>, and to identify whether there is a need for access to additional spectrum that should be addressed after WRC-23 by a future competent conference</w:t>
            </w:r>
            <w:r w:rsidRPr="00F76DCE">
              <w:rPr>
                <w:rFonts w:ascii="Arial" w:hAnsi="Arial"/>
                <w:bCs/>
              </w:rPr>
              <w:t>. This contribution initiates those studies to support the agenda item.</w:t>
            </w:r>
          </w:p>
        </w:tc>
      </w:tr>
    </w:tbl>
    <w:p w14:paraId="03C0B871" w14:textId="77777777" w:rsidR="00F76DCE" w:rsidRDefault="00F76DCE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509CA088" w14:textId="77777777" w:rsidTr="00876A8A">
        <w:trPr>
          <w:cantSplit/>
        </w:trPr>
        <w:tc>
          <w:tcPr>
            <w:tcW w:w="6487" w:type="dxa"/>
            <w:vAlign w:val="center"/>
          </w:tcPr>
          <w:p w14:paraId="6B881DAE" w14:textId="2033F16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02" w:type="dxa"/>
          </w:tcPr>
          <w:p w14:paraId="5FE789C1" w14:textId="0B445F5A" w:rsidR="009F6520" w:rsidRDefault="00F91732" w:rsidP="00F91732">
            <w:pPr>
              <w:shd w:val="solid" w:color="FFFFFF" w:fill="FFFFFF"/>
              <w:spacing w:before="0" w:line="240" w:lineRule="atLeast"/>
            </w:pPr>
            <w:bookmarkStart w:id="3" w:name="ditulogo"/>
            <w:bookmarkEnd w:id="3"/>
            <w:r>
              <w:rPr>
                <w:noProof/>
                <w:lang w:val="en-US"/>
              </w:rPr>
              <w:drawing>
                <wp:inline distT="0" distB="0" distL="0" distR="0" wp14:anchorId="590AAFA6" wp14:editId="0A0156BD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2C0CCC3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3C75F12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296EAF7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41F068E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197C362D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D370DF3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57D116BC" w14:textId="77777777" w:rsidTr="00876A8A">
        <w:trPr>
          <w:cantSplit/>
        </w:trPr>
        <w:tc>
          <w:tcPr>
            <w:tcW w:w="6487" w:type="dxa"/>
            <w:vMerge w:val="restart"/>
          </w:tcPr>
          <w:p w14:paraId="528704D5" w14:textId="1CC42D4D" w:rsidR="000069D4" w:rsidRDefault="00F76DCE" w:rsidP="00F9173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4" w:name="recibido"/>
            <w:bookmarkStart w:id="5" w:name="dnum" w:colFirst="1" w:colLast="1"/>
            <w:bookmarkEnd w:id="4"/>
            <w:r>
              <w:rPr>
                <w:rFonts w:ascii="Verdana" w:hAnsi="Verdana"/>
                <w:sz w:val="20"/>
              </w:rPr>
              <w:t>Source</w:t>
            </w:r>
            <w:r w:rsidR="00F91732">
              <w:rPr>
                <w:rFonts w:ascii="Verdana" w:hAnsi="Verdana"/>
                <w:sz w:val="20"/>
              </w:rPr>
              <w:t>:</w:t>
            </w:r>
            <w:r w:rsidR="00F91732">
              <w:rPr>
                <w:rFonts w:ascii="Verdana" w:hAnsi="Verdana"/>
                <w:sz w:val="20"/>
              </w:rPr>
              <w:tab/>
            </w:r>
          </w:p>
          <w:p w14:paraId="454B6946" w14:textId="76AE14DD" w:rsidR="00F91732" w:rsidRPr="00982084" w:rsidRDefault="00F91732" w:rsidP="00F9173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231A25">
              <w:rPr>
                <w:rFonts w:ascii="Verdana" w:hAnsi="Verdana"/>
                <w:sz w:val="20"/>
              </w:rPr>
              <w:t>WRC-23</w:t>
            </w:r>
            <w:r w:rsidR="006A2737">
              <w:rPr>
                <w:rFonts w:ascii="Verdana" w:hAnsi="Verdana"/>
                <w:sz w:val="20"/>
              </w:rPr>
              <w:t xml:space="preserve"> - Agenda item</w:t>
            </w:r>
            <w:r w:rsidR="00231A25">
              <w:rPr>
                <w:rFonts w:ascii="Verdana" w:hAnsi="Verdana"/>
                <w:sz w:val="20"/>
              </w:rPr>
              <w:t xml:space="preserve"> 1.6</w:t>
            </w:r>
          </w:p>
        </w:tc>
        <w:tc>
          <w:tcPr>
            <w:tcW w:w="3402" w:type="dxa"/>
          </w:tcPr>
          <w:p w14:paraId="79128DA6" w14:textId="0B4E0AC7" w:rsidR="000069D4" w:rsidRPr="00F91732" w:rsidRDefault="00F9173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0069D4" w14:paraId="69DB876A" w14:textId="77777777" w:rsidTr="00876A8A">
        <w:trPr>
          <w:cantSplit/>
        </w:trPr>
        <w:tc>
          <w:tcPr>
            <w:tcW w:w="6487" w:type="dxa"/>
            <w:vMerge/>
          </w:tcPr>
          <w:p w14:paraId="0B6206D6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date" w:colFirst="1" w:colLast="1"/>
            <w:bookmarkEnd w:id="5"/>
          </w:p>
        </w:tc>
        <w:tc>
          <w:tcPr>
            <w:tcW w:w="3402" w:type="dxa"/>
          </w:tcPr>
          <w:p w14:paraId="4AACFFBB" w14:textId="7AD815CF" w:rsidR="000069D4" w:rsidRPr="00F91732" w:rsidRDefault="00F76DCE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9</w:t>
            </w:r>
            <w:r w:rsidR="00F91732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eastAsia="zh-CN"/>
              </w:rPr>
              <w:t>November</w:t>
            </w:r>
            <w:r w:rsidR="00F91732">
              <w:rPr>
                <w:rFonts w:ascii="Verdana" w:hAnsi="Verdana"/>
                <w:b/>
                <w:sz w:val="20"/>
                <w:lang w:eastAsia="zh-CN"/>
              </w:rPr>
              <w:t xml:space="preserve"> 2020</w:t>
            </w:r>
          </w:p>
        </w:tc>
      </w:tr>
      <w:tr w:rsidR="000069D4" w14:paraId="434EE60A" w14:textId="77777777" w:rsidTr="00876A8A">
        <w:trPr>
          <w:cantSplit/>
        </w:trPr>
        <w:tc>
          <w:tcPr>
            <w:tcW w:w="6487" w:type="dxa"/>
            <w:vMerge/>
          </w:tcPr>
          <w:p w14:paraId="25E6EF96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7" w:name="dorlang" w:colFirst="1" w:colLast="1"/>
            <w:bookmarkEnd w:id="6"/>
          </w:p>
        </w:tc>
        <w:tc>
          <w:tcPr>
            <w:tcW w:w="3402" w:type="dxa"/>
          </w:tcPr>
          <w:p w14:paraId="27820D8F" w14:textId="041FBF5B" w:rsidR="000069D4" w:rsidRPr="00F91732" w:rsidRDefault="00F91732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42F5A282" w14:textId="77777777" w:rsidTr="00D046A7">
        <w:trPr>
          <w:cantSplit/>
        </w:trPr>
        <w:tc>
          <w:tcPr>
            <w:tcW w:w="9889" w:type="dxa"/>
            <w:gridSpan w:val="2"/>
          </w:tcPr>
          <w:p w14:paraId="44DBE539" w14:textId="2DBF249D" w:rsidR="000069D4" w:rsidRDefault="006A2737" w:rsidP="00F91732">
            <w:pPr>
              <w:pStyle w:val="Source"/>
              <w:rPr>
                <w:lang w:eastAsia="zh-CN"/>
              </w:rPr>
            </w:pPr>
            <w:bookmarkStart w:id="8" w:name="dsource" w:colFirst="0" w:colLast="0"/>
            <w:bookmarkEnd w:id="7"/>
            <w:r>
              <w:rPr>
                <w:lang w:eastAsia="zh-CN"/>
              </w:rPr>
              <w:t>United States of America</w:t>
            </w:r>
          </w:p>
        </w:tc>
      </w:tr>
      <w:tr w:rsidR="000069D4" w14:paraId="0D18E2E2" w14:textId="77777777" w:rsidTr="00D046A7">
        <w:trPr>
          <w:cantSplit/>
        </w:trPr>
        <w:tc>
          <w:tcPr>
            <w:tcW w:w="9889" w:type="dxa"/>
            <w:gridSpan w:val="2"/>
          </w:tcPr>
          <w:p w14:paraId="64683728" w14:textId="6E785F5F" w:rsidR="000069D4" w:rsidRPr="006A2737" w:rsidRDefault="006A2737" w:rsidP="00A5173C">
            <w:pPr>
              <w:pStyle w:val="Title1"/>
              <w:rPr>
                <w:lang w:val="en-US" w:eastAsia="zh-CN"/>
              </w:rPr>
            </w:pPr>
            <w:bookmarkStart w:id="9" w:name="drec" w:colFirst="0" w:colLast="0"/>
            <w:bookmarkEnd w:id="8"/>
            <w:r>
              <w:rPr>
                <w:lang w:val="en-US" w:eastAsia="zh-CN"/>
              </w:rPr>
              <w:t>wd-pdn report itu-r m.[SUBORBITAL studies]</w:t>
            </w:r>
          </w:p>
        </w:tc>
      </w:tr>
      <w:tr w:rsidR="000069D4" w14:paraId="2C3044D5" w14:textId="77777777" w:rsidTr="00D046A7">
        <w:trPr>
          <w:cantSplit/>
        </w:trPr>
        <w:tc>
          <w:tcPr>
            <w:tcW w:w="9889" w:type="dxa"/>
            <w:gridSpan w:val="2"/>
          </w:tcPr>
          <w:p w14:paraId="0EC4BA6B" w14:textId="564E4D9C" w:rsidR="000069D4" w:rsidRDefault="006A2737" w:rsidP="006A2737">
            <w:pPr>
              <w:pStyle w:val="Title4"/>
              <w:rPr>
                <w:lang w:eastAsia="zh-CN"/>
              </w:rPr>
            </w:pPr>
            <w:bookmarkStart w:id="10" w:name="dtitle1" w:colFirst="0" w:colLast="0"/>
            <w:bookmarkEnd w:id="9"/>
            <w:r>
              <w:t xml:space="preserve">Regulatory, operational, and technical studies of </w:t>
            </w:r>
            <w:proofErr w:type="spellStart"/>
            <w:r>
              <w:t>radiocommunications</w:t>
            </w:r>
            <w:proofErr w:type="spellEnd"/>
            <w:r>
              <w:t xml:space="preserve"> for suborbital vehicles</w:t>
            </w:r>
          </w:p>
        </w:tc>
      </w:tr>
    </w:tbl>
    <w:p w14:paraId="1C888E5C" w14:textId="77777777" w:rsidR="006A2737" w:rsidRPr="006A2737" w:rsidRDefault="006A2737" w:rsidP="006A2737">
      <w:pPr>
        <w:pStyle w:val="Headingb"/>
        <w:spacing w:before="360"/>
        <w:rPr>
          <w:lang w:val="en-US" w:eastAsia="zh-CN"/>
        </w:rPr>
      </w:pPr>
      <w:bookmarkStart w:id="11" w:name="dbreak"/>
      <w:bookmarkEnd w:id="10"/>
      <w:bookmarkEnd w:id="11"/>
      <w:r w:rsidRPr="006A2737">
        <w:rPr>
          <w:lang w:val="en-US" w:eastAsia="zh-CN"/>
        </w:rPr>
        <w:t>Introduction</w:t>
      </w:r>
    </w:p>
    <w:p w14:paraId="3DCA245B" w14:textId="44CA32C7" w:rsidR="006A2737" w:rsidRDefault="006A2737" w:rsidP="006A2737">
      <w:pPr>
        <w:rPr>
          <w:lang w:val="en-US" w:eastAsia="zh-CN"/>
        </w:rPr>
      </w:pPr>
      <w:r>
        <w:rPr>
          <w:bCs/>
          <w:lang w:eastAsia="zh-CN"/>
        </w:rPr>
        <w:t xml:space="preserve">Resolution </w:t>
      </w:r>
      <w:r>
        <w:rPr>
          <w:b/>
          <w:bCs/>
          <w:lang w:eastAsia="zh-CN"/>
        </w:rPr>
        <w:t>772</w:t>
      </w:r>
      <w:r>
        <w:rPr>
          <w:bCs/>
          <w:lang w:eastAsia="zh-CN"/>
        </w:rPr>
        <w:t xml:space="preserve"> (</w:t>
      </w:r>
      <w:r>
        <w:rPr>
          <w:b/>
          <w:bCs/>
          <w:lang w:eastAsia="zh-CN"/>
        </w:rPr>
        <w:t>WRC-19</w:t>
      </w:r>
      <w:r>
        <w:rPr>
          <w:bCs/>
          <w:lang w:eastAsia="zh-CN"/>
        </w:rPr>
        <w:t>), in preparation for agenda item 1.6 (</w:t>
      </w:r>
      <w:r>
        <w:rPr>
          <w:b/>
          <w:bCs/>
          <w:lang w:eastAsia="zh-CN"/>
        </w:rPr>
        <w:t>WRC-23</w:t>
      </w:r>
      <w:r>
        <w:rPr>
          <w:bCs/>
          <w:lang w:eastAsia="zh-CN"/>
        </w:rPr>
        <w:t xml:space="preserve">), invites the ITU-R to study the spectrum needs for stations on board sub-orbital vehicles, </w:t>
      </w:r>
      <w:r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>
        <w:rPr>
          <w:b/>
          <w:bCs/>
          <w:lang w:val="en-US" w:eastAsia="zh-CN"/>
        </w:rPr>
        <w:t>5</w:t>
      </w:r>
      <w:r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>
        <w:rPr>
          <w:bCs/>
          <w:lang w:eastAsia="zh-CN"/>
        </w:rPr>
        <w:t>. The United States offers this contribution to initiate those studies to support the agenda item.</w:t>
      </w:r>
    </w:p>
    <w:p w14:paraId="0EE19519" w14:textId="4BB8ACCE" w:rsidR="006A2737" w:rsidRDefault="006A2737" w:rsidP="006A2737">
      <w:pPr>
        <w:pStyle w:val="Normalaftertitle"/>
        <w:rPr>
          <w:lang w:eastAsia="zh-CN"/>
        </w:rPr>
      </w:pPr>
      <w:r w:rsidRPr="006A2737">
        <w:rPr>
          <w:b/>
          <w:bCs/>
          <w:lang w:val="en-US" w:eastAsia="zh-CN"/>
        </w:rPr>
        <w:t>Attachment</w:t>
      </w:r>
      <w:r>
        <w:rPr>
          <w:lang w:val="en-US" w:eastAsia="zh-CN"/>
        </w:rPr>
        <w:t>:</w:t>
      </w:r>
      <w:r>
        <w:rPr>
          <w:lang w:val="en-US" w:eastAsia="zh-CN"/>
        </w:rPr>
        <w:tab/>
        <w:t>1</w:t>
      </w:r>
    </w:p>
    <w:p w14:paraId="7F2191FB" w14:textId="77777777" w:rsidR="006A2737" w:rsidRDefault="006A2737" w:rsidP="006A2737">
      <w:pPr>
        <w:tabs>
          <w:tab w:val="left" w:pos="708"/>
        </w:tabs>
        <w:overflowPunct/>
        <w:autoSpaceDE/>
        <w:adjustRightInd/>
        <w:spacing w:before="0"/>
        <w:rPr>
          <w:lang w:eastAsia="zh-CN"/>
        </w:rPr>
      </w:pPr>
    </w:p>
    <w:p w14:paraId="45EA4956" w14:textId="77777777" w:rsidR="006A2737" w:rsidRDefault="006A2737" w:rsidP="006A2737">
      <w:pPr>
        <w:pStyle w:val="AnnexNo"/>
        <w:rPr>
          <w:lang w:val="en-US"/>
        </w:rPr>
      </w:pPr>
      <w:r>
        <w:br w:type="page"/>
      </w:r>
      <w:r>
        <w:rPr>
          <w:lang w:val="en-US"/>
        </w:rPr>
        <w:t>ATTACHMENT</w:t>
      </w:r>
    </w:p>
    <w:p w14:paraId="480C4B86" w14:textId="77777777" w:rsidR="006A2737" w:rsidRDefault="006A2737" w:rsidP="006A2737">
      <w:pPr>
        <w:pStyle w:val="RecNo"/>
        <w:rPr>
          <w:lang w:val="en-US"/>
        </w:rPr>
      </w:pPr>
      <w:r>
        <w:rPr>
          <w:lang w:val="en-US"/>
        </w:rPr>
        <w:t>wd-pdn report ITU-r m</w:t>
      </w:r>
      <w:proofErr w:type="gramStart"/>
      <w:r>
        <w:rPr>
          <w:lang w:val="en-US"/>
        </w:rPr>
        <w:t>.[</w:t>
      </w:r>
      <w:proofErr w:type="gramEnd"/>
      <w:r>
        <w:rPr>
          <w:lang w:val="en-US"/>
        </w:rPr>
        <w:t>SUBORBITAL studies]</w:t>
      </w:r>
    </w:p>
    <w:p w14:paraId="71910E95" w14:textId="3E57C8E5" w:rsidR="006A2737" w:rsidRDefault="006A2737" w:rsidP="006A2737">
      <w:pPr>
        <w:pStyle w:val="Rectitle"/>
        <w:rPr>
          <w:lang w:val="en-US"/>
        </w:rPr>
      </w:pPr>
      <w:r>
        <w:t xml:space="preserve">Regulatory, operational, and technical studies of </w:t>
      </w:r>
      <w:proofErr w:type="spellStart"/>
      <w:r>
        <w:t>radiocommunications</w:t>
      </w:r>
      <w:proofErr w:type="spellEnd"/>
      <w:r>
        <w:br/>
        <w:t>for suborbital vehicles</w:t>
      </w:r>
    </w:p>
    <w:p w14:paraId="573568E3" w14:textId="77777777" w:rsidR="00D85D42" w:rsidRDefault="00D85D42" w:rsidP="00D85D42">
      <w:pPr>
        <w:keepNext/>
        <w:keepLines/>
        <w:spacing w:before="240" w:after="280"/>
        <w:jc w:val="center"/>
        <w:rPr>
          <w:rFonts w:ascii="Times New Roman Bold" w:eastAsia="SimSun" w:hAnsi="Times New Roman Bold"/>
          <w:b/>
          <w:sz w:val="28"/>
          <w:lang w:val="en-US"/>
        </w:rPr>
      </w:pPr>
      <w:bookmarkStart w:id="12" w:name="_Hlk32223518"/>
    </w:p>
    <w:p w14:paraId="6936B57C" w14:textId="0435B713" w:rsidR="006A2737" w:rsidRPr="00CF5577" w:rsidRDefault="006A2737" w:rsidP="00CF5577">
      <w:pPr>
        <w:pStyle w:val="Heading1"/>
      </w:pPr>
      <w:r w:rsidRPr="00CF5577">
        <w:t>1</w:t>
      </w:r>
      <w:r w:rsidRPr="00CF5577">
        <w:tab/>
        <w:t>Introduction</w:t>
      </w:r>
    </w:p>
    <w:bookmarkEnd w:id="12"/>
    <w:p w14:paraId="72DD3C65" w14:textId="579B457F" w:rsidR="006A2737" w:rsidRDefault="006A2737" w:rsidP="006A2737">
      <w:pPr>
        <w:rPr>
          <w:b/>
          <w:lang w:val="en-US"/>
        </w:rPr>
      </w:pPr>
      <w:r>
        <w:rPr>
          <w:bCs/>
        </w:rPr>
        <w:t xml:space="preserve">Resolution </w:t>
      </w:r>
      <w:r>
        <w:rPr>
          <w:b/>
          <w:bCs/>
        </w:rPr>
        <w:t>772</w:t>
      </w:r>
      <w:r>
        <w:rPr>
          <w:bCs/>
        </w:rPr>
        <w:t xml:space="preserve"> (</w:t>
      </w:r>
      <w:r>
        <w:rPr>
          <w:b/>
          <w:bCs/>
        </w:rPr>
        <w:t>WRC-19</w:t>
      </w:r>
      <w:r>
        <w:rPr>
          <w:bCs/>
        </w:rPr>
        <w:t>), in preparation for agenda item 1.6 (WRC-23), invites the ITU-R:</w:t>
      </w:r>
    </w:p>
    <w:p w14:paraId="6B25D0EB" w14:textId="77777777" w:rsidR="006A2737" w:rsidRDefault="006A2737" w:rsidP="006A2737">
      <w:pPr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  <w:t xml:space="preserve">to study spectrum needs for communications between stations on board sub-orbital vehicles and terrestrial/space stations providing functions such as, </w:t>
      </w:r>
      <w:r>
        <w:rPr>
          <w:i/>
          <w:iCs/>
          <w:lang w:val="en-US"/>
        </w:rPr>
        <w:t>inter alia</w:t>
      </w:r>
      <w:r>
        <w:rPr>
          <w:lang w:val="en-US"/>
        </w:rPr>
        <w:t>, voice/data communications, navigation, surveillance and TT&amp;C;</w:t>
      </w:r>
    </w:p>
    <w:p w14:paraId="24CCB4C5" w14:textId="77777777" w:rsidR="006A2737" w:rsidRDefault="006A2737" w:rsidP="006A2737">
      <w:pPr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ab/>
        <w:t xml:space="preserve">to study appropriate modification, if any, to the Radio Regulations, excluding any new allocations or changes to the existing allocations in Article </w:t>
      </w:r>
      <w:r>
        <w:rPr>
          <w:b/>
          <w:bCs/>
          <w:lang w:val="en-US"/>
        </w:rPr>
        <w:t>5</w:t>
      </w:r>
      <w:r>
        <w:rPr>
          <w:lang w:val="en-US"/>
        </w:rPr>
        <w:t>, to accommodate stations on board sub-orbital vehicles, whilst avoiding any impact on conventional space launch systems with the following objectives:</w:t>
      </w:r>
    </w:p>
    <w:p w14:paraId="5C3FA489" w14:textId="38FD099D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ab/>
        <w:t xml:space="preserve">to determine the status of stations on sub-orbital vehicles, and study corresponding regulatory provisions to determine which existing </w:t>
      </w:r>
      <w:proofErr w:type="spellStart"/>
      <w:r>
        <w:rPr>
          <w:lang w:val="en-US"/>
        </w:rPr>
        <w:t>radiocommunication</w:t>
      </w:r>
      <w:proofErr w:type="spellEnd"/>
      <w:r>
        <w:rPr>
          <w:lang w:val="en-US"/>
        </w:rPr>
        <w:t xml:space="preserve"> services can be used by stations on sub-orbital vehicles, if necessary;</w:t>
      </w:r>
    </w:p>
    <w:p w14:paraId="1097F3BD" w14:textId="245AC403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ab/>
        <w:t>to determine the technical and regulatory conditions to allow some stations on board sub-orbital vehicles to operate under the aeronautical regulation and to be considered as earth stations or terrestrial stations even if a part of the flight occurs in space;</w:t>
      </w:r>
    </w:p>
    <w:p w14:paraId="306E5694" w14:textId="305C521F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ab/>
      </w: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facilitate </w:t>
      </w:r>
      <w:proofErr w:type="spellStart"/>
      <w:r>
        <w:rPr>
          <w:lang w:val="en-US"/>
        </w:rPr>
        <w:t>radiocommunications</w:t>
      </w:r>
      <w:proofErr w:type="spellEnd"/>
      <w:r>
        <w:rPr>
          <w:lang w:val="en-US"/>
        </w:rPr>
        <w:t xml:space="preserve"> that support aviation to safely integrate sub-orbital vehicles into the airspace and be interoperable with international civil aviation;</w:t>
      </w:r>
    </w:p>
    <w:p w14:paraId="13FC3918" w14:textId="53FC6DC7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ab/>
      </w: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define the relevant technical characteristics and protection criteria relevant for the studies to be undertaken in accordance with the bullet point below;</w:t>
      </w:r>
    </w:p>
    <w:p w14:paraId="4E271294" w14:textId="62A95C43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ab/>
        <w:t xml:space="preserve">to conduct sharing and compatibility studies with incumbent services that are allocated on a primary basis in the same and adjacent frequency bands in order to avoid harmful interference to other </w:t>
      </w:r>
      <w:proofErr w:type="spellStart"/>
      <w:r>
        <w:rPr>
          <w:lang w:val="en-US"/>
        </w:rPr>
        <w:t>radiocommunication</w:t>
      </w:r>
      <w:proofErr w:type="spellEnd"/>
      <w:r>
        <w:rPr>
          <w:lang w:val="en-US"/>
        </w:rPr>
        <w:t xml:space="preserve"> services and to existing applications of the same service in which stations on board sub-orbital vehicles operate, having regard to the sub-orbital flight application scenarios</w:t>
      </w:r>
      <w:r w:rsidR="00CF5577">
        <w:rPr>
          <w:lang w:val="en-US"/>
        </w:rPr>
        <w:t>.</w:t>
      </w:r>
    </w:p>
    <w:p w14:paraId="4C008ED5" w14:textId="77777777" w:rsidR="006A2737" w:rsidRDefault="006A2737" w:rsidP="006A2737">
      <w:pPr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ab/>
        <w:t>to identify, as a result of the studies above, whether there is a need for access to additional spectrum that should be addressed after WRC-23 by a future competent conference.</w:t>
      </w:r>
    </w:p>
    <w:p w14:paraId="273E009F" w14:textId="5E20289A" w:rsidR="006A2737" w:rsidRDefault="006A2737" w:rsidP="006A2737">
      <w:pPr>
        <w:rPr>
          <w:lang w:val="en-US"/>
        </w:rPr>
      </w:pPr>
      <w:r>
        <w:rPr>
          <w:lang w:val="en-US"/>
        </w:rPr>
        <w:t xml:space="preserve">This report will be organized into sections as outlining in Resolution </w:t>
      </w:r>
      <w:r w:rsidRPr="00CF5577">
        <w:rPr>
          <w:b/>
          <w:bCs/>
          <w:lang w:val="en-US"/>
        </w:rPr>
        <w:t>772 (WRC-19)</w:t>
      </w:r>
      <w:r>
        <w:rPr>
          <w:lang w:val="en-US"/>
        </w:rPr>
        <w:t xml:space="preserve"> for </w:t>
      </w:r>
      <w:r w:rsidR="00CF5577">
        <w:rPr>
          <w:lang w:val="en-US"/>
        </w:rPr>
        <w:t xml:space="preserve">agenda item </w:t>
      </w:r>
      <w:r>
        <w:rPr>
          <w:lang w:val="en-US"/>
        </w:rPr>
        <w:t>1.6 (WRC-23):</w:t>
      </w:r>
    </w:p>
    <w:p w14:paraId="10AA9421" w14:textId="12C28FA3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•</w:t>
      </w:r>
      <w:r>
        <w:rPr>
          <w:lang w:val="en-US"/>
        </w:rPr>
        <w:tab/>
        <w:t xml:space="preserve">Section 2: </w:t>
      </w:r>
      <w:r w:rsidR="00CF5577">
        <w:rPr>
          <w:lang w:val="en-US"/>
        </w:rPr>
        <w:tab/>
      </w:r>
      <w:r>
        <w:rPr>
          <w:lang w:val="en-US"/>
        </w:rPr>
        <w:t>Relevant ITU-R Recommendations and Reports</w:t>
      </w:r>
      <w:r w:rsidR="00CF5577">
        <w:rPr>
          <w:lang w:val="en-US"/>
        </w:rPr>
        <w:t>.</w:t>
      </w:r>
    </w:p>
    <w:p w14:paraId="7B016A96" w14:textId="6C571404" w:rsidR="006A2737" w:rsidRDefault="006A2737" w:rsidP="00CF5577">
      <w:pPr>
        <w:pStyle w:val="enumlev1"/>
        <w:ind w:left="2608" w:hanging="2608"/>
        <w:rPr>
          <w:lang w:val="en-US"/>
        </w:rPr>
      </w:pPr>
      <w:r>
        <w:rPr>
          <w:lang w:val="en-US"/>
        </w:rPr>
        <w:t>•</w:t>
      </w:r>
      <w:r>
        <w:rPr>
          <w:lang w:val="en-US"/>
        </w:rPr>
        <w:tab/>
        <w:t xml:space="preserve">Section 3: </w:t>
      </w:r>
      <w:r w:rsidR="00CF5577">
        <w:rPr>
          <w:lang w:val="en-US"/>
        </w:rPr>
        <w:tab/>
      </w:r>
      <w:r>
        <w:rPr>
          <w:lang w:val="en-US"/>
        </w:rPr>
        <w:t>To study spectrum needs for communications between stations on board sub</w:t>
      </w:r>
      <w:r w:rsidR="00CF5577">
        <w:rPr>
          <w:lang w:val="en-US"/>
        </w:rPr>
        <w:noBreakHyphen/>
      </w:r>
      <w:r>
        <w:rPr>
          <w:lang w:val="en-US"/>
        </w:rPr>
        <w:t>orbital vehicles and terrestrial/space stations.</w:t>
      </w:r>
    </w:p>
    <w:p w14:paraId="0062E9F7" w14:textId="63A7CE4B" w:rsidR="006A2737" w:rsidRDefault="006A2737" w:rsidP="00CF5577">
      <w:pPr>
        <w:pStyle w:val="enumlev1"/>
        <w:ind w:left="2608" w:hanging="2608"/>
        <w:rPr>
          <w:lang w:val="en-US"/>
        </w:rPr>
      </w:pPr>
      <w:r>
        <w:rPr>
          <w:lang w:val="en-US"/>
        </w:rPr>
        <w:t>•</w:t>
      </w:r>
      <w:r>
        <w:rPr>
          <w:lang w:val="en-US"/>
        </w:rPr>
        <w:tab/>
        <w:t xml:space="preserve">Section 4: </w:t>
      </w:r>
      <w:r w:rsidR="00CF5577">
        <w:rPr>
          <w:lang w:val="en-US"/>
        </w:rPr>
        <w:tab/>
      </w:r>
      <w:r>
        <w:rPr>
          <w:lang w:val="en-US"/>
        </w:rPr>
        <w:t xml:space="preserve">To study appropriate modification, if any, to the Radio Regulations, excluding any new allocations or changes to the existing allocations in Article </w:t>
      </w:r>
      <w:r>
        <w:rPr>
          <w:b/>
          <w:bCs/>
          <w:lang w:val="en-US"/>
        </w:rPr>
        <w:t xml:space="preserve">5, </w:t>
      </w:r>
      <w:r>
        <w:rPr>
          <w:lang w:val="en-US"/>
        </w:rPr>
        <w:t>to</w:t>
      </w:r>
      <w:r w:rsidR="00CF5577">
        <w:rPr>
          <w:lang w:val="en-US"/>
        </w:rPr>
        <w:t> </w:t>
      </w:r>
      <w:r>
        <w:rPr>
          <w:lang w:val="en-US"/>
        </w:rPr>
        <w:t>accommodate stations on-board sub-orbital vehicles.</w:t>
      </w:r>
    </w:p>
    <w:p w14:paraId="6DB66ABD" w14:textId="37A2025E" w:rsidR="006A2737" w:rsidRDefault="006A2737" w:rsidP="006A2737">
      <w:pPr>
        <w:pStyle w:val="enumlev1"/>
        <w:rPr>
          <w:lang w:val="en-US"/>
        </w:rPr>
      </w:pPr>
      <w:r>
        <w:rPr>
          <w:lang w:val="en-US"/>
        </w:rPr>
        <w:t>•</w:t>
      </w:r>
      <w:r>
        <w:rPr>
          <w:lang w:val="en-US"/>
        </w:rPr>
        <w:tab/>
        <w:t xml:space="preserve">Section 5: </w:t>
      </w:r>
      <w:r w:rsidR="00CF5577">
        <w:rPr>
          <w:lang w:val="en-US"/>
        </w:rPr>
        <w:tab/>
      </w:r>
      <w:r>
        <w:rPr>
          <w:lang w:val="en-US"/>
        </w:rPr>
        <w:t>Summary of studies.</w:t>
      </w:r>
    </w:p>
    <w:p w14:paraId="0A29D5D7" w14:textId="77777777" w:rsidR="006A2737" w:rsidRDefault="006A2737" w:rsidP="00CF5577">
      <w:pPr>
        <w:pStyle w:val="Heading1"/>
        <w:rPr>
          <w:lang w:val="en-US"/>
        </w:rPr>
      </w:pPr>
      <w:bookmarkStart w:id="13" w:name="_Hlk32223663"/>
      <w:r>
        <w:rPr>
          <w:lang w:val="en-US"/>
        </w:rPr>
        <w:t>2</w:t>
      </w:r>
      <w:r>
        <w:rPr>
          <w:lang w:val="en-US"/>
        </w:rPr>
        <w:tab/>
        <w:t>Relevant ITU-R Recommendations and Reports</w:t>
      </w:r>
    </w:p>
    <w:bookmarkEnd w:id="13"/>
    <w:p w14:paraId="01FD60AB" w14:textId="23DCE85E" w:rsidR="006A2737" w:rsidRDefault="006A2737" w:rsidP="00CF5577">
      <w:pPr>
        <w:rPr>
          <w:lang w:val="en-US"/>
        </w:rPr>
      </w:pPr>
      <w:r>
        <w:rPr>
          <w:lang w:val="en-US"/>
        </w:rPr>
        <w:t>[To be added]</w:t>
      </w:r>
    </w:p>
    <w:p w14:paraId="70721F24" w14:textId="479ABFD6" w:rsidR="006A2737" w:rsidRDefault="006A2737" w:rsidP="00CF5577">
      <w:pPr>
        <w:pStyle w:val="Heading1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ab/>
        <w:t>Spectrum needs for communications between stations on-board sub</w:t>
      </w:r>
      <w:r w:rsidR="00CF5577">
        <w:rPr>
          <w:lang w:val="en-US"/>
        </w:rPr>
        <w:noBreakHyphen/>
      </w:r>
      <w:r>
        <w:rPr>
          <w:lang w:val="en-US"/>
        </w:rPr>
        <w:t>orbital vehicles and terrestrial/space stations</w:t>
      </w:r>
    </w:p>
    <w:p w14:paraId="6521898F" w14:textId="77777777" w:rsidR="006A2737" w:rsidRDefault="006A2737" w:rsidP="006A2737">
      <w:pPr>
        <w:rPr>
          <w:lang w:val="en-US"/>
        </w:rPr>
      </w:pPr>
      <w:r>
        <w:rPr>
          <w:lang w:val="en-US"/>
        </w:rPr>
        <w:t xml:space="preserve">[This section will study spectrum needs for communications between stations on board sub-orbital vehicles and terrestrial/space stations providing functions such as, </w:t>
      </w:r>
      <w:r>
        <w:rPr>
          <w:i/>
          <w:iCs/>
          <w:lang w:val="en-US"/>
        </w:rPr>
        <w:t>inter alia</w:t>
      </w:r>
      <w:r>
        <w:rPr>
          <w:lang w:val="en-US"/>
        </w:rPr>
        <w:t>, voice/data communications, navigation, surveillance and TT&amp;C.]</w:t>
      </w:r>
    </w:p>
    <w:p w14:paraId="72E3B687" w14:textId="77777777" w:rsidR="006A2737" w:rsidRDefault="006A2737" w:rsidP="00CF5577">
      <w:pPr>
        <w:pStyle w:val="Heading1"/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ab/>
        <w:t xml:space="preserve">Appropriate modification, if any, to the Radio Regulations, </w:t>
      </w:r>
      <w:r>
        <w:rPr>
          <w:szCs w:val="24"/>
          <w:lang w:val="en-US"/>
        </w:rPr>
        <w:t xml:space="preserve">excluding any new allocations or changes to the existing allocations in Article </w:t>
      </w:r>
      <w:r>
        <w:rPr>
          <w:bCs/>
          <w:szCs w:val="24"/>
          <w:lang w:val="en-US"/>
        </w:rPr>
        <w:t xml:space="preserve">5, </w:t>
      </w:r>
      <w:r>
        <w:rPr>
          <w:lang w:val="en-US"/>
        </w:rPr>
        <w:t>to accommodate stations on-board sub-orbital vehicles</w:t>
      </w:r>
    </w:p>
    <w:p w14:paraId="7F6EEA83" w14:textId="77777777" w:rsidR="006A2737" w:rsidRDefault="006A2737" w:rsidP="00CF5577">
      <w:pPr>
        <w:rPr>
          <w:lang w:val="en-US"/>
        </w:rPr>
      </w:pPr>
      <w:r>
        <w:rPr>
          <w:lang w:val="en-US"/>
        </w:rPr>
        <w:t>4.1</w:t>
      </w:r>
      <w:r>
        <w:rPr>
          <w:lang w:val="en-US"/>
        </w:rPr>
        <w:tab/>
        <w:t>The status of stations on sub-orbital vehicles</w:t>
      </w:r>
    </w:p>
    <w:p w14:paraId="5D279E2C" w14:textId="77777777" w:rsidR="006A2737" w:rsidRDefault="006A2737" w:rsidP="00CF5577">
      <w:pPr>
        <w:rPr>
          <w:lang w:val="en-US"/>
        </w:rPr>
      </w:pPr>
      <w:r>
        <w:rPr>
          <w:lang w:val="en-US"/>
        </w:rPr>
        <w:t xml:space="preserve">[This section will consider the status of stations on sub-orbital vehicles and study corresponding regulatory provisions to determine which existing </w:t>
      </w:r>
      <w:proofErr w:type="spellStart"/>
      <w:r>
        <w:rPr>
          <w:lang w:val="en-US"/>
        </w:rPr>
        <w:t>radiocommunication</w:t>
      </w:r>
      <w:proofErr w:type="spellEnd"/>
      <w:r>
        <w:rPr>
          <w:lang w:val="en-US"/>
        </w:rPr>
        <w:t xml:space="preserve"> services can be used by stations on sub-orbital vehicles.]</w:t>
      </w:r>
    </w:p>
    <w:p w14:paraId="1AB50077" w14:textId="77777777" w:rsidR="006A2737" w:rsidRDefault="006A2737" w:rsidP="00CF5577">
      <w:pPr>
        <w:rPr>
          <w:lang w:val="en-US"/>
        </w:rPr>
      </w:pPr>
      <w:r>
        <w:rPr>
          <w:lang w:val="en-US"/>
        </w:rPr>
        <w:t>4.2</w:t>
      </w:r>
      <w:r>
        <w:rPr>
          <w:lang w:val="en-US"/>
        </w:rPr>
        <w:tab/>
        <w:t>Technical and regulatory conditions that allow some stations on board sub-orbital vehicles to operate under the aeronautical regulation</w:t>
      </w:r>
    </w:p>
    <w:p w14:paraId="2CDF875C" w14:textId="43D0F8EB" w:rsidR="006A2737" w:rsidRDefault="006A2737" w:rsidP="00CF5577">
      <w:pPr>
        <w:rPr>
          <w:lang w:val="en-US"/>
        </w:rPr>
      </w:pPr>
      <w:r>
        <w:rPr>
          <w:lang w:val="en-US"/>
        </w:rPr>
        <w:t>[This section will study the technical and regulatory conditions to allow some stations on board sub</w:t>
      </w:r>
      <w:r w:rsidR="00CF5577">
        <w:rPr>
          <w:lang w:val="en-US"/>
        </w:rPr>
        <w:noBreakHyphen/>
      </w:r>
      <w:r>
        <w:rPr>
          <w:lang w:val="en-US"/>
        </w:rPr>
        <w:t>orbital vehicles to operate under the aeronautical regulation and to be considered as earth stations or terrestrial stations even if a part of the flight occurs in space.]</w:t>
      </w:r>
    </w:p>
    <w:p w14:paraId="605C11F4" w14:textId="77777777" w:rsidR="006A2737" w:rsidRDefault="006A2737" w:rsidP="00CF5577">
      <w:pPr>
        <w:rPr>
          <w:lang w:val="en-US"/>
        </w:rPr>
      </w:pPr>
      <w:r>
        <w:rPr>
          <w:lang w:val="en-US"/>
        </w:rPr>
        <w:t>4.3</w:t>
      </w:r>
      <w:r>
        <w:rPr>
          <w:lang w:val="en-US"/>
        </w:rPr>
        <w:tab/>
        <w:t xml:space="preserve">Potential modifications to the Radio Regulations, in accordance with </w:t>
      </w:r>
      <w:r>
        <w:rPr>
          <w:i/>
          <w:lang w:val="en-US"/>
        </w:rPr>
        <w:t>invites 2</w:t>
      </w:r>
      <w:r>
        <w:rPr>
          <w:lang w:val="en-US"/>
        </w:rPr>
        <w:t xml:space="preserve">, Resolution </w:t>
      </w:r>
      <w:r>
        <w:rPr>
          <w:b/>
          <w:lang w:val="en-US"/>
        </w:rPr>
        <w:t>772</w:t>
      </w:r>
      <w:r>
        <w:rPr>
          <w:lang w:val="en-US"/>
        </w:rPr>
        <w:t xml:space="preserve"> (</w:t>
      </w:r>
      <w:r>
        <w:rPr>
          <w:b/>
          <w:lang w:val="en-US"/>
        </w:rPr>
        <w:t>WRC-19</w:t>
      </w:r>
      <w:r>
        <w:rPr>
          <w:lang w:val="en-US"/>
        </w:rPr>
        <w:t xml:space="preserve">), that facilitate </w:t>
      </w:r>
      <w:proofErr w:type="spellStart"/>
      <w:r>
        <w:rPr>
          <w:lang w:val="en-US"/>
        </w:rPr>
        <w:t>radiocommunications</w:t>
      </w:r>
      <w:proofErr w:type="spellEnd"/>
      <w:r>
        <w:rPr>
          <w:lang w:val="en-US"/>
        </w:rPr>
        <w:t xml:space="preserve"> that support aviation to safely integrate sub-orbital vehicles into the airspace and be interoperable with international civil aviation</w:t>
      </w:r>
    </w:p>
    <w:p w14:paraId="4729AB7C" w14:textId="77777777" w:rsidR="006A2737" w:rsidRDefault="006A2737" w:rsidP="006A2737">
      <w:pPr>
        <w:tabs>
          <w:tab w:val="left" w:pos="708"/>
        </w:tabs>
        <w:overflowPunct/>
        <w:spacing w:before="0"/>
        <w:rPr>
          <w:szCs w:val="24"/>
          <w:lang w:val="en-US"/>
        </w:rPr>
      </w:pPr>
      <w:r>
        <w:rPr>
          <w:szCs w:val="24"/>
          <w:lang w:val="en-US"/>
        </w:rPr>
        <w:t xml:space="preserve">[This section will study any appropriate modifications to the Radio Regulations permitted by Resolution 772 (WRC-19) that facilitate </w:t>
      </w:r>
      <w:proofErr w:type="spellStart"/>
      <w:r>
        <w:rPr>
          <w:szCs w:val="24"/>
          <w:lang w:val="en-US"/>
        </w:rPr>
        <w:t>radiocommunications</w:t>
      </w:r>
      <w:proofErr w:type="spellEnd"/>
      <w:r>
        <w:rPr>
          <w:szCs w:val="24"/>
          <w:lang w:val="en-US"/>
        </w:rPr>
        <w:t xml:space="preserve"> that support aviation to safely integrate sub-orbital vehicles into the airspace and be interoperable with international civil aviation.]</w:t>
      </w:r>
    </w:p>
    <w:p w14:paraId="5987BC41" w14:textId="77777777" w:rsidR="006A2737" w:rsidRDefault="006A2737" w:rsidP="00CF5577">
      <w:pPr>
        <w:rPr>
          <w:lang w:val="en-US"/>
        </w:rPr>
      </w:pPr>
      <w:r>
        <w:rPr>
          <w:lang w:val="en-US"/>
        </w:rPr>
        <w:t>4.4</w:t>
      </w:r>
      <w:r>
        <w:rPr>
          <w:lang w:val="en-US"/>
        </w:rPr>
        <w:tab/>
        <w:t>Sharing and compatibility studies</w:t>
      </w:r>
    </w:p>
    <w:p w14:paraId="474DEF24" w14:textId="77777777" w:rsidR="006A2737" w:rsidRDefault="006A2737" w:rsidP="00CF5577">
      <w:pPr>
        <w:rPr>
          <w:lang w:val="en-US"/>
        </w:rPr>
      </w:pPr>
      <w:r>
        <w:rPr>
          <w:lang w:val="en-US"/>
        </w:rPr>
        <w:t>4.4.1</w:t>
      </w:r>
      <w:r>
        <w:rPr>
          <w:lang w:val="en-US"/>
        </w:rPr>
        <w:tab/>
        <w:t>Technical characteristics and protection criteria relevant for the following studies</w:t>
      </w:r>
    </w:p>
    <w:p w14:paraId="13DC16A4" w14:textId="77777777" w:rsidR="006A2737" w:rsidRDefault="006A2737" w:rsidP="00CF5577">
      <w:pPr>
        <w:rPr>
          <w:lang w:val="en-US"/>
        </w:rPr>
      </w:pPr>
      <w:r>
        <w:rPr>
          <w:lang w:val="en-US"/>
        </w:rPr>
        <w:t>[</w:t>
      </w: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be determined]</w:t>
      </w:r>
    </w:p>
    <w:p w14:paraId="7D5D4DE4" w14:textId="77777777" w:rsidR="006A2737" w:rsidRDefault="006A2737" w:rsidP="00CF5577">
      <w:pPr>
        <w:rPr>
          <w:lang w:val="en-US"/>
        </w:rPr>
      </w:pPr>
      <w:r>
        <w:rPr>
          <w:lang w:val="en-US"/>
        </w:rPr>
        <w:t>4.4.2</w:t>
      </w:r>
      <w:r>
        <w:rPr>
          <w:lang w:val="en-US"/>
        </w:rPr>
        <w:tab/>
        <w:t>Sharing and compatibility studies</w:t>
      </w:r>
    </w:p>
    <w:p w14:paraId="7F822C7E" w14:textId="77777777" w:rsidR="006A2737" w:rsidRDefault="006A2737" w:rsidP="00CF5577">
      <w:pPr>
        <w:rPr>
          <w:lang w:val="en-US"/>
        </w:rPr>
      </w:pPr>
      <w:r>
        <w:rPr>
          <w:lang w:val="en-US"/>
        </w:rPr>
        <w:t xml:space="preserve">[This section will contain sharing and compatibility studies with incumbent services that are allocated on a primary basis in the same and adjacent frequency bands in order to avoid harmful interference to other </w:t>
      </w:r>
      <w:proofErr w:type="spellStart"/>
      <w:r>
        <w:rPr>
          <w:lang w:val="en-US"/>
        </w:rPr>
        <w:t>radiocommunication</w:t>
      </w:r>
      <w:proofErr w:type="spellEnd"/>
      <w:r>
        <w:rPr>
          <w:lang w:val="en-US"/>
        </w:rPr>
        <w:t xml:space="preserve"> services and to existing applications of the same service in which stations on board sub-orbital vehicles operate, having regard to the sub-orbital flight application scenarios.]</w:t>
      </w:r>
    </w:p>
    <w:p w14:paraId="3FF1E9F7" w14:textId="77777777" w:rsidR="006A2737" w:rsidRDefault="006A2737" w:rsidP="00CF5577">
      <w:pPr>
        <w:pStyle w:val="Heading1"/>
        <w:rPr>
          <w:lang w:val="en-US"/>
        </w:rPr>
      </w:pPr>
      <w:r>
        <w:rPr>
          <w:lang w:val="en-US"/>
        </w:rPr>
        <w:t>5</w:t>
      </w:r>
      <w:r>
        <w:rPr>
          <w:lang w:val="en-US"/>
        </w:rPr>
        <w:tab/>
        <w:t>Summary of studies</w:t>
      </w:r>
    </w:p>
    <w:p w14:paraId="3EA97CE0" w14:textId="77777777" w:rsidR="006A2737" w:rsidRDefault="006A2737" w:rsidP="00CF5577">
      <w:pPr>
        <w:rPr>
          <w:lang w:val="en-US"/>
        </w:rPr>
      </w:pPr>
      <w:r>
        <w:rPr>
          <w:lang w:val="en-US"/>
        </w:rPr>
        <w:t>[To be added]</w:t>
      </w:r>
    </w:p>
    <w:p w14:paraId="5271F667" w14:textId="77777777" w:rsidR="00CF5577" w:rsidRDefault="00CF5577" w:rsidP="00CF5577"/>
    <w:p w14:paraId="2BDCF28F" w14:textId="2CF51D4E" w:rsidR="00CF5577" w:rsidRPr="00CF5577" w:rsidRDefault="00CF5577" w:rsidP="00CF5577">
      <w:pPr>
        <w:jc w:val="center"/>
      </w:pPr>
      <w:r>
        <w:t>______________</w:t>
      </w:r>
    </w:p>
    <w:sectPr w:rsidR="00CF5577" w:rsidRPr="00CF5577" w:rsidSect="00D02712">
      <w:headerReference w:type="default" r:id="rId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BFAFC" w14:textId="77777777" w:rsidR="00397322" w:rsidRDefault="00397322">
      <w:r>
        <w:separator/>
      </w:r>
    </w:p>
  </w:endnote>
  <w:endnote w:type="continuationSeparator" w:id="0">
    <w:p w14:paraId="7C1036A4" w14:textId="77777777" w:rsidR="00397322" w:rsidRDefault="0039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8C43B" w14:textId="77777777" w:rsidR="00397322" w:rsidRDefault="00397322">
      <w:r>
        <w:t>____________________</w:t>
      </w:r>
    </w:p>
  </w:footnote>
  <w:footnote w:type="continuationSeparator" w:id="0">
    <w:p w14:paraId="22E31B85" w14:textId="77777777" w:rsidR="00397322" w:rsidRDefault="00397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42C2" w14:textId="0C2F3D56" w:rsidR="00FA124A" w:rsidRPr="00213A64" w:rsidRDefault="00FA124A" w:rsidP="00213A64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732"/>
    <w:rsid w:val="000069D4"/>
    <w:rsid w:val="000174AD"/>
    <w:rsid w:val="00047A1D"/>
    <w:rsid w:val="000604B9"/>
    <w:rsid w:val="000A7D55"/>
    <w:rsid w:val="000C12C8"/>
    <w:rsid w:val="000C2E8E"/>
    <w:rsid w:val="000D0E20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13A64"/>
    <w:rsid w:val="002309D8"/>
    <w:rsid w:val="00231A25"/>
    <w:rsid w:val="002A7FE2"/>
    <w:rsid w:val="002E1B4F"/>
    <w:rsid w:val="002F2E67"/>
    <w:rsid w:val="002F7CB3"/>
    <w:rsid w:val="00315546"/>
    <w:rsid w:val="00330567"/>
    <w:rsid w:val="00386848"/>
    <w:rsid w:val="00386A9D"/>
    <w:rsid w:val="00391081"/>
    <w:rsid w:val="00397322"/>
    <w:rsid w:val="003B2789"/>
    <w:rsid w:val="003B5055"/>
    <w:rsid w:val="003C13CE"/>
    <w:rsid w:val="003C697E"/>
    <w:rsid w:val="003E2518"/>
    <w:rsid w:val="003E7CEF"/>
    <w:rsid w:val="004B1EF7"/>
    <w:rsid w:val="004B3FAD"/>
    <w:rsid w:val="004C5749"/>
    <w:rsid w:val="004D3958"/>
    <w:rsid w:val="00501DCA"/>
    <w:rsid w:val="00513A47"/>
    <w:rsid w:val="00520D1D"/>
    <w:rsid w:val="00527774"/>
    <w:rsid w:val="005408DF"/>
    <w:rsid w:val="00573344"/>
    <w:rsid w:val="00583F9B"/>
    <w:rsid w:val="00593D19"/>
    <w:rsid w:val="005B0D29"/>
    <w:rsid w:val="005E5C10"/>
    <w:rsid w:val="005F2C78"/>
    <w:rsid w:val="005F6DC0"/>
    <w:rsid w:val="006144E4"/>
    <w:rsid w:val="00650299"/>
    <w:rsid w:val="00655FC5"/>
    <w:rsid w:val="006A2737"/>
    <w:rsid w:val="007544C6"/>
    <w:rsid w:val="007F4A16"/>
    <w:rsid w:val="007F6B75"/>
    <w:rsid w:val="0080538C"/>
    <w:rsid w:val="00814E0A"/>
    <w:rsid w:val="00822581"/>
    <w:rsid w:val="008309DD"/>
    <w:rsid w:val="00831DCC"/>
    <w:rsid w:val="0083227A"/>
    <w:rsid w:val="00866900"/>
    <w:rsid w:val="00876A8A"/>
    <w:rsid w:val="00880B7B"/>
    <w:rsid w:val="00881BA1"/>
    <w:rsid w:val="008C2302"/>
    <w:rsid w:val="008C26B8"/>
    <w:rsid w:val="008F208F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236EE"/>
    <w:rsid w:val="00B4279B"/>
    <w:rsid w:val="00B45FC9"/>
    <w:rsid w:val="00B76F35"/>
    <w:rsid w:val="00B81138"/>
    <w:rsid w:val="00BC7CCF"/>
    <w:rsid w:val="00BE470B"/>
    <w:rsid w:val="00C30626"/>
    <w:rsid w:val="00C55CA1"/>
    <w:rsid w:val="00C57A91"/>
    <w:rsid w:val="00CC01C2"/>
    <w:rsid w:val="00CF21F2"/>
    <w:rsid w:val="00CF5577"/>
    <w:rsid w:val="00D02712"/>
    <w:rsid w:val="00D046A7"/>
    <w:rsid w:val="00D214D0"/>
    <w:rsid w:val="00D6546B"/>
    <w:rsid w:val="00D85D42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54E5F"/>
    <w:rsid w:val="00F76DCE"/>
    <w:rsid w:val="00F9173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7AF68D3"/>
  <w15:docId w15:val="{DA78006B-4056-4ACA-98DF-F3D00572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uiPriority w:val="99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uiPriority w:val="99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A2737"/>
    <w:rPr>
      <w:rFonts w:ascii="Times New Roman" w:hAnsi="Times New Roman"/>
      <w:b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6A2737"/>
    <w:pPr>
      <w:ind w:left="720"/>
      <w:contextualSpacing/>
      <w:textAlignment w:val="auto"/>
    </w:pPr>
  </w:style>
  <w:style w:type="character" w:customStyle="1" w:styleId="NormalaftertitleChar">
    <w:name w:val="Normal_after_title Char"/>
    <w:basedOn w:val="DefaultParagraphFont"/>
    <w:link w:val="Normalaftertitle"/>
    <w:locked/>
    <w:rsid w:val="006A2737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1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dladson@hwglaw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4</Pages>
  <Words>1036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Limousin Catherine</dc:creator>
  <cp:lastModifiedBy>Wright, Sandra</cp:lastModifiedBy>
  <cp:revision>3</cp:revision>
  <cp:lastPrinted>2008-02-21T14:04:00Z</cp:lastPrinted>
  <dcterms:created xsi:type="dcterms:W3CDTF">2020-09-25T15:26:00Z</dcterms:created>
  <dcterms:modified xsi:type="dcterms:W3CDTF">2020-09-26T02:42:00Z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