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7A1D89CB" w14:textId="77777777" w:rsidTr="00876A8A">
        <w:trPr>
          <w:cantSplit/>
        </w:trPr>
        <w:tc>
          <w:tcPr>
            <w:tcW w:w="6487" w:type="dxa"/>
            <w:vAlign w:val="center"/>
          </w:tcPr>
          <w:p w14:paraId="737548FC"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757DE740" w14:textId="77777777" w:rsidR="009F6520" w:rsidRDefault="00E34360" w:rsidP="00E34360">
            <w:pPr>
              <w:shd w:val="solid" w:color="FFFFFF" w:fill="FFFFFF"/>
              <w:spacing w:before="0" w:line="240" w:lineRule="atLeast"/>
            </w:pPr>
            <w:bookmarkStart w:id="0" w:name="ditulogo"/>
            <w:bookmarkEnd w:id="0"/>
            <w:r>
              <w:rPr>
                <w:noProof/>
                <w:lang w:eastAsia="en-GB"/>
              </w:rPr>
              <w:drawing>
                <wp:inline distT="0" distB="0" distL="0" distR="0" wp14:anchorId="246FF32A" wp14:editId="75D0685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DC7657F" w14:textId="77777777" w:rsidTr="00876A8A">
        <w:trPr>
          <w:cantSplit/>
        </w:trPr>
        <w:tc>
          <w:tcPr>
            <w:tcW w:w="6487" w:type="dxa"/>
            <w:tcBorders>
              <w:bottom w:val="single" w:sz="12" w:space="0" w:color="auto"/>
            </w:tcBorders>
          </w:tcPr>
          <w:p w14:paraId="5A3C2136"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FD3072F"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5F28EDC" w14:textId="77777777" w:rsidTr="00876A8A">
        <w:trPr>
          <w:cantSplit/>
        </w:trPr>
        <w:tc>
          <w:tcPr>
            <w:tcW w:w="6487" w:type="dxa"/>
            <w:tcBorders>
              <w:top w:val="single" w:sz="12" w:space="0" w:color="auto"/>
            </w:tcBorders>
          </w:tcPr>
          <w:p w14:paraId="158DA7A9"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665AEDF" w14:textId="77777777" w:rsidR="000069D4" w:rsidRPr="00710D66" w:rsidRDefault="000069D4" w:rsidP="00A5173C">
            <w:pPr>
              <w:shd w:val="solid" w:color="FFFFFF" w:fill="FFFFFF"/>
              <w:spacing w:before="0" w:after="48" w:line="240" w:lineRule="atLeast"/>
              <w:rPr>
                <w:lang w:val="en-US"/>
              </w:rPr>
            </w:pPr>
          </w:p>
        </w:tc>
      </w:tr>
      <w:tr w:rsidR="000069D4" w14:paraId="6351909A" w14:textId="77777777" w:rsidTr="00876A8A">
        <w:trPr>
          <w:cantSplit/>
        </w:trPr>
        <w:tc>
          <w:tcPr>
            <w:tcW w:w="6487" w:type="dxa"/>
            <w:vMerge w:val="restart"/>
          </w:tcPr>
          <w:p w14:paraId="2FC03B9D" w14:textId="77777777" w:rsidR="00FF5310" w:rsidRPr="00250417" w:rsidRDefault="00FF5310" w:rsidP="00FF5310">
            <w:pPr>
              <w:shd w:val="solid" w:color="FFFFFF" w:fill="FFFFFF"/>
              <w:tabs>
                <w:tab w:val="left" w:pos="720"/>
              </w:tabs>
              <w:spacing w:after="240"/>
              <w:ind w:left="1134" w:hanging="1134"/>
              <w:rPr>
                <w:rFonts w:ascii="Verdana" w:hAnsi="Verdana"/>
                <w:sz w:val="20"/>
                <w:lang w:val="fr-FR" w:eastAsia="zh-CN"/>
              </w:rPr>
            </w:pPr>
            <w:bookmarkStart w:id="1" w:name="recibido"/>
            <w:bookmarkStart w:id="2" w:name="dnum" w:colFirst="1" w:colLast="1"/>
            <w:bookmarkEnd w:id="1"/>
            <w:proofErr w:type="spellStart"/>
            <w:proofErr w:type="gramStart"/>
            <w:r w:rsidRPr="00250417">
              <w:rPr>
                <w:rFonts w:ascii="Verdana" w:hAnsi="Verdana"/>
                <w:sz w:val="20"/>
                <w:lang w:val="fr-FR" w:eastAsia="zh-CN"/>
              </w:rPr>
              <w:t>Received</w:t>
            </w:r>
            <w:proofErr w:type="spellEnd"/>
            <w:r w:rsidRPr="00250417">
              <w:rPr>
                <w:rFonts w:ascii="Verdana" w:hAnsi="Verdana"/>
                <w:sz w:val="20"/>
                <w:lang w:val="fr-FR" w:eastAsia="zh-CN"/>
              </w:rPr>
              <w:t>:</w:t>
            </w:r>
            <w:proofErr w:type="gramEnd"/>
            <w:r w:rsidRPr="00250417">
              <w:rPr>
                <w:rFonts w:ascii="Verdana" w:hAnsi="Verdana"/>
                <w:sz w:val="20"/>
                <w:lang w:val="fr-FR" w:eastAsia="zh-CN"/>
              </w:rPr>
              <w:t xml:space="preserve"> </w:t>
            </w:r>
            <w:r w:rsidRPr="00250417">
              <w:rPr>
                <w:rFonts w:ascii="Verdana" w:hAnsi="Verdana"/>
                <w:sz w:val="20"/>
                <w:lang w:val="fr-FR" w:eastAsia="zh-CN"/>
              </w:rPr>
              <w:tab/>
            </w:r>
            <w:r>
              <w:rPr>
                <w:rFonts w:ascii="Verdana" w:hAnsi="Verdana"/>
                <w:sz w:val="20"/>
                <w:lang w:val="fr-FR" w:eastAsia="zh-CN"/>
              </w:rPr>
              <w:t>30 June 2023</w:t>
            </w:r>
          </w:p>
          <w:p w14:paraId="24062497" w14:textId="138C29CD" w:rsidR="00E34360" w:rsidRPr="00982084" w:rsidRDefault="00FF5310" w:rsidP="00FF5310">
            <w:pPr>
              <w:shd w:val="solid" w:color="FFFFFF" w:fill="FFFFFF"/>
              <w:tabs>
                <w:tab w:val="clear" w:pos="1134"/>
                <w:tab w:val="clear" w:pos="1871"/>
                <w:tab w:val="clear" w:pos="2268"/>
              </w:tabs>
              <w:spacing w:before="0" w:after="240"/>
              <w:ind w:left="1134" w:hanging="1134"/>
              <w:rPr>
                <w:rFonts w:ascii="Verdana" w:hAnsi="Verdana"/>
                <w:sz w:val="20"/>
              </w:rPr>
            </w:pPr>
            <w:r w:rsidRPr="00250417">
              <w:rPr>
                <w:rFonts w:ascii="Verdana" w:hAnsi="Verdana"/>
                <w:sz w:val="20"/>
                <w:lang w:eastAsia="zh-CN"/>
              </w:rPr>
              <w:t>Source:</w:t>
            </w:r>
            <w:r w:rsidRPr="00250417">
              <w:rPr>
                <w:rFonts w:ascii="Verdana" w:hAnsi="Verdana"/>
                <w:sz w:val="20"/>
                <w:lang w:eastAsia="zh-CN"/>
              </w:rPr>
              <w:tab/>
            </w:r>
            <w:r>
              <w:rPr>
                <w:rFonts w:ascii="Verdana" w:hAnsi="Verdana"/>
                <w:sz w:val="20"/>
                <w:lang w:eastAsia="zh-CN"/>
              </w:rPr>
              <w:t xml:space="preserve">Document </w:t>
            </w:r>
            <w:hyperlink r:id="rId8" w:history="1">
              <w:proofErr w:type="spellStart"/>
              <w:r w:rsidRPr="00FA0AED">
                <w:rPr>
                  <w:rStyle w:val="Hyperlink"/>
                  <w:rFonts w:ascii="Verdana" w:hAnsi="Verdana"/>
                  <w:sz w:val="20"/>
                  <w:lang w:eastAsia="zh-CN"/>
                </w:rPr>
                <w:t>5B</w:t>
              </w:r>
              <w:proofErr w:type="spellEnd"/>
              <w:r w:rsidRPr="00FA0AED">
                <w:rPr>
                  <w:rStyle w:val="Hyperlink"/>
                  <w:rFonts w:ascii="Verdana" w:hAnsi="Verdana"/>
                  <w:sz w:val="20"/>
                  <w:lang w:eastAsia="zh-CN"/>
                </w:rPr>
                <w:t>/731</w:t>
              </w:r>
            </w:hyperlink>
            <w:r>
              <w:rPr>
                <w:rFonts w:ascii="Verdana" w:hAnsi="Verdana"/>
                <w:sz w:val="20"/>
                <w:lang w:eastAsia="zh-CN"/>
              </w:rPr>
              <w:t xml:space="preserve"> Annex 7</w:t>
            </w:r>
          </w:p>
        </w:tc>
        <w:tc>
          <w:tcPr>
            <w:tcW w:w="3402" w:type="dxa"/>
          </w:tcPr>
          <w:p w14:paraId="1AB66BC8" w14:textId="77777777" w:rsidR="000069D4" w:rsidRPr="00E34360" w:rsidRDefault="00E34360"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proofErr w:type="spellStart"/>
            <w:r>
              <w:rPr>
                <w:rFonts w:ascii="Verdana" w:hAnsi="Verdana"/>
                <w:b/>
                <w:sz w:val="20"/>
                <w:lang w:eastAsia="zh-CN"/>
              </w:rPr>
              <w:t>5B</w:t>
            </w:r>
            <w:proofErr w:type="spellEnd"/>
            <w:r>
              <w:rPr>
                <w:rFonts w:ascii="Verdana" w:hAnsi="Verdana"/>
                <w:b/>
                <w:sz w:val="20"/>
                <w:lang w:eastAsia="zh-CN"/>
              </w:rPr>
              <w:t>/796-E</w:t>
            </w:r>
          </w:p>
        </w:tc>
      </w:tr>
      <w:tr w:rsidR="000069D4" w14:paraId="31406211" w14:textId="77777777" w:rsidTr="00876A8A">
        <w:trPr>
          <w:cantSplit/>
        </w:trPr>
        <w:tc>
          <w:tcPr>
            <w:tcW w:w="6487" w:type="dxa"/>
            <w:vMerge/>
          </w:tcPr>
          <w:p w14:paraId="4B253F95"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F051696" w14:textId="77777777" w:rsidR="000069D4" w:rsidRPr="00E34360" w:rsidRDefault="00E34360" w:rsidP="00A5173C">
            <w:pPr>
              <w:shd w:val="solid" w:color="FFFFFF" w:fill="FFFFFF"/>
              <w:spacing w:before="0" w:line="240" w:lineRule="atLeast"/>
              <w:rPr>
                <w:rFonts w:ascii="Verdana" w:hAnsi="Verdana"/>
                <w:sz w:val="20"/>
                <w:lang w:eastAsia="zh-CN"/>
              </w:rPr>
            </w:pPr>
            <w:r>
              <w:rPr>
                <w:rFonts w:ascii="Verdana" w:hAnsi="Verdana"/>
                <w:b/>
                <w:sz w:val="20"/>
                <w:lang w:eastAsia="zh-CN"/>
              </w:rPr>
              <w:t>30 June 2023</w:t>
            </w:r>
          </w:p>
        </w:tc>
      </w:tr>
      <w:tr w:rsidR="000069D4" w14:paraId="07B073BC" w14:textId="77777777" w:rsidTr="00876A8A">
        <w:trPr>
          <w:cantSplit/>
        </w:trPr>
        <w:tc>
          <w:tcPr>
            <w:tcW w:w="6487" w:type="dxa"/>
            <w:vMerge/>
          </w:tcPr>
          <w:p w14:paraId="0DFEFD78"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0A4EAF87" w14:textId="77777777" w:rsidR="000069D4" w:rsidRPr="00E34360" w:rsidRDefault="00E34360"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F5310" w14:paraId="27A8536B" w14:textId="77777777" w:rsidTr="00D046A7">
        <w:trPr>
          <w:cantSplit/>
        </w:trPr>
        <w:tc>
          <w:tcPr>
            <w:tcW w:w="9889" w:type="dxa"/>
            <w:gridSpan w:val="2"/>
          </w:tcPr>
          <w:p w14:paraId="1754B4C9" w14:textId="62E84DE8" w:rsidR="00FF5310" w:rsidRDefault="00FF5310" w:rsidP="00FF5310">
            <w:pPr>
              <w:pStyle w:val="Source"/>
              <w:rPr>
                <w:lang w:eastAsia="zh-CN"/>
              </w:rPr>
            </w:pPr>
            <w:bookmarkStart w:id="5" w:name="dsource" w:colFirst="0" w:colLast="0"/>
            <w:bookmarkEnd w:id="4"/>
            <w:r w:rsidRPr="00250417">
              <w:rPr>
                <w:bCs/>
                <w:lang w:eastAsia="zh-CN"/>
              </w:rPr>
              <w:t xml:space="preserve">United States of America </w:t>
            </w:r>
          </w:p>
        </w:tc>
      </w:tr>
      <w:tr w:rsidR="00FF5310" w14:paraId="130FC363" w14:textId="77777777" w:rsidTr="00D046A7">
        <w:trPr>
          <w:cantSplit/>
        </w:trPr>
        <w:tc>
          <w:tcPr>
            <w:tcW w:w="9889" w:type="dxa"/>
            <w:gridSpan w:val="2"/>
          </w:tcPr>
          <w:p w14:paraId="7F9505E3" w14:textId="0501B29F" w:rsidR="00FF5310" w:rsidRDefault="00FF5310" w:rsidP="00FF5310">
            <w:pPr>
              <w:pStyle w:val="Title1"/>
              <w:rPr>
                <w:lang w:eastAsia="zh-CN"/>
              </w:rPr>
            </w:pPr>
            <w:bookmarkStart w:id="6" w:name="drec" w:colFirst="0" w:colLast="0"/>
            <w:bookmarkEnd w:id="5"/>
            <w:r w:rsidRPr="00250417">
              <w:rPr>
                <w:rFonts w:eastAsia="Calibri"/>
                <w:szCs w:val="24"/>
                <w:lang w:eastAsia="zh-CN"/>
              </w:rPr>
              <w:t xml:space="preserve">DRAFT REVISION TO RECOMMENDATION ITU-R </w:t>
            </w:r>
            <w:proofErr w:type="spellStart"/>
            <w:r w:rsidRPr="00250417">
              <w:rPr>
                <w:rFonts w:eastAsia="Calibri"/>
                <w:szCs w:val="24"/>
                <w:lang w:eastAsia="zh-CN"/>
              </w:rPr>
              <w:t>M.2116</w:t>
            </w:r>
            <w:proofErr w:type="spellEnd"/>
            <w:r w:rsidRPr="00250417">
              <w:rPr>
                <w:rFonts w:eastAsia="Calibri"/>
                <w:szCs w:val="24"/>
                <w:lang w:eastAsia="zh-CN"/>
              </w:rPr>
              <w:t>-0</w:t>
            </w:r>
          </w:p>
        </w:tc>
      </w:tr>
      <w:tr w:rsidR="00FF5310" w14:paraId="247D81B0" w14:textId="77777777" w:rsidTr="00D046A7">
        <w:trPr>
          <w:cantSplit/>
        </w:trPr>
        <w:tc>
          <w:tcPr>
            <w:tcW w:w="9889" w:type="dxa"/>
            <w:gridSpan w:val="2"/>
          </w:tcPr>
          <w:p w14:paraId="5EC7726C" w14:textId="2D2E4279" w:rsidR="00FF5310" w:rsidRDefault="00FF5310" w:rsidP="00FF5310">
            <w:pPr>
              <w:pStyle w:val="Title4"/>
              <w:rPr>
                <w:lang w:eastAsia="zh-CN"/>
              </w:rPr>
            </w:pPr>
            <w:bookmarkStart w:id="7" w:name="dtitle1" w:colFirst="0" w:colLast="0"/>
            <w:bookmarkEnd w:id="6"/>
            <w:r w:rsidRPr="00250417">
              <w:rPr>
                <w:lang w:eastAsia="zh-CN"/>
              </w:rPr>
              <w:t>Technical characteristics and protection criteria for the aeronautical mobile service systems operating within the 4 400-4 990 MHz frequency range</w:t>
            </w:r>
          </w:p>
        </w:tc>
      </w:tr>
    </w:tbl>
    <w:p w14:paraId="6FE5B3B9" w14:textId="77777777" w:rsidR="00FF5310" w:rsidRPr="00250417" w:rsidRDefault="00FF5310" w:rsidP="00FF5310">
      <w:pPr>
        <w:keepNext/>
        <w:keepLines/>
        <w:spacing w:before="280"/>
        <w:ind w:left="1134" w:hanging="1134"/>
        <w:outlineLvl w:val="0"/>
        <w:rPr>
          <w:rFonts w:eastAsia="FangSong_GB2312"/>
          <w:b/>
          <w:sz w:val="28"/>
          <w:lang w:eastAsia="zh-CN"/>
        </w:rPr>
      </w:pPr>
      <w:bookmarkStart w:id="8" w:name="dbreak"/>
      <w:bookmarkEnd w:id="8"/>
      <w:bookmarkEnd w:id="7"/>
      <w:r w:rsidRPr="00250417">
        <w:rPr>
          <w:rFonts w:eastAsia="FangSong_GB2312"/>
          <w:b/>
          <w:sz w:val="28"/>
          <w:lang w:eastAsia="zh-CN"/>
        </w:rPr>
        <w:t>1</w:t>
      </w:r>
      <w:r w:rsidRPr="00250417">
        <w:rPr>
          <w:rFonts w:eastAsia="FangSong_GB2312"/>
          <w:b/>
          <w:sz w:val="28"/>
          <w:lang w:eastAsia="zh-CN"/>
        </w:rPr>
        <w:tab/>
        <w:t>Introduction</w:t>
      </w:r>
    </w:p>
    <w:p w14:paraId="5A2CC487" w14:textId="77777777" w:rsidR="00FF5310" w:rsidRPr="00250417" w:rsidRDefault="00FF5310" w:rsidP="00FA0AED">
      <w:pPr>
        <w:tabs>
          <w:tab w:val="left" w:pos="794"/>
          <w:tab w:val="left" w:pos="1191"/>
          <w:tab w:val="left" w:pos="1588"/>
          <w:tab w:val="left" w:pos="1985"/>
        </w:tabs>
        <w:jc w:val="both"/>
        <w:rPr>
          <w:iCs/>
          <w:lang w:eastAsia="zh-CN"/>
        </w:rPr>
      </w:pPr>
      <w:r w:rsidRPr="00250417">
        <w:rPr>
          <w:lang w:eastAsia="zh-CN"/>
        </w:rPr>
        <w:t xml:space="preserve">At the previous meeting of Working Party </w:t>
      </w:r>
      <w:proofErr w:type="spellStart"/>
      <w:r w:rsidRPr="00250417">
        <w:rPr>
          <w:lang w:eastAsia="zh-CN"/>
        </w:rPr>
        <w:t>5B</w:t>
      </w:r>
      <w:proofErr w:type="spellEnd"/>
      <w:r w:rsidRPr="00250417">
        <w:rPr>
          <w:lang w:eastAsia="zh-CN"/>
        </w:rPr>
        <w:t xml:space="preserve"> the meeting discussed several input contributions and made progress on</w:t>
      </w:r>
      <w:r w:rsidRPr="00250417">
        <w:rPr>
          <w:iCs/>
          <w:lang w:eastAsia="zh-CN"/>
        </w:rPr>
        <w:t xml:space="preserve"> a revision to </w:t>
      </w:r>
      <w:hyperlink r:id="rId9" w:history="1">
        <w:r w:rsidRPr="00250417">
          <w:rPr>
            <w:iCs/>
            <w:color w:val="0000FF"/>
            <w:u w:val="single"/>
            <w:lang w:eastAsia="zh-CN"/>
          </w:rPr>
          <w:t xml:space="preserve">Recommendation ITU-R </w:t>
        </w:r>
        <w:proofErr w:type="spellStart"/>
        <w:r w:rsidRPr="00250417">
          <w:rPr>
            <w:iCs/>
            <w:color w:val="0000FF"/>
            <w:u w:val="single"/>
            <w:lang w:eastAsia="zh-CN"/>
          </w:rPr>
          <w:t>M.2116</w:t>
        </w:r>
        <w:proofErr w:type="spellEnd"/>
      </w:hyperlink>
      <w:r w:rsidRPr="00250417">
        <w:rPr>
          <w:iCs/>
          <w:lang w:eastAsia="zh-CN"/>
        </w:rPr>
        <w:t xml:space="preserve">. This contribution seeks to continue the development of this revision. </w:t>
      </w:r>
    </w:p>
    <w:p w14:paraId="027C66DB" w14:textId="77777777" w:rsidR="00FF5310" w:rsidRPr="00250417" w:rsidRDefault="00FF5310" w:rsidP="00FF5310">
      <w:pPr>
        <w:keepNext/>
        <w:keepLines/>
        <w:spacing w:before="280"/>
        <w:ind w:left="1134" w:hanging="1134"/>
        <w:outlineLvl w:val="0"/>
        <w:rPr>
          <w:rFonts w:eastAsia="FangSong_GB2312"/>
          <w:b/>
          <w:sz w:val="28"/>
          <w:lang w:eastAsia="zh-CN"/>
        </w:rPr>
      </w:pPr>
      <w:r w:rsidRPr="00250417">
        <w:rPr>
          <w:rFonts w:eastAsia="FangSong_GB2312"/>
          <w:b/>
          <w:sz w:val="28"/>
          <w:lang w:eastAsia="zh-CN"/>
        </w:rPr>
        <w:t>2</w:t>
      </w:r>
      <w:r w:rsidRPr="00250417">
        <w:rPr>
          <w:rFonts w:eastAsia="FangSong_GB2312"/>
          <w:b/>
          <w:sz w:val="28"/>
          <w:lang w:eastAsia="zh-CN"/>
        </w:rPr>
        <w:tab/>
        <w:t>Proposal</w:t>
      </w:r>
    </w:p>
    <w:p w14:paraId="7982A40A" w14:textId="77777777" w:rsidR="00FF5310" w:rsidRDefault="00FF5310" w:rsidP="00FA0AED">
      <w:pPr>
        <w:tabs>
          <w:tab w:val="left" w:pos="794"/>
          <w:tab w:val="left" w:pos="1191"/>
          <w:tab w:val="left" w:pos="1588"/>
          <w:tab w:val="left" w:pos="1985"/>
        </w:tabs>
        <w:jc w:val="both"/>
        <w:rPr>
          <w:lang w:eastAsia="zh-CN"/>
        </w:rPr>
      </w:pPr>
      <w:r w:rsidRPr="00250417">
        <w:rPr>
          <w:lang w:eastAsia="zh-CN"/>
        </w:rPr>
        <w:t xml:space="preserve">The United States proposes the following edits to the preliminary draft revision to Recommendation ITU-R </w:t>
      </w:r>
      <w:proofErr w:type="spellStart"/>
      <w:r w:rsidRPr="00250417">
        <w:rPr>
          <w:lang w:eastAsia="zh-CN"/>
        </w:rPr>
        <w:t>M.2116</w:t>
      </w:r>
      <w:proofErr w:type="spellEnd"/>
      <w:r w:rsidRPr="00250417">
        <w:rPr>
          <w:lang w:eastAsia="zh-CN"/>
        </w:rPr>
        <w:t xml:space="preserve">-0 which are contained in Attachment 1. The proposed edits are highlighted in </w:t>
      </w:r>
      <w:r w:rsidRPr="00250417">
        <w:rPr>
          <w:highlight w:val="yellow"/>
          <w:lang w:eastAsia="zh-CN"/>
        </w:rPr>
        <w:t>yellow</w:t>
      </w:r>
      <w:r w:rsidRPr="00250417">
        <w:rPr>
          <w:lang w:eastAsia="zh-CN"/>
        </w:rPr>
        <w:t xml:space="preserve">. </w:t>
      </w:r>
      <w:r>
        <w:rPr>
          <w:lang w:eastAsia="zh-CN"/>
        </w:rPr>
        <w:t>It is also proposed to elevate the status of this document to Draft Revision.</w:t>
      </w:r>
    </w:p>
    <w:p w14:paraId="23DC1497" w14:textId="77777777" w:rsidR="00FF5310" w:rsidRPr="00250417" w:rsidRDefault="00FF5310" w:rsidP="00FA0AED">
      <w:pPr>
        <w:tabs>
          <w:tab w:val="left" w:pos="794"/>
          <w:tab w:val="left" w:pos="1191"/>
          <w:tab w:val="left" w:pos="1588"/>
          <w:tab w:val="left" w:pos="1985"/>
        </w:tabs>
        <w:jc w:val="both"/>
        <w:rPr>
          <w:lang w:eastAsia="zh-CN"/>
        </w:rPr>
      </w:pPr>
      <w:r w:rsidRPr="004255A3">
        <w:rPr>
          <w:lang w:eastAsia="zh-CN"/>
        </w:rPr>
        <w:t>It should be noted that in certain instances the United States has provided USA notes for clarification. These notes are not intended to be retained for the final output of this document.</w:t>
      </w:r>
    </w:p>
    <w:p w14:paraId="4D0EA020" w14:textId="77777777" w:rsidR="00FF5310" w:rsidRPr="00250417" w:rsidRDefault="00FF5310" w:rsidP="00FF5310">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4521B91A" w14:textId="77777777" w:rsidR="00FF5310" w:rsidRPr="00250417" w:rsidRDefault="00FF5310" w:rsidP="00FF5310">
      <w:pPr>
        <w:spacing w:after="160" w:line="256" w:lineRule="auto"/>
        <w:rPr>
          <w:caps/>
          <w:sz w:val="28"/>
        </w:rPr>
      </w:pPr>
      <w:r w:rsidRPr="00250417">
        <w:rPr>
          <w:caps/>
          <w:sz w:val="28"/>
        </w:rPr>
        <w:br w:type="page"/>
      </w:r>
    </w:p>
    <w:p w14:paraId="3BF1B763" w14:textId="48270B56" w:rsidR="003D33BA" w:rsidRDefault="003D33BA" w:rsidP="003D33BA">
      <w:pPr>
        <w:pStyle w:val="AnnexNo"/>
        <w:rPr>
          <w:rFonts w:ascii="Times New Roman Bold" w:hAnsi="Times New Roman Bold" w:cs="Times New Roman Bold"/>
          <w:lang w:eastAsia="zh-CN"/>
        </w:rPr>
      </w:pPr>
      <w:r>
        <w:rPr>
          <w:lang w:eastAsia="ja-JP"/>
        </w:rPr>
        <w:lastRenderedPageBreak/>
        <w:t>Attachment</w:t>
      </w:r>
    </w:p>
    <w:p w14:paraId="1CBC2229" w14:textId="6666CD90" w:rsidR="003D33BA" w:rsidRDefault="003D33BA" w:rsidP="003D33BA">
      <w:pPr>
        <w:pStyle w:val="RecNo"/>
      </w:pPr>
      <w:del w:id="9" w:author="USA" w:date="2023-03-06T17:42:00Z">
        <w:r w:rsidRPr="004255A3" w:rsidDel="004255A3">
          <w:rPr>
            <w:highlight w:val="yellow"/>
            <w:rPrChange w:id="10" w:author="USA" w:date="2023-03-06T17:42:00Z">
              <w:rPr>
                <w:caps w:val="0"/>
              </w:rPr>
            </w:rPrChange>
          </w:rPr>
          <w:delText>PRELIMINARY</w:delText>
        </w:r>
        <w:r w:rsidRPr="00250417" w:rsidDel="004255A3">
          <w:delText xml:space="preserve"> </w:delText>
        </w:r>
      </w:del>
      <w:r w:rsidRPr="00250417">
        <w:t xml:space="preserve">DRAFT REVISION of </w:t>
      </w:r>
      <w:r w:rsidRPr="00250417">
        <w:br/>
        <w:t xml:space="preserve">RECOMMENDATION ITU-R </w:t>
      </w:r>
      <w:proofErr w:type="spellStart"/>
      <w:r w:rsidRPr="00250417">
        <w:t>M.2116</w:t>
      </w:r>
      <w:proofErr w:type="spellEnd"/>
      <w:r w:rsidRPr="00250417">
        <w:t>-0</w:t>
      </w:r>
    </w:p>
    <w:p w14:paraId="4A13A16E" w14:textId="39857E1F" w:rsidR="003D33BA" w:rsidRDefault="003D33BA" w:rsidP="003D33BA">
      <w:pPr>
        <w:pStyle w:val="Rectitle"/>
        <w:rPr>
          <w:caps/>
        </w:rPr>
      </w:pPr>
      <w:r w:rsidRPr="00250417">
        <w:t xml:space="preserve">Technical </w:t>
      </w:r>
      <w:ins w:id="11" w:author="John Mettrop" w:date="2022-12-09T08:31:00Z">
        <w:r w:rsidRPr="00250417">
          <w:t xml:space="preserve">and operational </w:t>
        </w:r>
      </w:ins>
      <w:r w:rsidRPr="00250417">
        <w:t xml:space="preserve">characteristics and protection criteria for </w:t>
      </w:r>
      <w:del w:id="12" w:author="John Mettrop" w:date="2022-12-09T08:31:00Z">
        <w:r w:rsidRPr="00250417" w:rsidDel="00CC60A3">
          <w:delText xml:space="preserve">the </w:delText>
        </w:r>
      </w:del>
      <w:ins w:id="13" w:author="John Mettrop" w:date="2022-12-09T08:31:00Z">
        <w:r w:rsidRPr="00250417">
          <w:t xml:space="preserve">systems operating in the </w:t>
        </w:r>
      </w:ins>
      <w:r w:rsidRPr="00250417">
        <w:t xml:space="preserve">aeronautical </w:t>
      </w:r>
      <w:ins w:id="14" w:author="John Mettrop" w:date="2022-12-09T08:31:00Z">
        <w:r w:rsidRPr="00250417">
          <w:t xml:space="preserve">and maritime </w:t>
        </w:r>
      </w:ins>
      <w:r w:rsidRPr="00250417">
        <w:t>mobile service</w:t>
      </w:r>
      <w:ins w:id="15" w:author="John Mettrop" w:date="2022-12-09T08:32:00Z">
        <w:r w:rsidRPr="00250417">
          <w:t>s</w:t>
        </w:r>
      </w:ins>
      <w:r w:rsidRPr="00250417">
        <w:t xml:space="preserve"> </w:t>
      </w:r>
      <w:del w:id="16" w:author="John Mettrop" w:date="2022-12-09T08:32:00Z">
        <w:r w:rsidRPr="00250417" w:rsidDel="00CC60A3">
          <w:delText xml:space="preserve">systems operating </w:delText>
        </w:r>
      </w:del>
      <w:r w:rsidRPr="00250417">
        <w:t xml:space="preserve">within the 4 400-4 990 MHz frequency </w:t>
      </w:r>
      <w:proofErr w:type="gramStart"/>
      <w:r w:rsidRPr="00250417">
        <w:t>range</w:t>
      </w:r>
      <w:proofErr w:type="gramEnd"/>
    </w:p>
    <w:p w14:paraId="5B0D84CD" w14:textId="431521BD" w:rsidR="00FF5310" w:rsidRPr="00250417" w:rsidRDefault="00FF5310" w:rsidP="003D33BA">
      <w:pPr>
        <w:pStyle w:val="Headingb"/>
      </w:pPr>
      <w:r w:rsidRPr="00250417">
        <w:t>Summary of revision</w:t>
      </w:r>
    </w:p>
    <w:p w14:paraId="30AC8976" w14:textId="77777777" w:rsidR="00FF5310" w:rsidRPr="00250417" w:rsidRDefault="00FF5310" w:rsidP="00FA0AED">
      <w:pPr>
        <w:jc w:val="both"/>
      </w:pPr>
      <w:r w:rsidRPr="00250417">
        <w:t>The revision provides characteristics of new systems operated in the aeronautical mobile service and adds an annex for the characteristics of systems operated in the maritime mobile service. It also refines the operational description of the systems.</w:t>
      </w:r>
    </w:p>
    <w:p w14:paraId="6622374D" w14:textId="77777777" w:rsidR="00FF5310" w:rsidRPr="00250417" w:rsidRDefault="00FF5310" w:rsidP="00FF5310">
      <w:pPr>
        <w:spacing w:before="840"/>
        <w:rPr>
          <w:lang w:eastAsia="zh-CN"/>
        </w:rPr>
      </w:pPr>
      <w:r w:rsidRPr="00250417">
        <w:rPr>
          <w:b/>
          <w:bCs/>
        </w:rPr>
        <w:t>Attachment:</w:t>
      </w:r>
      <w:r w:rsidRPr="00250417">
        <w:rPr>
          <w:b/>
          <w:bCs/>
        </w:rPr>
        <w:tab/>
      </w:r>
      <w:r w:rsidRPr="00250417">
        <w:t>1</w:t>
      </w:r>
    </w:p>
    <w:p w14:paraId="49B07118" w14:textId="77777777" w:rsidR="00FF5310" w:rsidRPr="00250417" w:rsidRDefault="00FF5310" w:rsidP="00FF5310">
      <w:pPr>
        <w:rPr>
          <w:lang w:eastAsia="zh-CN"/>
        </w:rPr>
      </w:pPr>
      <w:r w:rsidRPr="00250417">
        <w:rPr>
          <w:lang w:eastAsia="zh-CN"/>
        </w:rPr>
        <w:br w:type="page"/>
      </w:r>
    </w:p>
    <w:p w14:paraId="10EF83AF" w14:textId="77777777" w:rsidR="00FF5310" w:rsidRPr="00250417" w:rsidRDefault="00FF5310" w:rsidP="003D33BA">
      <w:pPr>
        <w:pStyle w:val="AnnexNo"/>
      </w:pPr>
      <w:r w:rsidRPr="00250417">
        <w:lastRenderedPageBreak/>
        <w:t>Attachment</w:t>
      </w:r>
    </w:p>
    <w:p w14:paraId="4F9B7B82" w14:textId="77777777" w:rsidR="00FF5310" w:rsidRPr="00250417" w:rsidRDefault="00FF5310" w:rsidP="003D33BA">
      <w:pPr>
        <w:pStyle w:val="RecNo"/>
      </w:pPr>
      <w:del w:id="17" w:author="USA" w:date="2023-03-06T17:42:00Z">
        <w:r w:rsidRPr="004255A3" w:rsidDel="004255A3">
          <w:rPr>
            <w:highlight w:val="yellow"/>
            <w:rPrChange w:id="18" w:author="USA" w:date="2023-03-06T17:42:00Z">
              <w:rPr>
                <w:caps w:val="0"/>
              </w:rPr>
            </w:rPrChange>
          </w:rPr>
          <w:delText>PRELIMINARY</w:delText>
        </w:r>
        <w:r w:rsidRPr="00250417" w:rsidDel="004255A3">
          <w:delText xml:space="preserve"> </w:delText>
        </w:r>
      </w:del>
      <w:r w:rsidRPr="00250417">
        <w:t xml:space="preserve">DRAFT REVISION of </w:t>
      </w:r>
      <w:r w:rsidRPr="00250417">
        <w:br/>
        <w:t xml:space="preserve">RECOMMENDATION ITU-R </w:t>
      </w:r>
      <w:proofErr w:type="spellStart"/>
      <w:r w:rsidRPr="00250417">
        <w:t>M.2116</w:t>
      </w:r>
      <w:proofErr w:type="spellEnd"/>
      <w:r w:rsidRPr="00250417">
        <w:t>-0</w:t>
      </w:r>
    </w:p>
    <w:p w14:paraId="1ADE0724" w14:textId="77777777" w:rsidR="00FF5310" w:rsidRPr="00250417" w:rsidRDefault="00FF5310" w:rsidP="003D33BA">
      <w:pPr>
        <w:pStyle w:val="Rectitle"/>
      </w:pPr>
      <w:r w:rsidRPr="00250417">
        <w:t xml:space="preserve">Technical </w:t>
      </w:r>
      <w:ins w:id="19" w:author="John Mettrop [2]" w:date="2022-12-05T11:36:00Z">
        <w:r w:rsidRPr="00250417">
          <w:t xml:space="preserve">and operational </w:t>
        </w:r>
      </w:ins>
      <w:r w:rsidRPr="00250417">
        <w:t xml:space="preserve">characteristics and protection criteria for </w:t>
      </w:r>
      <w:del w:id="20" w:author="John Mettrop [2]" w:date="2022-12-05T11:36:00Z">
        <w:r w:rsidRPr="00250417" w:rsidDel="00A90CAD">
          <w:delText>the</w:delText>
        </w:r>
      </w:del>
      <w:ins w:id="21" w:author="John Mettrop [2]" w:date="2022-12-05T11:36:00Z">
        <w:r w:rsidRPr="00250417">
          <w:t>systems operating in the</w:t>
        </w:r>
      </w:ins>
      <w:r w:rsidRPr="00250417">
        <w:t xml:space="preserve"> aeronautical </w:t>
      </w:r>
      <w:ins w:id="22" w:author="John Mettrop [2]" w:date="2022-12-05T11:37:00Z">
        <w:r w:rsidRPr="00250417">
          <w:t xml:space="preserve">and maritime </w:t>
        </w:r>
      </w:ins>
      <w:r w:rsidRPr="00250417">
        <w:t>mobile service</w:t>
      </w:r>
      <w:ins w:id="23" w:author="John Mettrop [2]" w:date="2022-12-05T11:37:00Z">
        <w:r w:rsidRPr="00250417">
          <w:t>s</w:t>
        </w:r>
      </w:ins>
      <w:r w:rsidRPr="00250417">
        <w:t xml:space="preserve"> </w:t>
      </w:r>
      <w:del w:id="24" w:author="John Mettrop [2]" w:date="2022-12-05T11:37:00Z">
        <w:r w:rsidRPr="00250417" w:rsidDel="00A90CAD">
          <w:delText xml:space="preserve">systems operating </w:delText>
        </w:r>
      </w:del>
      <w:r w:rsidRPr="00250417">
        <w:t xml:space="preserve">within the 4 400-4 990 MHz frequency </w:t>
      </w:r>
      <w:proofErr w:type="gramStart"/>
      <w:r w:rsidRPr="00250417">
        <w:t>range</w:t>
      </w:r>
      <w:proofErr w:type="gramEnd"/>
    </w:p>
    <w:p w14:paraId="52C4AC8B" w14:textId="77777777" w:rsidR="00FF5310" w:rsidRPr="00250417" w:rsidRDefault="00FF5310" w:rsidP="00FF5310">
      <w:pPr>
        <w:keepNext/>
        <w:keepLines/>
        <w:jc w:val="right"/>
      </w:pPr>
      <w:r w:rsidRPr="00250417">
        <w:t>(2018)</w:t>
      </w:r>
    </w:p>
    <w:p w14:paraId="5E1C40BD" w14:textId="77777777" w:rsidR="00FF5310" w:rsidRPr="00250417" w:rsidRDefault="00FF5310" w:rsidP="00FF5310">
      <w:pPr>
        <w:spacing w:before="240" w:after="240"/>
        <w:rPr>
          <w:ins w:id="25" w:author="John Mettrop [2]" w:date="2022-12-05T11:37:00Z"/>
          <w:i/>
          <w:iCs/>
          <w:color w:val="FF0000"/>
          <w:rPrChange w:id="26" w:author="John Mettrop [2]" w:date="2022-12-05T11:38:00Z">
            <w:rPr>
              <w:ins w:id="27" w:author="John Mettrop [2]" w:date="2022-12-05T11:37:00Z"/>
            </w:rPr>
          </w:rPrChange>
        </w:rPr>
      </w:pPr>
      <w:r w:rsidRPr="00250417">
        <w:rPr>
          <w:i/>
          <w:iCs/>
          <w:color w:val="FF0000"/>
          <w:highlight w:val="green"/>
          <w:rPrChange w:id="28" w:author="John Mettrop [2]" w:date="2022-12-09T08:15:00Z">
            <w:rPr/>
          </w:rPrChange>
        </w:rPr>
        <w:t>{Editor’s Note: References to international airspace</w:t>
      </w:r>
      <w:r w:rsidRPr="00250417">
        <w:rPr>
          <w:i/>
          <w:iCs/>
          <w:color w:val="FF0000"/>
          <w:highlight w:val="green"/>
          <w:rPrChange w:id="29" w:author="John Mettrop [2]" w:date="2022-12-09T08:15:00Z">
            <w:rPr>
              <w:i/>
              <w:iCs/>
            </w:rPr>
          </w:rPrChange>
        </w:rPr>
        <w:t xml:space="preserve">, international waters, </w:t>
      </w:r>
      <w:r w:rsidRPr="00250417">
        <w:rPr>
          <w:i/>
          <w:iCs/>
          <w:color w:val="FF0000"/>
          <w:highlight w:val="green"/>
          <w:rPrChange w:id="30" w:author="John Mettrop [2]" w:date="2022-12-09T08:15:00Z">
            <w:rPr/>
          </w:rPrChange>
        </w:rPr>
        <w:t>are to be revisited when the alternative on terminology will be chosen}</w:t>
      </w:r>
    </w:p>
    <w:p w14:paraId="7CEC703E" w14:textId="77777777" w:rsidR="00FF5310" w:rsidRPr="00250417" w:rsidRDefault="00FF5310" w:rsidP="00FF5310">
      <w:pPr>
        <w:keepNext/>
        <w:keepLines/>
        <w:tabs>
          <w:tab w:val="left" w:pos="794"/>
          <w:tab w:val="left" w:pos="1191"/>
          <w:tab w:val="left" w:pos="1588"/>
          <w:tab w:val="left" w:pos="1985"/>
        </w:tabs>
        <w:spacing w:before="240"/>
        <w:jc w:val="both"/>
        <w:rPr>
          <w:b/>
        </w:rPr>
      </w:pPr>
      <w:r w:rsidRPr="00250417">
        <w:rPr>
          <w:b/>
        </w:rPr>
        <w:t>Scope</w:t>
      </w:r>
    </w:p>
    <w:p w14:paraId="159AF5B5" w14:textId="77777777" w:rsidR="00FF5310" w:rsidRPr="00250417" w:rsidRDefault="00FF5310" w:rsidP="00FF5310">
      <w:pPr>
        <w:tabs>
          <w:tab w:val="left" w:pos="794"/>
          <w:tab w:val="left" w:pos="1191"/>
          <w:tab w:val="left" w:pos="1588"/>
          <w:tab w:val="left" w:pos="1985"/>
        </w:tabs>
        <w:spacing w:after="480"/>
        <w:jc w:val="both"/>
      </w:pPr>
      <w:r w:rsidRPr="00250417">
        <w:t xml:space="preserve">This Recommendation provides information on the technical </w:t>
      </w:r>
      <w:ins w:id="31" w:author="John Mettrop [2]" w:date="2022-12-05T11:38:00Z">
        <w:r w:rsidRPr="00250417">
          <w:t>and operation</w:t>
        </w:r>
      </w:ins>
      <w:ins w:id="32" w:author="John Mettrop [2]" w:date="2022-12-05T11:39:00Z">
        <w:r w:rsidRPr="00250417">
          <w:t>al</w:t>
        </w:r>
      </w:ins>
      <w:ins w:id="33" w:author="John Mettrop [2]" w:date="2022-12-05T11:40:00Z">
        <w:r w:rsidRPr="00250417">
          <w:t xml:space="preserve"> </w:t>
        </w:r>
      </w:ins>
      <w:r w:rsidRPr="00250417">
        <w:t xml:space="preserve">characteristics and protection criteria for systems operating in the aeronautical </w:t>
      </w:r>
      <w:ins w:id="34" w:author="John Mettrop [2]" w:date="2022-12-05T11:40:00Z">
        <w:r w:rsidRPr="00250417">
          <w:t xml:space="preserve">and maritime </w:t>
        </w:r>
      </w:ins>
      <w:r w:rsidRPr="00250417">
        <w:t>mobile service</w:t>
      </w:r>
      <w:ins w:id="35" w:author="John Mettrop [2]" w:date="2022-12-05T11:40:00Z">
        <w:r w:rsidRPr="00250417">
          <w:t>s</w:t>
        </w:r>
      </w:ins>
      <w:r w:rsidRPr="00250417">
        <w:t xml:space="preserve"> </w:t>
      </w:r>
      <w:del w:id="36" w:author="John Mettrop [2]" w:date="2022-12-05T11:40:00Z">
        <w:r w:rsidRPr="00250417" w:rsidDel="00A90CAD">
          <w:delText xml:space="preserve">(AMS) </w:delText>
        </w:r>
      </w:del>
      <w:r w:rsidRPr="00250417">
        <w:t xml:space="preserve">planned to or currently operating within the frequency range 4 400-4 990 MHz for use in sharing and compatibility studies as needed and does </w:t>
      </w:r>
      <w:del w:id="37" w:author="John Mettrop [2]" w:date="2022-12-05T11:41:00Z">
        <w:r w:rsidRPr="00250417" w:rsidDel="00A90CAD">
          <w:delText xml:space="preserve">not contain any </w:delText>
        </w:r>
      </w:del>
      <w:ins w:id="38" w:author="John Mettrop [2]" w:date="2022-12-05T11:41:00Z">
        <w:r w:rsidRPr="00250417">
          <w:t xml:space="preserve">address </w:t>
        </w:r>
      </w:ins>
      <w:r w:rsidRPr="00250417">
        <w:t>aeronautical mobile telemetry system</w:t>
      </w:r>
      <w:ins w:id="39" w:author="John Mettrop [2]" w:date="2022-12-05T11:41:00Z">
        <w:r w:rsidRPr="00250417">
          <w:t>s</w:t>
        </w:r>
      </w:ins>
      <w:r w:rsidRPr="00250417">
        <w:t>.</w:t>
      </w:r>
    </w:p>
    <w:p w14:paraId="74D0EBE7" w14:textId="77777777" w:rsidR="00FF5310" w:rsidRPr="00250417" w:rsidRDefault="00FF5310" w:rsidP="003D33BA">
      <w:pPr>
        <w:pStyle w:val="Headingb"/>
      </w:pPr>
      <w:r w:rsidRPr="00250417">
        <w:t>Keywords</w:t>
      </w:r>
    </w:p>
    <w:p w14:paraId="0DF7043E" w14:textId="77777777" w:rsidR="00FF5310" w:rsidRPr="00250417" w:rsidRDefault="00FF5310" w:rsidP="00FF5310">
      <w:r w:rsidRPr="00250417">
        <w:t xml:space="preserve">Aeronautical mobile service, </w:t>
      </w:r>
      <w:ins w:id="40" w:author="John Mettrop [2]" w:date="2022-12-05T11:42:00Z">
        <w:r w:rsidRPr="00250417">
          <w:t xml:space="preserve">maritime mobile service, </w:t>
        </w:r>
      </w:ins>
      <w:r w:rsidRPr="00250417">
        <w:t>technical characteristics, protection criteria</w:t>
      </w:r>
    </w:p>
    <w:p w14:paraId="586A73CC" w14:textId="77777777" w:rsidR="00FF5310" w:rsidRPr="00250417" w:rsidRDefault="00FF5310" w:rsidP="003D33BA">
      <w:pPr>
        <w:pStyle w:val="Headingb"/>
      </w:pPr>
      <w:r w:rsidRPr="00250417">
        <w:t>Abbreviations/Glossary</w:t>
      </w:r>
    </w:p>
    <w:p w14:paraId="06E93892" w14:textId="77777777" w:rsidR="00FF5310" w:rsidRPr="00250417" w:rsidRDefault="00FF5310" w:rsidP="00FF5310">
      <w:proofErr w:type="spellStart"/>
      <w:r w:rsidRPr="00250417">
        <w:t>A</w:t>
      </w:r>
      <w:ins w:id="41" w:author="John Mettrop [2]" w:date="2022-12-05T11:42:00Z">
        <w:r w:rsidRPr="00250417">
          <w:t>M</w:t>
        </w:r>
      </w:ins>
      <w:r w:rsidRPr="00250417">
        <w:t>DL</w:t>
      </w:r>
      <w:proofErr w:type="spellEnd"/>
      <w:r w:rsidRPr="00250417">
        <w:tab/>
        <w:t xml:space="preserve">Aeronautical mobile </w:t>
      </w:r>
      <w:del w:id="42" w:author="John Mettrop [2]" w:date="2022-12-05T11:42:00Z">
        <w:r w:rsidRPr="00250417" w:rsidDel="00A90CAD">
          <w:delText xml:space="preserve">service </w:delText>
        </w:r>
      </w:del>
      <w:r w:rsidRPr="00250417">
        <w:t>data link</w:t>
      </w:r>
    </w:p>
    <w:p w14:paraId="3C2BFC40" w14:textId="77777777" w:rsidR="00FF5310" w:rsidRPr="00250417" w:rsidRDefault="00FF5310" w:rsidP="00FF5310">
      <w:pPr>
        <w:rPr>
          <w:ins w:id="43" w:author="John Mettrop [2]" w:date="2022-12-05T11:43:00Z"/>
        </w:rPr>
      </w:pPr>
      <w:r w:rsidRPr="00250417">
        <w:t>AMS</w:t>
      </w:r>
      <w:r w:rsidRPr="00250417">
        <w:tab/>
        <w:t>Aeronautical mobile service</w:t>
      </w:r>
    </w:p>
    <w:p w14:paraId="7E78FA77" w14:textId="77777777" w:rsidR="00FF5310" w:rsidRPr="00250417" w:rsidRDefault="00FF5310" w:rsidP="00FF5310">
      <w:pPr>
        <w:tabs>
          <w:tab w:val="left" w:pos="1418"/>
        </w:tabs>
        <w:rPr>
          <w:ins w:id="44" w:author="John Mettrop [2]" w:date="2022-12-05T11:43:00Z"/>
        </w:rPr>
      </w:pPr>
      <w:ins w:id="45" w:author="John Mettrop [2]" w:date="2022-12-05T11:43:00Z">
        <w:r w:rsidRPr="00250417">
          <w:t>AMT:</w:t>
        </w:r>
        <w:r w:rsidRPr="00250417">
          <w:tab/>
          <w:t>Aeronautical mobile telemetry</w:t>
        </w:r>
      </w:ins>
    </w:p>
    <w:p w14:paraId="022D918F" w14:textId="77777777" w:rsidR="00FF5310" w:rsidRPr="00250417" w:rsidRDefault="00FF5310" w:rsidP="00FF5310">
      <w:pPr>
        <w:tabs>
          <w:tab w:val="left" w:pos="1418"/>
        </w:tabs>
        <w:rPr>
          <w:ins w:id="46" w:author="John Mettrop [2]" w:date="2022-12-05T11:43:00Z"/>
        </w:rPr>
      </w:pPr>
      <w:ins w:id="47" w:author="John Mettrop [2]" w:date="2022-12-05T11:43:00Z">
        <w:r w:rsidRPr="00250417">
          <w:t>MDL:</w:t>
        </w:r>
        <w:r w:rsidRPr="00250417">
          <w:tab/>
          <w:t>Maritime mobile service data link</w:t>
        </w:r>
      </w:ins>
    </w:p>
    <w:p w14:paraId="2935C4D6" w14:textId="77777777" w:rsidR="00FF5310" w:rsidRPr="00250417" w:rsidRDefault="00FF5310" w:rsidP="00FF5310">
      <w:pPr>
        <w:tabs>
          <w:tab w:val="left" w:pos="1418"/>
        </w:tabs>
        <w:rPr>
          <w:ins w:id="48" w:author="John Mettrop [2]" w:date="2022-12-05T11:43:00Z"/>
        </w:rPr>
      </w:pPr>
      <w:ins w:id="49" w:author="John Mettrop [2]" w:date="2022-12-05T11:43:00Z">
        <w:r w:rsidRPr="00250417">
          <w:t>MMS:</w:t>
        </w:r>
        <w:r w:rsidRPr="00250417">
          <w:tab/>
          <w:t>Maritime mobile service</w:t>
        </w:r>
      </w:ins>
    </w:p>
    <w:p w14:paraId="0ECD0DD4" w14:textId="77777777" w:rsidR="00FF5310" w:rsidRPr="00250417" w:rsidRDefault="00FF5310" w:rsidP="00FF5310">
      <w:pPr>
        <w:tabs>
          <w:tab w:val="left" w:pos="1418"/>
        </w:tabs>
        <w:rPr>
          <w:ins w:id="50" w:author="John Mettrop [2]" w:date="2022-12-05T11:43:00Z"/>
        </w:rPr>
      </w:pPr>
      <w:ins w:id="51" w:author="John Mettrop [2]" w:date="2022-12-05T11:43:00Z">
        <w:r w:rsidRPr="00250417">
          <w:t>RR:</w:t>
        </w:r>
        <w:r w:rsidRPr="00250417">
          <w:tab/>
          <w:t>Radio Regulations</w:t>
        </w:r>
      </w:ins>
    </w:p>
    <w:p w14:paraId="6B983E74" w14:textId="77777777" w:rsidR="00FF5310" w:rsidRPr="00250417" w:rsidRDefault="00FF5310" w:rsidP="00FF5310">
      <w:pPr>
        <w:tabs>
          <w:tab w:val="left" w:pos="1418"/>
        </w:tabs>
        <w:rPr>
          <w:ins w:id="52" w:author="John Mettrop [2]" w:date="2022-12-05T11:43:00Z"/>
        </w:rPr>
      </w:pPr>
      <w:ins w:id="53" w:author="John Mettrop [2]" w:date="2022-12-05T11:43:00Z">
        <w:r w:rsidRPr="00250417">
          <w:t>UAV:</w:t>
        </w:r>
        <w:r w:rsidRPr="00250417">
          <w:tab/>
          <w:t>Unmanned aerial vehicle</w:t>
        </w:r>
      </w:ins>
    </w:p>
    <w:p w14:paraId="4AA0CA12" w14:textId="77777777" w:rsidR="00FF5310" w:rsidRPr="00250417" w:rsidRDefault="00FF5310" w:rsidP="003D33BA">
      <w:pPr>
        <w:pStyle w:val="Headingb"/>
        <w:rPr>
          <w:ins w:id="54" w:author="John Mettrop [2]" w:date="2022-12-05T11:43:00Z"/>
        </w:rPr>
      </w:pPr>
      <w:ins w:id="55" w:author="John Mettrop [2]" w:date="2022-12-05T11:43:00Z">
        <w:r w:rsidRPr="00250417">
          <w:t>Related ITU-R Recommendations and Reports</w:t>
        </w:r>
      </w:ins>
    </w:p>
    <w:p w14:paraId="1574FDF7" w14:textId="77777777" w:rsidR="00FF5310" w:rsidRPr="00250417" w:rsidRDefault="00FF5310" w:rsidP="00FA78C4">
      <w:pPr>
        <w:pStyle w:val="Headingi"/>
        <w:rPr>
          <w:ins w:id="56" w:author="John Mettrop [2]" w:date="2022-12-05T11:43:00Z"/>
        </w:rPr>
      </w:pPr>
      <w:ins w:id="57" w:author="John Mettrop [2]" w:date="2022-12-05T11:43:00Z">
        <w:r w:rsidRPr="00250417">
          <w:t>Recommendations</w:t>
        </w:r>
      </w:ins>
    </w:p>
    <w:p w14:paraId="443FB603" w14:textId="77777777" w:rsidR="00FF5310" w:rsidRPr="00250417" w:rsidRDefault="00FF5310" w:rsidP="00FF5310">
      <w:pPr>
        <w:ind w:left="1134" w:hanging="1134"/>
        <w:rPr>
          <w:ins w:id="58" w:author="John Mettrop [2]" w:date="2022-12-05T11:43:00Z"/>
        </w:rPr>
      </w:pPr>
      <w:ins w:id="59" w:author="John Mettrop [2]" w:date="2022-12-05T11:43:00Z">
        <w:r w:rsidRPr="00250417">
          <w:t xml:space="preserve">ITU-R </w:t>
        </w:r>
        <w:r w:rsidRPr="00250417">
          <w:fldChar w:fldCharType="begin"/>
        </w:r>
        <w:r w:rsidRPr="00250417">
          <w:instrText>HYPERLINK "https://www.itu.int/rec/R-REC-SM.329/en"</w:instrText>
        </w:r>
        <w:r w:rsidRPr="00250417">
          <w:fldChar w:fldCharType="separate"/>
        </w:r>
        <w:proofErr w:type="spellStart"/>
        <w:r w:rsidRPr="00250417">
          <w:rPr>
            <w:color w:val="0000FF"/>
            <w:u w:val="single"/>
          </w:rPr>
          <w:t>SM.329</w:t>
        </w:r>
        <w:proofErr w:type="spellEnd"/>
        <w:r w:rsidRPr="00250417">
          <w:fldChar w:fldCharType="end"/>
        </w:r>
        <w:r w:rsidRPr="00250417">
          <w:t>:</w:t>
        </w:r>
        <w:r w:rsidRPr="00250417">
          <w:tab/>
          <w:t xml:space="preserve">Unwanted emissions in the spurious domain </w:t>
        </w:r>
      </w:ins>
    </w:p>
    <w:p w14:paraId="5B365D4A" w14:textId="77777777" w:rsidR="00FF5310" w:rsidRPr="00250417" w:rsidRDefault="00FF5310" w:rsidP="00FF5310">
      <w:pPr>
        <w:ind w:left="1134" w:hanging="1134"/>
        <w:rPr>
          <w:ins w:id="60" w:author="John Mettrop [2]" w:date="2022-12-05T11:43:00Z"/>
          <w:color w:val="0000FF"/>
          <w:u w:val="single"/>
        </w:rPr>
      </w:pPr>
      <w:ins w:id="61" w:author="John Mettrop [2]" w:date="2022-12-05T11:43:00Z">
        <w:r w:rsidRPr="00250417">
          <w:t xml:space="preserve">ITU-R </w:t>
        </w:r>
        <w:r w:rsidRPr="00250417">
          <w:fldChar w:fldCharType="begin"/>
        </w:r>
        <w:r w:rsidRPr="00250417">
          <w:instrText>HYPERLINK "https://www.itu.int/rec/R-REC-SM.1541/en"</w:instrText>
        </w:r>
        <w:r w:rsidRPr="00250417">
          <w:fldChar w:fldCharType="separate"/>
        </w:r>
        <w:proofErr w:type="spellStart"/>
        <w:r w:rsidRPr="00250417">
          <w:rPr>
            <w:color w:val="0000FF"/>
            <w:u w:val="single"/>
          </w:rPr>
          <w:t>SM.1541</w:t>
        </w:r>
        <w:proofErr w:type="spellEnd"/>
        <w:r w:rsidRPr="00250417">
          <w:fldChar w:fldCharType="end"/>
        </w:r>
        <w:r w:rsidRPr="00250417">
          <w:t>:</w:t>
        </w:r>
        <w:r w:rsidRPr="00250417">
          <w:tab/>
        </w:r>
        <w:r w:rsidRPr="00250417">
          <w:rPr>
            <w:color w:val="000000"/>
            <w:szCs w:val="24"/>
            <w:shd w:val="clear" w:color="auto" w:fill="FFFFFF"/>
          </w:rPr>
          <w:t>Unwanted emissions in the out-of-band domain</w:t>
        </w:r>
      </w:ins>
    </w:p>
    <w:p w14:paraId="4FA5D5AB" w14:textId="77777777" w:rsidR="00FF5310" w:rsidRPr="00250417" w:rsidRDefault="00FF5310" w:rsidP="00FF5310">
      <w:pPr>
        <w:ind w:left="1871" w:hanging="1871"/>
        <w:rPr>
          <w:ins w:id="62" w:author="John Mettrop [2]" w:date="2022-12-05T11:43:00Z"/>
        </w:rPr>
      </w:pPr>
      <w:ins w:id="63" w:author="John Mettrop [2]" w:date="2022-12-05T11:43:00Z">
        <w:r w:rsidRPr="00250417">
          <w:t xml:space="preserve">ITU-R </w:t>
        </w:r>
        <w:r w:rsidRPr="00250417">
          <w:rPr>
            <w:color w:val="0000FF"/>
            <w:u w:val="single"/>
          </w:rPr>
          <w:fldChar w:fldCharType="begin"/>
        </w:r>
        <w:r w:rsidRPr="00250417">
          <w:rPr>
            <w:color w:val="0000FF"/>
            <w:u w:val="single"/>
          </w:rPr>
          <w:instrText>HYPERLINK "https://www.itu.int/rec/R-REC-M.1851/en"</w:instrText>
        </w:r>
        <w:r w:rsidRPr="00250417">
          <w:rPr>
            <w:color w:val="0000FF"/>
            <w:u w:val="single"/>
          </w:rPr>
        </w:r>
        <w:r w:rsidRPr="00250417">
          <w:rPr>
            <w:color w:val="0000FF"/>
            <w:u w:val="single"/>
          </w:rPr>
          <w:fldChar w:fldCharType="separate"/>
        </w:r>
        <w:proofErr w:type="spellStart"/>
        <w:r w:rsidRPr="00250417">
          <w:rPr>
            <w:color w:val="0000FF"/>
            <w:u w:val="single"/>
          </w:rPr>
          <w:t>M.1851</w:t>
        </w:r>
        <w:proofErr w:type="spellEnd"/>
        <w:r w:rsidRPr="00250417">
          <w:rPr>
            <w:color w:val="0000FF"/>
            <w:u w:val="single"/>
          </w:rPr>
          <w:fldChar w:fldCharType="end"/>
        </w:r>
        <w:r w:rsidRPr="00250417">
          <w:t>:</w:t>
        </w:r>
        <w:r w:rsidRPr="00250417">
          <w:tab/>
          <w:t>Mathematical models for radiodetermination radar systems antenna patterns for use in interference analyses</w:t>
        </w:r>
      </w:ins>
    </w:p>
    <w:p w14:paraId="2802EFA4" w14:textId="77777777" w:rsidR="00FF5310" w:rsidRPr="00250417" w:rsidRDefault="00FF5310" w:rsidP="00FA78C4">
      <w:pPr>
        <w:pStyle w:val="Headingi"/>
        <w:rPr>
          <w:ins w:id="64" w:author="John Mettrop [2]" w:date="2022-12-05T11:43:00Z"/>
        </w:rPr>
      </w:pPr>
      <w:ins w:id="65" w:author="John Mettrop [2]" w:date="2022-12-05T11:43:00Z">
        <w:r w:rsidRPr="00250417">
          <w:t>Reports</w:t>
        </w:r>
      </w:ins>
    </w:p>
    <w:p w14:paraId="13B03D59" w14:textId="0D77FD3A" w:rsidR="00FF5310" w:rsidRPr="00250417" w:rsidRDefault="00FF5310" w:rsidP="00FF5310">
      <w:pPr>
        <w:ind w:left="1871" w:hanging="1871"/>
        <w:rPr>
          <w:ins w:id="66" w:author="John Mettrop [2]" w:date="2022-12-05T11:43:00Z"/>
          <w:b/>
          <w:bCs/>
        </w:rPr>
      </w:pPr>
      <w:ins w:id="67" w:author="John Mettrop [2]" w:date="2022-12-05T11:43:00Z">
        <w:r w:rsidRPr="00250417">
          <w:t xml:space="preserve">ITU-R </w:t>
        </w:r>
        <w:r w:rsidRPr="00250417">
          <w:fldChar w:fldCharType="begin"/>
        </w:r>
        <w:r w:rsidRPr="00250417">
          <w:instrText>HYPERLINK "https://www.itu.int/rec/R-REC-SM.329/en"</w:instrText>
        </w:r>
        <w:r w:rsidRPr="00250417">
          <w:fldChar w:fldCharType="separate"/>
        </w:r>
        <w:proofErr w:type="spellStart"/>
        <w:r w:rsidRPr="00250417">
          <w:rPr>
            <w:color w:val="0000FF"/>
            <w:u w:val="single"/>
          </w:rPr>
          <w:t>M.2119</w:t>
        </w:r>
        <w:proofErr w:type="spellEnd"/>
        <w:r w:rsidRPr="00250417">
          <w:fldChar w:fldCharType="end"/>
        </w:r>
        <w:r w:rsidRPr="00250417">
          <w:t>:</w:t>
        </w:r>
        <w:r w:rsidRPr="00250417">
          <w:tab/>
          <w:t xml:space="preserve">Sharing between </w:t>
        </w:r>
        <w:r w:rsidRPr="00250417">
          <w:rPr>
            <w:bCs/>
            <w:iCs/>
          </w:rPr>
          <w:t xml:space="preserve">aeronautical mobile telemetry systems for flight testing and other systems operating in the 4 400-4 940 and 5 925-6 700 MHz bands and </w:t>
        </w:r>
      </w:ins>
      <w:ins w:id="68" w:author="Song, Xiaojing" w:date="2023-06-30T16:51:00Z">
        <w:r w:rsidR="00FA78C4">
          <w:rPr>
            <w:bCs/>
            <w:iCs/>
          </w:rPr>
          <w:t> </w:t>
        </w:r>
      </w:ins>
      <w:ins w:id="69" w:author="Song, Xiaojing" w:date="2023-06-30T16:52:00Z">
        <w:r w:rsidR="00FA78C4">
          <w:rPr>
            <w:bCs/>
            <w:iCs/>
          </w:rPr>
          <w:br/>
        </w:r>
      </w:ins>
      <w:ins w:id="70" w:author="John Mettrop [2]" w:date="2022-12-05T11:43:00Z">
        <w:r w:rsidRPr="00250417">
          <w:rPr>
            <w:bCs/>
            <w:iCs/>
          </w:rPr>
          <w:t xml:space="preserve">5 925-6 700 MHz </w:t>
        </w:r>
        <w:proofErr w:type="gramStart"/>
        <w:r w:rsidRPr="00250417">
          <w:rPr>
            <w:bCs/>
            <w:iCs/>
          </w:rPr>
          <w:t>bands</w:t>
        </w:r>
        <w:proofErr w:type="gramEnd"/>
      </w:ins>
    </w:p>
    <w:p w14:paraId="6B2E3FD8" w14:textId="77777777" w:rsidR="00FF5310" w:rsidRPr="00250417" w:rsidRDefault="00FF5310" w:rsidP="00FF5310">
      <w:pPr>
        <w:spacing w:before="360"/>
      </w:pPr>
      <w:r w:rsidRPr="00250417">
        <w:lastRenderedPageBreak/>
        <w:t>The ITU Radiocommunication Assembly,</w:t>
      </w:r>
    </w:p>
    <w:p w14:paraId="68542A5E" w14:textId="77777777" w:rsidR="00FF5310" w:rsidRPr="00250417" w:rsidRDefault="00FF5310" w:rsidP="003D33BA">
      <w:pPr>
        <w:pStyle w:val="Call"/>
      </w:pPr>
      <w:r w:rsidRPr="00250417">
        <w:t>considering</w:t>
      </w:r>
    </w:p>
    <w:p w14:paraId="7FEA3D5F" w14:textId="77777777" w:rsidR="00FF5310" w:rsidRPr="00250417" w:rsidRDefault="00FF5310" w:rsidP="00FF5310">
      <w:r w:rsidRPr="00250417">
        <w:rPr>
          <w:i/>
          <w:iCs/>
        </w:rPr>
        <w:t>a)</w:t>
      </w:r>
      <w:r w:rsidRPr="00250417">
        <w:tab/>
        <w:t xml:space="preserve">that systems and networks operating in the aeronautical mobile service (AMS) </w:t>
      </w:r>
      <w:del w:id="71" w:author="USA " w:date="2023-04-06T06:18:00Z">
        <w:r w:rsidRPr="00842FD3" w:rsidDel="00842FD3">
          <w:rPr>
            <w:highlight w:val="yellow"/>
            <w:rPrChange w:id="72" w:author="USA " w:date="2023-04-06T06:18:00Z">
              <w:rPr/>
            </w:rPrChange>
          </w:rPr>
          <w:delText>are</w:delText>
        </w:r>
        <w:r w:rsidRPr="00250417" w:rsidDel="00842FD3">
          <w:delText xml:space="preserve"> </w:delText>
        </w:r>
      </w:del>
      <w:r w:rsidRPr="00250417">
        <w:t>use</w:t>
      </w:r>
      <w:del w:id="73" w:author="John Mettrop [2]" w:date="2022-12-05T11:44:00Z">
        <w:r w:rsidRPr="00250417" w:rsidDel="00A90CAD">
          <w:delText>d for</w:delText>
        </w:r>
      </w:del>
      <w:r w:rsidRPr="00250417">
        <w:t xml:space="preserve"> broadband</w:t>
      </w:r>
      <w:del w:id="74" w:author="John Mettrop [2]" w:date="2022-12-05T11:44:00Z">
        <w:r w:rsidRPr="00250417" w:rsidDel="00E96161">
          <w:delText>, airborne</w:delText>
        </w:r>
      </w:del>
      <w:r w:rsidRPr="00250417">
        <w:t xml:space="preserve"> data-links </w:t>
      </w:r>
      <w:ins w:id="75" w:author="John Mettrop [2]" w:date="2022-12-05T11:45:00Z">
        <w:del w:id="76" w:author="USA " w:date="2023-04-06T06:18:00Z">
          <w:r w:rsidRPr="00842FD3" w:rsidDel="00842FD3">
            <w:rPr>
              <w:highlight w:val="yellow"/>
              <w:rPrChange w:id="77" w:author="USA " w:date="2023-04-06T06:19:00Z">
                <w:rPr/>
              </w:rPrChange>
            </w:rPr>
            <w:delText>links</w:delText>
          </w:r>
          <w:r w:rsidRPr="00250417" w:rsidDel="00842FD3">
            <w:delText xml:space="preserve"> </w:delText>
          </w:r>
        </w:del>
        <w:r w:rsidRPr="00250417">
          <w:t xml:space="preserve">including aircraft links to/from ground, to other aircraft, or, in certain instances to/from ships </w:t>
        </w:r>
      </w:ins>
      <w:r w:rsidRPr="00250417">
        <w:t xml:space="preserve">to support </w:t>
      </w:r>
      <w:ins w:id="78" w:author="John Mettrop [2]" w:date="2022-12-05T11:45:00Z">
        <w:r w:rsidRPr="00250417">
          <w:t xml:space="preserve">various applications such as </w:t>
        </w:r>
      </w:ins>
      <w:r w:rsidRPr="00250417">
        <w:t xml:space="preserve">remote </w:t>
      </w:r>
      <w:proofErr w:type="spellStart"/>
      <w:r w:rsidRPr="00250417">
        <w:t>sensing,</w:t>
      </w:r>
      <w:del w:id="79" w:author="John Mettrop [2]" w:date="2022-12-05T11:45:00Z">
        <w:r w:rsidRPr="00250417" w:rsidDel="00E96161">
          <w:delText xml:space="preserve"> e.g.</w:delText>
        </w:r>
      </w:del>
      <w:ins w:id="80" w:author="John Mettrop [2]" w:date="2022-12-05T11:45:00Z">
        <w:r w:rsidRPr="00250417">
          <w:t>for</w:t>
        </w:r>
      </w:ins>
      <w:proofErr w:type="spellEnd"/>
      <w:r w:rsidRPr="00250417">
        <w:t xml:space="preserve"> earth sciences</w:t>
      </w:r>
      <w:del w:id="81" w:author="John Mettrop [2]" w:date="2022-12-05T11:45:00Z">
        <w:r w:rsidRPr="00250417" w:rsidDel="00E96161">
          <w:delText>, land management</w:delText>
        </w:r>
      </w:del>
      <w:r w:rsidRPr="00250417">
        <w:t>, energy distribution</w:t>
      </w:r>
      <w:ins w:id="82" w:author="John Mettrop [2]" w:date="2022-12-05T11:46:00Z">
        <w:r w:rsidRPr="00250417">
          <w:t xml:space="preserve"> system monitoring and support security, law enforcement and humanitar</w:t>
        </w:r>
      </w:ins>
      <w:ins w:id="83" w:author="John Mettrop [2]" w:date="2022-12-05T11:47:00Z">
        <w:r w:rsidRPr="00250417">
          <w:t>ian assistance efforts</w:t>
        </w:r>
      </w:ins>
      <w:del w:id="84" w:author="John Mettrop [2]" w:date="2022-12-05T11:47:00Z">
        <w:r w:rsidRPr="00250417" w:rsidDel="00E96161">
          <w:delText>, etc., applications</w:delText>
        </w:r>
      </w:del>
      <w:r w:rsidRPr="00250417">
        <w:t>;</w:t>
      </w:r>
    </w:p>
    <w:p w14:paraId="584174EC" w14:textId="77777777" w:rsidR="00FF5310" w:rsidRPr="00250417" w:rsidRDefault="00FF5310" w:rsidP="00FF5310">
      <w:pPr>
        <w:rPr>
          <w:ins w:id="85" w:author="John Mettrop [2]" w:date="2022-12-05T11:47:00Z"/>
        </w:rPr>
      </w:pPr>
      <w:ins w:id="86" w:author="John Mettrop [2]" w:date="2022-12-05T11:47:00Z">
        <w:r w:rsidRPr="00250417">
          <w:rPr>
            <w:i/>
            <w:iCs/>
          </w:rPr>
          <w:t>b)</w:t>
        </w:r>
        <w:r w:rsidRPr="00250417">
          <w:rPr>
            <w:i/>
            <w:iCs/>
          </w:rPr>
          <w:tab/>
        </w:r>
        <w:r w:rsidRPr="00250417">
          <w:t xml:space="preserve">that systems and networks operating in the maritime mobile service (MMS) use broadband maritime </w:t>
        </w:r>
        <w:proofErr w:type="gramStart"/>
        <w:r w:rsidRPr="00250417">
          <w:t>data-links</w:t>
        </w:r>
        <w:proofErr w:type="gramEnd"/>
        <w:r w:rsidRPr="00250417">
          <w:t xml:space="preserve"> to support various applications, such as remote sensing for earth sciences, energy distribution systems monitoring security, law enforcement and humanitarian assistance efforts;</w:t>
        </w:r>
      </w:ins>
    </w:p>
    <w:p w14:paraId="622F750C" w14:textId="77777777" w:rsidR="00FF5310" w:rsidRPr="00250417" w:rsidRDefault="00FF5310" w:rsidP="00FF5310">
      <w:del w:id="87" w:author="John Mettrop [2]" w:date="2022-12-05T11:48:00Z">
        <w:r w:rsidRPr="00250417" w:rsidDel="00E96161">
          <w:rPr>
            <w:i/>
            <w:iCs/>
          </w:rPr>
          <w:delText>b</w:delText>
        </w:r>
      </w:del>
      <w:ins w:id="88" w:author="John Mettrop [2]" w:date="2022-12-05T11:48:00Z">
        <w:r w:rsidRPr="00250417">
          <w:rPr>
            <w:i/>
            <w:iCs/>
          </w:rPr>
          <w:t>c</w:t>
        </w:r>
      </w:ins>
      <w:r w:rsidRPr="00250417">
        <w:rPr>
          <w:i/>
          <w:iCs/>
        </w:rPr>
        <w:t>)</w:t>
      </w:r>
      <w:r w:rsidRPr="00250417">
        <w:tab/>
        <w:t>that systems and networks operating in</w:t>
      </w:r>
      <w:ins w:id="89" w:author="John Mettrop [2]" w:date="2022-12-05T11:48:00Z">
        <w:r w:rsidRPr="00250417">
          <w:t xml:space="preserve"> the</w:t>
        </w:r>
      </w:ins>
      <w:r w:rsidRPr="00250417">
        <w:t xml:space="preserve"> AMS </w:t>
      </w:r>
      <w:ins w:id="90" w:author="John Mettrop [2]" w:date="2022-12-05T11:48:00Z">
        <w:r w:rsidRPr="00250417">
          <w:t>and MMS</w:t>
        </w:r>
      </w:ins>
      <w:del w:id="91" w:author="John Mettrop [2]" w:date="2022-12-05T11:48:00Z">
        <w:r w:rsidRPr="00250417" w:rsidDel="00E96161">
          <w:delText>are</w:delText>
        </w:r>
      </w:del>
      <w:r w:rsidRPr="00250417">
        <w:t xml:space="preserve"> also use</w:t>
      </w:r>
      <w:del w:id="92" w:author="John Mettrop [2]" w:date="2022-12-05T11:49:00Z">
        <w:r w:rsidRPr="00250417" w:rsidDel="00E96161">
          <w:delText>d for</w:delText>
        </w:r>
      </w:del>
      <w:r w:rsidRPr="00250417">
        <w:t xml:space="preserve"> narrow-band</w:t>
      </w:r>
      <w:del w:id="93" w:author="John Mettrop [2]" w:date="2022-12-05T11:49:00Z">
        <w:r w:rsidRPr="00250417" w:rsidDel="00E96161">
          <w:delText>, airborne</w:delText>
        </w:r>
      </w:del>
      <w:r w:rsidRPr="00250417">
        <w:t xml:space="preserve"> data-</w:t>
      </w:r>
      <w:proofErr w:type="gramStart"/>
      <w:r w:rsidRPr="00250417">
        <w:t>links;</w:t>
      </w:r>
      <w:proofErr w:type="gramEnd"/>
    </w:p>
    <w:p w14:paraId="51AA3C1A" w14:textId="77777777" w:rsidR="00FF5310" w:rsidRPr="00250417" w:rsidDel="00E96161" w:rsidRDefault="00FF5310" w:rsidP="00FF5310">
      <w:pPr>
        <w:rPr>
          <w:del w:id="94" w:author="John Mettrop [2]" w:date="2022-12-05T11:49:00Z"/>
        </w:rPr>
      </w:pPr>
      <w:del w:id="95" w:author="John Mettrop [2]" w:date="2022-12-05T11:49:00Z">
        <w:r w:rsidRPr="00250417" w:rsidDel="00E96161">
          <w:rPr>
            <w:i/>
          </w:rPr>
          <w:delText>c)</w:delText>
        </w:r>
        <w:r w:rsidRPr="00250417" w:rsidDel="00E96161">
          <w:tab/>
          <w:delText>that the physics of the propagation of electromagnetic energy, the availability of hardware components, etc., within the 4 400</w:delText>
        </w:r>
        <w:r w:rsidRPr="00250417" w:rsidDel="00E96161">
          <w:noBreakHyphen/>
          <w:delText>4 990 MHz frequency range facilitates the use of current or planned operating systems and networks for such applications,</w:delText>
        </w:r>
      </w:del>
    </w:p>
    <w:p w14:paraId="0AD09D1F" w14:textId="77777777" w:rsidR="00FF5310" w:rsidRPr="00250417" w:rsidRDefault="00FF5310" w:rsidP="003D33BA">
      <w:pPr>
        <w:pStyle w:val="Call"/>
      </w:pPr>
      <w:r w:rsidRPr="00250417">
        <w:t>recognizing</w:t>
      </w:r>
    </w:p>
    <w:p w14:paraId="0028626B" w14:textId="77777777" w:rsidR="00FF5310" w:rsidRPr="00250417" w:rsidRDefault="00FF5310" w:rsidP="00FF5310">
      <w:r w:rsidRPr="00250417">
        <w:rPr>
          <w:i/>
          <w:iCs/>
        </w:rPr>
        <w:t>a)</w:t>
      </w:r>
      <w:r w:rsidRPr="00250417">
        <w:tab/>
        <w:t xml:space="preserve">that the frequency range 4 400-4 990 MHz is allocated on a primary basis in all three ITU regions to the mobile </w:t>
      </w:r>
      <w:proofErr w:type="gramStart"/>
      <w:r w:rsidRPr="00250417">
        <w:t>service;</w:t>
      </w:r>
      <w:proofErr w:type="gramEnd"/>
    </w:p>
    <w:p w14:paraId="2854402B" w14:textId="77777777" w:rsidR="00FF5310" w:rsidRPr="00250417" w:rsidRDefault="00FF5310" w:rsidP="00FF5310">
      <w:r w:rsidRPr="00250417">
        <w:rPr>
          <w:i/>
          <w:iCs/>
        </w:rPr>
        <w:t>b)</w:t>
      </w:r>
      <w:r w:rsidRPr="00250417">
        <w:tab/>
        <w:t xml:space="preserve">that other radio services are allocated on either a primary or secondary basis in all or parts of the frequency range 4 400-4 990 MHz all three ITU </w:t>
      </w:r>
      <w:proofErr w:type="gramStart"/>
      <w:r w:rsidRPr="00250417">
        <w:t>regions;</w:t>
      </w:r>
      <w:proofErr w:type="gramEnd"/>
    </w:p>
    <w:p w14:paraId="432E8C49" w14:textId="77777777" w:rsidR="00FF5310" w:rsidRPr="00250417" w:rsidRDefault="00FF5310" w:rsidP="00FF5310">
      <w:r w:rsidRPr="00250417">
        <w:rPr>
          <w:i/>
          <w:iCs/>
        </w:rPr>
        <w:t>c)</w:t>
      </w:r>
      <w:r w:rsidRPr="00250417">
        <w:tab/>
        <w:t xml:space="preserve">that the </w:t>
      </w:r>
      <w:ins w:id="96" w:author="John Mettrop [2]" w:date="2022-12-05T11:50:00Z">
        <w:r w:rsidRPr="00250417">
          <w:t>Radio Regulations (</w:t>
        </w:r>
      </w:ins>
      <w:r w:rsidRPr="00250417">
        <w:t>RR</w:t>
      </w:r>
      <w:ins w:id="97" w:author="John Mettrop [2]" w:date="2022-12-05T11:50:00Z">
        <w:r w:rsidRPr="00250417">
          <w:t>)</w:t>
        </w:r>
      </w:ins>
      <w:r w:rsidRPr="00250417">
        <w:t xml:space="preserve"> No. </w:t>
      </w:r>
      <w:r w:rsidRPr="00250417">
        <w:rPr>
          <w:b/>
          <w:bCs/>
        </w:rPr>
        <w:t>5.442</w:t>
      </w:r>
      <w:r w:rsidRPr="00250417">
        <w:t xml:space="preserve"> provides </w:t>
      </w:r>
      <w:del w:id="98" w:author="John Mettrop [2]" w:date="2022-12-05T11:50:00Z">
        <w:r w:rsidRPr="00250417" w:rsidDel="00E96161">
          <w:delText xml:space="preserve">some </w:delText>
        </w:r>
      </w:del>
      <w:r w:rsidRPr="00250417">
        <w:t xml:space="preserve">restrictions for the use of AMS in </w:t>
      </w:r>
      <w:del w:id="99" w:author="John Mettrop [2]" w:date="2022-12-05T11:50:00Z">
        <w:r w:rsidRPr="00250417" w:rsidDel="00E96161">
          <w:delText xml:space="preserve">parts of </w:delText>
        </w:r>
      </w:del>
      <w:r w:rsidRPr="00250417">
        <w:t>the frequency band</w:t>
      </w:r>
      <w:ins w:id="100" w:author="John Mettrop [2]" w:date="2022-12-05T11:50:00Z">
        <w:r w:rsidRPr="00250417">
          <w:t xml:space="preserve">s </w:t>
        </w:r>
      </w:ins>
      <w:ins w:id="101" w:author="John Mettrop [2]" w:date="2022-12-05T11:51:00Z">
        <w:r w:rsidRPr="00250417">
          <w:t xml:space="preserve">4 825-4 835 MHz and 4 950-4 990 </w:t>
        </w:r>
        <w:proofErr w:type="gramStart"/>
        <w:r w:rsidRPr="00250417">
          <w:t>MHz</w:t>
        </w:r>
      </w:ins>
      <w:r w:rsidRPr="00250417">
        <w:t>;</w:t>
      </w:r>
      <w:proofErr w:type="gramEnd"/>
    </w:p>
    <w:p w14:paraId="6BC8AC80" w14:textId="77777777" w:rsidR="00FF5310" w:rsidRPr="00250417" w:rsidDel="00E96161" w:rsidRDefault="00FF5310" w:rsidP="00FF5310">
      <w:pPr>
        <w:rPr>
          <w:del w:id="102" w:author="John Mettrop [2]" w:date="2022-12-05T11:51:00Z"/>
        </w:rPr>
      </w:pPr>
      <w:del w:id="103" w:author="John Mettrop [2]" w:date="2022-12-05T11:51:00Z">
        <w:r w:rsidRPr="00250417" w:rsidDel="00E96161">
          <w:rPr>
            <w:i/>
          </w:rPr>
          <w:delText>d)</w:delText>
        </w:r>
        <w:r w:rsidRPr="00250417" w:rsidDel="00E96161">
          <w:rPr>
            <w:i/>
          </w:rPr>
          <w:tab/>
        </w:r>
        <w:r w:rsidRPr="00250417" w:rsidDel="00E96161">
          <w:delText>that technical characteristics and protection criteria for aeronautical mobile telemetry systems are not contained in this Recommendation,</w:delText>
        </w:r>
      </w:del>
    </w:p>
    <w:p w14:paraId="0C8E9E7E" w14:textId="77777777" w:rsidR="00FF5310" w:rsidRPr="00250417" w:rsidRDefault="00FF5310" w:rsidP="00FF5310">
      <w:pPr>
        <w:rPr>
          <w:ins w:id="104" w:author="John Mettrop [2]" w:date="2022-12-05T11:51:00Z"/>
          <w:iCs/>
          <w:lang w:eastAsia="zh-CN"/>
        </w:rPr>
      </w:pPr>
      <w:ins w:id="105" w:author="John Mettrop [2]" w:date="2022-12-05T11:51:00Z">
        <w:r w:rsidRPr="00250417">
          <w:rPr>
            <w:i/>
          </w:rPr>
          <w:t>d)</w:t>
        </w:r>
        <w:r w:rsidRPr="00250417">
          <w:tab/>
          <w:t xml:space="preserve">that </w:t>
        </w:r>
        <w:r w:rsidRPr="00250417">
          <w:rPr>
            <w:iCs/>
            <w:lang w:eastAsia="zh-CN"/>
          </w:rPr>
          <w:t xml:space="preserve">AMS systems in the </w:t>
        </w:r>
        <w:r w:rsidRPr="00250417">
          <w:t>4 400-4 990 MHz</w:t>
        </w:r>
        <w:r w:rsidRPr="00250417">
          <w:rPr>
            <w:iCs/>
            <w:lang w:eastAsia="zh-CN"/>
          </w:rPr>
          <w:t xml:space="preserve"> band are not standardised by </w:t>
        </w:r>
        <w:proofErr w:type="gramStart"/>
        <w:r w:rsidRPr="00250417">
          <w:rPr>
            <w:iCs/>
            <w:lang w:eastAsia="zh-CN"/>
          </w:rPr>
          <w:t>ICAO;</w:t>
        </w:r>
        <w:proofErr w:type="gramEnd"/>
        <w:r w:rsidRPr="00250417">
          <w:rPr>
            <w:iCs/>
            <w:lang w:eastAsia="zh-CN"/>
          </w:rPr>
          <w:t xml:space="preserve"> </w:t>
        </w:r>
      </w:ins>
    </w:p>
    <w:p w14:paraId="56630224" w14:textId="77777777" w:rsidR="00FF5310" w:rsidRPr="00250417" w:rsidRDefault="00FF5310" w:rsidP="00FF5310">
      <w:pPr>
        <w:rPr>
          <w:ins w:id="106" w:author="John Mettrop [2]" w:date="2022-12-05T11:51:00Z"/>
        </w:rPr>
      </w:pPr>
      <w:ins w:id="107" w:author="John Mettrop [2]" w:date="2022-12-05T11:51:00Z">
        <w:r w:rsidRPr="00250417">
          <w:rPr>
            <w:i/>
          </w:rPr>
          <w:t>e)</w:t>
        </w:r>
        <w:r w:rsidRPr="00250417">
          <w:tab/>
          <w:t xml:space="preserve">that the frequency band 4 400-4 990 MHz is not considered for distress and safety communications for the global maritime distress and safety system in accordance with the </w:t>
        </w:r>
        <w:proofErr w:type="gramStart"/>
        <w:r w:rsidRPr="00250417">
          <w:rPr>
            <w:b/>
            <w:bCs/>
            <w:rPrChange w:id="108" w:author="John Mettrop [2]" w:date="2022-12-05T11:51:00Z">
              <w:rPr/>
            </w:rPrChange>
          </w:rPr>
          <w:t>RR</w:t>
        </w:r>
        <w:r w:rsidRPr="00250417">
          <w:t>;</w:t>
        </w:r>
        <w:proofErr w:type="gramEnd"/>
      </w:ins>
    </w:p>
    <w:p w14:paraId="2F560C06" w14:textId="77777777" w:rsidR="00FF5310" w:rsidRPr="00250417" w:rsidRDefault="00FF5310" w:rsidP="00FF5310">
      <w:pPr>
        <w:rPr>
          <w:ins w:id="109" w:author="John Mettrop [2]" w:date="2022-12-05T11:52:00Z"/>
        </w:rPr>
      </w:pPr>
      <w:ins w:id="110" w:author="John Mettrop [2]" w:date="2022-12-05T11:51:00Z">
        <w:del w:id="111" w:author="USA" w:date="2023-03-06T17:13:00Z">
          <w:r w:rsidRPr="00492B18" w:rsidDel="00492B18">
            <w:rPr>
              <w:i/>
              <w:iCs/>
              <w:highlight w:val="yellow"/>
              <w:rPrChange w:id="112" w:author="USA" w:date="2023-03-06T17:13:00Z">
                <w:rPr>
                  <w:i/>
                  <w:iCs/>
                </w:rPr>
              </w:rPrChange>
            </w:rPr>
            <w:delText>[</w:delText>
          </w:r>
        </w:del>
        <w:r w:rsidRPr="00250417">
          <w:rPr>
            <w:i/>
            <w:iCs/>
          </w:rPr>
          <w:t>f)</w:t>
        </w:r>
        <w:r w:rsidRPr="00250417">
          <w:rPr>
            <w:i/>
            <w:iCs/>
          </w:rPr>
          <w:tab/>
        </w:r>
        <w:r w:rsidRPr="00250417">
          <w:t xml:space="preserve">that the use of the AMS and MMS in the frequency range </w:t>
        </w:r>
        <w:r w:rsidRPr="00250417">
          <w:rPr>
            <w:bCs/>
          </w:rPr>
          <w:t>4 400-4 990 MHz</w:t>
        </w:r>
        <w:r w:rsidRPr="00250417">
          <w:rPr>
            <w:b/>
          </w:rPr>
          <w:t xml:space="preserve"> </w:t>
        </w:r>
        <w:r w:rsidRPr="00250417">
          <w:t xml:space="preserve">does not preclude the use of this frequency band by any current and planned application of the services to which it is allocated and does not establish any priority in the </w:t>
        </w:r>
        <w:r w:rsidRPr="00250417">
          <w:rPr>
            <w:b/>
            <w:bCs/>
            <w:rPrChange w:id="113" w:author="John Mettrop [2]" w:date="2022-12-05T11:51:00Z">
              <w:rPr/>
            </w:rPrChange>
          </w:rPr>
          <w:t>RR</w:t>
        </w:r>
        <w:r w:rsidRPr="00250417">
          <w:t>;</w:t>
        </w:r>
        <w:del w:id="114" w:author="USA" w:date="2023-03-06T17:13:00Z">
          <w:r w:rsidRPr="00492B18" w:rsidDel="00492B18">
            <w:rPr>
              <w:highlight w:val="yellow"/>
              <w:rPrChange w:id="115" w:author="USA" w:date="2023-03-06T17:13:00Z">
                <w:rPr/>
              </w:rPrChange>
            </w:rPr>
            <w:delText>]</w:delText>
          </w:r>
        </w:del>
      </w:ins>
    </w:p>
    <w:p w14:paraId="13182011" w14:textId="77777777" w:rsidR="00FF5310" w:rsidRPr="00250417" w:rsidRDefault="00FF5310" w:rsidP="00FF5310">
      <w:pPr>
        <w:spacing w:before="240" w:after="240"/>
        <w:jc w:val="both"/>
        <w:rPr>
          <w:ins w:id="116" w:author="John Mettrop [2]" w:date="2022-12-05T11:53:00Z"/>
          <w:i/>
          <w:color w:val="FF0000"/>
        </w:rPr>
      </w:pPr>
      <w:r w:rsidRPr="00250417">
        <w:rPr>
          <w:i/>
          <w:color w:val="FF0000"/>
          <w:highlight w:val="green"/>
          <w:rPrChange w:id="117" w:author="John Mettrop [2]" w:date="2022-12-09T08:14:00Z">
            <w:rPr>
              <w:iCs/>
              <w:color w:val="FF0000"/>
            </w:rPr>
          </w:rPrChange>
        </w:rPr>
        <w:t>[Editor’s note: the considering g needs to be kept or deleted]</w:t>
      </w:r>
    </w:p>
    <w:p w14:paraId="1F92F682" w14:textId="77777777" w:rsidR="00FF5310" w:rsidRPr="00250417" w:rsidRDefault="00FF5310" w:rsidP="00FF5310">
      <w:pPr>
        <w:rPr>
          <w:ins w:id="118" w:author="John Mettrop [2]" w:date="2022-12-05T11:53:00Z"/>
        </w:rPr>
      </w:pPr>
      <w:ins w:id="119" w:author="John Mettrop [2]" w:date="2022-12-05T11:53:00Z">
        <w:r w:rsidRPr="00250417">
          <w:rPr>
            <w:i/>
            <w:iCs/>
          </w:rPr>
          <w:t>g)</w:t>
        </w:r>
        <w:r w:rsidRPr="00250417">
          <w:rPr>
            <w:i/>
            <w:iCs/>
          </w:rPr>
          <w:tab/>
        </w:r>
        <w:r w:rsidRPr="00250417">
          <w:t xml:space="preserve">that regulatory provisions relevant for AMS and MMS are contained in Chapter </w:t>
        </w:r>
        <w:r w:rsidRPr="00250417">
          <w:rPr>
            <w:b/>
            <w:bCs/>
            <w:rPrChange w:id="120" w:author="John Mettrop [2]" w:date="2022-12-05T11:54:00Z">
              <w:rPr/>
            </w:rPrChange>
          </w:rPr>
          <w:t>VIII</w:t>
        </w:r>
        <w:r w:rsidRPr="00250417">
          <w:t xml:space="preserve"> and Chapter </w:t>
        </w:r>
        <w:r w:rsidRPr="00250417">
          <w:rPr>
            <w:b/>
            <w:bCs/>
            <w:rPrChange w:id="121" w:author="John Mettrop [2]" w:date="2022-12-05T11:54:00Z">
              <w:rPr/>
            </w:rPrChange>
          </w:rPr>
          <w:t>IX</w:t>
        </w:r>
        <w:r w:rsidRPr="00250417">
          <w:t xml:space="preserve"> (</w:t>
        </w:r>
        <w:proofErr w:type="gramStart"/>
        <w:r w:rsidRPr="00250417">
          <w:t>e.g.</w:t>
        </w:r>
        <w:proofErr w:type="gramEnd"/>
        <w:r w:rsidRPr="00250417">
          <w:t xml:space="preserve"> Articles </w:t>
        </w:r>
        <w:r w:rsidRPr="00250417">
          <w:rPr>
            <w:b/>
            <w:bCs/>
            <w:rPrChange w:id="122" w:author="John Mettrop [2]" w:date="2022-12-05T11:54:00Z">
              <w:rPr/>
            </w:rPrChange>
          </w:rPr>
          <w:t>43</w:t>
        </w:r>
        <w:r w:rsidRPr="00250417">
          <w:t xml:space="preserve"> and </w:t>
        </w:r>
        <w:r w:rsidRPr="00250417">
          <w:rPr>
            <w:b/>
            <w:bCs/>
            <w:rPrChange w:id="123" w:author="John Mettrop [2]" w:date="2022-12-05T11:54:00Z">
              <w:rPr/>
            </w:rPrChange>
          </w:rPr>
          <w:t>51</w:t>
        </w:r>
        <w:r w:rsidRPr="00250417">
          <w:t xml:space="preserve">) of the </w:t>
        </w:r>
      </w:ins>
      <w:ins w:id="124" w:author="John Mettrop [2]" w:date="2022-12-05T11:54:00Z">
        <w:r w:rsidRPr="00250417">
          <w:rPr>
            <w:b/>
            <w:bCs/>
            <w:rPrChange w:id="125" w:author="John Mettrop [2]" w:date="2022-12-05T11:55:00Z">
              <w:rPr/>
            </w:rPrChange>
          </w:rPr>
          <w:t>RR</w:t>
        </w:r>
      </w:ins>
      <w:ins w:id="126" w:author="John Mettrop [2]" w:date="2022-12-05T11:53:00Z">
        <w:r w:rsidRPr="00250417">
          <w:t xml:space="preserve"> respectively;</w:t>
        </w:r>
      </w:ins>
    </w:p>
    <w:p w14:paraId="640793E5" w14:textId="77777777" w:rsidR="00FF5310" w:rsidRPr="00250417" w:rsidRDefault="00FF5310" w:rsidP="00FF5310">
      <w:pPr>
        <w:ind w:left="1134" w:hanging="1134"/>
      </w:pPr>
      <w:ins w:id="127" w:author="John Mettrop [2]" w:date="2022-12-05T11:53:00Z">
        <w:r w:rsidRPr="00250417">
          <w:rPr>
            <w:i/>
            <w:iCs/>
          </w:rPr>
          <w:t>h</w:t>
        </w:r>
        <w:r w:rsidRPr="00250417">
          <w:rPr>
            <w:i/>
            <w:iCs/>
            <w:rPrChange w:id="128" w:author="Sinanis, Nick" w:date="2022-11-24T11:46:00Z">
              <w:rPr/>
            </w:rPrChange>
          </w:rPr>
          <w:t>)</w:t>
        </w:r>
        <w:r w:rsidRPr="00250417">
          <w:tab/>
          <w:t>that these AMS, MMS systems are not considered as safety-of-life systems</w:t>
        </w:r>
      </w:ins>
      <w:ins w:id="129" w:author="Limousin, Catherine" w:date="2022-12-09T10:46:00Z">
        <w:r w:rsidRPr="00250417">
          <w:t>,</w:t>
        </w:r>
      </w:ins>
    </w:p>
    <w:p w14:paraId="11C19AA6" w14:textId="77777777" w:rsidR="00FF5310" w:rsidRPr="00250417" w:rsidRDefault="00FF5310" w:rsidP="003D33BA">
      <w:pPr>
        <w:pStyle w:val="Call"/>
      </w:pPr>
      <w:r w:rsidRPr="00250417">
        <w:t>recommends</w:t>
      </w:r>
    </w:p>
    <w:p w14:paraId="4B569FB5" w14:textId="77777777" w:rsidR="00FF5310" w:rsidRPr="00250417" w:rsidRDefault="00FF5310" w:rsidP="00FF5310">
      <w:pPr>
        <w:rPr>
          <w:ins w:id="130" w:author="John Mettrop [2]" w:date="2022-12-05T11:56:00Z"/>
        </w:rPr>
      </w:pPr>
      <w:r w:rsidRPr="00250417">
        <w:rPr>
          <w:b/>
          <w:bCs/>
        </w:rPr>
        <w:t>1</w:t>
      </w:r>
      <w:r w:rsidRPr="00250417">
        <w:tab/>
        <w:t xml:space="preserve">that the technical </w:t>
      </w:r>
      <w:ins w:id="131" w:author="John Mettrop [2]" w:date="2022-12-05T11:55:00Z">
        <w:r w:rsidRPr="00250417">
          <w:t xml:space="preserve">and operational </w:t>
        </w:r>
      </w:ins>
      <w:r w:rsidRPr="00250417">
        <w:t xml:space="preserve">characteristics and protection criteria for systems operating in the AMS given in the Annex 1 should be </w:t>
      </w:r>
      <w:del w:id="132" w:author="John Mettrop [2]" w:date="2022-12-05T11:55:00Z">
        <w:r w:rsidRPr="00250417" w:rsidDel="00985000">
          <w:delText xml:space="preserve">used </w:delText>
        </w:r>
      </w:del>
      <w:ins w:id="133" w:author="John Mettrop [2]" w:date="2022-12-05T11:55:00Z">
        <w:r w:rsidRPr="00250417">
          <w:t xml:space="preserve">considered </w:t>
        </w:r>
      </w:ins>
      <w:del w:id="134" w:author="John Mettrop [2]" w:date="2022-12-05T11:56:00Z">
        <w:r w:rsidRPr="00250417" w:rsidDel="00985000">
          <w:delText xml:space="preserve">in </w:delText>
        </w:r>
      </w:del>
      <w:ins w:id="135" w:author="John Mettrop [2]" w:date="2022-12-05T11:56:00Z">
        <w:r w:rsidRPr="00250417">
          <w:t xml:space="preserve">when </w:t>
        </w:r>
      </w:ins>
      <w:r w:rsidRPr="00250417">
        <w:t>performing sharing and compatibility analyses.</w:t>
      </w:r>
    </w:p>
    <w:p w14:paraId="5539AE95" w14:textId="77777777" w:rsidR="00FF5310" w:rsidRPr="00250417" w:rsidRDefault="00FF5310" w:rsidP="00FF5310">
      <w:pPr>
        <w:rPr>
          <w:ins w:id="136" w:author="John Mettrop [2]" w:date="2022-12-05T11:56:00Z"/>
        </w:rPr>
      </w:pPr>
      <w:ins w:id="137" w:author="John Mettrop [2]" w:date="2022-12-05T11:56:00Z">
        <w:r w:rsidRPr="00250417">
          <w:rPr>
            <w:b/>
          </w:rPr>
          <w:lastRenderedPageBreak/>
          <w:t>2</w:t>
        </w:r>
        <w:r w:rsidRPr="00250417">
          <w:tab/>
          <w:t xml:space="preserve">that the technical and operational characteristics and protection criteria for systems operating in the MMS given in the Annex 2 should be considered when performing sharing and compatibility </w:t>
        </w:r>
        <w:proofErr w:type="gramStart"/>
        <w:r w:rsidRPr="00250417">
          <w:t>analyses;</w:t>
        </w:r>
        <w:proofErr w:type="gramEnd"/>
      </w:ins>
    </w:p>
    <w:p w14:paraId="20EB5D14" w14:textId="77777777" w:rsidR="00FF5310" w:rsidRPr="00250417" w:rsidRDefault="00FF5310" w:rsidP="00FF5310">
      <w:del w:id="138" w:author="John Mettrop [2]" w:date="2022-12-05T11:57:00Z">
        <w:r w:rsidRPr="00250417" w:rsidDel="00985000">
          <w:rPr>
            <w:b/>
            <w:bCs/>
          </w:rPr>
          <w:delText>2</w:delText>
        </w:r>
      </w:del>
      <w:ins w:id="139" w:author="John Mettrop [2]" w:date="2022-12-05T11:57:00Z">
        <w:r w:rsidRPr="00250417">
          <w:rPr>
            <w:b/>
            <w:bCs/>
          </w:rPr>
          <w:t>3</w:t>
        </w:r>
      </w:ins>
      <w:r w:rsidRPr="00250417">
        <w:tab/>
        <w:t>that the following Note is considered as part of this Recommendation.</w:t>
      </w:r>
    </w:p>
    <w:p w14:paraId="005E7EAB" w14:textId="77777777" w:rsidR="00FF5310" w:rsidRPr="00250417" w:rsidRDefault="00FF5310" w:rsidP="00FF5310">
      <w:pPr>
        <w:tabs>
          <w:tab w:val="left" w:pos="284"/>
        </w:tabs>
        <w:spacing w:before="80"/>
        <w:rPr>
          <w:ins w:id="140" w:author="John Mettrop [2]" w:date="2022-12-05T11:57:00Z"/>
        </w:rPr>
      </w:pPr>
      <w:r w:rsidRPr="00250417">
        <w:t>NOTE – The characteristics and protection criteria should not have any adverse effect to Appendix </w:t>
      </w:r>
      <w:proofErr w:type="spellStart"/>
      <w:r w:rsidRPr="00250417">
        <w:rPr>
          <w:b/>
          <w:bCs/>
        </w:rPr>
        <w:t>30B</w:t>
      </w:r>
      <w:proofErr w:type="spellEnd"/>
      <w:r w:rsidRPr="00250417">
        <w:t xml:space="preserve"> of the </w:t>
      </w:r>
      <w:del w:id="141" w:author="John Mettrop [2]" w:date="2022-12-05T11:57:00Z">
        <w:r w:rsidRPr="00250417" w:rsidDel="00985000">
          <w:delText>Radio Regulations</w:delText>
        </w:r>
      </w:del>
      <w:proofErr w:type="gramStart"/>
      <w:ins w:id="142" w:author="John Mettrop [2]" w:date="2022-12-05T11:57:00Z">
        <w:r w:rsidRPr="00250417">
          <w:t>RR</w:t>
        </w:r>
        <w:proofErr w:type="gramEnd"/>
      </w:ins>
    </w:p>
    <w:p w14:paraId="442E14A7" w14:textId="77777777" w:rsidR="00FF5310" w:rsidRPr="00250417" w:rsidRDefault="00FF5310" w:rsidP="00FF5310">
      <w:pPr>
        <w:rPr>
          <w:ins w:id="143" w:author="John Mettrop [2]" w:date="2022-12-05T11:57:00Z"/>
        </w:rPr>
      </w:pPr>
      <w:ins w:id="144" w:author="John Mettrop [2]" w:date="2022-12-05T11:57:00Z">
        <w:r w:rsidRPr="00250417">
          <w:t>NOTE</w:t>
        </w:r>
      </w:ins>
      <w:ins w:id="145" w:author="Limousin, Catherine" w:date="2022-12-09T10:47:00Z">
        <w:r w:rsidRPr="00250417">
          <w:t xml:space="preserve"> – </w:t>
        </w:r>
      </w:ins>
      <w:ins w:id="146" w:author="USA" w:date="2023-04-21T17:35:00Z">
        <w:r>
          <w:rPr>
            <w:color w:val="FF0000"/>
            <w:szCs w:val="24"/>
            <w:highlight w:val="yellow"/>
          </w:rPr>
          <w:t>While t</w:t>
        </w:r>
      </w:ins>
      <w:ins w:id="147" w:author="John Mettrop [2]" w:date="2022-12-05T11:57:00Z">
        <w:del w:id="148" w:author="USA" w:date="2023-04-21T17:35:00Z">
          <w:r w:rsidRPr="00074A63" w:rsidDel="00670026">
            <w:rPr>
              <w:color w:val="FF0000"/>
              <w:szCs w:val="24"/>
              <w:highlight w:val="yellow"/>
            </w:rPr>
            <w:delText>T</w:delText>
          </w:r>
        </w:del>
        <w:r w:rsidRPr="00250417">
          <w:rPr>
            <w:color w:val="FF0000"/>
            <w:szCs w:val="24"/>
            <w:rPrChange w:id="149" w:author="Sinanis, Nick" w:date="2022-11-24T11:00:00Z">
              <w:rPr>
                <w:color w:val="FF0000"/>
                <w:szCs w:val="24"/>
                <w:highlight w:val="yellow"/>
              </w:rPr>
            </w:rPrChange>
          </w:rPr>
          <w:t xml:space="preserve">his Recommendation </w:t>
        </w:r>
      </w:ins>
      <w:ins w:id="150" w:author="USA" w:date="2023-04-21T18:00:00Z">
        <w:r w:rsidRPr="00CA1AC2">
          <w:rPr>
            <w:color w:val="FF0000"/>
            <w:szCs w:val="24"/>
            <w:highlight w:val="yellow"/>
            <w:rPrChange w:id="151" w:author="USA" w:date="2023-04-21T18:01:00Z">
              <w:rPr>
                <w:color w:val="FF0000"/>
                <w:szCs w:val="24"/>
              </w:rPr>
            </w:rPrChange>
          </w:rPr>
          <w:t>addresses AMS generally,</w:t>
        </w:r>
      </w:ins>
      <w:ins w:id="152" w:author="John Mettrop [2]" w:date="2022-12-05T11:57:00Z">
        <w:del w:id="153" w:author="USA" w:date="2023-04-21T18:00:00Z">
          <w:r w:rsidRPr="00FA78C4" w:rsidDel="00CA1AC2">
            <w:rPr>
              <w:color w:val="FF0000"/>
              <w:szCs w:val="24"/>
              <w:highlight w:val="yellow"/>
            </w:rPr>
            <w:delText>does not address at this stage AMT as a whole, the</w:delText>
          </w:r>
        </w:del>
        <w:r w:rsidRPr="00250417">
          <w:rPr>
            <w:color w:val="FF0000"/>
            <w:szCs w:val="24"/>
            <w:rPrChange w:id="154" w:author="Sinanis, Nick" w:date="2022-11-24T11:00:00Z">
              <w:rPr>
                <w:color w:val="FF0000"/>
                <w:szCs w:val="24"/>
                <w:highlight w:val="yellow"/>
              </w:rPr>
            </w:rPrChange>
          </w:rPr>
          <w:t xml:space="preserve"> receiver characteristics of </w:t>
        </w:r>
        <w:del w:id="155" w:author="USA" w:date="2023-04-21T17:44:00Z">
          <w:r w:rsidRPr="00FA78C4" w:rsidDel="00455C84">
            <w:rPr>
              <w:color w:val="FF0000"/>
              <w:szCs w:val="24"/>
              <w:highlight w:val="yellow"/>
            </w:rPr>
            <w:delText>[ground station of</w:delText>
          </w:r>
          <w:r w:rsidRPr="00455C84" w:rsidDel="00455C84">
            <w:rPr>
              <w:color w:val="FF0000"/>
              <w:szCs w:val="24"/>
              <w:highlight w:val="yellow"/>
              <w:rPrChange w:id="156" w:author="USA" w:date="2023-04-21T17:44:00Z">
                <w:rPr>
                  <w:color w:val="FF0000"/>
                  <w:szCs w:val="24"/>
                  <w:highlight w:val="cyan"/>
                </w:rPr>
              </w:rPrChange>
            </w:rPr>
            <w:delText>]</w:delText>
          </w:r>
          <w:r w:rsidRPr="00250417" w:rsidDel="00455C84">
            <w:rPr>
              <w:color w:val="FF0000"/>
              <w:szCs w:val="24"/>
              <w:rPrChange w:id="157" w:author="Sinanis, Nick" w:date="2022-11-24T11:00:00Z">
                <w:rPr>
                  <w:color w:val="FF0000"/>
                  <w:szCs w:val="24"/>
                  <w:highlight w:val="yellow"/>
                </w:rPr>
              </w:rPrChange>
            </w:rPr>
            <w:delText xml:space="preserve"> </w:delText>
          </w:r>
        </w:del>
        <w:r w:rsidRPr="00250417">
          <w:rPr>
            <w:color w:val="FF0000"/>
            <w:szCs w:val="24"/>
            <w:rPrChange w:id="158" w:author="Sinanis, Nick" w:date="2022-11-24T11:00:00Z">
              <w:rPr>
                <w:color w:val="FF0000"/>
                <w:szCs w:val="24"/>
                <w:highlight w:val="yellow"/>
              </w:rPr>
            </w:rPrChange>
          </w:rPr>
          <w:t xml:space="preserve">System 2 from Table 1 (in Annex 1) </w:t>
        </w:r>
        <w:del w:id="159" w:author="USA" w:date="2023-04-21T18:00:00Z">
          <w:r w:rsidRPr="00FA78C4" w:rsidDel="00CA1AC2">
            <w:rPr>
              <w:color w:val="FF0000"/>
              <w:szCs w:val="24"/>
              <w:highlight w:val="yellow"/>
            </w:rPr>
            <w:delText xml:space="preserve">may also be </w:delText>
          </w:r>
        </w:del>
      </w:ins>
      <w:ins w:id="160" w:author="USA" w:date="2023-04-21T18:01:00Z">
        <w:r w:rsidRPr="00CA1AC2">
          <w:rPr>
            <w:color w:val="FF0000"/>
            <w:szCs w:val="24"/>
            <w:highlight w:val="yellow"/>
            <w:rPrChange w:id="161" w:author="USA" w:date="2023-04-21T18:01:00Z">
              <w:rPr>
                <w:color w:val="FF0000"/>
                <w:szCs w:val="24"/>
              </w:rPr>
            </w:rPrChange>
          </w:rPr>
          <w:t>are</w:t>
        </w:r>
        <w:r>
          <w:rPr>
            <w:color w:val="FF0000"/>
            <w:szCs w:val="24"/>
          </w:rPr>
          <w:t xml:space="preserve"> </w:t>
        </w:r>
      </w:ins>
      <w:ins w:id="162" w:author="John Mettrop [2]" w:date="2022-12-05T11:57:00Z">
        <w:r w:rsidRPr="00250417">
          <w:rPr>
            <w:color w:val="FF0000"/>
            <w:szCs w:val="24"/>
            <w:rPrChange w:id="163" w:author="Sinanis, Nick" w:date="2022-11-24T11:00:00Z">
              <w:rPr>
                <w:color w:val="FF0000"/>
                <w:szCs w:val="24"/>
                <w:highlight w:val="yellow"/>
              </w:rPr>
            </w:rPrChange>
          </w:rPr>
          <w:t xml:space="preserve">representative of characteristics for AMT airborne relay and ground receivers, and </w:t>
        </w:r>
        <w:del w:id="164" w:author="USA" w:date="2023-04-21T18:01:00Z">
          <w:r w:rsidRPr="00FA78C4" w:rsidDel="00CA1AC2">
            <w:rPr>
              <w:color w:val="FF0000"/>
              <w:szCs w:val="24"/>
              <w:highlight w:val="yellow"/>
            </w:rPr>
            <w:delText>the</w:delText>
          </w:r>
          <w:r w:rsidRPr="00250417" w:rsidDel="00CA1AC2">
            <w:rPr>
              <w:color w:val="FF0000"/>
              <w:szCs w:val="24"/>
              <w:rPrChange w:id="165" w:author="Sinanis, Nick" w:date="2022-11-24T11:00:00Z">
                <w:rPr>
                  <w:color w:val="FF0000"/>
                  <w:szCs w:val="24"/>
                  <w:highlight w:val="yellow"/>
                </w:rPr>
              </w:rPrChange>
            </w:rPr>
            <w:delText xml:space="preserve"> </w:delText>
          </w:r>
        </w:del>
        <w:r w:rsidRPr="00250417">
          <w:rPr>
            <w:color w:val="FF0000"/>
            <w:szCs w:val="24"/>
            <w:rPrChange w:id="166" w:author="Sinanis, Nick" w:date="2022-11-24T11:00:00Z">
              <w:rPr>
                <w:color w:val="FF0000"/>
                <w:szCs w:val="24"/>
                <w:highlight w:val="yellow"/>
              </w:rPr>
            </w:rPrChange>
          </w:rPr>
          <w:t xml:space="preserve">receiver characteristics of System 5 from Table 1 (in Annex 1) </w:t>
        </w:r>
      </w:ins>
      <w:ins w:id="167" w:author="USA" w:date="2023-04-21T17:42:00Z">
        <w:r w:rsidRPr="00834D12">
          <w:rPr>
            <w:color w:val="FF0000"/>
            <w:szCs w:val="24"/>
            <w:highlight w:val="yellow"/>
          </w:rPr>
          <w:t>are representative of characteristics</w:t>
        </w:r>
        <w:r>
          <w:rPr>
            <w:color w:val="FF0000"/>
            <w:szCs w:val="24"/>
          </w:rPr>
          <w:t xml:space="preserve"> </w:t>
        </w:r>
      </w:ins>
      <w:ins w:id="168" w:author="John Mettrop [2]" w:date="2022-12-05T11:57:00Z">
        <w:r w:rsidRPr="00250417">
          <w:rPr>
            <w:color w:val="FF0000"/>
            <w:szCs w:val="24"/>
            <w:rPrChange w:id="169" w:author="Sinanis, Nick" w:date="2022-11-24T11:00:00Z">
              <w:rPr>
                <w:color w:val="FF0000"/>
                <w:szCs w:val="24"/>
                <w:highlight w:val="yellow"/>
              </w:rPr>
            </w:rPrChange>
          </w:rPr>
          <w:t>for AMT shipborne receivers;</w:t>
        </w:r>
      </w:ins>
    </w:p>
    <w:p w14:paraId="36DB1CCB" w14:textId="77777777" w:rsidR="00FF5310" w:rsidRPr="00250417" w:rsidRDefault="00FF5310" w:rsidP="00FF5310">
      <w:pPr>
        <w:spacing w:before="240" w:after="240"/>
        <w:rPr>
          <w:i/>
          <w:iCs/>
          <w:color w:val="FF0000"/>
        </w:rPr>
      </w:pPr>
      <w:r w:rsidRPr="00250417">
        <w:rPr>
          <w:i/>
          <w:iCs/>
          <w:color w:val="FF0000"/>
          <w:highlight w:val="green"/>
          <w:rPrChange w:id="170" w:author="John Mettrop [2]" w:date="2022-12-09T08:14:00Z">
            <w:rPr>
              <w:i/>
              <w:color w:val="FF0000"/>
              <w:szCs w:val="24"/>
            </w:rPr>
          </w:rPrChange>
        </w:rPr>
        <w:t>[Editor’s note: this text needs to be clarified noting the requirement of Resolution 416 that “emissions limited to transmission from aircraft stations only”]</w:t>
      </w:r>
    </w:p>
    <w:p w14:paraId="0EEC5C9C" w14:textId="77777777" w:rsidR="00FF5310" w:rsidRPr="00F36012" w:rsidRDefault="00FF5310" w:rsidP="00FA78C4">
      <w:pPr>
        <w:jc w:val="both"/>
        <w:rPr>
          <w:b/>
          <w:bCs/>
          <w:rPrChange w:id="171" w:author="USA" w:date="2023-03-06T17:05:00Z">
            <w:rPr/>
          </w:rPrChange>
        </w:rPr>
      </w:pPr>
      <w:bookmarkStart w:id="172" w:name="_Hlk129102876"/>
      <w:ins w:id="173" w:author="USA" w:date="2023-03-06T17:03:00Z">
        <w:r w:rsidRPr="00492B18">
          <w:rPr>
            <w:highlight w:val="yellow"/>
            <w:rPrChange w:id="174" w:author="USA" w:date="2023-03-06T17:11:00Z">
              <w:rPr/>
            </w:rPrChange>
          </w:rPr>
          <w:t xml:space="preserve">[USA note: At the </w:t>
        </w:r>
      </w:ins>
      <w:ins w:id="175" w:author="USA" w:date="2023-03-06T17:12:00Z">
        <w:r>
          <w:rPr>
            <w:highlight w:val="yellow"/>
          </w:rPr>
          <w:t xml:space="preserve">end of the </w:t>
        </w:r>
      </w:ins>
      <w:ins w:id="176" w:author="USA" w:date="2023-03-06T17:03:00Z">
        <w:r w:rsidRPr="00492B18">
          <w:rPr>
            <w:highlight w:val="yellow"/>
            <w:rPrChange w:id="177" w:author="USA" w:date="2023-03-06T17:11:00Z">
              <w:rPr/>
            </w:rPrChange>
          </w:rPr>
          <w:t>previous meeting the US provided clarification</w:t>
        </w:r>
      </w:ins>
      <w:ins w:id="178" w:author="USA" w:date="2023-03-06T17:14:00Z">
        <w:r>
          <w:rPr>
            <w:highlight w:val="yellow"/>
          </w:rPr>
          <w:t xml:space="preserve"> regarding the language in</w:t>
        </w:r>
      </w:ins>
      <w:ins w:id="179" w:author="USA" w:date="2023-03-06T17:03:00Z">
        <w:r w:rsidRPr="00492B18">
          <w:rPr>
            <w:highlight w:val="yellow"/>
            <w:rPrChange w:id="180" w:author="USA" w:date="2023-03-06T17:11:00Z">
              <w:rPr/>
            </w:rPrChange>
          </w:rPr>
          <w:t xml:space="preserve"> Resolution 416 </w:t>
        </w:r>
      </w:ins>
      <w:ins w:id="181" w:author="USA" w:date="2023-03-07T17:30:00Z">
        <w:r>
          <w:rPr>
            <w:highlight w:val="yellow"/>
          </w:rPr>
          <w:t>limiting</w:t>
        </w:r>
      </w:ins>
      <w:ins w:id="182" w:author="USA" w:date="2023-03-06T17:03:00Z">
        <w:r w:rsidRPr="00492B18">
          <w:rPr>
            <w:highlight w:val="yellow"/>
            <w:rPrChange w:id="183" w:author="USA" w:date="2023-03-06T17:11:00Z">
              <w:rPr/>
            </w:rPrChange>
          </w:rPr>
          <w:t xml:space="preserve"> emissions </w:t>
        </w:r>
      </w:ins>
      <w:ins w:id="184" w:author="USA" w:date="2023-03-07T17:31:00Z">
        <w:r>
          <w:rPr>
            <w:highlight w:val="yellow"/>
          </w:rPr>
          <w:t>from</w:t>
        </w:r>
      </w:ins>
      <w:ins w:id="185" w:author="USA" w:date="2023-03-06T17:04:00Z">
        <w:r w:rsidRPr="00492B18">
          <w:rPr>
            <w:highlight w:val="yellow"/>
            <w:rPrChange w:id="186" w:author="USA" w:date="2023-03-06T17:11:00Z">
              <w:rPr/>
            </w:rPrChange>
          </w:rPr>
          <w:t xml:space="preserve"> aircraft station</w:t>
        </w:r>
      </w:ins>
      <w:ins w:id="187" w:author="USA" w:date="2023-03-07T16:04:00Z">
        <w:r>
          <w:rPr>
            <w:highlight w:val="yellow"/>
          </w:rPr>
          <w:t>s</w:t>
        </w:r>
      </w:ins>
      <w:ins w:id="188" w:author="USA" w:date="2023-03-06T17:04:00Z">
        <w:r w:rsidRPr="00492B18">
          <w:rPr>
            <w:highlight w:val="yellow"/>
            <w:rPrChange w:id="189" w:author="USA" w:date="2023-03-06T17:11:00Z">
              <w:rPr/>
            </w:rPrChange>
          </w:rPr>
          <w:t xml:space="preserve"> only. </w:t>
        </w:r>
      </w:ins>
      <w:ins w:id="190" w:author="USA" w:date="2023-03-07T17:31:00Z">
        <w:r>
          <w:rPr>
            <w:highlight w:val="yellow"/>
          </w:rPr>
          <w:t xml:space="preserve">Hence </w:t>
        </w:r>
      </w:ins>
      <w:ins w:id="191" w:author="USA" w:date="2023-03-06T17:06:00Z">
        <w:r w:rsidRPr="00492B18">
          <w:rPr>
            <w:highlight w:val="yellow"/>
            <w:rPrChange w:id="192" w:author="USA" w:date="2023-03-06T17:11:00Z">
              <w:rPr/>
            </w:rPrChange>
          </w:rPr>
          <w:t xml:space="preserve">AMT can have airborne relay receivers to </w:t>
        </w:r>
      </w:ins>
      <w:ins w:id="193" w:author="USA" w:date="2023-03-06T17:07:00Z">
        <w:r w:rsidRPr="00492B18">
          <w:rPr>
            <w:highlight w:val="yellow"/>
            <w:rPrChange w:id="194" w:author="USA" w:date="2023-03-06T17:11:00Z">
              <w:rPr/>
            </w:rPrChange>
          </w:rPr>
          <w:t>relay information to ground station</w:t>
        </w:r>
      </w:ins>
      <w:ins w:id="195" w:author="USA" w:date="2023-03-07T17:31:00Z">
        <w:r>
          <w:rPr>
            <w:highlight w:val="yellow"/>
          </w:rPr>
          <w:t>s or ship stations</w:t>
        </w:r>
      </w:ins>
      <w:ins w:id="196" w:author="USA" w:date="2023-03-06T17:07:00Z">
        <w:r w:rsidRPr="00492B18">
          <w:rPr>
            <w:highlight w:val="yellow"/>
            <w:rPrChange w:id="197" w:author="USA" w:date="2023-03-06T17:11:00Z">
              <w:rPr/>
            </w:rPrChange>
          </w:rPr>
          <w:t xml:space="preserve">. In this scenario there can be no transmission from ground </w:t>
        </w:r>
      </w:ins>
      <w:ins w:id="198" w:author="USA" w:date="2023-03-06T17:08:00Z">
        <w:r w:rsidRPr="00492B18">
          <w:rPr>
            <w:highlight w:val="yellow"/>
            <w:rPrChange w:id="199" w:author="USA" w:date="2023-03-06T17:11:00Z">
              <w:rPr/>
            </w:rPrChange>
          </w:rPr>
          <w:t>or ship s</w:t>
        </w:r>
      </w:ins>
      <w:ins w:id="200" w:author="USA" w:date="2023-03-06T17:09:00Z">
        <w:r w:rsidRPr="00492B18">
          <w:rPr>
            <w:highlight w:val="yellow"/>
            <w:rPrChange w:id="201" w:author="USA" w:date="2023-03-06T17:11:00Z">
              <w:rPr/>
            </w:rPrChange>
          </w:rPr>
          <w:t>tations</w:t>
        </w:r>
      </w:ins>
      <w:ins w:id="202" w:author="USA" w:date="2023-03-07T17:31:00Z">
        <w:r>
          <w:rPr>
            <w:highlight w:val="yellow"/>
          </w:rPr>
          <w:t xml:space="preserve"> to aircraft stations</w:t>
        </w:r>
      </w:ins>
      <w:ins w:id="203" w:author="USA" w:date="2023-03-06T17:08:00Z">
        <w:r w:rsidRPr="00492B18">
          <w:rPr>
            <w:highlight w:val="yellow"/>
            <w:rPrChange w:id="204" w:author="USA" w:date="2023-03-06T17:11:00Z">
              <w:rPr/>
            </w:rPrChange>
          </w:rPr>
          <w:t>, but there may be air to air and air to ground</w:t>
        </w:r>
      </w:ins>
      <w:ins w:id="205" w:author="USA" w:date="2023-03-06T17:09:00Z">
        <w:r w:rsidRPr="00492B18">
          <w:rPr>
            <w:highlight w:val="yellow"/>
            <w:rPrChange w:id="206" w:author="USA" w:date="2023-03-06T17:11:00Z">
              <w:rPr/>
            </w:rPrChange>
          </w:rPr>
          <w:t>/ship</w:t>
        </w:r>
      </w:ins>
      <w:ins w:id="207" w:author="USA" w:date="2023-03-06T17:08:00Z">
        <w:r w:rsidRPr="00492B18">
          <w:rPr>
            <w:highlight w:val="yellow"/>
            <w:rPrChange w:id="208" w:author="USA" w:date="2023-03-06T17:11:00Z">
              <w:rPr/>
            </w:rPrChange>
          </w:rPr>
          <w:t xml:space="preserve"> links. This </w:t>
        </w:r>
      </w:ins>
      <w:ins w:id="209" w:author="USA" w:date="2023-03-07T16:05:00Z">
        <w:r>
          <w:rPr>
            <w:highlight w:val="yellow"/>
          </w:rPr>
          <w:t>NOTE</w:t>
        </w:r>
      </w:ins>
      <w:ins w:id="210" w:author="USA" w:date="2023-03-06T17:08:00Z">
        <w:r w:rsidRPr="00492B18">
          <w:rPr>
            <w:highlight w:val="yellow"/>
            <w:rPrChange w:id="211" w:author="USA" w:date="2023-03-06T17:11:00Z">
              <w:rPr/>
            </w:rPrChange>
          </w:rPr>
          <w:t xml:space="preserve"> identifies which receivers </w:t>
        </w:r>
      </w:ins>
      <w:ins w:id="212" w:author="USA" w:date="2023-03-06T17:09:00Z">
        <w:r w:rsidRPr="00492B18">
          <w:rPr>
            <w:highlight w:val="yellow"/>
            <w:rPrChange w:id="213" w:author="USA" w:date="2023-03-06T17:11:00Z">
              <w:rPr/>
            </w:rPrChange>
          </w:rPr>
          <w:t xml:space="preserve">are representative of AMT systems operating in the band per RR No. </w:t>
        </w:r>
        <w:proofErr w:type="spellStart"/>
        <w:r w:rsidRPr="00FA78C4">
          <w:rPr>
            <w:b/>
            <w:bCs/>
            <w:highlight w:val="yellow"/>
            <w:rPrChange w:id="214" w:author="USA" w:date="2023-03-06T17:11:00Z">
              <w:rPr/>
            </w:rPrChange>
          </w:rPr>
          <w:t>5.440A</w:t>
        </w:r>
        <w:proofErr w:type="spellEnd"/>
        <w:r w:rsidRPr="00492B18">
          <w:rPr>
            <w:highlight w:val="yellow"/>
            <w:rPrChange w:id="215" w:author="USA" w:date="2023-03-06T17:11:00Z">
              <w:rPr/>
            </w:rPrChange>
          </w:rPr>
          <w:t xml:space="preserve"> and </w:t>
        </w:r>
      </w:ins>
      <w:ins w:id="216" w:author="USA" w:date="2023-03-06T17:11:00Z">
        <w:r w:rsidRPr="00FA78C4">
          <w:rPr>
            <w:b/>
            <w:bCs/>
            <w:highlight w:val="yellow"/>
            <w:rPrChange w:id="217" w:author="USA" w:date="2023-03-06T17:11:00Z">
              <w:rPr/>
            </w:rPrChange>
          </w:rPr>
          <w:t>5.442</w:t>
        </w:r>
      </w:ins>
      <w:ins w:id="218" w:author="USA" w:date="2023-03-07T16:05:00Z">
        <w:r>
          <w:rPr>
            <w:highlight w:val="yellow"/>
          </w:rPr>
          <w:t>.</w:t>
        </w:r>
      </w:ins>
      <w:ins w:id="219" w:author="USA" w:date="2023-03-06T17:11:00Z">
        <w:r w:rsidRPr="00492B18">
          <w:rPr>
            <w:highlight w:val="yellow"/>
            <w:rPrChange w:id="220" w:author="USA" w:date="2023-03-06T17:11:00Z">
              <w:rPr/>
            </w:rPrChange>
          </w:rPr>
          <w:t xml:space="preserve"> </w:t>
        </w:r>
      </w:ins>
      <w:ins w:id="221" w:author="USA" w:date="2023-03-06T17:10:00Z">
        <w:r w:rsidRPr="00492B18">
          <w:rPr>
            <w:highlight w:val="yellow"/>
            <w:rPrChange w:id="222" w:author="USA" w:date="2023-03-06T17:11:00Z">
              <w:rPr/>
            </w:rPrChange>
          </w:rPr>
          <w:t>Therefore</w:t>
        </w:r>
      </w:ins>
      <w:ins w:id="223" w:author="USA" w:date="2023-03-06T17:11:00Z">
        <w:r w:rsidRPr="00492B18">
          <w:rPr>
            <w:highlight w:val="yellow"/>
            <w:rPrChange w:id="224" w:author="USA" w:date="2023-03-06T17:11:00Z">
              <w:rPr/>
            </w:rPrChange>
          </w:rPr>
          <w:t>,</w:t>
        </w:r>
      </w:ins>
      <w:ins w:id="225" w:author="USA" w:date="2023-03-06T17:10:00Z">
        <w:r w:rsidRPr="00492B18">
          <w:rPr>
            <w:highlight w:val="yellow"/>
            <w:rPrChange w:id="226" w:author="USA" w:date="2023-03-06T17:11:00Z">
              <w:rPr/>
            </w:rPrChange>
          </w:rPr>
          <w:t xml:space="preserve"> t</w:t>
        </w:r>
      </w:ins>
      <w:ins w:id="227" w:author="USA" w:date="2023-03-06T17:11:00Z">
        <w:r w:rsidRPr="00492B18">
          <w:rPr>
            <w:highlight w:val="yellow"/>
            <w:rPrChange w:id="228" w:author="USA" w:date="2023-03-06T17:11:00Z">
              <w:rPr/>
            </w:rPrChange>
          </w:rPr>
          <w:t xml:space="preserve">he above note was proposed </w:t>
        </w:r>
      </w:ins>
      <w:ins w:id="229" w:author="USA" w:date="2023-03-07T17:32:00Z">
        <w:r>
          <w:rPr>
            <w:highlight w:val="yellow"/>
          </w:rPr>
          <w:t xml:space="preserve">so that the revision would </w:t>
        </w:r>
      </w:ins>
      <w:ins w:id="230" w:author="USA" w:date="2023-03-06T17:11:00Z">
        <w:r w:rsidRPr="00492B18">
          <w:rPr>
            <w:highlight w:val="yellow"/>
            <w:rPrChange w:id="231" w:author="USA" w:date="2023-03-06T17:11:00Z">
              <w:rPr/>
            </w:rPrChange>
          </w:rPr>
          <w:t>remain in line with the original scope of this document.]</w:t>
        </w:r>
      </w:ins>
      <w:ins w:id="232" w:author="USA" w:date="2023-03-06T17:05:00Z">
        <w:r>
          <w:t xml:space="preserve"> </w:t>
        </w:r>
      </w:ins>
    </w:p>
    <w:bookmarkEnd w:id="172"/>
    <w:p w14:paraId="1CA97D61" w14:textId="77777777" w:rsidR="00FF5310" w:rsidRPr="00250417" w:rsidRDefault="00FF5310" w:rsidP="00FF5310"/>
    <w:p w14:paraId="2D3BA843" w14:textId="77777777" w:rsidR="00FF5310" w:rsidRPr="00250417" w:rsidRDefault="00FF5310" w:rsidP="003D33BA">
      <w:pPr>
        <w:pStyle w:val="Annextitle"/>
      </w:pPr>
      <w:r w:rsidRPr="00250417">
        <w:t>Annex 1</w:t>
      </w:r>
      <w:r w:rsidRPr="00250417">
        <w:br/>
      </w:r>
      <w:r w:rsidRPr="00250417">
        <w:br/>
        <w:t xml:space="preserve">Technical </w:t>
      </w:r>
      <w:ins w:id="233" w:author="John Mettrop [2]" w:date="2022-12-05T12:00:00Z">
        <w:r w:rsidRPr="00250417">
          <w:t xml:space="preserve">and operational </w:t>
        </w:r>
      </w:ins>
      <w:r w:rsidRPr="00250417">
        <w:t>characteristics and protection criteria</w:t>
      </w:r>
      <w:ins w:id="234" w:author="John Mettrop [2]" w:date="2022-12-05T12:00:00Z">
        <w:r w:rsidRPr="00250417">
          <w:t xml:space="preserve"> for systems operating </w:t>
        </w:r>
      </w:ins>
      <w:ins w:id="235" w:author="John Mettrop [2]" w:date="2022-12-05T12:01:00Z">
        <w:r w:rsidRPr="00250417">
          <w:t xml:space="preserve">in the aeronautical mobile </w:t>
        </w:r>
        <w:proofErr w:type="gramStart"/>
        <w:r w:rsidRPr="00250417">
          <w:t>service</w:t>
        </w:r>
      </w:ins>
      <w:proofErr w:type="gramEnd"/>
    </w:p>
    <w:p w14:paraId="64B2EAC1" w14:textId="77777777" w:rsidR="00FF5310" w:rsidRPr="00250417" w:rsidRDefault="00FF5310" w:rsidP="003D33BA">
      <w:pPr>
        <w:pStyle w:val="Heading1"/>
      </w:pPr>
      <w:r w:rsidRPr="00250417">
        <w:t>1</w:t>
      </w:r>
      <w:r w:rsidRPr="00250417">
        <w:tab/>
        <w:t>Introduction</w:t>
      </w:r>
    </w:p>
    <w:p w14:paraId="3EE4D4D7" w14:textId="77777777" w:rsidR="00FF5310" w:rsidRPr="00250417" w:rsidRDefault="00FF5310" w:rsidP="00FA78C4">
      <w:pPr>
        <w:jc w:val="both"/>
        <w:rPr>
          <w:ins w:id="236" w:author="John Mettrop [2]" w:date="2022-12-05T12:03:00Z"/>
        </w:rPr>
      </w:pPr>
      <w:r w:rsidRPr="00250417">
        <w:t xml:space="preserve">Systems and networks operating in the AMS </w:t>
      </w:r>
      <w:del w:id="237" w:author="John Mettrop [2]" w:date="2022-12-05T12:01:00Z">
        <w:r w:rsidRPr="00250417" w:rsidDel="00985000">
          <w:delText xml:space="preserve">are </w:delText>
        </w:r>
      </w:del>
      <w:r w:rsidRPr="00250417">
        <w:t>use</w:t>
      </w:r>
      <w:del w:id="238" w:author="John Mettrop [2]" w:date="2022-12-05T12:01:00Z">
        <w:r w:rsidRPr="00250417" w:rsidDel="00985000">
          <w:delText>d for</w:delText>
        </w:r>
      </w:del>
      <w:r w:rsidRPr="00250417">
        <w:t xml:space="preserve"> broadband</w:t>
      </w:r>
      <w:del w:id="239" w:author="John Mettrop [2]" w:date="2022-12-05T12:01:00Z">
        <w:r w:rsidRPr="00250417" w:rsidDel="00985000">
          <w:delText>, airborne</w:delText>
        </w:r>
      </w:del>
      <w:r w:rsidRPr="00250417">
        <w:t xml:space="preserve"> </w:t>
      </w:r>
      <w:proofErr w:type="gramStart"/>
      <w:r w:rsidRPr="00250417">
        <w:t>data-links</w:t>
      </w:r>
      <w:proofErr w:type="gramEnd"/>
      <w:r w:rsidRPr="00250417">
        <w:t xml:space="preserve"> </w:t>
      </w:r>
      <w:ins w:id="240" w:author="John Mettrop [2]" w:date="2022-12-05T12:02:00Z">
        <w:r w:rsidRPr="00250417">
          <w:t xml:space="preserve">including aircraft to aircraft </w:t>
        </w:r>
      </w:ins>
      <w:r w:rsidRPr="00250417">
        <w:t xml:space="preserve">to support </w:t>
      </w:r>
      <w:del w:id="241" w:author="John Mettrop [2]" w:date="2022-12-05T12:02:00Z">
        <w:r w:rsidRPr="00250417" w:rsidDel="00985000">
          <w:delText>remote sensing, etc.,</w:delText>
        </w:r>
      </w:del>
      <w:ins w:id="242" w:author="John Mettrop [2]" w:date="2022-12-05T12:02:00Z">
        <w:r w:rsidRPr="00250417">
          <w:t>various</w:t>
        </w:r>
      </w:ins>
      <w:r w:rsidRPr="00250417">
        <w:t xml:space="preserve"> applications</w:t>
      </w:r>
      <w:ins w:id="243" w:author="John Mettrop [2]" w:date="2022-12-05T12:02:00Z">
        <w:r w:rsidRPr="00250417">
          <w:t>, such as remote sensing for earth sciences, and energy distribution system monitoring</w:t>
        </w:r>
      </w:ins>
      <w:r w:rsidRPr="00250417">
        <w:t>.</w:t>
      </w:r>
    </w:p>
    <w:p w14:paraId="6BC61711" w14:textId="77777777" w:rsidR="00FF5310" w:rsidRPr="00250417" w:rsidRDefault="00FF5310" w:rsidP="00FA78C4">
      <w:pPr>
        <w:jc w:val="both"/>
        <w:rPr>
          <w:ins w:id="244" w:author="John Mettrop [2]" w:date="2022-12-05T12:03:00Z"/>
        </w:rPr>
      </w:pPr>
      <w:ins w:id="245" w:author="John Mettrop [2]" w:date="2022-12-05T12:03:00Z">
        <w:r w:rsidRPr="00250417">
          <w:t>These aeronautical mobile systems operating throughout the 4 400</w:t>
        </w:r>
        <w:r w:rsidRPr="00250417">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t xml:space="preserve"> </w:t>
        </w:r>
        <w:r w:rsidRPr="00250417">
          <w:t xml:space="preserve">can be </w:t>
        </w:r>
        <w:proofErr w:type="gramStart"/>
        <w:r w:rsidRPr="00250417">
          <w:t>planned in advance</w:t>
        </w:r>
        <w:proofErr w:type="gramEnd"/>
        <w:r w:rsidRPr="00250417">
          <w:t xml:space="preserve">, </w:t>
        </w:r>
        <w:r w:rsidRPr="00250417">
          <w:rPr>
            <w:rPrChange w:id="246" w:author="Sinanis, Nick" w:date="2022-11-24T11:42:00Z">
              <w:rPr>
                <w:highlight w:val="yellow"/>
              </w:rPr>
            </w:rPrChange>
          </w:rPr>
          <w:t>for which any coordinated use with relevant national authorities is possible.</w:t>
        </w:r>
        <w:r w:rsidRPr="00250417">
          <w:t xml:space="preserve"> </w:t>
        </w:r>
      </w:ins>
    </w:p>
    <w:p w14:paraId="296FD4A6" w14:textId="77777777" w:rsidR="00FF5310" w:rsidRPr="00FA78C4" w:rsidDel="00492B18" w:rsidRDefault="00FF5310" w:rsidP="00FA78C4">
      <w:pPr>
        <w:jc w:val="both"/>
        <w:rPr>
          <w:ins w:id="247" w:author="John Mettrop [2]" w:date="2022-12-05T12:03:00Z"/>
          <w:del w:id="248" w:author="USA" w:date="2023-03-06T17:16:00Z"/>
          <w:highlight w:val="yellow"/>
        </w:rPr>
      </w:pPr>
      <w:ins w:id="249" w:author="John Mettrop [2]" w:date="2022-12-05T12:03:00Z">
        <w:r w:rsidRPr="00250417">
          <w:rPr>
            <w:rPrChange w:id="250" w:author="Sinanis, Nick" w:date="2022-11-24T11:43:00Z">
              <w:rPr>
                <w:highlight w:val="yellow"/>
              </w:rPr>
            </w:rPrChange>
          </w:rPr>
          <w:t>Additionally, some operations (e.g.</w:t>
        </w:r>
      </w:ins>
      <w:ins w:id="251" w:author="Limousin, Catherine" w:date="2022-12-09T10:48:00Z">
        <w:r w:rsidRPr="00250417">
          <w:t>,</w:t>
        </w:r>
      </w:ins>
      <w:ins w:id="252" w:author="John Mettrop [2]" w:date="2022-12-05T12:03:00Z">
        <w:r w:rsidRPr="00250417">
          <w:rPr>
            <w:rPrChange w:id="253" w:author="Sinanis, Nick" w:date="2022-11-24T11:43:00Z">
              <w:rPr>
                <w:highlight w:val="yellow"/>
              </w:rPr>
            </w:rPrChange>
          </w:rPr>
          <w:t xml:space="preserve"> to fight against piracy, to escort ships, for deep sea rescue, for search and rescue/emergency operations at sea, etc) can also take place in the </w:t>
        </w:r>
        <w:del w:id="254" w:author="USA" w:date="2023-03-06T17:16:00Z">
          <w:r w:rsidRPr="00FA78C4" w:rsidDel="00492B18">
            <w:rPr>
              <w:highlight w:val="yellow"/>
            </w:rPr>
            <w:delText>[</w:delText>
          </w:r>
        </w:del>
      </w:ins>
    </w:p>
    <w:p w14:paraId="423DA651" w14:textId="77777777" w:rsidR="00FF5310" w:rsidRPr="00250417" w:rsidRDefault="00FF5310" w:rsidP="00FA78C4">
      <w:pPr>
        <w:jc w:val="both"/>
        <w:rPr>
          <w:ins w:id="255" w:author="John Mettrop [2]" w:date="2022-12-05T12:03:00Z"/>
          <w:rPrChange w:id="256" w:author="Sinanis, Nick" w:date="2022-11-24T11:30:00Z">
            <w:rPr>
              <w:ins w:id="257" w:author="John Mettrop [2]" w:date="2022-12-05T12:03:00Z"/>
              <w:highlight w:val="yellow"/>
            </w:rPr>
          </w:rPrChange>
        </w:rPr>
        <w:pPrChange w:id="258" w:author="USA" w:date="2023-03-06T17:16:00Z">
          <w:pPr>
            <w:tabs>
              <w:tab w:val="left" w:pos="0"/>
            </w:tabs>
          </w:pPr>
        </w:pPrChange>
      </w:pPr>
      <w:ins w:id="259" w:author="John Mettrop [2]" w:date="2022-12-05T12:03:00Z">
        <w:del w:id="260" w:author="USA" w:date="2023-03-06T17:16:00Z">
          <w:r w:rsidRPr="00FA78C4" w:rsidDel="00492B18">
            <w:rPr>
              <w:highlight w:val="yellow"/>
            </w:rPr>
            <w:delText>Alternative 1: areas that are outside the territory under the jurisdiction of any ITU Member State</w:delText>
          </w:r>
        </w:del>
      </w:ins>
    </w:p>
    <w:p w14:paraId="52224C3D" w14:textId="77777777" w:rsidR="00FF5310" w:rsidRPr="00250417" w:rsidRDefault="00FF5310" w:rsidP="00FA78C4">
      <w:pPr>
        <w:tabs>
          <w:tab w:val="left" w:pos="0"/>
        </w:tabs>
        <w:jc w:val="both"/>
        <w:rPr>
          <w:ins w:id="261" w:author="John Mettrop [2]" w:date="2022-12-05T12:03:00Z"/>
          <w:rPrChange w:id="262" w:author="Sinanis, Nick" w:date="2022-11-24T11:30:00Z">
            <w:rPr>
              <w:ins w:id="263" w:author="John Mettrop [2]" w:date="2022-12-05T12:03:00Z"/>
              <w:highlight w:val="cyan"/>
            </w:rPr>
          </w:rPrChange>
        </w:rPr>
        <w:pPrChange w:id="264" w:author="5B-2" w:date="2022-11-23T11:58:00Z">
          <w:pPr>
            <w:ind w:left="1134" w:hanging="1134"/>
          </w:pPr>
        </w:pPrChange>
      </w:pPr>
      <w:ins w:id="265" w:author="John Mettrop [2]" w:date="2022-12-05T12:03:00Z">
        <w:del w:id="266" w:author="USA" w:date="2023-03-06T17:16:00Z">
          <w:r w:rsidRPr="00492B18" w:rsidDel="00492B18">
            <w:rPr>
              <w:highlight w:val="yellow"/>
              <w:rPrChange w:id="267" w:author="USA" w:date="2023-03-06T17:16:00Z">
                <w:rPr>
                  <w:highlight w:val="cyan"/>
                </w:rPr>
              </w:rPrChange>
            </w:rPr>
            <w:delText>Alternative 2:</w:delText>
          </w:r>
          <w:r w:rsidRPr="00250417" w:rsidDel="00492B18">
            <w:rPr>
              <w:rPrChange w:id="268" w:author="Sinanis, Nick" w:date="2022-11-24T11:30:00Z">
                <w:rPr>
                  <w:highlight w:val="cyan"/>
                </w:rPr>
              </w:rPrChange>
            </w:rPr>
            <w:delText xml:space="preserve"> </w:delText>
          </w:r>
        </w:del>
        <w:r w:rsidRPr="00250417">
          <w:t xml:space="preserve">areas which </w:t>
        </w:r>
        <w:r w:rsidRPr="00250417">
          <w:rPr>
            <w:rPrChange w:id="269" w:author="Sinanis, Nick" w:date="2022-11-24T11:30:00Z">
              <w:rPr>
                <w:highlight w:val="cyan"/>
              </w:rPr>
            </w:rPrChange>
          </w:rPr>
          <w:t>are</w:t>
        </w:r>
        <w:r w:rsidRPr="00250417">
          <w:t xml:space="preserve"> not administered by any ITU Member State</w:t>
        </w:r>
        <w:del w:id="270" w:author="USA" w:date="2023-03-06T17:16:00Z">
          <w:r w:rsidRPr="00492B18" w:rsidDel="00492B18">
            <w:rPr>
              <w:highlight w:val="yellow"/>
              <w:rPrChange w:id="271" w:author="USA" w:date="2023-03-06T17:16:00Z">
                <w:rPr/>
              </w:rPrChange>
            </w:rPr>
            <w:delText>]</w:delText>
          </w:r>
        </w:del>
      </w:ins>
    </w:p>
    <w:p w14:paraId="08D39FB3" w14:textId="77777777" w:rsidR="00FF5310" w:rsidRPr="00250417" w:rsidRDefault="00FF5310" w:rsidP="003D33BA">
      <w:pPr>
        <w:pStyle w:val="Heading1"/>
      </w:pPr>
      <w:r w:rsidRPr="00250417">
        <w:lastRenderedPageBreak/>
        <w:t>2</w:t>
      </w:r>
      <w:r w:rsidRPr="00250417">
        <w:tab/>
        <w:t xml:space="preserve">Operational </w:t>
      </w:r>
      <w:proofErr w:type="gramStart"/>
      <w:r w:rsidRPr="00250417">
        <w:t>deployment</w:t>
      </w:r>
      <w:proofErr w:type="gramEnd"/>
    </w:p>
    <w:p w14:paraId="39A239D8" w14:textId="77777777" w:rsidR="00FF5310" w:rsidRPr="00250417" w:rsidRDefault="00FF5310" w:rsidP="00C13D79">
      <w:pPr>
        <w:jc w:val="both"/>
        <w:rPr>
          <w:ins w:id="272" w:author="John Mettrop [2]" w:date="2022-12-05T12:07:00Z"/>
        </w:rPr>
      </w:pPr>
      <w:r w:rsidRPr="00250417">
        <w:rPr>
          <w:lang w:eastAsia="ja-JP"/>
        </w:rPr>
        <w:t xml:space="preserve">Aeronautical mobile data links </w:t>
      </w:r>
      <w:ins w:id="273" w:author="John Mettrop [2]" w:date="2022-12-05T12:03:00Z">
        <w:r w:rsidRPr="00250417">
          <w:rPr>
            <w:lang w:eastAsia="ja-JP"/>
          </w:rPr>
          <w:t>(</w:t>
        </w:r>
        <w:proofErr w:type="spellStart"/>
        <w:r w:rsidRPr="00250417">
          <w:rPr>
            <w:lang w:eastAsia="ja-JP"/>
          </w:rPr>
          <w:t>AM</w:t>
        </w:r>
      </w:ins>
      <w:ins w:id="274" w:author="John Mettrop [2]" w:date="2022-12-05T12:04:00Z">
        <w:r w:rsidRPr="00250417">
          <w:rPr>
            <w:lang w:eastAsia="ja-JP"/>
          </w:rPr>
          <w:t>DL</w:t>
        </w:r>
        <w:proofErr w:type="spellEnd"/>
        <w:r w:rsidRPr="00250417">
          <w:rPr>
            <w:lang w:eastAsia="ja-JP"/>
          </w:rPr>
          <w:t xml:space="preserve">) </w:t>
        </w:r>
      </w:ins>
      <w:r w:rsidRPr="00250417">
        <w:t xml:space="preserve">are operated between aeronautical stations and aircraft stations, </w:t>
      </w:r>
      <w:del w:id="275" w:author="John Mettrop [2]" w:date="2022-12-05T12:04:00Z">
        <w:r w:rsidRPr="00250417" w:rsidDel="00985000">
          <w:delText xml:space="preserve">or </w:delText>
        </w:r>
      </w:del>
      <w:del w:id="276" w:author="John Mettrop [2]" w:date="2022-12-05T12:05:00Z">
        <w:r w:rsidRPr="00250417" w:rsidDel="00985000">
          <w:delText xml:space="preserve">between </w:delText>
        </w:r>
      </w:del>
      <w:r w:rsidRPr="00250417">
        <w:t>aircraft stations</w:t>
      </w:r>
      <w:ins w:id="277" w:author="John Mettrop [2]" w:date="2022-12-05T12:05:00Z">
        <w:r w:rsidRPr="00250417">
          <w:t xml:space="preserve"> or aircraft stations and ship stations</w:t>
        </w:r>
      </w:ins>
      <w:r w:rsidRPr="00250417">
        <w:t xml:space="preserve"> equipped with </w:t>
      </w:r>
      <w:del w:id="278" w:author="John Mettrop [2]" w:date="2022-12-05T12:05:00Z">
        <w:r w:rsidRPr="00250417" w:rsidDel="00725891">
          <w:delText>AMS data links (</w:delText>
        </w:r>
      </w:del>
      <w:proofErr w:type="spellStart"/>
      <w:r w:rsidRPr="00250417">
        <w:t>A</w:t>
      </w:r>
      <w:ins w:id="279" w:author="John Mettrop [2]" w:date="2022-12-05T12:05:00Z">
        <w:r w:rsidRPr="00250417">
          <w:t>M</w:t>
        </w:r>
      </w:ins>
      <w:r w:rsidRPr="00250417">
        <w:t>DL</w:t>
      </w:r>
      <w:proofErr w:type="spellEnd"/>
      <w:del w:id="280" w:author="John Mettrop [2]" w:date="2022-12-05T12:06:00Z">
        <w:r w:rsidRPr="00250417" w:rsidDel="00725891">
          <w:delText>)</w:delText>
        </w:r>
      </w:del>
      <w:r w:rsidRPr="00250417">
        <w:t xml:space="preserve"> and can be deployed </w:t>
      </w:r>
      <w:ins w:id="281" w:author="John Mettrop [2]" w:date="2022-12-05T12:06:00Z">
        <w:r w:rsidRPr="00250417">
          <w:t xml:space="preserve">within the  national territory of </w:t>
        </w:r>
      </w:ins>
      <w:del w:id="282" w:author="John Mettrop [2]" w:date="2022-12-05T12:06:00Z">
        <w:r w:rsidRPr="00250417" w:rsidDel="00725891">
          <w:delText xml:space="preserve">anywhere within </w:delText>
        </w:r>
      </w:del>
      <w:r w:rsidRPr="00250417">
        <w:t>a country whose administration has authorized their use</w:t>
      </w:r>
      <w:del w:id="283" w:author="John Mettrop [2]" w:date="2022-12-05T12:07:00Z">
        <w:r w:rsidRPr="00250417" w:rsidDel="00725891">
          <w:delText xml:space="preserve"> in accordance with regulations</w:delText>
        </w:r>
      </w:del>
      <w:ins w:id="284" w:author="John Mettrop [2]" w:date="2022-12-05T12:07:00Z">
        <w:r w:rsidRPr="00250417">
          <w:t xml:space="preserve"> These aeronautical mobile systems operating throughout the 4 400</w:t>
        </w:r>
        <w:r w:rsidRPr="00250417">
          <w:noBreakHyphen/>
          <w:t>4 990 MHz frequency range or portions thereof may also be used to support security, law enforcement, and humanitarian assistance efforts.  Sometimes these tasks are of unpredictable nature and immediate operations can be required at any time. However, some operations</w:t>
        </w:r>
        <w:r w:rsidRPr="00250417" w:rsidDel="000A2CEF">
          <w:t xml:space="preserve"> </w:t>
        </w:r>
        <w:r w:rsidRPr="00250417">
          <w:t xml:space="preserve">can be </w:t>
        </w:r>
        <w:proofErr w:type="gramStart"/>
        <w:r w:rsidRPr="00250417">
          <w:t>planned in advance</w:t>
        </w:r>
        <w:proofErr w:type="gramEnd"/>
        <w:r w:rsidRPr="00250417">
          <w:t xml:space="preserve">, </w:t>
        </w:r>
        <w:r w:rsidRPr="00250417">
          <w:rPr>
            <w:rPrChange w:id="285" w:author="Sinanis, Nick" w:date="2022-11-24T11:42:00Z">
              <w:rPr>
                <w:highlight w:val="yellow"/>
              </w:rPr>
            </w:rPrChange>
          </w:rPr>
          <w:t>for which any coordinated use with relevant national authorities is possible.</w:t>
        </w:r>
        <w:r w:rsidRPr="00250417">
          <w:t xml:space="preserve"> </w:t>
        </w:r>
      </w:ins>
    </w:p>
    <w:p w14:paraId="1F91E691" w14:textId="77777777" w:rsidR="00FF5310" w:rsidRPr="00FA78C4" w:rsidDel="00492B18" w:rsidRDefault="00FF5310" w:rsidP="00FF5310">
      <w:pPr>
        <w:rPr>
          <w:ins w:id="286" w:author="John Mettrop [2]" w:date="2022-12-05T12:07:00Z"/>
          <w:del w:id="287" w:author="USA" w:date="2023-03-06T17:16:00Z"/>
          <w:highlight w:val="yellow"/>
        </w:rPr>
      </w:pPr>
      <w:ins w:id="288" w:author="John Mettrop [2]" w:date="2022-12-05T12:07:00Z">
        <w:r w:rsidRPr="00250417">
          <w:rPr>
            <w:rPrChange w:id="289" w:author="Sinanis, Nick" w:date="2022-11-24T11:43:00Z">
              <w:rPr>
                <w:highlight w:val="yellow"/>
              </w:rPr>
            </w:rPrChange>
          </w:rPr>
          <w:t>Additionally, some operations (e.g.</w:t>
        </w:r>
      </w:ins>
      <w:ins w:id="290" w:author="Limousin, Catherine" w:date="2022-12-09T10:49:00Z">
        <w:r w:rsidRPr="00250417">
          <w:t>,</w:t>
        </w:r>
      </w:ins>
      <w:ins w:id="291" w:author="John Mettrop [2]" w:date="2022-12-05T12:07:00Z">
        <w:r w:rsidRPr="00250417">
          <w:rPr>
            <w:rPrChange w:id="292" w:author="Sinanis, Nick" w:date="2022-11-24T11:43:00Z">
              <w:rPr>
                <w:highlight w:val="yellow"/>
              </w:rPr>
            </w:rPrChange>
          </w:rPr>
          <w:t xml:space="preserve"> to fight against piracy, to escort ships, for deep sea rescue, for search and rescue/emergency operations at sea, etc) can also take place in the </w:t>
        </w:r>
        <w:del w:id="293" w:author="USA" w:date="2023-03-06T17:16:00Z">
          <w:r w:rsidRPr="00FA78C4" w:rsidDel="00492B18">
            <w:rPr>
              <w:highlight w:val="yellow"/>
            </w:rPr>
            <w:delText>[</w:delText>
          </w:r>
        </w:del>
      </w:ins>
    </w:p>
    <w:p w14:paraId="3B470D03" w14:textId="77777777" w:rsidR="00FF5310" w:rsidRPr="00250417" w:rsidRDefault="00FF5310" w:rsidP="00FF5310">
      <w:pPr>
        <w:rPr>
          <w:ins w:id="294" w:author="John Mettrop [2]" w:date="2022-12-05T12:07:00Z"/>
          <w:rPrChange w:id="295" w:author="Sinanis, Nick" w:date="2022-11-24T11:30:00Z">
            <w:rPr>
              <w:ins w:id="296" w:author="John Mettrop [2]" w:date="2022-12-05T12:07:00Z"/>
              <w:highlight w:val="yellow"/>
            </w:rPr>
          </w:rPrChange>
        </w:rPr>
        <w:pPrChange w:id="297" w:author="USA" w:date="2023-03-06T17:16:00Z">
          <w:pPr>
            <w:tabs>
              <w:tab w:val="left" w:pos="0"/>
            </w:tabs>
          </w:pPr>
        </w:pPrChange>
      </w:pPr>
      <w:ins w:id="298" w:author="John Mettrop [2]" w:date="2022-12-05T12:07:00Z">
        <w:del w:id="299" w:author="USA" w:date="2023-03-06T17:16:00Z">
          <w:r w:rsidRPr="00FA78C4" w:rsidDel="00492B18">
            <w:rPr>
              <w:highlight w:val="yellow"/>
            </w:rPr>
            <w:delText>Alternative 1: areas that are outside the territory under the jurisdiction of any ITU Member State</w:delText>
          </w:r>
        </w:del>
      </w:ins>
    </w:p>
    <w:p w14:paraId="2FCAF8BE" w14:textId="77777777" w:rsidR="00FF5310" w:rsidRPr="00250417" w:rsidRDefault="00FF5310" w:rsidP="00FF5310">
      <w:pPr>
        <w:tabs>
          <w:tab w:val="left" w:pos="0"/>
        </w:tabs>
        <w:rPr>
          <w:ins w:id="300" w:author="John Mettrop [2]" w:date="2022-12-05T12:07:00Z"/>
          <w:rPrChange w:id="301" w:author="Sinanis, Nick" w:date="2022-11-24T11:30:00Z">
            <w:rPr>
              <w:ins w:id="302" w:author="John Mettrop [2]" w:date="2022-12-05T12:07:00Z"/>
              <w:highlight w:val="cyan"/>
            </w:rPr>
          </w:rPrChange>
        </w:rPr>
        <w:pPrChange w:id="303" w:author="5B-2" w:date="2022-11-23T11:58:00Z">
          <w:pPr>
            <w:ind w:left="1134" w:hanging="1134"/>
          </w:pPr>
        </w:pPrChange>
      </w:pPr>
      <w:ins w:id="304" w:author="John Mettrop [2]" w:date="2022-12-05T12:07:00Z">
        <w:del w:id="305" w:author="USA" w:date="2023-03-06T17:16:00Z">
          <w:r w:rsidRPr="00492B18" w:rsidDel="00492B18">
            <w:rPr>
              <w:highlight w:val="yellow"/>
              <w:rPrChange w:id="306" w:author="USA" w:date="2023-03-06T17:16:00Z">
                <w:rPr>
                  <w:highlight w:val="cyan"/>
                </w:rPr>
              </w:rPrChange>
            </w:rPr>
            <w:delText>Alternative 2:</w:delText>
          </w:r>
          <w:r w:rsidRPr="00250417" w:rsidDel="00492B18">
            <w:rPr>
              <w:rPrChange w:id="307" w:author="Sinanis, Nick" w:date="2022-11-24T11:30:00Z">
                <w:rPr>
                  <w:highlight w:val="cyan"/>
                </w:rPr>
              </w:rPrChange>
            </w:rPr>
            <w:delText xml:space="preserve"> </w:delText>
          </w:r>
        </w:del>
        <w:r w:rsidRPr="00250417">
          <w:t xml:space="preserve">areas which </w:t>
        </w:r>
        <w:r w:rsidRPr="00250417">
          <w:rPr>
            <w:rPrChange w:id="308" w:author="Sinanis, Nick" w:date="2022-11-24T11:30:00Z">
              <w:rPr>
                <w:highlight w:val="cyan"/>
              </w:rPr>
            </w:rPrChange>
          </w:rPr>
          <w:t>are</w:t>
        </w:r>
        <w:r w:rsidRPr="00250417">
          <w:t xml:space="preserve"> not administered by any ITU Member State</w:t>
        </w:r>
        <w:del w:id="309" w:author="USA" w:date="2023-03-06T17:16:00Z">
          <w:r w:rsidRPr="00492B18" w:rsidDel="00492B18">
            <w:rPr>
              <w:highlight w:val="yellow"/>
              <w:rPrChange w:id="310" w:author="USA" w:date="2023-03-06T17:17:00Z">
                <w:rPr/>
              </w:rPrChange>
            </w:rPr>
            <w:delText>]</w:delText>
          </w:r>
        </w:del>
      </w:ins>
    </w:p>
    <w:p w14:paraId="18B563E6" w14:textId="77777777" w:rsidR="00FF5310" w:rsidRPr="00250417" w:rsidRDefault="00FF5310" w:rsidP="00FF5310">
      <w:pPr>
        <w:rPr>
          <w:ins w:id="311" w:author="John Mettrop [2]" w:date="2022-12-05T12:08:00Z"/>
        </w:rPr>
      </w:pPr>
      <w:ins w:id="312" w:author="John Mettrop [2]" w:date="2022-12-05T12:08:00Z">
        <w:r w:rsidRPr="00250417">
          <w:t>Depending on the area</w:t>
        </w:r>
        <w:r w:rsidRPr="00250417" w:rsidDel="000A2CEF">
          <w:t xml:space="preserve"> </w:t>
        </w:r>
        <w:del w:id="313" w:author="USA" w:date="2023-03-06T17:17:00Z">
          <w:r w:rsidRPr="00492B18" w:rsidDel="00492B18">
            <w:rPr>
              <w:highlight w:val="yellow"/>
              <w:rPrChange w:id="314" w:author="USA" w:date="2023-03-06T17:18:00Z">
                <w:rPr/>
              </w:rPrChange>
            </w:rPr>
            <w:delText>[outside national airspace</w:delText>
          </w:r>
          <w:r w:rsidRPr="00FA78C4" w:rsidDel="00492B18">
            <w:rPr>
              <w:highlight w:val="yellow"/>
            </w:rPr>
            <w:delText>/outside of territory under the jurisdiction of any countries</w:delText>
          </w:r>
          <w:r w:rsidRPr="00492B18" w:rsidDel="00492B18">
            <w:rPr>
              <w:highlight w:val="yellow"/>
              <w:rPrChange w:id="315" w:author="USA" w:date="2023-03-06T17:18:00Z">
                <w:rPr/>
              </w:rPrChange>
            </w:rPr>
            <w:delText>/</w:delText>
          </w:r>
          <w:r w:rsidRPr="00492B18" w:rsidDel="00492B18">
            <w:rPr>
              <w:highlight w:val="yellow"/>
              <w:lang w:eastAsia="zh-CN"/>
              <w:rPrChange w:id="316" w:author="USA" w:date="2023-03-06T17:18:00Z">
                <w:rPr>
                  <w:highlight w:val="cyan"/>
                  <w:lang w:eastAsia="zh-CN"/>
                </w:rPr>
              </w:rPrChange>
            </w:rPr>
            <w:delText xml:space="preserve"> outside territorial sea</w:delText>
          </w:r>
          <w:r w:rsidRPr="00492B18" w:rsidDel="00492B18">
            <w:rPr>
              <w:highlight w:val="yellow"/>
              <w:rPrChange w:id="317" w:author="USA" w:date="2023-03-06T17:18:00Z">
                <w:rPr/>
              </w:rPrChange>
            </w:rPr>
            <w:delText xml:space="preserve">] </w:delText>
          </w:r>
        </w:del>
      </w:ins>
      <w:ins w:id="318" w:author="USA" w:date="2023-03-06T17:17:00Z">
        <w:r w:rsidRPr="00492B18">
          <w:rPr>
            <w:highlight w:val="yellow"/>
            <w:rPrChange w:id="319" w:author="USA" w:date="2023-03-06T17:18:00Z">
              <w:rPr/>
            </w:rPrChange>
          </w:rPr>
          <w:t>not administered by any ITU Member State</w:t>
        </w:r>
      </w:ins>
      <w:ins w:id="320" w:author="USA" w:date="2023-03-06T17:18:00Z">
        <w:r>
          <w:t xml:space="preserve"> </w:t>
        </w:r>
      </w:ins>
      <w:ins w:id="321" w:author="John Mettrop [2]" w:date="2022-12-05T12:08:00Z">
        <w:r w:rsidRPr="00250417">
          <w:t>some of these operations</w:t>
        </w:r>
        <w:r w:rsidRPr="00250417" w:rsidDel="000A2CEF">
          <w:t xml:space="preserve"> </w:t>
        </w:r>
        <w:r w:rsidRPr="00250417">
          <w:t xml:space="preserve">can be planned in advance. </w:t>
        </w:r>
        <w:r w:rsidRPr="00250417">
          <w:rPr>
            <w:rPrChange w:id="322" w:author="Sinanis, Nick" w:date="2022-11-24T11:52:00Z">
              <w:rPr>
                <w:highlight w:val="yellow"/>
              </w:rPr>
            </w:rPrChange>
          </w:rPr>
          <w:t>Coordinated use with the relevant national authorities is a typical practice for planned operations, where appropriate.</w:t>
        </w:r>
        <w:r w:rsidRPr="00250417">
          <w:t xml:space="preserve"> </w:t>
        </w:r>
        <w:r w:rsidRPr="00250417">
          <w:rPr>
            <w:rPrChange w:id="323" w:author="Sinanis, Nick" w:date="2022-11-24T11:52:00Z">
              <w:rPr>
                <w:highlight w:val="yellow"/>
              </w:rPr>
            </w:rPrChange>
          </w:rPr>
          <w:t>W</w:t>
        </w:r>
        <w:r w:rsidRPr="00250417">
          <w:t xml:space="preserve">hereas some other operations </w:t>
        </w:r>
        <w:r w:rsidRPr="00250417">
          <w:rPr>
            <w:rPrChange w:id="324" w:author="Sinanis, Nick" w:date="2022-11-24T11:52:00Z">
              <w:rPr>
                <w:highlight w:val="yellow"/>
              </w:rPr>
            </w:rPrChange>
          </w:rPr>
          <w:t>(e.g.</w:t>
        </w:r>
      </w:ins>
      <w:ins w:id="325" w:author="Limousin, Catherine" w:date="2022-12-09T10:49:00Z">
        <w:r w:rsidRPr="00250417">
          <w:t>,</w:t>
        </w:r>
      </w:ins>
      <w:ins w:id="326" w:author="John Mettrop [2]" w:date="2022-12-05T12:08:00Z">
        <w:r w:rsidRPr="00250417">
          <w:rPr>
            <w:rPrChange w:id="327" w:author="Sinanis, Nick" w:date="2022-11-24T11:52:00Z">
              <w:rPr>
                <w:highlight w:val="yellow"/>
              </w:rPr>
            </w:rPrChange>
          </w:rPr>
          <w:t xml:space="preserve"> emergency cases)</w:t>
        </w:r>
        <w:r w:rsidRPr="00250417">
          <w:t xml:space="preserve"> may take place at an unpredictable time and location.</w:t>
        </w:r>
      </w:ins>
    </w:p>
    <w:p w14:paraId="01C61DFD" w14:textId="77777777" w:rsidR="00FF5310" w:rsidRPr="00FA78C4" w:rsidDel="00492B18" w:rsidRDefault="00FF5310" w:rsidP="00FF5310">
      <w:pPr>
        <w:rPr>
          <w:ins w:id="328" w:author="John Mettrop [2]" w:date="2022-12-05T12:08:00Z"/>
          <w:del w:id="329" w:author="USA" w:date="2023-03-06T17:19:00Z"/>
          <w:highlight w:val="yellow"/>
        </w:rPr>
      </w:pPr>
      <w:ins w:id="330" w:author="John Mettrop [2]" w:date="2022-12-05T12:08:00Z">
        <w:del w:id="331" w:author="USA" w:date="2023-03-06T17:19:00Z">
          <w:r w:rsidRPr="00FA78C4" w:rsidDel="00492B18">
            <w:rPr>
              <w:highlight w:val="yellow"/>
            </w:rPr>
            <w:delText>[AMS stations authorised by a costal state can freely operate within as well as beyond the territorial sea of this state, if such an operation does not contradict/breach international law.</w:delText>
          </w:r>
        </w:del>
      </w:ins>
    </w:p>
    <w:p w14:paraId="28792590" w14:textId="77777777" w:rsidR="00FF5310" w:rsidRPr="00250417" w:rsidDel="00492B18" w:rsidRDefault="00FF5310" w:rsidP="00FF5310">
      <w:pPr>
        <w:rPr>
          <w:ins w:id="332" w:author="John Mettrop [2]" w:date="2022-12-05T12:08:00Z"/>
          <w:del w:id="333" w:author="USA" w:date="2023-03-06T17:19:00Z"/>
        </w:rPr>
      </w:pPr>
      <w:ins w:id="334" w:author="John Mettrop [2]" w:date="2022-12-05T12:08:00Z">
        <w:del w:id="335" w:author="USA" w:date="2023-03-06T17:19:00Z">
          <w:r w:rsidRPr="00FA78C4" w:rsidDel="00492B18">
            <w:rPr>
              <w:highlight w:val="yellow"/>
            </w:rPr>
            <w:delText>It should be noted that AMS stations of foreign states can be operated in the areas immediately adjacent to the territorial sea of coastal states. However</w:delText>
          </w:r>
          <w:r w:rsidRPr="00492B18" w:rsidDel="00492B18">
            <w:rPr>
              <w:highlight w:val="yellow"/>
              <w:rPrChange w:id="336" w:author="USA" w:date="2023-03-06T17:19:00Z">
                <w:rPr/>
              </w:rPrChange>
            </w:rPr>
            <w:delText>,</w:delText>
          </w:r>
          <w:r w:rsidRPr="00FA78C4" w:rsidDel="00492B18">
            <w:rPr>
              <w:highlight w:val="yellow"/>
            </w:rPr>
            <w:delText xml:space="preserve"> in practice the operation of AMS stations in the areas close to the </w:delText>
          </w:r>
          <w:r w:rsidRPr="00492B18" w:rsidDel="00492B18">
            <w:rPr>
              <w:highlight w:val="yellow"/>
              <w:rPrChange w:id="337" w:author="USA" w:date="2023-03-06T17:19:00Z">
                <w:rPr/>
              </w:rPrChange>
            </w:rPr>
            <w:delText>[</w:delText>
          </w:r>
          <w:r w:rsidRPr="00FA78C4" w:rsidDel="00492B18">
            <w:rPr>
              <w:highlight w:val="yellow"/>
            </w:rPr>
            <w:delText>territorial sea</w:delText>
          </w:r>
          <w:r w:rsidRPr="00492B18" w:rsidDel="00492B18">
            <w:rPr>
              <w:highlight w:val="yellow"/>
              <w:rPrChange w:id="338" w:author="USA" w:date="2023-03-06T17:19:00Z">
                <w:rPr/>
              </w:rPrChange>
            </w:rPr>
            <w:delText>]</w:delText>
          </w:r>
          <w:r w:rsidRPr="00FA78C4" w:rsidDel="00492B18">
            <w:rPr>
              <w:highlight w:val="yellow"/>
            </w:rPr>
            <w:delText xml:space="preserve"> of other coastal states is typically conducted well beyond 12 nautical miles from the low-water mark of any state, unless such a use is coordinated with the concerned coastal state.</w:delText>
          </w:r>
          <w:r w:rsidRPr="00492B18" w:rsidDel="00492B18">
            <w:rPr>
              <w:highlight w:val="yellow"/>
              <w:rPrChange w:id="339" w:author="USA" w:date="2023-03-06T17:19:00Z">
                <w:rPr/>
              </w:rPrChange>
            </w:rPr>
            <w:delText>]</w:delText>
          </w:r>
        </w:del>
      </w:ins>
    </w:p>
    <w:p w14:paraId="4AA2D710" w14:textId="77777777" w:rsidR="00FF5310" w:rsidRPr="00250417" w:rsidRDefault="00FF5310" w:rsidP="00FF5310">
      <w:pPr>
        <w:spacing w:before="240" w:after="240"/>
        <w:rPr>
          <w:i/>
          <w:iCs/>
          <w:color w:val="FF0000"/>
          <w:highlight w:val="green"/>
          <w:rPrChange w:id="340" w:author="John Mettrop [2]" w:date="2022-12-09T08:13:00Z">
            <w:rPr>
              <w:i/>
            </w:rPr>
          </w:rPrChange>
        </w:rPr>
      </w:pPr>
      <w:r w:rsidRPr="00250417">
        <w:rPr>
          <w:i/>
          <w:iCs/>
          <w:color w:val="FF0000"/>
          <w:highlight w:val="green"/>
          <w:rPrChange w:id="341" w:author="John Mettrop [2]" w:date="2022-12-09T08:13:00Z">
            <w:rPr>
              <w:i/>
              <w:highlight w:val="cyan"/>
            </w:rPr>
          </w:rPrChange>
        </w:rPr>
        <w: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t>
      </w:r>
    </w:p>
    <w:p w14:paraId="642151CF" w14:textId="77777777" w:rsidR="00FF5310" w:rsidRPr="00250417" w:rsidRDefault="00FF5310" w:rsidP="00FF5310">
      <w:pPr>
        <w:spacing w:before="240" w:after="240"/>
        <w:rPr>
          <w:i/>
          <w:iCs/>
          <w:color w:val="FF0000"/>
          <w:rPrChange w:id="342" w:author="John Mettrop [2]" w:date="2022-12-05T12:08:00Z">
            <w:rPr>
              <w:i/>
            </w:rPr>
          </w:rPrChange>
        </w:rPr>
      </w:pPr>
      <w:r w:rsidRPr="00250417">
        <w:rPr>
          <w:i/>
          <w:iCs/>
          <w:color w:val="FF0000"/>
          <w:highlight w:val="green"/>
          <w:rPrChange w:id="343" w:author="John Mettrop [2]" w:date="2022-12-09T08:13:00Z">
            <w:rPr>
              <w:i/>
            </w:rPr>
          </w:rPrChange>
        </w:rPr>
        <w:t xml:space="preserve">{Editor’s Note: </w:t>
      </w:r>
      <w:r w:rsidRPr="00250417">
        <w:rPr>
          <w:i/>
          <w:iCs/>
          <w:color w:val="FF0000"/>
          <w:highlight w:val="green"/>
          <w:rPrChange w:id="344" w:author="John Mettrop [2]" w:date="2022-12-09T08:13:00Z">
            <w:rPr>
              <w:i/>
              <w:highlight w:val="green"/>
            </w:rPr>
          </w:rPrChange>
        </w:rPr>
        <w:t>Concerns</w:t>
      </w:r>
      <w:r w:rsidRPr="00250417">
        <w:rPr>
          <w:i/>
          <w:iCs/>
          <w:color w:val="FF0000"/>
          <w:highlight w:val="green"/>
          <w:rPrChange w:id="345" w:author="John Mettrop [2]" w:date="2022-12-09T08:13:00Z">
            <w:rPr>
              <w:i/>
            </w:rPr>
          </w:rPrChange>
        </w:rPr>
        <w:t xml:space="preserve"> were expressed that the </w:t>
      </w:r>
      <w:r w:rsidRPr="00250417">
        <w:rPr>
          <w:i/>
          <w:iCs/>
          <w:color w:val="FF0000"/>
          <w:highlight w:val="green"/>
          <w:rPrChange w:id="346" w:author="John Mettrop [2]" w:date="2022-12-09T08:13:00Z">
            <w:rPr>
              <w:i/>
              <w:highlight w:val="green"/>
            </w:rPr>
          </w:rPrChange>
        </w:rPr>
        <w:t xml:space="preserve">term </w:t>
      </w:r>
      <w:r w:rsidRPr="00250417">
        <w:rPr>
          <w:i/>
          <w:iCs/>
          <w:color w:val="FF0000"/>
          <w:highlight w:val="green"/>
          <w:rPrChange w:id="347" w:author="John Mettrop [2]" w:date="2022-12-09T08:13:00Z">
            <w:rPr>
              <w:i/>
            </w:rPr>
          </w:rPrChange>
        </w:rPr>
        <w:t>territorial sea is not needed}</w:t>
      </w:r>
    </w:p>
    <w:p w14:paraId="6D4C5999" w14:textId="77777777" w:rsidR="00FF5310" w:rsidRPr="00250417" w:rsidRDefault="00FF5310" w:rsidP="00C13D79">
      <w:pPr>
        <w:jc w:val="both"/>
        <w:rPr>
          <w:ins w:id="348" w:author="John Mettrop [2]" w:date="2022-12-05T12:16:00Z"/>
        </w:rPr>
      </w:pPr>
      <w:proofErr w:type="spellStart"/>
      <w:r w:rsidRPr="00250417">
        <w:t>A</w:t>
      </w:r>
      <w:ins w:id="349" w:author="John Mettrop [2]" w:date="2022-12-05T12:13:00Z">
        <w:r w:rsidRPr="00250417">
          <w:t>M</w:t>
        </w:r>
      </w:ins>
      <w:r w:rsidRPr="00250417">
        <w:t>DL</w:t>
      </w:r>
      <w:proofErr w:type="spellEnd"/>
      <w:r w:rsidRPr="00250417">
        <w:t xml:space="preserve"> includes transmission from and to, either aircraft stations or </w:t>
      </w:r>
      <w:del w:id="350" w:author="John Mettrop [2]" w:date="2022-12-05T12:13:00Z">
        <w:r w:rsidRPr="00250417" w:rsidDel="00725891">
          <w:delText xml:space="preserve">a ground terminal considered as </w:delText>
        </w:r>
      </w:del>
      <w:r w:rsidRPr="00250417">
        <w:t>an aeronautical station. These transmissions could use bidirectional air</w:t>
      </w:r>
      <w:r w:rsidRPr="00250417">
        <w:noBreakHyphen/>
        <w:t>to</w:t>
      </w:r>
      <w:r w:rsidRPr="00250417">
        <w:noBreakHyphen/>
        <w:t>ground links, or relay through another airborne platform using an air</w:t>
      </w:r>
      <w:r w:rsidRPr="00250417">
        <w:noBreakHyphen/>
        <w:t>to</w:t>
      </w:r>
      <w:r w:rsidRPr="00250417">
        <w:noBreakHyphen/>
        <w:t xml:space="preserve">air data link. Links can be either simplex or duplex. The link lengths </w:t>
      </w:r>
      <w:ins w:id="351" w:author="John Mettrop [2]" w:date="2022-12-05T12:14:00Z">
        <w:r w:rsidRPr="00250417">
          <w:t xml:space="preserve">may </w:t>
        </w:r>
      </w:ins>
      <w:r w:rsidRPr="00250417">
        <w:t>vary</w:t>
      </w:r>
      <w:del w:id="352" w:author="John Mettrop [2]" w:date="2022-12-05T12:14:00Z">
        <w:r w:rsidRPr="00250417" w:rsidDel="00725891">
          <w:delText xml:space="preserve"> greatly in these applications. Although some of the link lengths may be relatively short, many of the link lengths approach the radio line</w:delText>
        </w:r>
        <w:r w:rsidRPr="00250417" w:rsidDel="00725891">
          <w:noBreakHyphen/>
          <w:delText>of</w:delText>
        </w:r>
        <w:r w:rsidRPr="00250417" w:rsidDel="00725891">
          <w:noBreakHyphen/>
          <w:delText>sight distance</w:delText>
        </w:r>
      </w:del>
      <w:r w:rsidRPr="00250417">
        <w:t xml:space="preserve">. The operational altitude of </w:t>
      </w:r>
      <w:del w:id="353" w:author="John Mettrop [2]" w:date="2022-12-05T12:15:00Z">
        <w:r w:rsidRPr="00250417" w:rsidDel="00E22D05">
          <w:delText>airborne platforms</w:delText>
        </w:r>
      </w:del>
      <w:ins w:id="354" w:author="John Mettrop [2]" w:date="2022-12-05T12:15:00Z">
        <w:r w:rsidRPr="00250417">
          <w:t>aircraft</w:t>
        </w:r>
      </w:ins>
      <w:r w:rsidRPr="00250417">
        <w:t xml:space="preserve"> equipped with these </w:t>
      </w:r>
      <w:proofErr w:type="spellStart"/>
      <w:r w:rsidRPr="00250417">
        <w:t>A</w:t>
      </w:r>
      <w:ins w:id="355" w:author="John Mettrop [2]" w:date="2022-12-05T12:15:00Z">
        <w:r w:rsidRPr="00250417">
          <w:t>M</w:t>
        </w:r>
      </w:ins>
      <w:r w:rsidRPr="00250417">
        <w:t>DLs</w:t>
      </w:r>
      <w:proofErr w:type="spellEnd"/>
      <w:r w:rsidRPr="00250417">
        <w:t xml:space="preserve"> can vary </w:t>
      </w:r>
      <w:ins w:id="356" w:author="John Mettrop [2]" w:date="2022-12-05T12:16:00Z">
        <w:r w:rsidRPr="00250417">
          <w:t>from ground/sea level</w:t>
        </w:r>
      </w:ins>
      <w:del w:id="357" w:author="John Mettrop [2]" w:date="2022-12-05T12:16:00Z">
        <w:r w:rsidRPr="00250417" w:rsidDel="00E22D05">
          <w:delText>up</w:delText>
        </w:r>
      </w:del>
      <w:r w:rsidRPr="00250417">
        <w:t xml:space="preserve"> to 20 000 m.</w:t>
      </w:r>
      <w:ins w:id="358" w:author="John Mettrop [2]" w:date="2022-12-05T12:16:00Z">
        <w:r w:rsidRPr="00250417">
          <w:t xml:space="preserve"> </w:t>
        </w:r>
        <w:r w:rsidRPr="00250417">
          <w:rPr>
            <w:rPrChange w:id="359" w:author="Sinanis, Nick" w:date="2022-11-24T11:58:00Z">
              <w:rPr>
                <w:highlight w:val="yellow"/>
              </w:rPr>
            </w:rPrChange>
          </w:rPr>
          <w:t xml:space="preserve">In case of using directional antennas, the direction of the airborne antenna’s main lobe when communicating with its aeronautical station normally </w:t>
        </w:r>
        <w:del w:id="360" w:author="Vladislav Sorokin" w:date="2022-11-22T11:49:00Z">
          <w:r w:rsidRPr="00250417" w:rsidDel="00F11876">
            <w:rPr>
              <w:rPrChange w:id="361" w:author="Sinanis, Nick" w:date="2022-11-24T11:58:00Z">
                <w:rPr>
                  <w:highlight w:val="yellow"/>
                </w:rPr>
              </w:rPrChange>
            </w:rPr>
            <w:delText xml:space="preserve">can </w:delText>
          </w:r>
        </w:del>
        <w:r w:rsidRPr="00250417">
          <w:rPr>
            <w:rPrChange w:id="362" w:author="Sinanis, Nick" w:date="2022-11-24T11:58:00Z">
              <w:rPr>
                <w:highlight w:val="yellow"/>
              </w:rPr>
            </w:rPrChange>
          </w:rPr>
          <w:t xml:space="preserve">points </w:t>
        </w:r>
        <w:del w:id="363" w:author="Vladislav Sorokin" w:date="2022-11-22T11:49:00Z">
          <w:r w:rsidRPr="00250417" w:rsidDel="00F11876">
            <w:rPr>
              <w:rPrChange w:id="364" w:author="Sinanis, Nick" w:date="2022-11-24T11:58:00Z">
                <w:rPr>
                  <w:highlight w:val="yellow"/>
                </w:rPr>
              </w:rPrChange>
            </w:rPr>
            <w:delText xml:space="preserve">either </w:delText>
          </w:r>
        </w:del>
        <w:r w:rsidRPr="00250417">
          <w:rPr>
            <w:rPrChange w:id="365" w:author="Sinanis, Nick" w:date="2022-11-24T11:58:00Z">
              <w:rPr>
                <w:highlight w:val="yellow"/>
              </w:rPr>
            </w:rPrChange>
          </w:rPr>
          <w:t xml:space="preserve">away from the territory if the aeronautical station is located away from the territory of another coastal state. </w:t>
        </w:r>
        <w:r w:rsidRPr="00250417">
          <w:t xml:space="preserve">In certain </w:t>
        </w:r>
        <w:proofErr w:type="gramStart"/>
        <w:r w:rsidRPr="00250417">
          <w:t>instances</w:t>
        </w:r>
        <w:proofErr w:type="gramEnd"/>
        <w:r w:rsidRPr="00250417">
          <w:t xml:space="preserve"> </w:t>
        </w:r>
        <w:r w:rsidRPr="00250417">
          <w:rPr>
            <w:rPrChange w:id="366" w:author="Sinanis, Nick" w:date="2022-11-24T11:58:00Z">
              <w:rPr>
                <w:highlight w:val="yellow"/>
              </w:rPr>
            </w:rPrChange>
          </w:rPr>
          <w:t>the direction of the airborne antenna’s main lobe can point</w:t>
        </w:r>
        <w:del w:id="367" w:author="Vladislav Sorokin" w:date="2022-11-22T11:48:00Z">
          <w:r w:rsidRPr="00250417" w:rsidDel="00F11876">
            <w:rPr>
              <w:rPrChange w:id="368" w:author="Sinanis, Nick" w:date="2022-11-24T11:58:00Z">
                <w:rPr>
                  <w:highlight w:val="yellow"/>
                </w:rPr>
              </w:rPrChange>
            </w:rPr>
            <w:delText xml:space="preserve"> </w:delText>
          </w:r>
        </w:del>
        <w:del w:id="369" w:author="Vladislav Sorokin" w:date="2022-11-22T11:50:00Z">
          <w:r w:rsidRPr="00250417" w:rsidDel="00F11876">
            <w:rPr>
              <w:rPrChange w:id="370" w:author="Sinanis, Nick" w:date="2022-11-24T11:58:00Z">
                <w:rPr>
                  <w:highlight w:val="yellow"/>
                </w:rPr>
              </w:rPrChange>
            </w:rPr>
            <w:delText>or</w:delText>
          </w:r>
        </w:del>
        <w:del w:id="371" w:author="Vladislav Sorokin" w:date="2022-11-22T11:47:00Z">
          <w:r w:rsidRPr="00250417" w:rsidDel="00F11876">
            <w:rPr>
              <w:rPrChange w:id="372" w:author="Sinanis, Nick" w:date="2022-11-24T11:58:00Z">
                <w:rPr>
                  <w:highlight w:val="yellow"/>
                </w:rPr>
              </w:rPrChange>
            </w:rPr>
            <w:delText xml:space="preserve"> </w:delText>
          </w:r>
        </w:del>
        <w:r w:rsidRPr="00250417">
          <w:rPr>
            <w:rPrChange w:id="373" w:author="Sinanis, Nick" w:date="2022-11-24T11:58:00Z">
              <w:rPr>
                <w:highlight w:val="yellow"/>
              </w:rPr>
            </w:rPrChange>
          </w:rPr>
          <w:t xml:space="preserve"> in the direction of the territory of another coastal state if the aeronautical station is </w:t>
        </w:r>
        <w:del w:id="374" w:author="Vladislav Sorokin" w:date="2022-11-21T22:52:00Z">
          <w:r w:rsidRPr="00250417" w:rsidDel="008A113E">
            <w:delText>close</w:delText>
          </w:r>
        </w:del>
        <w:r w:rsidRPr="00250417">
          <w:rPr>
            <w:rPrChange w:id="375" w:author="Sinanis, Nick" w:date="2022-11-24T11:58:00Z">
              <w:rPr>
                <w:highlight w:val="yellow"/>
              </w:rPr>
            </w:rPrChange>
          </w:rPr>
          <w:t xml:space="preserve">between the aircraft and </w:t>
        </w:r>
        <w:del w:id="376" w:author="Vladislav Sorokin" w:date="2022-11-21T22:52:00Z">
          <w:r w:rsidRPr="00250417" w:rsidDel="008A113E">
            <w:rPr>
              <w:rPrChange w:id="377" w:author="Sinanis, Nick" w:date="2022-11-24T11:58:00Z">
                <w:rPr>
                  <w:highlight w:val="yellow"/>
                </w:rPr>
              </w:rPrChange>
            </w:rPr>
            <w:delText xml:space="preserve">to </w:delText>
          </w:r>
        </w:del>
        <w:r w:rsidRPr="00250417">
          <w:rPr>
            <w:rPrChange w:id="378" w:author="Sinanis, Nick" w:date="2022-11-24T11:58:00Z">
              <w:rPr>
                <w:highlight w:val="yellow"/>
              </w:rPr>
            </w:rPrChange>
          </w:rPr>
          <w:t>this territory (e.g.</w:t>
        </w:r>
      </w:ins>
      <w:ins w:id="379" w:author="Limousin, Catherine" w:date="2022-12-09T10:50:00Z">
        <w:r w:rsidRPr="00250417">
          <w:t>,</w:t>
        </w:r>
      </w:ins>
      <w:ins w:id="380" w:author="John Mettrop [2]" w:date="2022-12-05T12:16:00Z">
        <w:r w:rsidRPr="00250417">
          <w:rPr>
            <w:rPrChange w:id="381" w:author="Sinanis, Nick" w:date="2022-11-24T11:58:00Z">
              <w:rPr>
                <w:highlight w:val="yellow"/>
              </w:rPr>
            </w:rPrChange>
          </w:rPr>
          <w:t xml:space="preserve"> when aeronautical station is located on board ship). </w:t>
        </w:r>
      </w:ins>
      <w:ins w:id="382" w:author="John Mettrop [2]" w:date="2022-12-05T12:17:00Z">
        <w:r w:rsidRPr="00250417">
          <w:rPr>
            <w:strike/>
            <w:rPrChange w:id="383" w:author="John Mettrop [2]" w:date="2022-12-05T12:18:00Z">
              <w:rPr>
                <w:highlight w:val="yellow"/>
              </w:rPr>
            </w:rPrChange>
          </w:rPr>
          <w:t xml:space="preserve">[In case of using directional antennas the </w:t>
        </w:r>
        <w:r w:rsidRPr="00250417">
          <w:rPr>
            <w:strike/>
            <w:rPrChange w:id="384" w:author="John Mettrop [2]" w:date="2022-12-05T12:18:00Z">
              <w:rPr>
                <w:highlight w:val="yellow"/>
              </w:rPr>
            </w:rPrChange>
          </w:rPr>
          <w:lastRenderedPageBreak/>
          <w:t>direction of the airborne antenna’s main lobe when communicating with its aeronautical station is normally pointing away from the territory of another coastal state.]</w:t>
        </w:r>
      </w:ins>
    </w:p>
    <w:p w14:paraId="251635E6" w14:textId="77777777" w:rsidR="00FF5310" w:rsidRPr="00250417" w:rsidRDefault="00FF5310" w:rsidP="00FF5310">
      <w:pPr>
        <w:spacing w:before="240" w:after="240"/>
        <w:rPr>
          <w:i/>
          <w:iCs/>
          <w:color w:val="FF0000"/>
        </w:rPr>
      </w:pPr>
      <w:r w:rsidRPr="00250417">
        <w:rPr>
          <w:i/>
          <w:iCs/>
          <w:color w:val="FF0000"/>
          <w:highlight w:val="green"/>
          <w:rPrChange w:id="385" w:author="John Mettrop [2]" w:date="2022-12-09T08:13:00Z">
            <w:rPr>
              <w:i/>
              <w:highlight w:val="green"/>
            </w:rPr>
          </w:rPrChange>
        </w:rPr>
        <w:t>[Editor’s note: this last sentence was proposed to be kept/deleted. Clarification was provided to aid interpretation.]</w:t>
      </w:r>
    </w:p>
    <w:p w14:paraId="601E8102" w14:textId="77777777" w:rsidR="00FF5310" w:rsidRPr="00250417" w:rsidRDefault="00FF5310" w:rsidP="00C13D79">
      <w:pPr>
        <w:jc w:val="both"/>
      </w:pPr>
      <w:r w:rsidRPr="00250417">
        <w:t>The ground terminals</w:t>
      </w:r>
      <w:ins w:id="386" w:author="John Mettrop [2]" w:date="2022-12-05T12:19:00Z">
        <w:r w:rsidRPr="00250417">
          <w:t xml:space="preserve"> (aeronautical stations)</w:t>
        </w:r>
      </w:ins>
      <w:r w:rsidRPr="00250417">
        <w:t xml:space="preserve"> may be </w:t>
      </w:r>
      <w:ins w:id="387" w:author="John Mettrop [2]" w:date="2022-12-05T12:19:00Z">
        <w:r w:rsidRPr="00250417">
          <w:t xml:space="preserve">either </w:t>
        </w:r>
      </w:ins>
      <w:r w:rsidRPr="00250417">
        <w:t xml:space="preserve">at a permanent location or </w:t>
      </w:r>
      <w:del w:id="388" w:author="John Mettrop [2]" w:date="2022-12-05T12:19:00Z">
        <w:r w:rsidRPr="00250417" w:rsidDel="00E22D05">
          <w:delText xml:space="preserve">they may be </w:delText>
        </w:r>
      </w:del>
      <w:r w:rsidRPr="00250417">
        <w:t xml:space="preserve">transportable. Transportable ground terminals can be moved to meet operational needs and the duration of use while </w:t>
      </w:r>
      <w:del w:id="389" w:author="John Mettrop [2]" w:date="2022-12-05T12:19:00Z">
        <w:r w:rsidRPr="00250417" w:rsidDel="00E22D05">
          <w:delText xml:space="preserve">it </w:delText>
        </w:r>
      </w:del>
      <w:ins w:id="390" w:author="John Mettrop [2]" w:date="2022-12-05T12:19:00Z">
        <w:r w:rsidRPr="00250417">
          <w:t xml:space="preserve">the length of time </w:t>
        </w:r>
      </w:ins>
      <w:ins w:id="391" w:author="John Mettrop [2]" w:date="2022-12-05T12:20:00Z">
        <w:r w:rsidRPr="00250417">
          <w:t>they</w:t>
        </w:r>
      </w:ins>
      <w:ins w:id="392" w:author="John Mettrop [2]" w:date="2022-12-05T12:19:00Z">
        <w:r w:rsidRPr="00250417">
          <w:t xml:space="preserve"> </w:t>
        </w:r>
      </w:ins>
      <w:r w:rsidRPr="00250417">
        <w:t>remain</w:t>
      </w:r>
      <w:del w:id="393" w:author="John Mettrop [2]" w:date="2022-12-05T12:20:00Z">
        <w:r w:rsidRPr="00250417" w:rsidDel="00E22D05">
          <w:delText>s</w:delText>
        </w:r>
      </w:del>
      <w:r w:rsidRPr="00250417">
        <w:t xml:space="preserve"> at a particular location is dependent upon operational requirements.</w:t>
      </w:r>
      <w:ins w:id="394" w:author="John Mettrop [2]" w:date="2022-12-05T12:20:00Z">
        <w:r w:rsidRPr="00250417">
          <w:t xml:space="preserve"> In certain instances, an aeronautical station may be located, for example, on board ship or on a platform at sea.</w:t>
        </w:r>
      </w:ins>
    </w:p>
    <w:p w14:paraId="0D481C5F" w14:textId="77777777" w:rsidR="00FF5310" w:rsidRPr="00250417" w:rsidRDefault="00FF5310" w:rsidP="00C13D79">
      <w:pPr>
        <w:jc w:val="both"/>
        <w:rPr>
          <w:ins w:id="395" w:author="John Mettrop [2]" w:date="2022-12-05T12:20:00Z"/>
        </w:rPr>
      </w:pPr>
      <w:r w:rsidRPr="00250417">
        <w:t>A single ground terminal may simultaneously support several aircraft stations at the same time via different links.</w:t>
      </w:r>
    </w:p>
    <w:p w14:paraId="2275188B" w14:textId="77777777" w:rsidR="00FF5310" w:rsidRPr="00250417" w:rsidRDefault="00FF5310" w:rsidP="00C13D79">
      <w:pPr>
        <w:jc w:val="both"/>
        <w:rPr>
          <w:ins w:id="396" w:author="John Mettrop [2]" w:date="2022-12-05T12:20:00Z"/>
          <w:lang w:eastAsia="zh-CN"/>
        </w:rPr>
      </w:pPr>
      <w:ins w:id="397" w:author="John Mettrop [2]" w:date="2022-12-05T12:20:00Z">
        <w:r w:rsidRPr="00250417">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250417">
          <w:rPr>
            <w:rPrChange w:id="398" w:author="Sinanis, Nick" w:date="2022-11-24T12:00:00Z">
              <w:rPr>
                <w:highlight w:val="yellow"/>
              </w:rPr>
            </w:rPrChange>
          </w:rPr>
          <w:t xml:space="preserve">in </w:t>
        </w:r>
        <w:del w:id="399" w:author="USA" w:date="2023-03-06T17:24:00Z">
          <w:r w:rsidRPr="00FA78C4" w:rsidDel="00DD2B2D">
            <w:rPr>
              <w:highlight w:val="yellow"/>
            </w:rPr>
            <w:delText xml:space="preserve">the areas that are </w:delText>
          </w:r>
        </w:del>
        <w:del w:id="400" w:author="USA" w:date="2023-03-06T17:22:00Z">
          <w:r w:rsidRPr="00FA78C4" w:rsidDel="00DD2B2D">
            <w:rPr>
              <w:highlight w:val="yellow"/>
            </w:rPr>
            <w:delText xml:space="preserve">in </w:delText>
          </w:r>
        </w:del>
        <w:del w:id="401" w:author="USA" w:date="2023-03-06T17:24:00Z">
          <w:r w:rsidRPr="00FA78C4" w:rsidDel="00DD2B2D">
            <w:rPr>
              <w:highlight w:val="yellow"/>
            </w:rPr>
            <w:delText>territorial</w:delText>
          </w:r>
        </w:del>
      </w:ins>
      <w:ins w:id="402" w:author="USA" w:date="2023-03-06T17:24:00Z">
        <w:r w:rsidRPr="00DD2B2D">
          <w:rPr>
            <w:highlight w:val="yellow"/>
            <w:rPrChange w:id="403" w:author="USA" w:date="2023-03-06T17:24:00Z">
              <w:rPr/>
            </w:rPrChange>
          </w:rPr>
          <w:t>national territories</w:t>
        </w:r>
      </w:ins>
      <w:ins w:id="404" w:author="John Mettrop [2]" w:date="2022-12-05T12:20:00Z">
        <w:r w:rsidRPr="00250417">
          <w:rPr>
            <w:rPrChange w:id="405" w:author="Sinanis, Nick" w:date="2022-11-24T12:00:00Z">
              <w:rPr>
                <w:highlight w:val="yellow"/>
              </w:rPr>
            </w:rPrChange>
          </w:rPr>
          <w:t xml:space="preserve"> and </w:t>
        </w:r>
      </w:ins>
      <w:ins w:id="406" w:author="USA" w:date="2023-03-06T17:22:00Z">
        <w:r w:rsidRPr="00DD2B2D">
          <w:rPr>
            <w:highlight w:val="yellow"/>
            <w:rPrChange w:id="407" w:author="USA" w:date="2023-03-06T17:22:00Z">
              <w:rPr/>
            </w:rPrChange>
          </w:rPr>
          <w:t xml:space="preserve">areas not </w:t>
        </w:r>
      </w:ins>
      <w:ins w:id="408" w:author="USA" w:date="2023-03-06T17:21:00Z">
        <w:r w:rsidRPr="00DD2B2D">
          <w:rPr>
            <w:highlight w:val="yellow"/>
            <w:rPrChange w:id="409" w:author="USA" w:date="2023-03-06T17:22:00Z">
              <w:rPr/>
            </w:rPrChange>
          </w:rPr>
          <w:t>administer</w:t>
        </w:r>
      </w:ins>
      <w:ins w:id="410" w:author="USA" w:date="2023-03-06T17:22:00Z">
        <w:r w:rsidRPr="00DD2B2D">
          <w:rPr>
            <w:highlight w:val="yellow"/>
            <w:rPrChange w:id="411" w:author="USA" w:date="2023-03-06T17:22:00Z">
              <w:rPr/>
            </w:rPrChange>
          </w:rPr>
          <w:t>ed by any ITU Member State</w:t>
        </w:r>
      </w:ins>
      <w:ins w:id="412" w:author="John Mettrop [2]" w:date="2022-12-05T12:20:00Z">
        <w:del w:id="413" w:author="USA" w:date="2023-03-06T17:22:00Z">
          <w:r w:rsidRPr="00FA78C4" w:rsidDel="00DD2B2D">
            <w:rPr>
              <w:highlight w:val="yellow"/>
            </w:rPr>
            <w:delText>[outside of territory under the jurisdiction of any countries</w:delText>
          </w:r>
          <w:r w:rsidRPr="00DD2B2D" w:rsidDel="00DD2B2D">
            <w:rPr>
              <w:highlight w:val="yellow"/>
              <w:rPrChange w:id="414" w:author="USA" w:date="2023-03-06T17:22:00Z">
                <w:rPr/>
              </w:rPrChange>
            </w:rPr>
            <w:delText xml:space="preserve"> </w:delText>
          </w:r>
          <w:r w:rsidRPr="00DD2B2D" w:rsidDel="00DD2B2D">
            <w:rPr>
              <w:highlight w:val="yellow"/>
              <w:lang w:eastAsia="zh-CN"/>
              <w:rPrChange w:id="415" w:author="USA" w:date="2023-03-06T17:22:00Z">
                <w:rPr>
                  <w:lang w:eastAsia="zh-CN"/>
                </w:rPr>
              </w:rPrChange>
            </w:rPr>
            <w:delText>outside national waters</w:delText>
          </w:r>
          <w:r w:rsidRPr="00FA78C4" w:rsidDel="00DD2B2D">
            <w:rPr>
              <w:highlight w:val="yellow"/>
              <w:lang w:eastAsia="zh-CN"/>
            </w:rPr>
            <w:delText>/outside territorial sea</w:delText>
          </w:r>
          <w:r w:rsidRPr="00DD2B2D" w:rsidDel="00DD2B2D">
            <w:rPr>
              <w:highlight w:val="yellow"/>
              <w:lang w:eastAsia="zh-CN"/>
              <w:rPrChange w:id="416" w:author="USA" w:date="2023-03-06T17:22:00Z">
                <w:rPr>
                  <w:highlight w:val="cyan"/>
                  <w:lang w:eastAsia="zh-CN"/>
                </w:rPr>
              </w:rPrChange>
            </w:rPr>
            <w:delText>]</w:delText>
          </w:r>
        </w:del>
        <w:r w:rsidRPr="00DD2B2D">
          <w:rPr>
            <w:lang w:eastAsia="zh-CN"/>
          </w:rPr>
          <w:t>.</w:t>
        </w:r>
        <w:r w:rsidRPr="00250417">
          <w:rPr>
            <w:lang w:eastAsia="zh-CN"/>
          </w:rPr>
          <w:t xml:space="preserve"> The system consists of multiple aircraft conducting video surveillance of a wide ocean surface area. </w:t>
        </w:r>
        <w:proofErr w:type="gramStart"/>
        <w:r w:rsidRPr="00250417">
          <w:rPr>
            <w:lang w:eastAsia="zh-CN"/>
          </w:rPr>
          <w:t>In order to</w:t>
        </w:r>
        <w:proofErr w:type="gramEnd"/>
        <w:r w:rsidRPr="00250417">
          <w:rPr>
            <w:lang w:eastAsia="zh-CN"/>
          </w:rPr>
          <w:t xml:space="preserve">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250417">
          <w:rPr>
            <w:lang w:eastAsia="zh-CN"/>
            <w:rPrChange w:id="417" w:author="Sinanis, Nick" w:date="2022-11-24T12:00:00Z">
              <w:rPr>
                <w:highlight w:val="yellow"/>
                <w:lang w:eastAsia="zh-CN"/>
              </w:rPr>
            </w:rPrChange>
          </w:rPr>
          <w:t xml:space="preserve">Between 10 and 20 </w:t>
        </w:r>
        <w:r w:rsidRPr="00250417">
          <w:rPr>
            <w:lang w:eastAsia="zh-CN"/>
          </w:rPr>
          <w:t xml:space="preserve">aircraft </w:t>
        </w:r>
        <w:r w:rsidRPr="00250417">
          <w:rPr>
            <w:lang w:eastAsia="zh-CN"/>
            <w:rPrChange w:id="418" w:author="Sinanis, Nick" w:date="2022-11-24T12:00:00Z">
              <w:rPr>
                <w:highlight w:val="yellow"/>
                <w:lang w:eastAsia="zh-CN"/>
              </w:rPr>
            </w:rPrChange>
          </w:rPr>
          <w:t>(e.g.</w:t>
        </w:r>
      </w:ins>
      <w:ins w:id="419" w:author="Limousin, Catherine" w:date="2022-12-09T10:51:00Z">
        <w:r w:rsidRPr="00250417">
          <w:rPr>
            <w:lang w:eastAsia="zh-CN"/>
          </w:rPr>
          <w:t>,</w:t>
        </w:r>
      </w:ins>
      <w:ins w:id="420" w:author="John Mettrop [2]" w:date="2022-12-05T12:20:00Z">
        <w:r w:rsidRPr="00250417">
          <w:rPr>
            <w:lang w:eastAsia="zh-CN"/>
            <w:rPrChange w:id="421" w:author="Sinanis, Nick" w:date="2022-11-24T12:00:00Z">
              <w:rPr>
                <w:highlight w:val="yellow"/>
                <w:lang w:eastAsia="zh-CN"/>
              </w:rPr>
            </w:rPrChange>
          </w:rPr>
          <w:t xml:space="preserve"> Systems 1 and 2 in Table 1) could be expected to participate in a task</w:t>
        </w:r>
        <w:r w:rsidRPr="00250417">
          <w:rPr>
            <w:lang w:eastAsia="zh-CN"/>
          </w:rPr>
          <w:t>.</w:t>
        </w:r>
      </w:ins>
    </w:p>
    <w:p w14:paraId="013B5089" w14:textId="77777777" w:rsidR="00FF5310" w:rsidRPr="00250417" w:rsidRDefault="00FF5310" w:rsidP="00C13D79">
      <w:pPr>
        <w:jc w:val="both"/>
        <w:rPr>
          <w:ins w:id="422" w:author="John Mettrop [2]" w:date="2022-12-05T12:20:00Z"/>
          <w:lang w:eastAsia="zh-CN"/>
        </w:rPr>
      </w:pPr>
      <w:ins w:id="423" w:author="John Mettrop [2]" w:date="2022-12-05T12:20:00Z">
        <w:r w:rsidRPr="00250417">
          <w:rPr>
            <w:lang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this radio systems</w:t>
        </w:r>
        <w:r w:rsidRPr="00250417">
          <w:rPr>
            <w:sz w:val="16"/>
            <w:szCs w:val="16"/>
          </w:rPr>
          <w:t xml:space="preserve"> </w:t>
        </w:r>
        <w:r w:rsidRPr="00250417">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5B8D488C" w14:textId="77777777" w:rsidR="00FF5310" w:rsidRPr="00250417" w:rsidRDefault="00FF5310" w:rsidP="003D33BA">
      <w:pPr>
        <w:pStyle w:val="FigureNo"/>
        <w:rPr>
          <w:ins w:id="424" w:author="John Mettrop [2]" w:date="2022-12-05T12:20:00Z"/>
          <w:lang w:eastAsia="zh-CN"/>
        </w:rPr>
      </w:pPr>
      <w:ins w:id="425" w:author="John Mettrop [2]" w:date="2022-12-05T12:20:00Z">
        <w:r w:rsidRPr="00250417">
          <w:rPr>
            <w:lang w:eastAsia="zh-CN"/>
          </w:rPr>
          <w:t>Figure 1</w:t>
        </w:r>
      </w:ins>
    </w:p>
    <w:p w14:paraId="56250637" w14:textId="77777777" w:rsidR="00FF5310" w:rsidRPr="00250417" w:rsidRDefault="00FF5310" w:rsidP="003D33BA">
      <w:pPr>
        <w:pStyle w:val="Figuretitle"/>
        <w:rPr>
          <w:ins w:id="426" w:author="John Mettrop [2]" w:date="2022-12-05T12:20:00Z"/>
          <w:lang w:eastAsia="zh-CN"/>
        </w:rPr>
      </w:pPr>
      <w:ins w:id="427" w:author="John Mettrop [2]" w:date="2022-12-05T12:20:00Z">
        <w:r w:rsidRPr="00250417">
          <w:rPr>
            <w:lang w:eastAsia="zh-CN"/>
          </w:rPr>
          <w:t>Operation of airborne for wide area ocean surface exploration system</w:t>
        </w:r>
      </w:ins>
    </w:p>
    <w:p w14:paraId="656C4BBD" w14:textId="77777777" w:rsidR="00FF5310" w:rsidRPr="00250417" w:rsidRDefault="00FF5310" w:rsidP="00FF5310">
      <w:pPr>
        <w:spacing w:after="240"/>
        <w:rPr>
          <w:ins w:id="428" w:author="John Mettrop [2]" w:date="2022-12-05T12:20:00Z"/>
          <w:noProof/>
          <w:lang w:eastAsia="zh-CN"/>
        </w:rPr>
      </w:pPr>
      <w:r w:rsidRPr="00250417">
        <w:rPr>
          <w:noProof/>
          <w:lang w:eastAsia="zh-CN"/>
        </w:rPr>
        <mc:AlternateContent>
          <mc:Choice Requires="wpg">
            <w:drawing>
              <wp:inline distT="0" distB="0" distL="0" distR="0" wp14:anchorId="5E821738" wp14:editId="3FC1979C">
                <wp:extent cx="6107430" cy="147828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8"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9"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1CDA1A" id="Group 7"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">
                  <v:imagedata r:id="rId11"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" strokecolor="#4a7ebb"/>
                <w10:anchorlock/>
              </v:group>
            </w:pict>
          </mc:Fallback>
        </mc:AlternateContent>
      </w:r>
      <w:ins w:id="429" w:author="John Mettrop [2]" w:date="2022-12-05T12:20:00Z">
        <w:r w:rsidRPr="00250417">
          <w:rPr>
            <w:noProof/>
            <w:lang w:eastAsia="zh-CN"/>
          </w:rPr>
          <w:t xml:space="preserve"> </w:t>
        </w:r>
      </w:ins>
    </w:p>
    <w:p w14:paraId="06A270BF" w14:textId="77777777" w:rsidR="00FF5310" w:rsidRPr="00250417" w:rsidRDefault="00FF5310" w:rsidP="00FF5310">
      <w:pPr>
        <w:spacing w:before="240" w:after="240"/>
        <w:rPr>
          <w:rFonts w:eastAsia="Malgun Gothic"/>
          <w:i/>
          <w:iCs/>
          <w:color w:val="FF0000"/>
          <w:lang w:eastAsia="ko-KR"/>
          <w:rPrChange w:id="430" w:author="John Mettrop [2]" w:date="2022-12-05T12:21:00Z">
            <w:rPr>
              <w:rFonts w:eastAsia="Malgun Gothic"/>
              <w:i/>
              <w:lang w:eastAsia="ko-KR"/>
            </w:rPr>
          </w:rPrChange>
        </w:rPr>
      </w:pPr>
      <w:r w:rsidRPr="00250417">
        <w:rPr>
          <w:rFonts w:eastAsia="Malgun Gothic"/>
          <w:i/>
          <w:iCs/>
          <w:color w:val="FF0000"/>
          <w:highlight w:val="green"/>
          <w:lang w:eastAsia="ko-KR"/>
          <w:rPrChange w:id="431" w:author="John Mettrop [2]" w:date="2022-12-09T08:13:00Z">
            <w:rPr>
              <w:rFonts w:eastAsia="Malgun Gothic"/>
              <w:i/>
              <w:highlight w:val="green"/>
              <w:lang w:eastAsia="ko-KR"/>
            </w:rPr>
          </w:rPrChange>
        </w:rPr>
        <w:t>[Editor’s note: the appropriate term should be used in the rest of the section once it is agreed]</w:t>
      </w:r>
    </w:p>
    <w:p w14:paraId="20CC161F" w14:textId="77777777" w:rsidR="00FF5310" w:rsidRPr="00250417" w:rsidRDefault="00FF5310" w:rsidP="00C13D79">
      <w:pPr>
        <w:jc w:val="both"/>
        <w:rPr>
          <w:ins w:id="432" w:author="John Mettrop [2]" w:date="2022-12-05T12:20:00Z"/>
          <w:rFonts w:eastAsia="Malgun Gothic"/>
          <w:lang w:eastAsia="ko-KR"/>
        </w:rPr>
      </w:pPr>
      <w:ins w:id="433" w:author="John Mettrop [2]" w:date="2022-12-05T12:20:00Z">
        <w:r w:rsidRPr="00250417">
          <w:rPr>
            <w:rFonts w:eastAsia="Malgun Gothic"/>
            <w:lang w:eastAsia="ko-KR"/>
          </w:rPr>
          <w:t xml:space="preserve">The application of System 7 in Table 1 is earth surface exploration operating </w:t>
        </w:r>
        <w:r w:rsidRPr="00250417">
          <w:rPr>
            <w:rFonts w:eastAsia="Malgun Gothic"/>
            <w:lang w:eastAsia="ko-KR"/>
            <w:rPrChange w:id="434" w:author="Sinanis, Nick" w:date="2022-11-24T12:01:00Z">
              <w:rPr>
                <w:rFonts w:eastAsia="Malgun Gothic"/>
                <w:highlight w:val="yellow"/>
                <w:lang w:eastAsia="ko-KR"/>
              </w:rPr>
            </w:rPrChange>
          </w:rPr>
          <w:t xml:space="preserve">on </w:t>
        </w:r>
        <w:r w:rsidRPr="00250417">
          <w:rPr>
            <w:rPrChange w:id="435" w:author="Sinanis, Nick" w:date="2022-11-24T12:01:00Z">
              <w:rPr>
                <w:highlight w:val="yellow"/>
              </w:rPr>
            </w:rPrChange>
          </w:rPr>
          <w:t xml:space="preserve">national territories and </w:t>
        </w:r>
        <w:del w:id="436" w:author="USA" w:date="2023-03-06T17:23:00Z">
          <w:r w:rsidRPr="00FA78C4" w:rsidDel="00DD2B2D">
            <w:rPr>
              <w:highlight w:val="yellow"/>
            </w:rPr>
            <w:delText>[in the areas that are outside of territory under the jurisdiction of any countries</w:delText>
          </w:r>
          <w:r w:rsidRPr="00DD2B2D" w:rsidDel="00DD2B2D">
            <w:rPr>
              <w:highlight w:val="yellow"/>
              <w:rPrChange w:id="437" w:author="USA" w:date="2023-03-06T17:24:00Z">
                <w:rPr/>
              </w:rPrChange>
            </w:rPr>
            <w:delText xml:space="preserve"> </w:delText>
          </w:r>
          <w:r w:rsidRPr="00FA78C4" w:rsidDel="00DD2B2D">
            <w:rPr>
              <w:highlight w:val="yellow"/>
              <w:lang w:eastAsia="zh-CN"/>
            </w:rPr>
            <w:delText>/</w:delText>
          </w:r>
          <w:r w:rsidRPr="00DD2B2D" w:rsidDel="00DD2B2D">
            <w:rPr>
              <w:highlight w:val="yellow"/>
              <w:lang w:eastAsia="zh-CN"/>
              <w:rPrChange w:id="438" w:author="USA" w:date="2023-03-06T17:24:00Z">
                <w:rPr>
                  <w:highlight w:val="cyan"/>
                  <w:lang w:eastAsia="zh-CN"/>
                </w:rPr>
              </w:rPrChange>
            </w:rPr>
            <w:delText xml:space="preserve"> outside territorial sea </w:delText>
          </w:r>
          <w:r w:rsidRPr="00FA78C4" w:rsidDel="00DD2B2D">
            <w:rPr>
              <w:highlight w:val="yellow"/>
              <w:lang w:eastAsia="zh-CN"/>
            </w:rPr>
            <w:delText xml:space="preserve">/outside national </w:delText>
          </w:r>
          <w:r w:rsidRPr="00FA78C4" w:rsidDel="00DD2B2D">
            <w:rPr>
              <w:rFonts w:eastAsia="Malgun Gothic"/>
              <w:highlight w:val="yellow"/>
              <w:lang w:eastAsia="ko-KR"/>
            </w:rPr>
            <w:delText>airspace</w:delText>
          </w:r>
          <w:r w:rsidRPr="00DD2B2D" w:rsidDel="00DD2B2D">
            <w:rPr>
              <w:rFonts w:eastAsia="Malgun Gothic"/>
              <w:highlight w:val="yellow"/>
              <w:lang w:eastAsia="ko-KR"/>
              <w:rPrChange w:id="439" w:author="USA" w:date="2023-03-06T17:24:00Z">
                <w:rPr>
                  <w:rFonts w:eastAsia="Malgun Gothic"/>
                  <w:lang w:eastAsia="ko-KR"/>
                </w:rPr>
              </w:rPrChange>
            </w:rPr>
            <w:delText>]</w:delText>
          </w:r>
        </w:del>
      </w:ins>
      <w:ins w:id="440" w:author="USA" w:date="2023-03-06T17:23:00Z">
        <w:r w:rsidRPr="00DD2B2D">
          <w:rPr>
            <w:highlight w:val="yellow"/>
            <w:rPrChange w:id="441" w:author="USA" w:date="2023-03-06T17:24:00Z">
              <w:rPr/>
            </w:rPrChange>
          </w:rPr>
          <w:t>areas which are not administered by any ITU Member State.</w:t>
        </w:r>
      </w:ins>
      <w:ins w:id="442" w:author="John Mettrop [2]" w:date="2022-12-05T12:20:00Z">
        <w:r w:rsidRPr="00250417">
          <w:rPr>
            <w:rFonts w:eastAsia="Malgun Gothic"/>
            <w:lang w:eastAsia="ko-KR"/>
          </w:rPr>
          <w:t xml:space="preserve"> to conduct or support activities including maritime search and rescue, disaster relief and rescue in such areas. Once the visual monitoring results are taken by any aircraft, the captured video is delivered from one </w:t>
        </w:r>
        <w:r w:rsidRPr="00250417">
          <w:rPr>
            <w:rFonts w:eastAsia="Malgun Gothic"/>
            <w:lang w:eastAsia="ko-KR"/>
          </w:rPr>
          <w:lastRenderedPageBreak/>
          <w:t xml:space="preserve">aircraft to the other by using 5 MHz </w:t>
        </w:r>
        <w:proofErr w:type="spellStart"/>
        <w:r w:rsidRPr="00250417">
          <w:rPr>
            <w:rFonts w:eastAsia="Malgun Gothic"/>
            <w:lang w:eastAsia="ko-KR"/>
          </w:rPr>
          <w:t>AMDL</w:t>
        </w:r>
        <w:proofErr w:type="spellEnd"/>
        <w:r w:rsidRPr="00250417">
          <w:rPr>
            <w:rFonts w:eastAsia="Malgun Gothic"/>
            <w:lang w:eastAsia="ko-KR"/>
          </w:rPr>
          <w:t xml:space="preserve"> and any audio communication between aircrafts is delivered by using 8 kHz </w:t>
        </w:r>
        <w:proofErr w:type="spellStart"/>
        <w:r w:rsidRPr="00250417">
          <w:rPr>
            <w:rFonts w:eastAsia="Malgun Gothic"/>
            <w:lang w:eastAsia="ko-KR"/>
          </w:rPr>
          <w:t>AMDL</w:t>
        </w:r>
        <w:proofErr w:type="spellEnd"/>
        <w:r w:rsidRPr="00250417">
          <w:rPr>
            <w:rFonts w:eastAsia="Malgun Gothic"/>
            <w:lang w:eastAsia="ko-KR"/>
          </w:rPr>
          <w:t xml:space="preserve"> as depicted in Figure 2. The details of technical characteristics are given in Table 1. </w:t>
        </w:r>
      </w:ins>
    </w:p>
    <w:p w14:paraId="507968B8" w14:textId="77777777" w:rsidR="00FF5310" w:rsidRPr="00250417" w:rsidRDefault="00FF5310" w:rsidP="00FF5310">
      <w:pPr>
        <w:rPr>
          <w:ins w:id="443" w:author="John Mettrop [2]" w:date="2022-12-05T12:20:00Z"/>
          <w:rFonts w:eastAsia="Malgun Gothic"/>
          <w:lang w:eastAsia="ko-KR"/>
        </w:rPr>
      </w:pPr>
      <w:ins w:id="444" w:author="John Mettrop [2]" w:date="2022-12-05T12:20:00Z">
        <w:r w:rsidRPr="00250417">
          <w:rPr>
            <w:rFonts w:eastAsia="Malgun Gothic"/>
            <w:lang w:eastAsia="ko-KR"/>
          </w:rPr>
          <w:t xml:space="preserve">The centre frequency for two </w:t>
        </w:r>
        <w:proofErr w:type="spellStart"/>
        <w:r w:rsidRPr="00250417">
          <w:rPr>
            <w:rFonts w:eastAsia="Malgun Gothic"/>
            <w:lang w:eastAsia="ko-KR"/>
          </w:rPr>
          <w:t>AMDLs</w:t>
        </w:r>
        <w:proofErr w:type="spellEnd"/>
        <w:r w:rsidRPr="00250417">
          <w:rPr>
            <w:rFonts w:eastAsia="Malgun Gothic"/>
            <w:lang w:eastAsia="ko-KR"/>
          </w:rPr>
          <w:t xml:space="preserve"> will be selected in the tuning range. In Figure 2 two aircrafts are operating in one set. There could be multiple sets.</w:t>
        </w:r>
      </w:ins>
    </w:p>
    <w:p w14:paraId="5CB3434B" w14:textId="77777777" w:rsidR="00FF5310" w:rsidRPr="00250417" w:rsidRDefault="00FF5310" w:rsidP="003D33BA">
      <w:pPr>
        <w:pStyle w:val="FigureNo"/>
        <w:rPr>
          <w:ins w:id="445" w:author="John Mettrop [2]" w:date="2022-12-05T12:20:00Z"/>
          <w:lang w:eastAsia="zh-CN"/>
        </w:rPr>
      </w:pPr>
      <w:ins w:id="446" w:author="John Mettrop [2]" w:date="2022-12-05T12:20:00Z">
        <w:r w:rsidRPr="00250417">
          <w:t>Figure</w:t>
        </w:r>
        <w:r w:rsidRPr="00250417">
          <w:rPr>
            <w:lang w:eastAsia="zh-CN"/>
          </w:rPr>
          <w:t xml:space="preserve"> 2</w:t>
        </w:r>
      </w:ins>
    </w:p>
    <w:p w14:paraId="64297607" w14:textId="77777777" w:rsidR="00FF5310" w:rsidRPr="00250417" w:rsidRDefault="00FF5310" w:rsidP="003D33BA">
      <w:pPr>
        <w:pStyle w:val="Figuretitle"/>
        <w:rPr>
          <w:ins w:id="447" w:author="John Mettrop [2]" w:date="2022-12-05T12:20:00Z"/>
          <w:rFonts w:eastAsia="Malgun Gothic"/>
          <w:lang w:eastAsia="ko-KR"/>
        </w:rPr>
      </w:pPr>
      <w:ins w:id="448" w:author="John Mettrop [2]" w:date="2022-12-05T12:20:00Z">
        <w:r w:rsidRPr="00250417">
          <w:rPr>
            <w:lang w:eastAsia="zh-CN"/>
          </w:rPr>
          <w:t>Example of configuration of two aeronautical datalinks by system 7</w:t>
        </w:r>
      </w:ins>
    </w:p>
    <w:p w14:paraId="25A1C5F5" w14:textId="77777777" w:rsidR="00FF5310" w:rsidRPr="00250417" w:rsidRDefault="00FF5310" w:rsidP="00FF5310">
      <w:pPr>
        <w:spacing w:after="240"/>
        <w:rPr>
          <w:ins w:id="449" w:author="John Mettrop [2]" w:date="2022-12-05T12:20:00Z"/>
          <w:rFonts w:eastAsia="Malgun Gothic"/>
          <w:noProof/>
          <w:lang w:eastAsia="ko-KR"/>
        </w:rPr>
      </w:pPr>
      <w:ins w:id="450" w:author="John Mettrop [2]" w:date="2022-12-05T12:20:00Z">
        <w:r w:rsidRPr="00074A63">
          <w:rPr>
            <w:rFonts w:eastAsia="Malgun Gothic"/>
            <w:noProof/>
            <w:lang w:eastAsia="ru-RU"/>
          </w:rPr>
          <w:drawing>
            <wp:inline distT="0" distB="0" distL="0" distR="0" wp14:anchorId="00E21477" wp14:editId="7C37D612">
              <wp:extent cx="3683000" cy="1247260"/>
              <wp:effectExtent l="0" t="0" r="0" b="0"/>
              <wp:docPr id="5"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4A34128F" w14:textId="77777777" w:rsidR="00FF5310" w:rsidRPr="00250417" w:rsidRDefault="00FF5310" w:rsidP="00FF5310">
      <w:pPr>
        <w:spacing w:before="360"/>
        <w:rPr>
          <w:ins w:id="451" w:author="John Mettrop [2]" w:date="2022-12-05T12:20:00Z"/>
          <w:lang w:eastAsia="zh-CN"/>
        </w:rPr>
      </w:pPr>
      <w:ins w:id="452" w:author="John Mettrop [2]" w:date="2022-12-05T12:20:00Z">
        <w:del w:id="453" w:author="USA" w:date="2023-03-07T17:38:00Z">
          <w:r w:rsidRPr="001B1D14" w:rsidDel="001B1D14">
            <w:rPr>
              <w:highlight w:val="yellow"/>
              <w:lang w:eastAsia="zh-CN"/>
              <w:rPrChange w:id="454" w:author="USA" w:date="2023-03-07T17:38:00Z">
                <w:rPr>
                  <w:lang w:eastAsia="zh-CN"/>
                </w:rPr>
              </w:rPrChange>
            </w:rPr>
            <w:delText>The</w:delText>
          </w:r>
          <w:r w:rsidRPr="00250417" w:rsidDel="001B1D14">
            <w:rPr>
              <w:lang w:eastAsia="zh-CN"/>
            </w:rPr>
            <w:delText xml:space="preserve"> </w:delText>
          </w:r>
        </w:del>
        <w:r w:rsidRPr="00250417">
          <w:rPr>
            <w:lang w:eastAsia="zh-CN"/>
          </w:rPr>
          <w:t xml:space="preserve">System 8 is designed to be used both on national territory and </w:t>
        </w:r>
        <w:del w:id="455" w:author="USA" w:date="2023-03-06T17:25:00Z">
          <w:r w:rsidRPr="00DD2B2D" w:rsidDel="00DD2B2D">
            <w:rPr>
              <w:highlight w:val="yellow"/>
              <w:lang w:eastAsia="zh-CN"/>
              <w:rPrChange w:id="456" w:author="USA" w:date="2023-03-06T17:25:00Z">
                <w:rPr>
                  <w:lang w:eastAsia="zh-CN"/>
                </w:rPr>
              </w:rPrChange>
            </w:rPr>
            <w:delText>[</w:delText>
          </w:r>
          <w:r w:rsidRPr="00FA78C4" w:rsidDel="00DD2B2D">
            <w:rPr>
              <w:highlight w:val="yellow"/>
            </w:rPr>
            <w:delText>in the areas that are outside of territory under the jurisdiction of any countries</w:delText>
          </w:r>
          <w:r w:rsidRPr="00DD2B2D" w:rsidDel="00DD2B2D">
            <w:rPr>
              <w:highlight w:val="yellow"/>
              <w:rPrChange w:id="457" w:author="USA" w:date="2023-03-06T17:25:00Z">
                <w:rPr/>
              </w:rPrChange>
            </w:rPr>
            <w:delText xml:space="preserve"> </w:delText>
          </w:r>
          <w:r w:rsidRPr="00FA78C4" w:rsidDel="00DD2B2D">
            <w:rPr>
              <w:highlight w:val="yellow"/>
              <w:lang w:eastAsia="zh-CN"/>
            </w:rPr>
            <w:delText>outside national airspace and</w:delText>
          </w:r>
          <w:r w:rsidRPr="00DD2B2D" w:rsidDel="00DD2B2D">
            <w:rPr>
              <w:highlight w:val="yellow"/>
              <w:lang w:eastAsia="zh-CN"/>
              <w:rPrChange w:id="458" w:author="USA" w:date="2023-03-06T17:25:00Z">
                <w:rPr>
                  <w:lang w:eastAsia="zh-CN"/>
                </w:rPr>
              </w:rPrChange>
            </w:rPr>
            <w:delText xml:space="preserve"> </w:delText>
          </w:r>
          <w:r w:rsidRPr="00FA78C4" w:rsidDel="00DD2B2D">
            <w:rPr>
              <w:highlight w:val="yellow"/>
              <w:lang w:eastAsia="zh-CN"/>
            </w:rPr>
            <w:delText>outside national waters/ outside territorial sea]</w:delText>
          </w:r>
        </w:del>
      </w:ins>
      <w:ins w:id="459" w:author="USA" w:date="2023-03-06T17:25:00Z">
        <w:r w:rsidRPr="00DD2B2D">
          <w:rPr>
            <w:highlight w:val="yellow"/>
            <w:lang w:eastAsia="zh-CN"/>
            <w:rPrChange w:id="460" w:author="USA" w:date="2023-03-06T17:25:00Z">
              <w:rPr>
                <w:lang w:eastAsia="zh-CN"/>
              </w:rPr>
            </w:rPrChange>
          </w:rPr>
          <w:t>in areas not administered by any ITU Member State</w:t>
        </w:r>
      </w:ins>
      <w:ins w:id="461" w:author="John Mettrop [2]" w:date="2022-12-05T12:20:00Z">
        <w:r w:rsidRPr="00250417">
          <w:rPr>
            <w:lang w:eastAsia="zh-CN"/>
            <w:rPrChange w:id="462" w:author="Sinanis, Nick" w:date="2022-11-24T12:01:00Z">
              <w:rPr>
                <w:highlight w:val="yellow"/>
                <w:lang w:eastAsia="zh-CN"/>
              </w:rPr>
            </w:rPrChange>
          </w:rPr>
          <w:t>.</w:t>
        </w:r>
      </w:ins>
    </w:p>
    <w:p w14:paraId="4AB8C786" w14:textId="77777777" w:rsidR="00FF5310" w:rsidRPr="00250417" w:rsidRDefault="00FF5310" w:rsidP="00FF5310">
      <w:pPr>
        <w:rPr>
          <w:ins w:id="463" w:author="John Mettrop [2]" w:date="2022-12-05T12:20:00Z"/>
          <w:lang w:eastAsia="zh-CN"/>
        </w:rPr>
      </w:pPr>
      <w:ins w:id="464" w:author="John Mettrop [2]" w:date="2022-12-05T12:20:00Z">
        <w:r w:rsidRPr="00250417">
          <w:rPr>
            <w:lang w:eastAsia="zh-CN"/>
          </w:rPr>
          <w:t>The main application of this system:</w:t>
        </w:r>
      </w:ins>
    </w:p>
    <w:p w14:paraId="2DCB35C6" w14:textId="77777777" w:rsidR="00FF5310" w:rsidRPr="00250417" w:rsidRDefault="00FF5310" w:rsidP="00FF5310">
      <w:pPr>
        <w:tabs>
          <w:tab w:val="left" w:pos="2608"/>
          <w:tab w:val="left" w:pos="3345"/>
        </w:tabs>
        <w:spacing w:before="80"/>
        <w:ind w:left="1134" w:hanging="1134"/>
        <w:rPr>
          <w:ins w:id="465" w:author="John Mettrop [2]" w:date="2022-12-05T12:20:00Z"/>
          <w:lang w:eastAsia="zh-CN"/>
        </w:rPr>
      </w:pPr>
      <w:ins w:id="466" w:author="John Mettrop [2]" w:date="2022-12-05T12:20:00Z">
        <w:r w:rsidRPr="00250417">
          <w:rPr>
            <w:lang w:eastAsia="zh-CN"/>
          </w:rPr>
          <w:t>–</w:t>
        </w:r>
        <w:r w:rsidRPr="00250417">
          <w:rPr>
            <w:lang w:eastAsia="zh-CN"/>
          </w:rPr>
          <w:tab/>
          <w:t xml:space="preserve">exchange of various information, including the transfer of high-speed data, with aircraft and ships performing various commercial and science </w:t>
        </w:r>
        <w:proofErr w:type="gramStart"/>
        <w:r w:rsidRPr="00250417">
          <w:rPr>
            <w:lang w:eastAsia="zh-CN"/>
          </w:rPr>
          <w:t>missions;</w:t>
        </w:r>
        <w:proofErr w:type="gramEnd"/>
      </w:ins>
    </w:p>
    <w:p w14:paraId="67DABB74" w14:textId="77777777" w:rsidR="00FF5310" w:rsidRPr="00250417" w:rsidRDefault="00FF5310" w:rsidP="00FF5310">
      <w:pPr>
        <w:tabs>
          <w:tab w:val="left" w:pos="2608"/>
          <w:tab w:val="left" w:pos="3345"/>
        </w:tabs>
        <w:spacing w:before="80"/>
        <w:ind w:left="1134" w:hanging="1134"/>
        <w:rPr>
          <w:ins w:id="467" w:author="John Mettrop [2]" w:date="2022-12-05T12:20:00Z"/>
          <w:lang w:eastAsia="zh-CN"/>
        </w:rPr>
      </w:pPr>
      <w:ins w:id="468" w:author="John Mettrop [2]" w:date="2022-12-05T12:20:00Z">
        <w:r w:rsidRPr="00250417">
          <w:rPr>
            <w:lang w:eastAsia="zh-CN"/>
          </w:rPr>
          <w:t>–</w:t>
        </w:r>
        <w:r w:rsidRPr="00250417">
          <w:rPr>
            <w:lang w:eastAsia="zh-CN"/>
          </w:rPr>
          <w:tab/>
          <w:t>organization of monitoring of linear and area hazardous production facilities and areas.</w:t>
        </w:r>
      </w:ins>
    </w:p>
    <w:p w14:paraId="4D5638C4" w14:textId="77777777" w:rsidR="00FF5310" w:rsidRPr="00250417" w:rsidRDefault="00FF5310" w:rsidP="00FF5310">
      <w:pPr>
        <w:rPr>
          <w:ins w:id="469" w:author="John Mettrop [2]" w:date="2022-12-05T12:20:00Z"/>
          <w:lang w:eastAsia="zh-CN"/>
        </w:rPr>
      </w:pPr>
      <w:ins w:id="470" w:author="John Mettrop [2]" w:date="2022-12-05T12:20:00Z">
        <w:r w:rsidRPr="00250417">
          <w:rPr>
            <w:lang w:eastAsia="zh-CN"/>
          </w:rPr>
          <w:t xml:space="preserve">Direct communication between aircrafts and ships is also possible. </w:t>
        </w:r>
      </w:ins>
    </w:p>
    <w:p w14:paraId="7FCC990E" w14:textId="77777777" w:rsidR="00FF5310" w:rsidRPr="00250417" w:rsidRDefault="00FF5310" w:rsidP="00FF5310">
      <w:pPr>
        <w:rPr>
          <w:ins w:id="471" w:author="John Mettrop [2]" w:date="2022-12-05T12:20:00Z"/>
          <w:lang w:eastAsia="zh-CN"/>
        </w:rPr>
      </w:pPr>
      <w:ins w:id="472" w:author="John Mettrop [2]" w:date="2022-12-05T12:20:00Z">
        <w:r w:rsidRPr="00250417">
          <w:rPr>
            <w:lang w:eastAsia="zh-CN"/>
          </w:rPr>
          <w:t xml:space="preserve">With regard to </w:t>
        </w:r>
        <w:r w:rsidRPr="00250417">
          <w:rPr>
            <w:rPrChange w:id="473" w:author="Sinanis, Nick" w:date="2022-11-24T12:01:00Z">
              <w:rPr>
                <w:highlight w:val="yellow"/>
              </w:rPr>
            </w:rPrChange>
          </w:rPr>
          <w:t xml:space="preserve">the areas that are </w:t>
        </w:r>
      </w:ins>
      <w:ins w:id="474" w:author="USA" w:date="2023-04-21T18:07:00Z">
        <w:r w:rsidRPr="00CA1AC2">
          <w:rPr>
            <w:highlight w:val="yellow"/>
            <w:rPrChange w:id="475" w:author="USA" w:date="2023-04-21T18:07:00Z">
              <w:rPr/>
            </w:rPrChange>
          </w:rPr>
          <w:t>not administered by any ITU Member State</w:t>
        </w:r>
      </w:ins>
      <w:ins w:id="476" w:author="John Mettrop [2]" w:date="2022-12-05T12:20:00Z">
        <w:del w:id="477" w:author="USA" w:date="2023-04-21T18:07:00Z">
          <w:r w:rsidRPr="00CA1AC2" w:rsidDel="00CA1AC2">
            <w:rPr>
              <w:highlight w:val="yellow"/>
              <w:rPrChange w:id="478" w:author="USA" w:date="2023-04-21T18:07:00Z">
                <w:rPr/>
              </w:rPrChange>
            </w:rPr>
            <w:delText>[</w:delText>
          </w:r>
          <w:r w:rsidRPr="00FA78C4" w:rsidDel="00CA1AC2">
            <w:rPr>
              <w:highlight w:val="yellow"/>
            </w:rPr>
            <w:delText>outside of territory under the jurisdiction of any countries</w:delText>
          </w:r>
          <w:r w:rsidRPr="00CA1AC2" w:rsidDel="00CA1AC2">
            <w:rPr>
              <w:highlight w:val="yellow"/>
              <w:rPrChange w:id="479" w:author="USA" w:date="2023-04-21T18:07:00Z">
                <w:rPr/>
              </w:rPrChange>
            </w:rPr>
            <w:delText xml:space="preserve"> </w:delText>
          </w:r>
          <w:r w:rsidRPr="00FA78C4" w:rsidDel="00CA1AC2">
            <w:rPr>
              <w:highlight w:val="yellow"/>
              <w:lang w:eastAsia="zh-CN"/>
            </w:rPr>
            <w:delText>outside national waters and airspace/ outside territorial sea]</w:delText>
          </w:r>
        </w:del>
        <w:r w:rsidRPr="00CA1AC2">
          <w:rPr>
            <w:lang w:eastAsia="zh-CN"/>
          </w:rPr>
          <w:t>,</w:t>
        </w:r>
        <w:r w:rsidRPr="00250417">
          <w:rPr>
            <w:lang w:eastAsia="zh-CN"/>
          </w:rPr>
          <w:t xml:space="preserve"> the use of this system is intended to conduct planned research missions in local areas, for example, scientific studies of the sea surface or the atmosphere.</w:t>
        </w:r>
      </w:ins>
    </w:p>
    <w:p w14:paraId="6718B6D4" w14:textId="77777777" w:rsidR="00FF5310" w:rsidRPr="00250417" w:rsidRDefault="00FF5310" w:rsidP="00FF5310">
      <w:pPr>
        <w:rPr>
          <w:ins w:id="480" w:author="John Mettrop [2]" w:date="2022-12-05T12:20:00Z"/>
          <w:lang w:eastAsia="zh-CN"/>
        </w:rPr>
      </w:pPr>
      <w:ins w:id="481" w:author="John Mettrop [2]" w:date="2022-12-05T12:20:00Z">
        <w:r w:rsidRPr="00250417">
          <w:rPr>
            <w:lang w:eastAsia="zh-CN"/>
          </w:rPr>
          <w:t xml:space="preserve">The construction of this system is planned </w:t>
        </w:r>
        <w:proofErr w:type="gramStart"/>
        <w:r w:rsidRPr="00250417">
          <w:rPr>
            <w:lang w:eastAsia="zh-CN"/>
          </w:rPr>
          <w:t>on the basis of</w:t>
        </w:r>
        <w:proofErr w:type="gramEnd"/>
        <w:r w:rsidRPr="00250417">
          <w:rPr>
            <w:lang w:eastAsia="zh-CN"/>
          </w:rPr>
          <w:t xml:space="preserve"> a modern telecommunication equipment.</w:t>
        </w:r>
      </w:ins>
    </w:p>
    <w:p w14:paraId="3A2ACFE3" w14:textId="77777777" w:rsidR="00FF5310" w:rsidRPr="00250417" w:rsidRDefault="00FF5310" w:rsidP="003D33BA">
      <w:pPr>
        <w:pStyle w:val="Heading1"/>
      </w:pPr>
      <w:r w:rsidRPr="00250417">
        <w:t>3</w:t>
      </w:r>
      <w:r w:rsidRPr="00250417">
        <w:tab/>
        <w:t>Technical characteristics of aeronautical mobile systems</w:t>
      </w:r>
    </w:p>
    <w:p w14:paraId="17760E62" w14:textId="77777777" w:rsidR="00FF5310" w:rsidRPr="00250417" w:rsidRDefault="00FF5310" w:rsidP="00FF5310">
      <w:r w:rsidRPr="00250417">
        <w:t xml:space="preserve">Typical technical characteristics for representative airborne data links for the frequency range </w:t>
      </w:r>
      <w:r w:rsidRPr="00250417">
        <w:rPr>
          <w:lang w:eastAsia="ja-JP"/>
        </w:rPr>
        <w:t>4 400-4 990 MHz</w:t>
      </w:r>
      <w:r w:rsidRPr="00250417">
        <w:t xml:space="preserve"> are provided in Table 1.</w:t>
      </w:r>
    </w:p>
    <w:p w14:paraId="2712940E" w14:textId="77777777" w:rsidR="00FF5310" w:rsidRPr="00250417" w:rsidRDefault="00FF5310" w:rsidP="003D33BA">
      <w:pPr>
        <w:pStyle w:val="Heading2"/>
      </w:pPr>
      <w:r w:rsidRPr="00250417">
        <w:t>3.1</w:t>
      </w:r>
      <w:r w:rsidRPr="00250417">
        <w:tab/>
        <w:t>Transmitter and receiver characteristics</w:t>
      </w:r>
    </w:p>
    <w:p w14:paraId="0EC69762" w14:textId="77777777" w:rsidR="00FF5310" w:rsidRPr="00250417" w:rsidRDefault="00FF5310" w:rsidP="00C13D79">
      <w:pPr>
        <w:jc w:val="both"/>
      </w:pPr>
      <w:r w:rsidRPr="00250417">
        <w:t xml:space="preserve">The aeronautical mobile systems operating or planned to operate within the frequency range </w:t>
      </w:r>
      <w:r w:rsidRPr="00250417">
        <w:rPr>
          <w:lang w:eastAsia="ja-JP"/>
        </w:rPr>
        <w:t>4 400</w:t>
      </w:r>
      <w:r w:rsidRPr="00250417">
        <w:rPr>
          <w:lang w:eastAsia="ja-JP"/>
        </w:rPr>
        <w:noBreakHyphen/>
        <w:t>4 990 MHz</w:t>
      </w:r>
      <w:r w:rsidRPr="00250417">
        <w:t xml:space="preserve"> typically use digital modulations. A given transmitter may be capable of radiating more than one waveform.</w:t>
      </w:r>
      <w:ins w:id="482" w:author="John Mettrop [2]" w:date="2022-12-05T12:21:00Z">
        <w:r w:rsidRPr="00250417">
          <w:t xml:space="preserve"> The out-of-band and spurious emissions of these aeronautical systems are </w:t>
        </w:r>
        <w:r w:rsidRPr="00250417">
          <w:rPr>
            <w:spacing w:val="-2"/>
          </w:rPr>
          <w:t xml:space="preserve">compliant with Recommendation ITU-R </w:t>
        </w:r>
        <w:proofErr w:type="spellStart"/>
        <w:r w:rsidRPr="00250417">
          <w:rPr>
            <w:spacing w:val="-2"/>
          </w:rPr>
          <w:t>SM.</w:t>
        </w:r>
        <w:r w:rsidRPr="00250417">
          <w:rPr>
            <w:b/>
            <w:bCs/>
            <w:spacing w:val="-2"/>
            <w:rPrChange w:id="483" w:author="John Mettrop [2]" w:date="2022-12-05T12:21:00Z">
              <w:rPr/>
            </w:rPrChange>
          </w:rPr>
          <w:t>1541</w:t>
        </w:r>
        <w:proofErr w:type="spellEnd"/>
        <w:r w:rsidRPr="00250417">
          <w:rPr>
            <w:spacing w:val="-2"/>
          </w:rPr>
          <w:t xml:space="preserve"> (Annex 11) and Recommendation ITU-R </w:t>
        </w:r>
        <w:proofErr w:type="spellStart"/>
        <w:r w:rsidRPr="00250417">
          <w:rPr>
            <w:spacing w:val="-2"/>
          </w:rPr>
          <w:t>SM.</w:t>
        </w:r>
        <w:r w:rsidRPr="00250417">
          <w:rPr>
            <w:b/>
            <w:bCs/>
            <w:spacing w:val="-2"/>
            <w:rPrChange w:id="484" w:author="John Mettrop [2]" w:date="2022-12-05T12:22:00Z">
              <w:rPr/>
            </w:rPrChange>
          </w:rPr>
          <w:t>329</w:t>
        </w:r>
        <w:proofErr w:type="spellEnd"/>
        <w:r w:rsidRPr="00250417">
          <w:t xml:space="preserve"> (Category A), respectively.</w:t>
        </w:r>
      </w:ins>
    </w:p>
    <w:p w14:paraId="73AA4A36" w14:textId="77777777" w:rsidR="00FF5310" w:rsidRPr="00250417" w:rsidRDefault="00FF5310" w:rsidP="003D33BA">
      <w:pPr>
        <w:pStyle w:val="Heading2"/>
      </w:pPr>
      <w:r w:rsidRPr="00250417">
        <w:t>3.2</w:t>
      </w:r>
      <w:r w:rsidRPr="00250417">
        <w:tab/>
        <w:t>Antenna characteristics</w:t>
      </w:r>
    </w:p>
    <w:p w14:paraId="66EE01FC" w14:textId="77777777" w:rsidR="00FF5310" w:rsidRPr="00250417" w:rsidRDefault="00FF5310" w:rsidP="00C13D79">
      <w:pPr>
        <w:jc w:val="both"/>
      </w:pPr>
      <w:r w:rsidRPr="00250417">
        <w:rPr>
          <w:spacing w:val="-4"/>
        </w:rPr>
        <w:t xml:space="preserve">A variety of different types of antennas are used by systems in the frequency range </w:t>
      </w:r>
      <w:r w:rsidRPr="00250417">
        <w:rPr>
          <w:spacing w:val="-4"/>
          <w:lang w:eastAsia="ja-JP"/>
        </w:rPr>
        <w:t>4 400</w:t>
      </w:r>
      <w:r w:rsidRPr="00250417">
        <w:rPr>
          <w:spacing w:val="-4"/>
          <w:lang w:eastAsia="ja-JP"/>
        </w:rPr>
        <w:noBreakHyphen/>
        <w:t>4 990 </w:t>
      </w:r>
      <w:proofErr w:type="spellStart"/>
      <w:r w:rsidRPr="00250417">
        <w:rPr>
          <w:spacing w:val="-4"/>
          <w:lang w:eastAsia="ja-JP"/>
        </w:rPr>
        <w:t>MHz</w:t>
      </w:r>
      <w:r w:rsidRPr="00250417">
        <w:t>.</w:t>
      </w:r>
      <w:proofErr w:type="spellEnd"/>
      <w:r w:rsidRPr="00250417">
        <w:t xml:space="preserve"> Antennas in this range are generally </w:t>
      </w:r>
      <w:del w:id="485" w:author="John Mettrop [2]" w:date="2022-12-05T12:22:00Z">
        <w:r w:rsidRPr="00250417" w:rsidDel="00E22D05">
          <w:delText>of a variety</w:delText>
        </w:r>
      </w:del>
      <w:ins w:id="486" w:author="John Mettrop [2]" w:date="2022-12-05T12:22:00Z">
        <w:r w:rsidRPr="00250417">
          <w:t>differ in</w:t>
        </w:r>
      </w:ins>
      <w:r w:rsidRPr="00250417">
        <w:t xml:space="preserve"> </w:t>
      </w:r>
      <w:del w:id="487" w:author="John Mettrop [2]" w:date="2022-12-05T12:22:00Z">
        <w:r w:rsidRPr="00250417" w:rsidDel="00E22D05">
          <w:delText xml:space="preserve">of </w:delText>
        </w:r>
      </w:del>
      <w:r w:rsidRPr="00250417">
        <w:t>size</w:t>
      </w:r>
      <w:del w:id="488" w:author="John Mettrop [2]" w:date="2022-12-05T12:22:00Z">
        <w:r w:rsidRPr="00250417" w:rsidDel="00E22D05">
          <w:delText>s</w:delText>
        </w:r>
      </w:del>
      <w:r w:rsidRPr="00250417">
        <w:t xml:space="preserve"> and vary between the airborne component of the link and the </w:t>
      </w:r>
      <w:proofErr w:type="gramStart"/>
      <w:r w:rsidRPr="00250417">
        <w:t>ground based</w:t>
      </w:r>
      <w:proofErr w:type="gramEnd"/>
      <w:r w:rsidRPr="00250417">
        <w:t xml:space="preserve"> component of the link. The airborne antenna gains are </w:t>
      </w:r>
      <w:r w:rsidRPr="00250417">
        <w:lastRenderedPageBreak/>
        <w:t xml:space="preserve">typically between +3 </w:t>
      </w:r>
      <w:proofErr w:type="spellStart"/>
      <w:r w:rsidRPr="00250417">
        <w:t>dBi</w:t>
      </w:r>
      <w:proofErr w:type="spellEnd"/>
      <w:r w:rsidRPr="00250417">
        <w:t xml:space="preserve"> and 19 </w:t>
      </w:r>
      <w:proofErr w:type="spellStart"/>
      <w:r w:rsidRPr="00250417">
        <w:t>dBi</w:t>
      </w:r>
      <w:proofErr w:type="spellEnd"/>
      <w:r w:rsidRPr="00250417">
        <w:t xml:space="preserve">. The </w:t>
      </w:r>
      <w:proofErr w:type="gramStart"/>
      <w:r w:rsidRPr="00250417">
        <w:t>ground based</w:t>
      </w:r>
      <w:proofErr w:type="gramEnd"/>
      <w:r w:rsidRPr="00250417">
        <w:t xml:space="preserve"> antenna gain is typically between 3 </w:t>
      </w:r>
      <w:proofErr w:type="spellStart"/>
      <w:r w:rsidRPr="00250417">
        <w:t>dBi</w:t>
      </w:r>
      <w:proofErr w:type="spellEnd"/>
      <w:r w:rsidRPr="00250417">
        <w:t xml:space="preserve"> and 31 </w:t>
      </w:r>
      <w:proofErr w:type="spellStart"/>
      <w:r w:rsidRPr="00250417">
        <w:t>dBi</w:t>
      </w:r>
      <w:proofErr w:type="spellEnd"/>
      <w:r w:rsidRPr="00250417">
        <w:t>. Horizontal, and vertical polarizations could be used.</w:t>
      </w:r>
    </w:p>
    <w:p w14:paraId="53CF10DD" w14:textId="77777777" w:rsidR="00FF5310" w:rsidRPr="00250417" w:rsidRDefault="00FF5310" w:rsidP="00C13D79">
      <w:pPr>
        <w:jc w:val="both"/>
        <w:rPr>
          <w:szCs w:val="24"/>
        </w:rPr>
      </w:pPr>
      <w:r w:rsidRPr="00250417">
        <w:t>Antenna characteristics available in the Table 1 should be used for studies unless measured data is available.</w:t>
      </w:r>
    </w:p>
    <w:p w14:paraId="49C6D2D7" w14:textId="77777777" w:rsidR="00FF5310" w:rsidRPr="00250417" w:rsidRDefault="00FF5310" w:rsidP="00C13D79">
      <w:pPr>
        <w:pStyle w:val="Heading1"/>
        <w:jc w:val="both"/>
      </w:pPr>
      <w:r w:rsidRPr="00250417">
        <w:t>4</w:t>
      </w:r>
      <w:r w:rsidRPr="00250417">
        <w:tab/>
        <w:t xml:space="preserve">Protection criteria </w:t>
      </w:r>
    </w:p>
    <w:p w14:paraId="6B9352CD" w14:textId="77777777" w:rsidR="00FF5310" w:rsidRPr="00250417" w:rsidRDefault="00FF5310" w:rsidP="00C13D79">
      <w:pPr>
        <w:jc w:val="both"/>
      </w:pPr>
      <w:r w:rsidRPr="00250417">
        <w:t xml:space="preserve">An increase in receiver effective noise of 1 dB </w:t>
      </w:r>
      <w:ins w:id="489" w:author="John Mettrop [2]" w:date="2022-12-05T12:23:00Z">
        <w:del w:id="490" w:author="USA" w:date="2023-03-06T17:26:00Z">
          <w:r w:rsidRPr="00FA78C4" w:rsidDel="00DD2B2D">
            <w:rPr>
              <w:highlight w:val="yellow"/>
            </w:rPr>
            <w:delText>[</w:delText>
          </w:r>
        </w:del>
        <w:del w:id="491" w:author="Vladislav Sorokin" w:date="2022-11-19T17:16:00Z">
          <w:r w:rsidRPr="00250417" w:rsidDel="000C4956">
            <w:rPr>
              <w:rPrChange w:id="492" w:author="Sinanis, Nick" w:date="2022-11-24T12:01:00Z">
                <w:rPr>
                  <w:highlight w:val="yellow"/>
                </w:rPr>
              </w:rPrChange>
            </w:rPr>
            <w:delText>[</w:delText>
          </w:r>
          <w:r w:rsidRPr="00250417" w:rsidDel="000C4956">
            <w:delText>for 20% of time]</w:delText>
          </w:r>
        </w:del>
        <w:del w:id="493" w:author="USA" w:date="2023-03-06T17:26:00Z">
          <w:r w:rsidRPr="00FA78C4" w:rsidDel="00DD2B2D">
            <w:rPr>
              <w:highlight w:val="yellow"/>
            </w:rPr>
            <w:delText>]</w:delText>
          </w:r>
        </w:del>
        <w:del w:id="494" w:author="Vladislav Sorokin" w:date="2022-11-19T17:16:00Z">
          <w:r w:rsidRPr="00250417" w:rsidDel="000C4956">
            <w:delText xml:space="preserve"> </w:delText>
          </w:r>
        </w:del>
      </w:ins>
      <w:r w:rsidRPr="00250417">
        <w:t>would result in significant degradation in communication range.</w:t>
      </w:r>
      <w:ins w:id="495" w:author="John Mettrop [2]" w:date="2022-12-05T12:23:00Z">
        <w:r w:rsidRPr="00250417">
          <w:t xml:space="preserve"> </w:t>
        </w:r>
        <w:del w:id="496" w:author="Vladislav Sorokin" w:date="2022-11-19T17:17:00Z">
          <w:r w:rsidRPr="00250417" w:rsidDel="000C4956">
            <w:rPr>
              <w:i/>
            </w:rPr>
            <w:delText>[(Note: Degradation of communication range should not be considered as a basis for the protection criteria.)]</w:delText>
          </w:r>
        </w:del>
      </w:ins>
    </w:p>
    <w:p w14:paraId="0DDC745E" w14:textId="77777777" w:rsidR="00FF5310" w:rsidRPr="00250417" w:rsidRDefault="00FF5310" w:rsidP="00C13D79">
      <w:pPr>
        <w:jc w:val="both"/>
        <w:rPr>
          <w:ins w:id="497" w:author="John Mettrop [2]" w:date="2022-12-05T12:24:00Z"/>
        </w:rPr>
      </w:pPr>
      <w:r w:rsidRPr="00250417">
        <w:t>Such an increase in effective receiver noise level corresponds to an (</w:t>
      </w:r>
      <w:r w:rsidRPr="00250417">
        <w:rPr>
          <w:i/>
          <w:iCs/>
        </w:rPr>
        <w:t>I</w:t>
      </w:r>
      <w:r w:rsidRPr="00250417">
        <w:t> + </w:t>
      </w:r>
      <w:r w:rsidRPr="00250417">
        <w:rPr>
          <w:i/>
          <w:iCs/>
        </w:rPr>
        <w:t>N</w:t>
      </w:r>
      <w:r w:rsidRPr="00250417">
        <w:t>)/</w:t>
      </w:r>
      <w:r w:rsidRPr="00250417">
        <w:rPr>
          <w:i/>
          <w:iCs/>
        </w:rPr>
        <w:t>N</w:t>
      </w:r>
      <w:r w:rsidRPr="00250417">
        <w:t xml:space="preserve"> ratio of 1.26, or an </w:t>
      </w:r>
      <w:r w:rsidRPr="00250417">
        <w:rPr>
          <w:i/>
          <w:iCs/>
        </w:rPr>
        <w:t>I/N</w:t>
      </w:r>
      <w:r w:rsidRPr="00250417">
        <w:t xml:space="preserve"> ratio of about −6 dB</w:t>
      </w:r>
      <w:ins w:id="498" w:author="John Mettrop [2]" w:date="2022-12-05T12:24:00Z">
        <w:r w:rsidRPr="00250417">
          <w:t xml:space="preserve"> </w:t>
        </w:r>
        <w:del w:id="499" w:author="USA" w:date="2023-03-06T17:26:00Z">
          <w:r w:rsidRPr="00FA78C4" w:rsidDel="00DD2B2D">
            <w:rPr>
              <w:highlight w:val="yellow"/>
            </w:rPr>
            <w:delText>[</w:delText>
          </w:r>
        </w:del>
        <w:del w:id="500" w:author="Vladislav Sorokin" w:date="2022-11-19T17:17:00Z">
          <w:r w:rsidRPr="00250417" w:rsidDel="000C4956">
            <w:rPr>
              <w:rPrChange w:id="501" w:author="Sinanis, Nick" w:date="2022-11-24T12:01:00Z">
                <w:rPr>
                  <w:highlight w:val="yellow"/>
                </w:rPr>
              </w:rPrChange>
            </w:rPr>
            <w:delText>[</w:delText>
          </w:r>
          <w:r w:rsidRPr="00250417" w:rsidDel="000C4956">
            <w:delText>for 20% of time]</w:delText>
          </w:r>
        </w:del>
        <w:del w:id="502" w:author="USA" w:date="2023-03-06T17:26:00Z">
          <w:r w:rsidRPr="00FA78C4" w:rsidDel="00DD2B2D">
            <w:rPr>
              <w:highlight w:val="yellow"/>
            </w:rPr>
            <w:delText>]</w:delText>
          </w:r>
        </w:del>
      </w:ins>
      <w:r w:rsidRPr="00250417">
        <w:t>. This represents the required protection criterion for the AMS systems referenced herein from interference due to another radiocommunication service</w:t>
      </w:r>
      <w:ins w:id="503" w:author="John Mettrop [2]" w:date="2022-12-05T12:24:00Z">
        <w:r w:rsidRPr="00250417">
          <w:t xml:space="preserve"> or another application in the mobile service</w:t>
        </w:r>
      </w:ins>
      <w:r w:rsidRPr="00250417">
        <w:t>. If multiple potential interference sources are present, protection of the AMS systems requires that this criterion is not exceeded due to the aggregate interference from the multiple sources.</w:t>
      </w:r>
    </w:p>
    <w:p w14:paraId="5D68F138" w14:textId="77777777" w:rsidR="00FF5310" w:rsidRPr="00250417" w:rsidDel="00DD2B2D" w:rsidRDefault="00FF5310" w:rsidP="00FF5310">
      <w:pPr>
        <w:rPr>
          <w:ins w:id="504" w:author="John Mettrop [2]" w:date="2022-12-05T12:24:00Z"/>
          <w:del w:id="505" w:author="USA" w:date="2023-03-06T17:26:00Z"/>
        </w:rPr>
      </w:pPr>
      <w:ins w:id="506" w:author="John Mettrop [2]" w:date="2022-12-05T12:24:00Z">
        <w:del w:id="507" w:author="USA" w:date="2023-03-06T17:26:00Z">
          <w:r w:rsidRPr="00FA78C4" w:rsidDel="00DD2B2D">
            <w:rPr>
              <w:highlight w:val="yellow"/>
            </w:rPr>
            <w:delText>[The mentioned above protection criterion can be applied in sharing studies with a certain time percentage depending on the scenarios of potential interference to AMS stations from other radio systems.</w:delText>
          </w:r>
          <w:r w:rsidRPr="00DD2B2D" w:rsidDel="00DD2B2D">
            <w:rPr>
              <w:highlight w:val="yellow"/>
              <w:rPrChange w:id="508" w:author="USA" w:date="2023-03-06T17:26:00Z">
                <w:rPr/>
              </w:rPrChange>
            </w:rPr>
            <w:delText>]</w:delText>
          </w:r>
        </w:del>
      </w:ins>
    </w:p>
    <w:p w14:paraId="1DFADE97" w14:textId="77777777" w:rsidR="00FF5310" w:rsidRPr="00250417" w:rsidRDefault="00FF5310" w:rsidP="00FF5310">
      <w:pPr>
        <w:spacing w:before="240" w:after="240"/>
        <w:rPr>
          <w:ins w:id="509" w:author="John Mettrop [2]" w:date="2022-12-05T12:24:00Z"/>
          <w:i/>
          <w:iCs/>
          <w:color w:val="FF0000"/>
        </w:rPr>
      </w:pPr>
      <w:r w:rsidRPr="00250417">
        <w:rPr>
          <w:i/>
          <w:iCs/>
          <w:color w:val="FF0000"/>
          <w:highlight w:val="green"/>
          <w:rPrChange w:id="510" w:author="John Mettrop [2]" w:date="2022-12-09T08:13:00Z">
            <w:rPr>
              <w:i/>
              <w:highlight w:val="green"/>
            </w:rPr>
          </w:rPrChange>
        </w:rPr>
        <w:t>[Editor’s note: No agreement on removal of 20% of time or addition of sentence regarding sharing studies.]</w:t>
      </w:r>
    </w:p>
    <w:p w14:paraId="3C3A1A40" w14:textId="77777777" w:rsidR="00FF5310" w:rsidRPr="00250417" w:rsidRDefault="00FF5310" w:rsidP="00FF5310">
      <w:ins w:id="511" w:author="USA" w:date="2023-03-06T17:26:00Z">
        <w:r w:rsidRPr="00DD2B2D">
          <w:rPr>
            <w:highlight w:val="yellow"/>
            <w:rPrChange w:id="512" w:author="USA" w:date="2023-03-06T17:30:00Z">
              <w:rPr/>
            </w:rPrChange>
          </w:rPr>
          <w:t>[USA note: The US continues to support no change</w:t>
        </w:r>
      </w:ins>
      <w:ins w:id="513" w:author="USA" w:date="2023-03-06T17:27:00Z">
        <w:r w:rsidRPr="00DD2B2D">
          <w:rPr>
            <w:highlight w:val="yellow"/>
            <w:rPrChange w:id="514" w:author="USA" w:date="2023-03-06T17:30:00Z">
              <w:rPr/>
            </w:rPrChange>
          </w:rPr>
          <w:t xml:space="preserve"> to the protection criteria</w:t>
        </w:r>
      </w:ins>
      <w:ins w:id="515" w:author="USA " w:date="2023-04-04T03:18:00Z">
        <w:r>
          <w:rPr>
            <w:highlight w:val="yellow"/>
          </w:rPr>
          <w:t xml:space="preserve"> </w:t>
        </w:r>
      </w:ins>
      <w:ins w:id="516" w:author="USA" w:date="2023-04-21T18:09:00Z">
        <w:r>
          <w:rPr>
            <w:highlight w:val="yellow"/>
          </w:rPr>
          <w:t>as is consistent with other AMS Recommendations (</w:t>
        </w:r>
        <w:proofErr w:type="gramStart"/>
        <w:r>
          <w:rPr>
            <w:highlight w:val="yellow"/>
          </w:rPr>
          <w:t>e.g.</w:t>
        </w:r>
        <w:proofErr w:type="gramEnd"/>
        <w:r>
          <w:rPr>
            <w:highlight w:val="yellow"/>
          </w:rPr>
          <w:t xml:space="preserve"> </w:t>
        </w:r>
        <w:proofErr w:type="spellStart"/>
        <w:r>
          <w:rPr>
            <w:highlight w:val="yellow"/>
          </w:rPr>
          <w:t>M.2114</w:t>
        </w:r>
        <w:proofErr w:type="spellEnd"/>
        <w:r>
          <w:rPr>
            <w:highlight w:val="yellow"/>
          </w:rPr>
          <w:t xml:space="preserve">, </w:t>
        </w:r>
        <w:proofErr w:type="spellStart"/>
        <w:r>
          <w:rPr>
            <w:highlight w:val="yellow"/>
          </w:rPr>
          <w:t>M.2115</w:t>
        </w:r>
        <w:proofErr w:type="spellEnd"/>
        <w:r>
          <w:rPr>
            <w:highlight w:val="yellow"/>
          </w:rPr>
          <w:t>, etc.).</w:t>
        </w:r>
      </w:ins>
      <w:ins w:id="517" w:author="USA" w:date="2023-03-06T17:30:00Z">
        <w:r w:rsidRPr="00DD2B2D">
          <w:rPr>
            <w:highlight w:val="yellow"/>
            <w:rPrChange w:id="518" w:author="USA" w:date="2023-03-06T17:30:00Z">
              <w:rPr/>
            </w:rPrChange>
          </w:rPr>
          <w:t>]</w:t>
        </w:r>
      </w:ins>
    </w:p>
    <w:p w14:paraId="1C0DE976" w14:textId="77777777" w:rsidR="00FF5310" w:rsidRPr="00250417" w:rsidRDefault="00FF5310" w:rsidP="00FF5310"/>
    <w:p w14:paraId="5CC21008" w14:textId="77777777" w:rsidR="00FF5310" w:rsidRPr="00250417" w:rsidRDefault="00FF5310" w:rsidP="00FF5310">
      <w:pPr>
        <w:keepNext/>
        <w:spacing w:before="560" w:after="120"/>
        <w:rPr>
          <w:caps/>
          <w:szCs w:val="24"/>
        </w:rPr>
        <w:sectPr w:rsidR="00FF5310" w:rsidRPr="00250417" w:rsidSect="007B6C48">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pPr>
    </w:p>
    <w:p w14:paraId="1BEDFDA4" w14:textId="77777777" w:rsidR="00FF5310" w:rsidRPr="00250417" w:rsidRDefault="00FF5310" w:rsidP="00C13D79">
      <w:pPr>
        <w:pStyle w:val="TableNo"/>
      </w:pPr>
      <w:r w:rsidRPr="00250417">
        <w:lastRenderedPageBreak/>
        <w:t>TABLE 1</w:t>
      </w:r>
    </w:p>
    <w:p w14:paraId="1428444A" w14:textId="77777777" w:rsidR="00FF5310" w:rsidRPr="00250417" w:rsidRDefault="00FF5310" w:rsidP="00C13D79">
      <w:pPr>
        <w:pStyle w:val="Tabletitle"/>
        <w:rPr>
          <w:lang w:eastAsia="ja-JP"/>
        </w:rPr>
      </w:pPr>
      <w:r w:rsidRPr="00250417">
        <w:t xml:space="preserve">Typical technical characteristics of representative </w:t>
      </w:r>
      <w:ins w:id="519" w:author="John Mettrop [2]" w:date="2022-12-05T12:25:00Z">
        <w:r w:rsidRPr="00250417">
          <w:t xml:space="preserve">systems operating in the </w:t>
        </w:r>
      </w:ins>
      <w:r w:rsidRPr="00250417">
        <w:t xml:space="preserve">aeronautical mobile service </w:t>
      </w:r>
      <w:del w:id="520" w:author="John Mettrop [2]" w:date="2022-12-05T12:26:00Z">
        <w:r w:rsidRPr="00250417" w:rsidDel="00FD5917">
          <w:delText xml:space="preserve">systems operated </w:delText>
        </w:r>
      </w:del>
      <w:ins w:id="521" w:author="John Mettrop [2]" w:date="2022-12-05T12:26:00Z">
        <w:r w:rsidRPr="00250417">
          <w:t>`</w:t>
        </w:r>
      </w:ins>
      <w:r w:rsidRPr="00250417">
        <w:t xml:space="preserve">in the frequency range </w:t>
      </w:r>
      <w:r w:rsidRPr="00250417">
        <w:rPr>
          <w:lang w:eastAsia="ja-JP"/>
        </w:rPr>
        <w:t xml:space="preserve">4 400-4 990 </w:t>
      </w:r>
      <w:proofErr w:type="gramStart"/>
      <w:r w:rsidRPr="00250417">
        <w:rPr>
          <w:lang w:eastAsia="ja-JP"/>
        </w:rPr>
        <w:t>MHz</w:t>
      </w:r>
      <w:proofErr w:type="gramEnd"/>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FF5310" w:rsidRPr="00250417" w14:paraId="5145331C"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D077D6" w14:textId="77777777" w:rsidR="00FF5310" w:rsidRPr="00250417" w:rsidRDefault="00FF5310" w:rsidP="00C13D79">
            <w:pPr>
              <w:pStyle w:val="Tablehead"/>
              <w:rPr>
                <w:lang w:eastAsia="ja-JP"/>
              </w:rPr>
            </w:pPr>
            <w:r w:rsidRPr="00250417">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924C58" w14:textId="77777777" w:rsidR="00FF5310" w:rsidRPr="00250417" w:rsidRDefault="00FF5310" w:rsidP="00C13D79">
            <w:pPr>
              <w:pStyle w:val="Tablehead"/>
              <w:rPr>
                <w:lang w:eastAsia="ja-JP"/>
              </w:rPr>
            </w:pPr>
            <w:r w:rsidRPr="00250417">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5E87B29E" w14:textId="77777777" w:rsidR="00FF5310" w:rsidRPr="00250417" w:rsidRDefault="00FF5310" w:rsidP="00C13D79">
            <w:pPr>
              <w:pStyle w:val="Tablehead"/>
              <w:rPr>
                <w:lang w:eastAsia="ja-JP"/>
              </w:rPr>
            </w:pPr>
            <w:r w:rsidRPr="00250417">
              <w:rPr>
                <w:lang w:eastAsia="ja-JP"/>
              </w:rPr>
              <w:t>System 1</w:t>
            </w:r>
          </w:p>
          <w:p w14:paraId="16DC51C2" w14:textId="77777777" w:rsidR="00FF5310" w:rsidRPr="00250417" w:rsidRDefault="00FF5310" w:rsidP="00C13D79">
            <w:pPr>
              <w:pStyle w:val="Tablehead"/>
              <w:rPr>
                <w:lang w:eastAsia="ja-JP"/>
              </w:rPr>
            </w:pPr>
            <w:r w:rsidRPr="00250417">
              <w:rPr>
                <w:lang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D394AB5" w14:textId="77777777" w:rsidR="00FF5310" w:rsidRPr="00250417" w:rsidRDefault="00FF5310" w:rsidP="00C13D79">
            <w:pPr>
              <w:pStyle w:val="Tablehead"/>
              <w:rPr>
                <w:lang w:eastAsia="ja-JP"/>
              </w:rPr>
            </w:pPr>
            <w:r w:rsidRPr="00250417">
              <w:rPr>
                <w:lang w:eastAsia="ja-JP"/>
              </w:rPr>
              <w:t>System 1</w:t>
            </w:r>
          </w:p>
          <w:p w14:paraId="39F3C351" w14:textId="77777777" w:rsidR="00FF5310" w:rsidRPr="00250417" w:rsidRDefault="00FF5310" w:rsidP="00C13D79">
            <w:pPr>
              <w:pStyle w:val="Tablehead"/>
              <w:rPr>
                <w:lang w:eastAsia="ja-JP"/>
              </w:rPr>
            </w:pPr>
            <w:r w:rsidRPr="00250417">
              <w:rPr>
                <w:lang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5798D1CB" w14:textId="77777777" w:rsidR="00FF5310" w:rsidRPr="00250417" w:rsidRDefault="00FF5310" w:rsidP="00C13D79">
            <w:pPr>
              <w:pStyle w:val="Tablehead"/>
              <w:rPr>
                <w:lang w:eastAsia="ja-JP"/>
              </w:rPr>
            </w:pPr>
            <w:r w:rsidRPr="00250417">
              <w:rPr>
                <w:lang w:eastAsia="ja-JP"/>
              </w:rPr>
              <w:t>System 2</w:t>
            </w:r>
          </w:p>
          <w:p w14:paraId="1CB52AA5" w14:textId="77777777" w:rsidR="00FF5310" w:rsidRPr="00250417" w:rsidRDefault="00FF5310" w:rsidP="00C13D79">
            <w:pPr>
              <w:pStyle w:val="Tablehead"/>
              <w:rPr>
                <w:lang w:eastAsia="ja-JP"/>
              </w:rPr>
            </w:pPr>
            <w:r w:rsidRPr="00250417">
              <w:rPr>
                <w:lang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D31C3DF" w14:textId="77777777" w:rsidR="00FF5310" w:rsidRPr="00250417" w:rsidRDefault="00FF5310" w:rsidP="00C13D79">
            <w:pPr>
              <w:pStyle w:val="Tablehead"/>
              <w:rPr>
                <w:lang w:eastAsia="ja-JP"/>
              </w:rPr>
            </w:pPr>
            <w:r w:rsidRPr="00250417">
              <w:rPr>
                <w:lang w:eastAsia="ja-JP"/>
              </w:rPr>
              <w:t>System 2</w:t>
            </w:r>
          </w:p>
          <w:p w14:paraId="29342A3D" w14:textId="77777777" w:rsidR="00FF5310" w:rsidRPr="00250417" w:rsidRDefault="00FF5310" w:rsidP="00C13D79">
            <w:pPr>
              <w:pStyle w:val="Tablehead"/>
              <w:rPr>
                <w:lang w:eastAsia="ja-JP"/>
              </w:rPr>
            </w:pPr>
            <w:r w:rsidRPr="00250417">
              <w:rPr>
                <w:lang w:eastAsia="ja-JP"/>
              </w:rPr>
              <w:t>Ground</w:t>
            </w:r>
          </w:p>
        </w:tc>
      </w:tr>
      <w:tr w:rsidR="00FF5310" w:rsidRPr="00250417" w14:paraId="6E24A7AD" w14:textId="77777777" w:rsidTr="004F395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6C6A7EA" w14:textId="77777777" w:rsidR="00FF5310" w:rsidRPr="00250417" w:rsidRDefault="00FF5310" w:rsidP="00C13D79">
            <w:pPr>
              <w:pStyle w:val="Tabletext"/>
              <w:rPr>
                <w:lang w:eastAsia="ja-JP"/>
              </w:rPr>
            </w:pPr>
            <w:r w:rsidRPr="00250417">
              <w:rPr>
                <w:lang w:eastAsia="ja-JP"/>
              </w:rPr>
              <w:t>Transmitter</w:t>
            </w:r>
          </w:p>
        </w:tc>
      </w:tr>
      <w:tr w:rsidR="00FF5310" w:rsidRPr="00250417" w14:paraId="234132FB"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0F4198BA" w14:textId="77777777" w:rsidR="00FF5310" w:rsidRPr="00250417" w:rsidRDefault="00FF5310" w:rsidP="00C13D79">
            <w:pPr>
              <w:pStyle w:val="Tabletext"/>
              <w:rPr>
                <w:lang w:eastAsia="ja-JP"/>
              </w:rPr>
            </w:pPr>
            <w:r w:rsidRPr="00250417">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28CDB3B" w14:textId="77777777" w:rsidR="00FF5310" w:rsidRPr="00250417" w:rsidRDefault="00FF5310" w:rsidP="00C13D79">
            <w:pPr>
              <w:pStyle w:val="Tabletext"/>
              <w:rPr>
                <w:lang w:eastAsia="ja-JP"/>
              </w:rPr>
            </w:pPr>
            <w:r w:rsidRPr="00250417">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C34119"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DA52DAD"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4D63EA1"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A2D9F32"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r>
      <w:tr w:rsidR="00FF5310" w:rsidRPr="00250417" w14:paraId="52B4DAF4"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174D9DA7" w14:textId="77777777" w:rsidR="00FF5310" w:rsidRPr="00250417" w:rsidRDefault="00FF5310" w:rsidP="00C13D79">
            <w:pPr>
              <w:pStyle w:val="Tabletext"/>
              <w:rPr>
                <w:lang w:eastAsia="ja-JP"/>
              </w:rPr>
            </w:pPr>
            <w:r w:rsidRPr="00250417">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17A5DAAD" w14:textId="77777777" w:rsidR="00FF5310" w:rsidRPr="00250417" w:rsidRDefault="00FF5310" w:rsidP="00C13D79">
            <w:pPr>
              <w:pStyle w:val="Tabletext"/>
              <w:rPr>
                <w:lang w:eastAsia="ja-JP"/>
              </w:rPr>
            </w:pPr>
            <w:r w:rsidRPr="00250417">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C2CB81" w14:textId="77777777" w:rsidR="00FF5310" w:rsidRPr="00250417" w:rsidRDefault="00FF5310" w:rsidP="00C13D79">
            <w:pPr>
              <w:pStyle w:val="Tabletext"/>
              <w:rPr>
                <w:lang w:eastAsia="ja-JP"/>
              </w:rPr>
            </w:pPr>
            <w:r w:rsidRPr="00250417">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C05F797" w14:textId="77777777" w:rsidR="00FF5310" w:rsidRPr="00250417" w:rsidRDefault="00FF5310" w:rsidP="00C13D79">
            <w:pPr>
              <w:pStyle w:val="Tabletext"/>
              <w:rPr>
                <w:lang w:eastAsia="ja-JP"/>
              </w:rPr>
            </w:pPr>
            <w:r w:rsidRPr="00250417">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BF852FD" w14:textId="77777777" w:rsidR="00FF5310" w:rsidRPr="00250417" w:rsidRDefault="00FF5310" w:rsidP="00C13D79">
            <w:pPr>
              <w:pStyle w:val="Tabletext"/>
              <w:rPr>
                <w:lang w:eastAsia="ja-JP"/>
              </w:rPr>
            </w:pPr>
            <w:r w:rsidRPr="00250417">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094ACC5" w14:textId="77777777" w:rsidR="00FF5310" w:rsidRPr="00250417" w:rsidRDefault="00FF5310" w:rsidP="00C13D79">
            <w:pPr>
              <w:pStyle w:val="Tabletext"/>
              <w:rPr>
                <w:lang w:eastAsia="ja-JP"/>
              </w:rPr>
            </w:pPr>
            <w:r w:rsidRPr="00250417">
              <w:rPr>
                <w:lang w:eastAsia="ja-JP"/>
              </w:rPr>
              <w:t>30-39</w:t>
            </w:r>
          </w:p>
        </w:tc>
      </w:tr>
      <w:tr w:rsidR="00FF5310" w:rsidRPr="00250417" w14:paraId="160A5EF9"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7F40B73A" w14:textId="77777777" w:rsidR="00FF5310" w:rsidRPr="00250417" w:rsidRDefault="00FF5310" w:rsidP="00C13D79">
            <w:pPr>
              <w:pStyle w:val="Tabletext"/>
              <w:rPr>
                <w:lang w:eastAsia="ja-JP"/>
              </w:rPr>
            </w:pPr>
            <w:r w:rsidRPr="00250417">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0C21E2F" w14:textId="77777777" w:rsidR="00FF5310" w:rsidRPr="00250417" w:rsidRDefault="00FF5310" w:rsidP="00C13D79">
            <w:pPr>
              <w:pStyle w:val="Tabletext"/>
              <w:rPr>
                <w:lang w:eastAsia="ja-JP"/>
              </w:rPr>
            </w:pPr>
            <w:r w:rsidRPr="00250417">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20CE37D" w14:textId="77777777" w:rsidR="00FF5310" w:rsidRPr="00250417" w:rsidRDefault="00FF5310" w:rsidP="00C13D79">
            <w:pPr>
              <w:pStyle w:val="Tabletext"/>
              <w:rPr>
                <w:lang w:eastAsia="ja-JP"/>
              </w:rPr>
            </w:pPr>
            <w:r w:rsidRPr="00250417">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3801A56" w14:textId="77777777" w:rsidR="00FF5310" w:rsidRPr="00250417" w:rsidRDefault="00FF5310" w:rsidP="00C13D79">
            <w:pPr>
              <w:pStyle w:val="Tabletext"/>
              <w:rPr>
                <w:lang w:eastAsia="ja-JP"/>
              </w:rPr>
            </w:pPr>
            <w:r w:rsidRPr="00250417">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47F2C9D" w14:textId="77777777" w:rsidR="00FF5310" w:rsidRPr="00250417" w:rsidRDefault="00FF5310" w:rsidP="00C13D79">
            <w:pPr>
              <w:pStyle w:val="Tabletext"/>
              <w:rPr>
                <w:lang w:eastAsia="ja-JP"/>
              </w:rPr>
            </w:pPr>
            <w:r w:rsidRPr="00250417">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DDF2E92" w14:textId="77777777" w:rsidR="00FF5310" w:rsidRPr="00250417" w:rsidRDefault="00FF5310" w:rsidP="00C13D79">
            <w:pPr>
              <w:pStyle w:val="Tabletext"/>
              <w:rPr>
                <w:lang w:eastAsia="ja-JP"/>
              </w:rPr>
            </w:pPr>
            <w:r w:rsidRPr="00250417">
              <w:rPr>
                <w:lang w:eastAsia="ja-JP"/>
              </w:rPr>
              <w:t>6 / 10 / 20</w:t>
            </w:r>
          </w:p>
        </w:tc>
      </w:tr>
      <w:tr w:rsidR="00FF5310" w:rsidRPr="00250417" w14:paraId="027F6EAB" w14:textId="77777777" w:rsidTr="004F395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26EA3852" w14:textId="77777777" w:rsidR="00FF5310" w:rsidRPr="00250417" w:rsidRDefault="00FF5310" w:rsidP="00C13D79">
            <w:pPr>
              <w:pStyle w:val="Tabletext"/>
              <w:rPr>
                <w:lang w:eastAsia="ja-JP"/>
              </w:rPr>
            </w:pPr>
            <w:proofErr w:type="gramStart"/>
            <w:r w:rsidRPr="00250417">
              <w:rPr>
                <w:lang w:eastAsia="ja-JP"/>
              </w:rPr>
              <w:t>Receiver</w:t>
            </w:r>
            <w:ins w:id="522" w:author="John Mettrop [2]" w:date="2022-12-09T08:07:00Z">
              <w:r w:rsidRPr="00250417">
                <w:rPr>
                  <w:vertAlign w:val="superscript"/>
                  <w:lang w:eastAsia="ja-JP"/>
                </w:rPr>
                <w:t>(</w:t>
              </w:r>
              <w:proofErr w:type="gramEnd"/>
              <w:r w:rsidRPr="00250417">
                <w:rPr>
                  <w:vertAlign w:val="superscript"/>
                  <w:lang w:eastAsia="ja-JP"/>
                </w:rPr>
                <w:t>4)</w:t>
              </w:r>
            </w:ins>
          </w:p>
        </w:tc>
      </w:tr>
      <w:tr w:rsidR="00FF5310" w:rsidRPr="00250417" w14:paraId="3EF74291"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6DC55788" w14:textId="77777777" w:rsidR="00FF5310" w:rsidRPr="00250417" w:rsidRDefault="00FF5310" w:rsidP="00C13D79">
            <w:pPr>
              <w:pStyle w:val="Tabletext"/>
              <w:rPr>
                <w:lang w:eastAsia="ja-JP"/>
              </w:rPr>
            </w:pPr>
            <w:r w:rsidRPr="00250417">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6BBEC34" w14:textId="77777777" w:rsidR="00FF5310" w:rsidRPr="00250417" w:rsidRDefault="00FF5310" w:rsidP="00C13D79">
            <w:pPr>
              <w:pStyle w:val="Tabletext"/>
              <w:rPr>
                <w:lang w:eastAsia="ja-JP"/>
              </w:rPr>
            </w:pPr>
            <w:r w:rsidRPr="00250417">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26151BF"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A89D178"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435D490"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0288EB3"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r>
      <w:tr w:rsidR="00FF5310" w:rsidRPr="00250417" w14:paraId="229C7800"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2EC190D7" w14:textId="77777777" w:rsidR="00FF5310" w:rsidRPr="00250417" w:rsidRDefault="00FF5310" w:rsidP="00C13D79">
            <w:pPr>
              <w:pStyle w:val="Tabletext"/>
              <w:rPr>
                <w:lang w:eastAsia="ja-JP"/>
              </w:rPr>
            </w:pPr>
            <w:r w:rsidRPr="00250417">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2DE4B9D" w14:textId="77777777" w:rsidR="00FF5310" w:rsidRPr="00250417" w:rsidRDefault="00FF5310" w:rsidP="00C13D79">
            <w:pPr>
              <w:pStyle w:val="Tabletext"/>
              <w:rPr>
                <w:lang w:eastAsia="ja-JP"/>
              </w:rPr>
            </w:pPr>
            <w:r w:rsidRPr="00250417">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507B920" w14:textId="77777777" w:rsidR="00FF5310" w:rsidRPr="00250417" w:rsidRDefault="00FF5310" w:rsidP="00C13D79">
            <w:pPr>
              <w:pStyle w:val="Tabletext"/>
              <w:rPr>
                <w:lang w:eastAsia="ja-JP"/>
              </w:rPr>
            </w:pPr>
            <w:r w:rsidRPr="00250417">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455DA78" w14:textId="77777777" w:rsidR="00FF5310" w:rsidRPr="00250417" w:rsidRDefault="00FF5310" w:rsidP="00C13D79">
            <w:pPr>
              <w:pStyle w:val="Tabletext"/>
              <w:rPr>
                <w:lang w:eastAsia="ja-JP"/>
              </w:rPr>
            </w:pPr>
            <w:r w:rsidRPr="00250417">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CAAD8E6" w14:textId="77777777" w:rsidR="00FF5310" w:rsidRPr="00250417" w:rsidRDefault="00FF5310" w:rsidP="00C13D79">
            <w:pPr>
              <w:pStyle w:val="Tabletext"/>
              <w:rPr>
                <w:lang w:eastAsia="ja-JP"/>
              </w:rPr>
            </w:pPr>
            <w:r w:rsidRPr="00250417">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14FEF4E" w14:textId="77777777" w:rsidR="00FF5310" w:rsidRPr="00250417" w:rsidRDefault="00FF5310" w:rsidP="00C13D79">
            <w:pPr>
              <w:pStyle w:val="Tabletext"/>
              <w:rPr>
                <w:lang w:eastAsia="ja-JP"/>
              </w:rPr>
            </w:pPr>
            <w:r w:rsidRPr="00250417">
              <w:rPr>
                <w:lang w:eastAsia="ja-JP"/>
              </w:rPr>
              <w:t>6 / 10 / 20</w:t>
            </w:r>
          </w:p>
        </w:tc>
      </w:tr>
      <w:tr w:rsidR="00FF5310" w:rsidRPr="00250417" w14:paraId="300547B9"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67B46ACB" w14:textId="77777777" w:rsidR="00FF5310" w:rsidRPr="00250417" w:rsidRDefault="00FF5310" w:rsidP="00C13D79">
            <w:pPr>
              <w:pStyle w:val="Tabletext"/>
              <w:rPr>
                <w:lang w:eastAsia="ja-JP"/>
              </w:rPr>
            </w:pPr>
            <w:r w:rsidRPr="00250417">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F71E2F0" w14:textId="77777777" w:rsidR="00FF5310" w:rsidRPr="00250417" w:rsidRDefault="00FF5310" w:rsidP="00C13D79">
            <w:pPr>
              <w:pStyle w:val="Tabletext"/>
              <w:rPr>
                <w:lang w:eastAsia="ja-JP"/>
              </w:rPr>
            </w:pPr>
            <w:r w:rsidRPr="00250417">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F1BC7F6" w14:textId="77777777" w:rsidR="00FF5310" w:rsidRPr="00250417" w:rsidRDefault="00FF5310" w:rsidP="00C13D79">
            <w:pPr>
              <w:pStyle w:val="Tabletext"/>
              <w:rPr>
                <w:lang w:eastAsia="ja-JP"/>
              </w:rPr>
            </w:pPr>
            <w:r w:rsidRPr="00250417">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7D2F9BE" w14:textId="77777777" w:rsidR="00FF5310" w:rsidRPr="00250417" w:rsidRDefault="00FF5310" w:rsidP="00C13D79">
            <w:pPr>
              <w:pStyle w:val="Tabletext"/>
              <w:rPr>
                <w:lang w:eastAsia="ja-JP"/>
              </w:rPr>
            </w:pPr>
            <w:r w:rsidRPr="00250417">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3C3AB8A" w14:textId="77777777" w:rsidR="00FF5310" w:rsidRPr="00250417" w:rsidRDefault="00FF5310" w:rsidP="00C13D79">
            <w:pPr>
              <w:pStyle w:val="Tabletext"/>
              <w:rPr>
                <w:lang w:eastAsia="ja-JP"/>
              </w:rPr>
            </w:pPr>
            <w:r w:rsidRPr="00250417">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498ABD8" w14:textId="77777777" w:rsidR="00FF5310" w:rsidRPr="00250417" w:rsidRDefault="00FF5310" w:rsidP="00C13D79">
            <w:pPr>
              <w:pStyle w:val="Tabletext"/>
              <w:rPr>
                <w:lang w:eastAsia="ja-JP"/>
              </w:rPr>
            </w:pPr>
            <w:r w:rsidRPr="00250417">
              <w:rPr>
                <w:lang w:eastAsia="ja-JP"/>
              </w:rPr>
              <w:t>3</w:t>
            </w:r>
          </w:p>
        </w:tc>
      </w:tr>
      <w:tr w:rsidR="00FF5310" w:rsidRPr="00250417" w14:paraId="305BA1C6"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559D5E45" w14:textId="77777777" w:rsidR="00FF5310" w:rsidRPr="00250417" w:rsidRDefault="00FF5310" w:rsidP="00C13D79">
            <w:pPr>
              <w:pStyle w:val="Tabletext"/>
              <w:rPr>
                <w:lang w:eastAsia="ja-JP"/>
              </w:rPr>
            </w:pPr>
            <w:r w:rsidRPr="00250417">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13663A5" w14:textId="77777777" w:rsidR="00FF5310" w:rsidRPr="00250417" w:rsidRDefault="00FF5310" w:rsidP="00C13D79">
            <w:pPr>
              <w:pStyle w:val="Tabletext"/>
              <w:rPr>
                <w:lang w:eastAsia="ja-JP"/>
              </w:rPr>
            </w:pPr>
            <w:r w:rsidRPr="00250417">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E997DF7" w14:textId="77777777" w:rsidR="00FF5310" w:rsidRPr="00250417" w:rsidRDefault="00FF5310" w:rsidP="00C13D79">
            <w:pPr>
              <w:pStyle w:val="Tabletext"/>
              <w:rPr>
                <w:lang w:eastAsia="ja-JP"/>
              </w:rPr>
            </w:pPr>
            <w:r w:rsidRPr="00250417">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1826272" w14:textId="77777777" w:rsidR="00FF5310" w:rsidRPr="00250417" w:rsidRDefault="00FF5310" w:rsidP="00C13D79">
            <w:pPr>
              <w:pStyle w:val="Tabletext"/>
              <w:rPr>
                <w:lang w:eastAsia="ja-JP"/>
              </w:rPr>
            </w:pPr>
            <w:r w:rsidRPr="00250417">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20770AD" w14:textId="77777777" w:rsidR="00FF5310" w:rsidRPr="00250417" w:rsidRDefault="00FF5310" w:rsidP="00C13D79">
            <w:pPr>
              <w:pStyle w:val="Tabletext"/>
              <w:rPr>
                <w:lang w:eastAsia="ja-JP"/>
              </w:rPr>
            </w:pPr>
            <w:r w:rsidRPr="00250417">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7A7EB5" w14:textId="77777777" w:rsidR="00FF5310" w:rsidRPr="00250417" w:rsidRDefault="00FF5310" w:rsidP="00C13D79">
            <w:pPr>
              <w:pStyle w:val="Tabletext"/>
              <w:rPr>
                <w:lang w:eastAsia="ja-JP"/>
              </w:rPr>
            </w:pPr>
            <w:r w:rsidRPr="00250417">
              <w:rPr>
                <w:lang w:eastAsia="ja-JP"/>
              </w:rPr>
              <w:t>−103 to −98</w:t>
            </w:r>
          </w:p>
        </w:tc>
      </w:tr>
      <w:tr w:rsidR="00FF5310" w:rsidRPr="00250417" w14:paraId="0340A9BE" w14:textId="77777777" w:rsidTr="004F3957">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659EF5D" w14:textId="77777777" w:rsidR="00FF5310" w:rsidRPr="00250417" w:rsidRDefault="00FF5310" w:rsidP="00C13D79">
            <w:pPr>
              <w:pStyle w:val="Tabletext"/>
              <w:rPr>
                <w:lang w:eastAsia="ja-JP"/>
              </w:rPr>
            </w:pPr>
            <w:proofErr w:type="gramStart"/>
            <w:r w:rsidRPr="00250417">
              <w:rPr>
                <w:lang w:eastAsia="ja-JP"/>
              </w:rPr>
              <w:t>Antenna</w:t>
            </w:r>
            <w:ins w:id="523" w:author="John Mettrop [2]" w:date="2022-12-09T08:07:00Z">
              <w:r w:rsidRPr="00250417">
                <w:rPr>
                  <w:vertAlign w:val="superscript"/>
                  <w:lang w:eastAsia="ja-JP"/>
                </w:rPr>
                <w:t>(</w:t>
              </w:r>
              <w:proofErr w:type="gramEnd"/>
              <w:r w:rsidRPr="00250417">
                <w:rPr>
                  <w:vertAlign w:val="superscript"/>
                  <w:lang w:eastAsia="ja-JP"/>
                </w:rPr>
                <w:t>4)</w:t>
              </w:r>
            </w:ins>
          </w:p>
        </w:tc>
      </w:tr>
      <w:tr w:rsidR="00FF5310" w:rsidRPr="00250417" w14:paraId="22798B3B"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2BC812A" w14:textId="77777777" w:rsidR="00FF5310" w:rsidRPr="00250417" w:rsidRDefault="00FF5310" w:rsidP="00C13D79">
            <w:pPr>
              <w:pStyle w:val="Tabletext"/>
              <w:rPr>
                <w:lang w:eastAsia="ja-JP"/>
              </w:rPr>
            </w:pPr>
            <w:r w:rsidRPr="00250417">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74B4095D" w14:textId="77777777" w:rsidR="00FF5310" w:rsidRPr="00250417" w:rsidRDefault="00FF5310" w:rsidP="00C13D79">
            <w:pPr>
              <w:pStyle w:val="Tabletext"/>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39D83537" w14:textId="77777777" w:rsidR="00FF5310" w:rsidRPr="00250417" w:rsidRDefault="00FF5310" w:rsidP="00C13D79">
            <w:pPr>
              <w:pStyle w:val="Tabletext"/>
              <w:rPr>
                <w:lang w:eastAsia="ja-JP"/>
              </w:rPr>
            </w:pPr>
            <w:r w:rsidRPr="00250417">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367E3F58" w14:textId="77777777" w:rsidR="00FF5310" w:rsidRPr="00250417" w:rsidRDefault="00FF5310" w:rsidP="00C13D79">
            <w:pPr>
              <w:pStyle w:val="Tabletext"/>
              <w:rPr>
                <w:lang w:eastAsia="ja-JP"/>
              </w:rPr>
            </w:pPr>
            <w:r w:rsidRPr="00250417">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450EDEF" w14:textId="77777777" w:rsidR="00FF5310" w:rsidRPr="00250417" w:rsidRDefault="00FF5310" w:rsidP="00C13D79">
            <w:pPr>
              <w:pStyle w:val="Tabletext"/>
              <w:rPr>
                <w:lang w:eastAsia="ja-JP"/>
              </w:rPr>
            </w:pPr>
            <w:r w:rsidRPr="00250417">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4FC4B0EE" w14:textId="77777777" w:rsidR="00FF5310" w:rsidRPr="00250417" w:rsidRDefault="00FF5310" w:rsidP="00C13D79">
            <w:pPr>
              <w:pStyle w:val="Tabletext"/>
              <w:rPr>
                <w:lang w:eastAsia="ja-JP"/>
              </w:rPr>
            </w:pPr>
            <w:r w:rsidRPr="00250417">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47C482C3" w14:textId="77777777" w:rsidR="00FF5310" w:rsidRPr="00250417" w:rsidRDefault="00FF5310" w:rsidP="00C13D79">
            <w:pPr>
              <w:pStyle w:val="Tabletext"/>
              <w:rPr>
                <w:lang w:eastAsia="ja-JP"/>
              </w:rPr>
            </w:pPr>
            <w:r w:rsidRPr="00250417">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8D946AF" w14:textId="77777777" w:rsidR="00FF5310" w:rsidRPr="00250417" w:rsidRDefault="00FF5310" w:rsidP="00C13D79">
            <w:pPr>
              <w:pStyle w:val="Tabletext"/>
              <w:rPr>
                <w:lang w:eastAsia="ja-JP"/>
              </w:rPr>
            </w:pPr>
            <w:r w:rsidRPr="00250417">
              <w:rPr>
                <w:lang w:eastAsia="ja-JP"/>
              </w:rPr>
              <w:t>Directional</w:t>
            </w:r>
          </w:p>
        </w:tc>
      </w:tr>
      <w:tr w:rsidR="00FF5310" w:rsidRPr="00250417" w14:paraId="27F6322E"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BDF203D" w14:textId="77777777" w:rsidR="00FF5310" w:rsidRPr="00250417" w:rsidRDefault="00FF5310" w:rsidP="00C13D79">
            <w:pPr>
              <w:pStyle w:val="Tabletext"/>
              <w:rPr>
                <w:lang w:eastAsia="ja-JP"/>
              </w:rPr>
            </w:pPr>
            <w:r w:rsidRPr="00250417">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29E49AC7" w14:textId="77777777" w:rsidR="00FF5310" w:rsidRPr="00250417" w:rsidRDefault="00FF5310" w:rsidP="00C13D79">
            <w:pPr>
              <w:pStyle w:val="Tabletext"/>
              <w:rPr>
                <w:lang w:eastAsia="ja-JP"/>
              </w:rPr>
            </w:pPr>
            <w:proofErr w:type="spellStart"/>
            <w:r w:rsidRPr="00250417">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42129D3C" w14:textId="77777777" w:rsidR="00FF5310" w:rsidRPr="00250417" w:rsidRDefault="00FF5310" w:rsidP="00C13D79">
            <w:pPr>
              <w:pStyle w:val="Tabletext"/>
              <w:rPr>
                <w:lang w:eastAsia="ja-JP"/>
              </w:rPr>
            </w:pPr>
            <w:r w:rsidRPr="00250417">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26D193" w14:textId="77777777" w:rsidR="00FF5310" w:rsidRPr="00250417" w:rsidRDefault="00FF5310" w:rsidP="00C13D79">
            <w:pPr>
              <w:pStyle w:val="Tabletext"/>
              <w:rPr>
                <w:lang w:eastAsia="ja-JP"/>
              </w:rPr>
            </w:pPr>
            <w:r w:rsidRPr="00250417">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6F42D8E1" w14:textId="77777777" w:rsidR="00FF5310" w:rsidRPr="00250417" w:rsidRDefault="00FF5310" w:rsidP="00C13D79">
            <w:pPr>
              <w:pStyle w:val="Tabletext"/>
              <w:rPr>
                <w:lang w:eastAsia="ja-JP"/>
              </w:rPr>
            </w:pPr>
            <w:r w:rsidRPr="00250417">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72871FD4" w14:textId="77777777" w:rsidR="00FF5310" w:rsidRPr="00250417" w:rsidRDefault="00FF5310" w:rsidP="00C13D79">
            <w:pPr>
              <w:pStyle w:val="Tabletext"/>
              <w:rPr>
                <w:lang w:eastAsia="ja-JP"/>
              </w:rPr>
            </w:pPr>
            <w:r w:rsidRPr="00250417">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4DCFE07" w14:textId="77777777" w:rsidR="00FF5310" w:rsidRPr="00250417" w:rsidRDefault="00FF5310" w:rsidP="00C13D79">
            <w:pPr>
              <w:pStyle w:val="Tabletext"/>
              <w:rPr>
                <w:lang w:eastAsia="ja-JP"/>
              </w:rPr>
            </w:pPr>
            <w:r w:rsidRPr="00250417">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D0A2FAD" w14:textId="77777777" w:rsidR="00FF5310" w:rsidRPr="00250417" w:rsidRDefault="00FF5310" w:rsidP="00C13D79">
            <w:pPr>
              <w:pStyle w:val="Tabletext"/>
              <w:rPr>
                <w:lang w:eastAsia="ja-JP"/>
              </w:rPr>
            </w:pPr>
            <w:r w:rsidRPr="00250417">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3AD3F795" w14:textId="77777777" w:rsidR="00FF5310" w:rsidRPr="00250417" w:rsidRDefault="00FF5310" w:rsidP="00C13D79">
            <w:pPr>
              <w:pStyle w:val="Tabletext"/>
              <w:rPr>
                <w:lang w:eastAsia="ja-JP"/>
              </w:rPr>
            </w:pPr>
            <w:r w:rsidRPr="00250417">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70CDF328" w14:textId="77777777" w:rsidR="00FF5310" w:rsidRPr="00250417" w:rsidRDefault="00FF5310" w:rsidP="00C13D79">
            <w:pPr>
              <w:pStyle w:val="Tabletext"/>
              <w:rPr>
                <w:lang w:eastAsia="ja-JP"/>
              </w:rPr>
            </w:pPr>
            <w:r w:rsidRPr="00250417">
              <w:rPr>
                <w:lang w:eastAsia="ja-JP"/>
              </w:rPr>
              <w:t>31</w:t>
            </w:r>
          </w:p>
        </w:tc>
      </w:tr>
      <w:tr w:rsidR="00FF5310" w:rsidRPr="00250417" w14:paraId="2E1DA5BB"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AEFD0E0" w14:textId="77777777" w:rsidR="00FF5310" w:rsidRPr="00250417" w:rsidRDefault="00FF5310" w:rsidP="00C13D79">
            <w:pPr>
              <w:pStyle w:val="Tabletext"/>
              <w:rPr>
                <w:lang w:eastAsia="ja-JP"/>
              </w:rPr>
            </w:pPr>
            <w:r w:rsidRPr="00250417">
              <w:rPr>
                <w:lang w:eastAsia="ja-JP"/>
              </w:rPr>
              <w:t>1</w:t>
            </w:r>
            <w:r w:rsidRPr="00250417">
              <w:rPr>
                <w:vertAlign w:val="superscript"/>
                <w:lang w:eastAsia="ja-JP"/>
              </w:rPr>
              <w:t xml:space="preserve">st </w:t>
            </w:r>
            <w:r w:rsidRPr="00250417">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4D2CE3C3" w14:textId="77777777" w:rsidR="00FF5310" w:rsidRPr="00250417" w:rsidRDefault="00FF5310" w:rsidP="00C13D79">
            <w:pPr>
              <w:pStyle w:val="Tabletext"/>
              <w:rPr>
                <w:lang w:eastAsia="ja-JP"/>
              </w:rPr>
            </w:pPr>
            <w:proofErr w:type="spellStart"/>
            <w:r w:rsidRPr="00250417">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4E2A8721"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08EEE47"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16580C36" w14:textId="77777777" w:rsidR="00FF5310" w:rsidRPr="00250417" w:rsidRDefault="00FF5310" w:rsidP="00C13D79">
            <w:pPr>
              <w:pStyle w:val="Tabletext"/>
              <w:rPr>
                <w:lang w:eastAsia="ja-JP"/>
              </w:rPr>
            </w:pPr>
            <w:r w:rsidRPr="00250417">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4AD9351B" w14:textId="77777777" w:rsidR="00FF5310" w:rsidRPr="00250417" w:rsidRDefault="00FF5310" w:rsidP="00C13D79">
            <w:pPr>
              <w:pStyle w:val="Tabletext"/>
              <w:rPr>
                <w:lang w:eastAsia="ja-JP"/>
              </w:rPr>
            </w:pPr>
            <w:r w:rsidRPr="00250417">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9D71D36"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C885046"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347C54FD" w14:textId="77777777" w:rsidR="00FF5310" w:rsidRPr="00250417" w:rsidRDefault="00FF5310" w:rsidP="00C13D79">
            <w:pPr>
              <w:pStyle w:val="Tabletext"/>
              <w:rPr>
                <w:lang w:eastAsia="ja-JP"/>
              </w:rPr>
            </w:pPr>
            <w:r w:rsidRPr="00250417">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0D5334C" w14:textId="77777777" w:rsidR="00FF5310" w:rsidRPr="00250417" w:rsidRDefault="00FF5310" w:rsidP="00C13D79">
            <w:pPr>
              <w:pStyle w:val="Tabletext"/>
              <w:rPr>
                <w:lang w:eastAsia="ja-JP"/>
              </w:rPr>
            </w:pPr>
            <w:r w:rsidRPr="00250417">
              <w:rPr>
                <w:lang w:eastAsia="ja-JP"/>
              </w:rPr>
              <w:t>11</w:t>
            </w:r>
          </w:p>
        </w:tc>
      </w:tr>
      <w:tr w:rsidR="00FF5310" w:rsidRPr="00250417" w14:paraId="537CCDA6"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26BB679" w14:textId="77777777" w:rsidR="00FF5310" w:rsidRPr="00250417" w:rsidRDefault="00FF5310" w:rsidP="00C13D79">
            <w:pPr>
              <w:pStyle w:val="Tabletext"/>
              <w:rPr>
                <w:lang w:eastAsia="ja-JP"/>
              </w:rPr>
            </w:pPr>
            <w:r w:rsidRPr="00250417">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9441AFF" w14:textId="77777777" w:rsidR="00FF5310" w:rsidRPr="00250417" w:rsidRDefault="00FF5310" w:rsidP="00C13D79">
            <w:pPr>
              <w:pStyle w:val="Tabletext"/>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4CC76B7" w14:textId="77777777" w:rsidR="00FF5310" w:rsidRPr="00250417" w:rsidRDefault="00FF5310" w:rsidP="00C13D79">
            <w:pPr>
              <w:pStyle w:val="Tabletext"/>
              <w:rPr>
                <w:lang w:eastAsia="ja-JP"/>
              </w:rPr>
            </w:pPr>
            <w:r w:rsidRPr="00250417">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2F3084C" w14:textId="77777777" w:rsidR="00FF5310" w:rsidRPr="00250417" w:rsidRDefault="00FF5310" w:rsidP="00C13D79">
            <w:pPr>
              <w:pStyle w:val="Tabletext"/>
              <w:rPr>
                <w:lang w:eastAsia="ja-JP"/>
              </w:rPr>
            </w:pPr>
            <w:r w:rsidRPr="00250417">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30921FD4" w14:textId="77777777" w:rsidR="00FF5310" w:rsidRPr="00250417" w:rsidRDefault="00FF5310" w:rsidP="00C13D79">
            <w:pPr>
              <w:pStyle w:val="Tabletext"/>
              <w:rPr>
                <w:lang w:eastAsia="ja-JP"/>
              </w:rPr>
            </w:pPr>
            <w:r w:rsidRPr="00250417">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0DBE825" w14:textId="77777777" w:rsidR="00FF5310" w:rsidRPr="00250417" w:rsidRDefault="00FF5310" w:rsidP="00C13D79">
            <w:pPr>
              <w:pStyle w:val="Tabletext"/>
              <w:rPr>
                <w:lang w:eastAsia="ja-JP"/>
              </w:rPr>
            </w:pPr>
            <w:r w:rsidRPr="00250417">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F65D55E" w14:textId="77777777" w:rsidR="00FF5310" w:rsidRPr="00250417" w:rsidRDefault="00FF5310" w:rsidP="00C13D79">
            <w:pPr>
              <w:pStyle w:val="Tabletext"/>
              <w:rPr>
                <w:lang w:eastAsia="ja-JP"/>
              </w:rPr>
            </w:pPr>
            <w:r w:rsidRPr="00250417">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0B74FCA" w14:textId="77777777" w:rsidR="00FF5310" w:rsidRPr="00250417" w:rsidRDefault="00FF5310" w:rsidP="00C13D79">
            <w:pPr>
              <w:pStyle w:val="Tabletext"/>
              <w:rPr>
                <w:lang w:eastAsia="ja-JP"/>
              </w:rPr>
            </w:pPr>
            <w:r w:rsidRPr="00250417">
              <w:rPr>
                <w:lang w:eastAsia="ja-JP"/>
              </w:rPr>
              <w:t>Vertical</w:t>
            </w:r>
          </w:p>
        </w:tc>
      </w:tr>
      <w:tr w:rsidR="00FF5310" w:rsidRPr="00250417" w14:paraId="67B61981"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5EA4E44" w14:textId="77777777" w:rsidR="00FF5310" w:rsidRPr="00250417" w:rsidRDefault="00FF5310" w:rsidP="00C13D79">
            <w:pPr>
              <w:pStyle w:val="Tabletext"/>
              <w:rPr>
                <w:lang w:eastAsia="ja-JP"/>
              </w:rPr>
            </w:pPr>
            <w:r w:rsidRPr="00250417">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38C9754C" w14:textId="77777777" w:rsidR="00FF5310" w:rsidRPr="00250417" w:rsidRDefault="00FF5310" w:rsidP="00C13D79">
            <w:pPr>
              <w:pStyle w:val="Tabletext"/>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23A5C259"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291D8CBA"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DAC7E7B" w14:textId="77777777" w:rsidR="00FF5310" w:rsidRPr="00250417" w:rsidRDefault="00FF5310" w:rsidP="00C13D79">
            <w:pPr>
              <w:pStyle w:val="Tabletext"/>
              <w:rPr>
                <w:vertAlign w:val="superscript"/>
                <w:lang w:eastAsia="ja-JP"/>
              </w:rPr>
            </w:pPr>
            <w:r w:rsidRPr="00250417">
              <w:rPr>
                <w:lang w:eastAsia="ja-JP"/>
              </w:rPr>
              <w:t xml:space="preserve">Uniform </w:t>
            </w:r>
            <w:proofErr w:type="gramStart"/>
            <w:r w:rsidRPr="00250417">
              <w:rPr>
                <w:lang w:eastAsia="ja-JP"/>
              </w:rPr>
              <w:t>distribution</w:t>
            </w:r>
            <w:r w:rsidRPr="00250417">
              <w:rPr>
                <w:vertAlign w:val="superscript"/>
                <w:lang w:eastAsia="ja-JP"/>
              </w:rPr>
              <w:t>(</w:t>
            </w:r>
            <w:proofErr w:type="gramEnd"/>
            <w:r w:rsidRPr="00250417">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0D7D1665"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12D0CEC7"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6F99509A" w14:textId="77777777" w:rsidR="00FF5310" w:rsidRPr="00250417" w:rsidRDefault="00FF5310" w:rsidP="00C13D79">
            <w:pPr>
              <w:pStyle w:val="Tabletext"/>
              <w:rPr>
                <w:lang w:eastAsia="ja-JP"/>
              </w:rPr>
            </w:pPr>
            <w:r w:rsidRPr="00250417">
              <w:rPr>
                <w:lang w:eastAsia="ja-JP"/>
              </w:rPr>
              <w:t xml:space="preserve">Uniform </w:t>
            </w:r>
            <w:proofErr w:type="gramStart"/>
            <w:r w:rsidRPr="00250417">
              <w:rPr>
                <w:lang w:eastAsia="ja-JP"/>
              </w:rPr>
              <w:t>distribution</w:t>
            </w:r>
            <w:r w:rsidRPr="00250417">
              <w:rPr>
                <w:vertAlign w:val="superscript"/>
                <w:lang w:eastAsia="ja-JP"/>
              </w:rPr>
              <w:t>(</w:t>
            </w:r>
            <w:proofErr w:type="gramEnd"/>
            <w:r w:rsidRPr="00250417">
              <w:rPr>
                <w:vertAlign w:val="superscript"/>
                <w:lang w:eastAsia="ja-JP"/>
              </w:rPr>
              <w:t>3)</w:t>
            </w:r>
          </w:p>
        </w:tc>
      </w:tr>
      <w:tr w:rsidR="00FF5310" w:rsidRPr="00250417" w14:paraId="09F33CCD"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FFD69EA" w14:textId="77777777" w:rsidR="00FF5310" w:rsidRPr="00250417" w:rsidRDefault="00FF5310" w:rsidP="00C13D79">
            <w:pPr>
              <w:pStyle w:val="Tabletext"/>
              <w:rPr>
                <w:lang w:eastAsia="ja-JP"/>
              </w:rPr>
            </w:pPr>
            <w:r w:rsidRPr="00250417">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47D5201B" w14:textId="77777777" w:rsidR="00FF5310" w:rsidRPr="00250417" w:rsidRDefault="00FF5310" w:rsidP="00C13D79">
            <w:pPr>
              <w:pStyle w:val="Tabletext"/>
              <w:rPr>
                <w:lang w:eastAsia="ja-JP"/>
              </w:rPr>
            </w:pPr>
            <w:r w:rsidRPr="00250417">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63D8D70" w14:textId="77777777" w:rsidR="00FF5310" w:rsidRPr="00250417" w:rsidRDefault="00FF5310" w:rsidP="00C13D79">
            <w:pPr>
              <w:pStyle w:val="Tabletext"/>
              <w:rPr>
                <w:lang w:eastAsia="ja-JP"/>
              </w:rPr>
            </w:pPr>
            <w:r w:rsidRPr="00250417">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267F588" w14:textId="77777777" w:rsidR="00FF5310" w:rsidRPr="00250417" w:rsidRDefault="00FF5310" w:rsidP="00C13D79">
            <w:pPr>
              <w:pStyle w:val="Tabletext"/>
              <w:rPr>
                <w:lang w:val="pt-BR" w:eastAsia="ja-JP"/>
              </w:rPr>
            </w:pPr>
            <w:r w:rsidRPr="00250417">
              <w:rPr>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39430ED7" w14:textId="77777777" w:rsidR="00FF5310" w:rsidRPr="00250417" w:rsidRDefault="00FF5310" w:rsidP="00C13D79">
            <w:pPr>
              <w:pStyle w:val="Tabletext"/>
              <w:rPr>
                <w:lang w:val="pt-BR" w:eastAsia="ja-JP"/>
              </w:rPr>
            </w:pPr>
            <w:r w:rsidRPr="00250417">
              <w:rPr>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C9D1CEE" w14:textId="77777777" w:rsidR="00FF5310" w:rsidRPr="00250417" w:rsidRDefault="00FF5310" w:rsidP="00C13D79">
            <w:pPr>
              <w:pStyle w:val="Tabletext"/>
              <w:rPr>
                <w:lang w:val="pt-BR" w:eastAsia="ja-JP"/>
              </w:rPr>
            </w:pPr>
            <w:r w:rsidRPr="00250417">
              <w:rPr>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6BB39A" w14:textId="77777777" w:rsidR="00FF5310" w:rsidRPr="00250417" w:rsidRDefault="00FF5310" w:rsidP="00C13D79">
            <w:pPr>
              <w:pStyle w:val="Tabletext"/>
              <w:rPr>
                <w:lang w:eastAsia="ja-JP"/>
              </w:rPr>
            </w:pPr>
            <w:r w:rsidRPr="00250417">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8D5C5F4" w14:textId="77777777" w:rsidR="00FF5310" w:rsidRPr="00250417" w:rsidRDefault="00FF5310" w:rsidP="00C13D79">
            <w:pPr>
              <w:pStyle w:val="Tabletext"/>
              <w:rPr>
                <w:lang w:val="pt-BR" w:eastAsia="ja-JP"/>
              </w:rPr>
            </w:pPr>
            <w:r w:rsidRPr="00250417">
              <w:rPr>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4C180585" w14:textId="77777777" w:rsidR="00FF5310" w:rsidRPr="00250417" w:rsidRDefault="00FF5310" w:rsidP="00C13D79">
            <w:pPr>
              <w:pStyle w:val="Tabletext"/>
              <w:rPr>
                <w:lang w:val="pt-BR" w:eastAsia="ja-JP"/>
              </w:rPr>
            </w:pPr>
            <w:r w:rsidRPr="00250417">
              <w:rPr>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50989E06" w14:textId="77777777" w:rsidR="00FF5310" w:rsidRPr="00250417" w:rsidRDefault="00FF5310" w:rsidP="00C13D79">
            <w:pPr>
              <w:pStyle w:val="Tabletext"/>
              <w:rPr>
                <w:lang w:val="pt-BR" w:eastAsia="ja-JP"/>
              </w:rPr>
            </w:pPr>
            <w:r w:rsidRPr="00250417">
              <w:rPr>
                <w:lang w:val="pt-BR" w:eastAsia="ja-JP"/>
              </w:rPr>
              <w:t>3.3</w:t>
            </w:r>
          </w:p>
        </w:tc>
      </w:tr>
      <w:tr w:rsidR="00FF5310" w:rsidRPr="00250417" w14:paraId="78BCB1AD"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370382C" w14:textId="77777777" w:rsidR="00FF5310" w:rsidRPr="00250417" w:rsidRDefault="00FF5310" w:rsidP="00C13D79">
            <w:pPr>
              <w:pStyle w:val="Tabletext"/>
              <w:rPr>
                <w:lang w:eastAsia="ja-JP"/>
              </w:rPr>
            </w:pPr>
            <w:r w:rsidRPr="00250417">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1327D690" w14:textId="77777777" w:rsidR="00FF5310" w:rsidRPr="00250417" w:rsidRDefault="00FF5310" w:rsidP="00C13D79">
            <w:pPr>
              <w:pStyle w:val="Tabletext"/>
              <w:rPr>
                <w:lang w:eastAsia="ja-JP"/>
              </w:rPr>
            </w:pPr>
            <w:r w:rsidRPr="00250417">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A5F1F56" w14:textId="77777777" w:rsidR="00FF5310" w:rsidRPr="00250417" w:rsidRDefault="00FF5310" w:rsidP="00C13D79">
            <w:pPr>
              <w:pStyle w:val="Tabletext"/>
              <w:rPr>
                <w:lang w:eastAsia="ja-JP"/>
              </w:rPr>
            </w:pPr>
            <w:r w:rsidRPr="00250417">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E421BF5" w14:textId="77777777" w:rsidR="00FF5310" w:rsidRPr="00250417" w:rsidRDefault="00FF5310" w:rsidP="00C13D79">
            <w:pPr>
              <w:pStyle w:val="Tabletext"/>
              <w:rPr>
                <w:lang w:val="pt-BR" w:eastAsia="ja-JP"/>
              </w:rPr>
            </w:pPr>
            <w:r w:rsidRPr="00250417">
              <w:rPr>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39374744" w14:textId="77777777" w:rsidR="00FF5310" w:rsidRPr="00250417" w:rsidRDefault="00FF5310" w:rsidP="00C13D79">
            <w:pPr>
              <w:pStyle w:val="Tabletext"/>
              <w:rPr>
                <w:lang w:val="pt-BR" w:eastAsia="ja-JP"/>
              </w:rPr>
            </w:pPr>
            <w:r w:rsidRPr="00250417">
              <w:rPr>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18B5DD90" w14:textId="77777777" w:rsidR="00FF5310" w:rsidRPr="00250417" w:rsidRDefault="00FF5310" w:rsidP="00C13D79">
            <w:pPr>
              <w:pStyle w:val="Tabletext"/>
              <w:rPr>
                <w:lang w:val="pt-BR" w:eastAsia="ja-JP"/>
              </w:rPr>
            </w:pPr>
            <w:r w:rsidRPr="00250417">
              <w:rPr>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4019955" w14:textId="77777777" w:rsidR="00FF5310" w:rsidRPr="00250417" w:rsidRDefault="00FF5310" w:rsidP="00C13D79">
            <w:pPr>
              <w:pStyle w:val="Tabletext"/>
              <w:rPr>
                <w:lang w:eastAsia="ja-JP"/>
              </w:rPr>
            </w:pPr>
            <w:r w:rsidRPr="00250417">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C641850" w14:textId="77777777" w:rsidR="00FF5310" w:rsidRPr="00250417" w:rsidRDefault="00FF5310" w:rsidP="00C13D79">
            <w:pPr>
              <w:pStyle w:val="Tabletext"/>
              <w:rPr>
                <w:lang w:val="pt-BR" w:eastAsia="ja-JP"/>
              </w:rPr>
            </w:pPr>
            <w:r w:rsidRPr="00250417">
              <w:rPr>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47058503" w14:textId="77777777" w:rsidR="00FF5310" w:rsidRPr="00250417" w:rsidRDefault="00FF5310" w:rsidP="00C13D79">
            <w:pPr>
              <w:pStyle w:val="Tabletext"/>
              <w:rPr>
                <w:lang w:val="pt-BR" w:eastAsia="ja-JP"/>
              </w:rPr>
            </w:pPr>
            <w:r w:rsidRPr="00250417">
              <w:rPr>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39CC96A9" w14:textId="77777777" w:rsidR="00FF5310" w:rsidRPr="00250417" w:rsidRDefault="00FF5310" w:rsidP="00C13D79">
            <w:pPr>
              <w:pStyle w:val="Tabletext"/>
              <w:rPr>
                <w:lang w:val="pt-BR" w:eastAsia="ja-JP"/>
              </w:rPr>
            </w:pPr>
            <w:r w:rsidRPr="00250417">
              <w:rPr>
                <w:lang w:val="pt-BR" w:eastAsia="ja-JP"/>
              </w:rPr>
              <w:t>3.3</w:t>
            </w:r>
          </w:p>
        </w:tc>
      </w:tr>
    </w:tbl>
    <w:p w14:paraId="79F92358" w14:textId="77777777" w:rsidR="00FF5310" w:rsidRPr="00250417" w:rsidRDefault="00FF5310" w:rsidP="00C13D79">
      <w:pPr>
        <w:pStyle w:val="Tablefin"/>
      </w:pPr>
    </w:p>
    <w:p w14:paraId="65CDDD94" w14:textId="77777777" w:rsidR="00FF5310" w:rsidRPr="00250417" w:rsidRDefault="00FF5310" w:rsidP="00FF5310">
      <w:pPr>
        <w:rPr>
          <w:sz w:val="20"/>
          <w:lang w:val="pt-BR" w:eastAsia="ja-JP"/>
        </w:rPr>
      </w:pPr>
      <w:r w:rsidRPr="00250417">
        <w:rPr>
          <w:lang w:val="pt-BR" w:eastAsia="ja-JP"/>
        </w:rPr>
        <w:br w:type="page"/>
      </w:r>
    </w:p>
    <w:p w14:paraId="25BA6549" w14:textId="62E87505" w:rsidR="00FF5310" w:rsidRPr="00250417" w:rsidRDefault="00FF5310" w:rsidP="00C13D79">
      <w:pPr>
        <w:pStyle w:val="TableNo"/>
      </w:pPr>
      <w:r w:rsidRPr="00250417">
        <w:lastRenderedPageBreak/>
        <w:t>TABLE 1 (</w:t>
      </w:r>
      <w:r w:rsidRPr="00250417">
        <w:rPr>
          <w:i/>
          <w:iCs/>
        </w:rPr>
        <w:t>continued</w:t>
      </w:r>
      <w:r w:rsidRPr="0025041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1332"/>
        <w:gridCol w:w="1333"/>
        <w:gridCol w:w="1398"/>
        <w:gridCol w:w="1398"/>
        <w:gridCol w:w="1335"/>
        <w:gridCol w:w="1335"/>
      </w:tblGrid>
      <w:tr w:rsidR="00FF5310" w:rsidRPr="00250417" w14:paraId="6FC41F05"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CC7849"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2F6F66"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3D15EAA"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System 3</w:t>
            </w:r>
          </w:p>
          <w:p w14:paraId="72298BF4"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EEAF492"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System 3</w:t>
            </w:r>
          </w:p>
          <w:p w14:paraId="56B5524A"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Ground</w:t>
            </w:r>
            <w:ins w:id="524" w:author="John Mettrop [2]" w:date="2022-12-05T12:27:00Z">
              <w:r w:rsidRPr="00250417">
                <w:rPr>
                  <w:rFonts w:ascii="Times New Roman Bold" w:hAnsi="Times New Roman Bold" w:cs="Times New Roman Bold"/>
                  <w:b/>
                  <w:sz w:val="20"/>
                  <w:lang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522C524"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System 4</w:t>
            </w:r>
          </w:p>
          <w:p w14:paraId="21F1AAE8"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F363BEE"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System 4</w:t>
            </w:r>
          </w:p>
          <w:p w14:paraId="6EA5F565" w14:textId="77777777" w:rsidR="00FF5310" w:rsidRPr="00250417" w:rsidRDefault="00FF5310" w:rsidP="004F3957">
            <w:pPr>
              <w:keepNext/>
              <w:spacing w:before="80" w:after="80"/>
              <w:rPr>
                <w:rFonts w:ascii="Times New Roman Bold" w:hAnsi="Times New Roman Bold" w:cs="Times New Roman Bold"/>
                <w:b/>
                <w:sz w:val="20"/>
                <w:lang w:eastAsia="ja-JP"/>
              </w:rPr>
            </w:pPr>
            <w:r w:rsidRPr="00250417">
              <w:rPr>
                <w:rFonts w:ascii="Times New Roman Bold" w:hAnsi="Times New Roman Bold" w:cs="Times New Roman Bold"/>
                <w:b/>
                <w:sz w:val="20"/>
                <w:lang w:eastAsia="ja-JP"/>
              </w:rPr>
              <w:t>Ground</w:t>
            </w:r>
          </w:p>
        </w:tc>
      </w:tr>
      <w:tr w:rsidR="00FF5310" w:rsidRPr="00250417" w14:paraId="2654A99A" w14:textId="77777777" w:rsidTr="004F395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1E7026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Transmitter</w:t>
            </w:r>
          </w:p>
        </w:tc>
      </w:tr>
      <w:tr w:rsidR="00FF5310" w:rsidRPr="00250417" w14:paraId="0ACB20DB"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18FB2D8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70F1AF7"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98A5E0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6C462CC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B2FA567"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DE950B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r>
      <w:tr w:rsidR="00FF5310" w:rsidRPr="00250417" w14:paraId="5F3F16EE" w14:textId="77777777" w:rsidTr="004F3957">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2DB81BE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0B12EBB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6FE9CF47"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77C1C40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F8A872D"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070B79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37</w:t>
            </w:r>
          </w:p>
        </w:tc>
      </w:tr>
      <w:tr w:rsidR="00FF5310" w:rsidRPr="00250417" w14:paraId="10425ED4"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125F9FD3"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98322B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36D6AD4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64C15F1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96901D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7C77855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0.158 / 2.4 / 4.8 / 9.6</w:t>
            </w:r>
          </w:p>
        </w:tc>
      </w:tr>
      <w:tr w:rsidR="00FF5310" w:rsidRPr="00250417" w14:paraId="79319E19" w14:textId="77777777" w:rsidTr="004F395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D3C9BC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proofErr w:type="gramStart"/>
            <w:r w:rsidRPr="00250417">
              <w:rPr>
                <w:sz w:val="20"/>
                <w:lang w:eastAsia="ja-JP"/>
              </w:rPr>
              <w:t>Receiver</w:t>
            </w:r>
            <w:ins w:id="525" w:author="John Mettrop [2]" w:date="2022-12-05T12:28:00Z">
              <w:r w:rsidRPr="00250417">
                <w:rPr>
                  <w:sz w:val="20"/>
                  <w:vertAlign w:val="superscript"/>
                  <w:lang w:eastAsia="ja-JP"/>
                </w:rPr>
                <w:t>(</w:t>
              </w:r>
              <w:proofErr w:type="gramEnd"/>
              <w:r w:rsidRPr="00250417">
                <w:rPr>
                  <w:sz w:val="20"/>
                  <w:vertAlign w:val="superscript"/>
                  <w:lang w:eastAsia="ja-JP"/>
                </w:rPr>
                <w:t>4)</w:t>
              </w:r>
            </w:ins>
          </w:p>
        </w:tc>
      </w:tr>
      <w:tr w:rsidR="00FF5310" w:rsidRPr="00250417" w14:paraId="74A98B38"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7F8B1FB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74D7CD7"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2BAFC3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2A6B18C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9A2971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D8AE61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4 400-4 940</w:t>
            </w:r>
            <w:r w:rsidRPr="00250417">
              <w:rPr>
                <w:sz w:val="20"/>
                <w:vertAlign w:val="superscript"/>
                <w:lang w:eastAsia="ja-JP"/>
              </w:rPr>
              <w:t>(1)</w:t>
            </w:r>
          </w:p>
        </w:tc>
      </w:tr>
      <w:tr w:rsidR="00FF5310" w:rsidRPr="00250417" w14:paraId="54F3D651"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tcPr>
          <w:p w14:paraId="274ECA2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tcPr>
          <w:p w14:paraId="14ADCF6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6AF958D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7AD2D898"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5CC35F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63FB448"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0.2 / 2.6 / 5.0 / 10</w:t>
            </w:r>
          </w:p>
        </w:tc>
      </w:tr>
      <w:tr w:rsidR="00FF5310" w:rsidRPr="00250417" w14:paraId="1153AE4F"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2971C90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D3AD99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25B9E52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6798A93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2.5</w:t>
            </w:r>
            <w:ins w:id="526" w:author="John Mettrop [2]" w:date="2022-12-05T12:28:00Z">
              <w:r w:rsidRPr="00250417">
                <w:rPr>
                  <w:sz w:val="20"/>
                  <w:lang w:eastAsia="ja-JP"/>
                </w:rPr>
                <w:t xml:space="preserve"> (ground)/6 (shipborn</w:t>
              </w:r>
            </w:ins>
            <w:ins w:id="527" w:author="John Mettrop [2]" w:date="2022-12-05T12:29:00Z">
              <w:r w:rsidRPr="00250417">
                <w:rPr>
                  <w:sz w:val="20"/>
                  <w:lang w:eastAsia="ja-JP"/>
                </w:rPr>
                <w:t>e)</w:t>
              </w:r>
            </w:ins>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6A1591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56E459B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3</w:t>
            </w:r>
          </w:p>
        </w:tc>
      </w:tr>
      <w:tr w:rsidR="00FF5310" w:rsidRPr="00250417" w14:paraId="215E3CEC"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5252CFD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DFC14FD"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tcPr>
          <w:p w14:paraId="5ABE1C5A"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sym w:font="Symbol" w:char="F02D"/>
            </w:r>
            <w:r w:rsidRPr="00250417">
              <w:rPr>
                <w:sz w:val="20"/>
                <w:lang w:eastAsia="ja-JP"/>
              </w:rPr>
              <w:t xml:space="preserve">118.5 to </w:t>
            </w:r>
            <w:r w:rsidRPr="00250417">
              <w:rPr>
                <w:sz w:val="20"/>
                <w:lang w:eastAsia="ja-JP"/>
              </w:rPr>
              <w:sym w:font="Symbol" w:char="F02D"/>
            </w:r>
            <w:r w:rsidRPr="00250417">
              <w:rPr>
                <w:sz w:val="20"/>
                <w:lang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tcPr>
          <w:p w14:paraId="4A529ED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sym w:font="Symbol" w:char="F02D"/>
            </w:r>
            <w:r w:rsidRPr="00250417">
              <w:rPr>
                <w:sz w:val="20"/>
                <w:lang w:eastAsia="ja-JP"/>
              </w:rPr>
              <w:t xml:space="preserve">118.5 to </w:t>
            </w:r>
            <w:r w:rsidRPr="00250417">
              <w:rPr>
                <w:sz w:val="20"/>
                <w:lang w:eastAsia="ja-JP"/>
              </w:rPr>
              <w:sym w:font="Symbol" w:char="F02D"/>
            </w:r>
            <w:r w:rsidRPr="00250417">
              <w:rPr>
                <w:sz w:val="20"/>
                <w:lang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EA5228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sym w:font="Symbol" w:char="F02D"/>
            </w:r>
            <w:r w:rsidRPr="00250417">
              <w:rPr>
                <w:sz w:val="20"/>
                <w:lang w:eastAsia="ja-JP"/>
              </w:rPr>
              <w:t xml:space="preserve">118.5 to </w:t>
            </w:r>
            <w:r w:rsidRPr="00250417">
              <w:rPr>
                <w:sz w:val="20"/>
                <w:lang w:eastAsia="ja-JP"/>
              </w:rPr>
              <w:sym w:font="Symbol" w:char="F02D"/>
            </w:r>
            <w:r w:rsidRPr="00250417">
              <w:rPr>
                <w:sz w:val="20"/>
                <w:lang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002B8A1D"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sym w:font="Symbol" w:char="F02D"/>
            </w:r>
            <w:r w:rsidRPr="00250417">
              <w:rPr>
                <w:sz w:val="20"/>
                <w:lang w:eastAsia="ja-JP"/>
              </w:rPr>
              <w:t xml:space="preserve">118 to </w:t>
            </w:r>
            <w:r w:rsidRPr="00250417">
              <w:rPr>
                <w:sz w:val="20"/>
                <w:lang w:eastAsia="ja-JP"/>
              </w:rPr>
              <w:sym w:font="Symbol" w:char="F02D"/>
            </w:r>
            <w:r w:rsidRPr="00250417">
              <w:rPr>
                <w:sz w:val="20"/>
                <w:lang w:eastAsia="ja-JP"/>
              </w:rPr>
              <w:t>101</w:t>
            </w:r>
          </w:p>
        </w:tc>
      </w:tr>
      <w:tr w:rsidR="00FF5310" w:rsidRPr="00250417" w14:paraId="2CB842DC" w14:textId="77777777" w:rsidTr="004F3957">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7540107"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proofErr w:type="gramStart"/>
            <w:r w:rsidRPr="00250417">
              <w:rPr>
                <w:sz w:val="20"/>
                <w:lang w:eastAsia="ja-JP"/>
              </w:rPr>
              <w:t>Antenna</w:t>
            </w:r>
            <w:ins w:id="528" w:author="John Mettrop [2]" w:date="2022-12-05T12:29:00Z">
              <w:r w:rsidRPr="00250417">
                <w:rPr>
                  <w:sz w:val="20"/>
                  <w:vertAlign w:val="superscript"/>
                  <w:lang w:eastAsia="ja-JP"/>
                </w:rPr>
                <w:t>(</w:t>
              </w:r>
              <w:proofErr w:type="gramEnd"/>
              <w:r w:rsidRPr="00250417">
                <w:rPr>
                  <w:sz w:val="20"/>
                  <w:vertAlign w:val="superscript"/>
                  <w:lang w:eastAsia="ja-JP"/>
                </w:rPr>
                <w:t>4)</w:t>
              </w:r>
            </w:ins>
          </w:p>
        </w:tc>
      </w:tr>
      <w:tr w:rsidR="00FF5310" w:rsidRPr="00250417" w14:paraId="7E480D7E"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3E9B92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2871E99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351AEB1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tcPr>
          <w:p w14:paraId="64B9DC1F"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tcPr>
          <w:p w14:paraId="493E7A63"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tcPr>
          <w:p w14:paraId="7CE9FBB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376B37F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tcPr>
          <w:p w14:paraId="274F8C8D"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31CFB41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tcPr>
          <w:p w14:paraId="083BEEE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Directional</w:t>
            </w:r>
          </w:p>
        </w:tc>
      </w:tr>
      <w:tr w:rsidR="00FF5310" w:rsidRPr="00250417" w14:paraId="211E4C5C"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2D3AA03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3D217184"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proofErr w:type="spellStart"/>
            <w:r w:rsidRPr="00250417">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470CA16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4A97EA9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16</w:t>
            </w:r>
          </w:p>
        </w:tc>
        <w:tc>
          <w:tcPr>
            <w:tcW w:w="1344" w:type="dxa"/>
            <w:tcBorders>
              <w:top w:val="single" w:sz="4" w:space="0" w:color="auto"/>
              <w:left w:val="single" w:sz="4" w:space="0" w:color="auto"/>
              <w:bottom w:val="single" w:sz="4" w:space="0" w:color="auto"/>
              <w:right w:val="single" w:sz="4" w:space="0" w:color="auto"/>
            </w:tcBorders>
            <w:vAlign w:val="center"/>
          </w:tcPr>
          <w:p w14:paraId="410E9ED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3</w:t>
            </w:r>
          </w:p>
        </w:tc>
        <w:tc>
          <w:tcPr>
            <w:tcW w:w="1345" w:type="dxa"/>
            <w:tcBorders>
              <w:top w:val="single" w:sz="4" w:space="0" w:color="auto"/>
              <w:left w:val="single" w:sz="4" w:space="0" w:color="auto"/>
              <w:bottom w:val="single" w:sz="4" w:space="0" w:color="auto"/>
              <w:right w:val="single" w:sz="4" w:space="0" w:color="auto"/>
            </w:tcBorders>
            <w:vAlign w:val="center"/>
          </w:tcPr>
          <w:p w14:paraId="68F0294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30</w:t>
            </w:r>
          </w:p>
        </w:tc>
        <w:tc>
          <w:tcPr>
            <w:tcW w:w="1411" w:type="dxa"/>
            <w:tcBorders>
              <w:top w:val="single" w:sz="4" w:space="0" w:color="auto"/>
              <w:left w:val="single" w:sz="4" w:space="0" w:color="auto"/>
              <w:bottom w:val="single" w:sz="4" w:space="0" w:color="auto"/>
              <w:right w:val="single" w:sz="4" w:space="0" w:color="auto"/>
            </w:tcBorders>
            <w:vAlign w:val="center"/>
          </w:tcPr>
          <w:p w14:paraId="606C186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4.5</w:t>
            </w:r>
          </w:p>
        </w:tc>
        <w:tc>
          <w:tcPr>
            <w:tcW w:w="1411" w:type="dxa"/>
            <w:tcBorders>
              <w:top w:val="single" w:sz="4" w:space="0" w:color="auto"/>
              <w:left w:val="single" w:sz="4" w:space="0" w:color="auto"/>
              <w:bottom w:val="single" w:sz="4" w:space="0" w:color="auto"/>
              <w:right w:val="single" w:sz="4" w:space="0" w:color="auto"/>
            </w:tcBorders>
            <w:vAlign w:val="center"/>
          </w:tcPr>
          <w:p w14:paraId="2DF012B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16</w:t>
            </w:r>
          </w:p>
        </w:tc>
        <w:tc>
          <w:tcPr>
            <w:tcW w:w="1347" w:type="dxa"/>
            <w:tcBorders>
              <w:top w:val="single" w:sz="4" w:space="0" w:color="auto"/>
              <w:left w:val="single" w:sz="4" w:space="0" w:color="auto"/>
              <w:bottom w:val="single" w:sz="4" w:space="0" w:color="auto"/>
              <w:right w:val="single" w:sz="4" w:space="0" w:color="auto"/>
            </w:tcBorders>
            <w:vAlign w:val="center"/>
          </w:tcPr>
          <w:p w14:paraId="6E09AE6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4</w:t>
            </w:r>
          </w:p>
        </w:tc>
        <w:tc>
          <w:tcPr>
            <w:tcW w:w="1347" w:type="dxa"/>
            <w:tcBorders>
              <w:top w:val="single" w:sz="4" w:space="0" w:color="auto"/>
              <w:left w:val="single" w:sz="4" w:space="0" w:color="auto"/>
              <w:bottom w:val="single" w:sz="4" w:space="0" w:color="auto"/>
              <w:right w:val="single" w:sz="4" w:space="0" w:color="auto"/>
            </w:tcBorders>
            <w:vAlign w:val="center"/>
          </w:tcPr>
          <w:p w14:paraId="04753FD4"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30</w:t>
            </w:r>
          </w:p>
        </w:tc>
      </w:tr>
      <w:tr w:rsidR="00FF5310" w:rsidRPr="00250417" w14:paraId="44D73652"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22641C9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1</w:t>
            </w:r>
            <w:r w:rsidRPr="00250417">
              <w:rPr>
                <w:sz w:val="20"/>
                <w:vertAlign w:val="superscript"/>
                <w:lang w:eastAsia="ja-JP"/>
              </w:rPr>
              <w:t xml:space="preserve">st </w:t>
            </w:r>
            <w:r w:rsidRPr="00250417">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75A8DAE3"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proofErr w:type="spellStart"/>
            <w:r w:rsidRPr="00250417">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tcPr>
          <w:p w14:paraId="69E22C1A"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24C2C22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9</w:t>
            </w:r>
          </w:p>
        </w:tc>
        <w:tc>
          <w:tcPr>
            <w:tcW w:w="1344" w:type="dxa"/>
            <w:tcBorders>
              <w:top w:val="single" w:sz="4" w:space="0" w:color="auto"/>
              <w:left w:val="single" w:sz="4" w:space="0" w:color="auto"/>
              <w:bottom w:val="single" w:sz="4" w:space="0" w:color="auto"/>
              <w:right w:val="single" w:sz="4" w:space="0" w:color="auto"/>
            </w:tcBorders>
            <w:vAlign w:val="center"/>
          </w:tcPr>
          <w:p w14:paraId="5EA0254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40C38C2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17</w:t>
            </w:r>
          </w:p>
        </w:tc>
        <w:tc>
          <w:tcPr>
            <w:tcW w:w="1411" w:type="dxa"/>
            <w:tcBorders>
              <w:top w:val="single" w:sz="4" w:space="0" w:color="auto"/>
              <w:left w:val="single" w:sz="4" w:space="0" w:color="auto"/>
              <w:bottom w:val="single" w:sz="4" w:space="0" w:color="auto"/>
              <w:right w:val="single" w:sz="4" w:space="0" w:color="auto"/>
            </w:tcBorders>
            <w:vAlign w:val="center"/>
          </w:tcPr>
          <w:p w14:paraId="28E3BEAF"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4416FA3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9</w:t>
            </w:r>
          </w:p>
        </w:tc>
        <w:tc>
          <w:tcPr>
            <w:tcW w:w="1347" w:type="dxa"/>
            <w:tcBorders>
              <w:top w:val="single" w:sz="4" w:space="0" w:color="auto"/>
              <w:left w:val="single" w:sz="4" w:space="0" w:color="auto"/>
              <w:bottom w:val="single" w:sz="4" w:space="0" w:color="auto"/>
              <w:right w:val="single" w:sz="4" w:space="0" w:color="auto"/>
            </w:tcBorders>
            <w:vAlign w:val="center"/>
          </w:tcPr>
          <w:p w14:paraId="408AFEF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2F64B09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17</w:t>
            </w:r>
          </w:p>
        </w:tc>
      </w:tr>
      <w:tr w:rsidR="00FF5310" w:rsidRPr="00250417" w14:paraId="03A58C50"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0F4BBABD"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7479B0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41146358"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tcPr>
          <w:p w14:paraId="4633F917"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tcPr>
          <w:p w14:paraId="52E7C43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tcPr>
          <w:p w14:paraId="205E67AA"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60BBB2C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tcPr>
          <w:p w14:paraId="1BC599B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06A5CD48"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tcPr>
          <w:p w14:paraId="21C0FC8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Vertical</w:t>
            </w:r>
          </w:p>
        </w:tc>
      </w:tr>
      <w:tr w:rsidR="00FF5310" w:rsidRPr="00250417" w14:paraId="116C6D65"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0104797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23B35CC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tcPr>
          <w:p w14:paraId="32FB4D1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tcPr>
          <w:p w14:paraId="6DC9F217"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 xml:space="preserve">Uniform </w:t>
            </w:r>
            <w:proofErr w:type="gramStart"/>
            <w:r w:rsidRPr="00250417">
              <w:rPr>
                <w:sz w:val="20"/>
                <w:lang w:eastAsia="ja-JP"/>
              </w:rPr>
              <w:t>distribution</w:t>
            </w:r>
            <w:r w:rsidRPr="00250417">
              <w:rPr>
                <w:sz w:val="20"/>
                <w:vertAlign w:val="superscript"/>
                <w:lang w:eastAsia="ja-JP"/>
              </w:rPr>
              <w:t>(</w:t>
            </w:r>
            <w:proofErr w:type="gramEnd"/>
            <w:r w:rsidRPr="00250417">
              <w:rPr>
                <w:sz w:val="20"/>
                <w:vertAlign w:val="superscript"/>
                <w:lang w:eastAsia="ja-JP"/>
              </w:rPr>
              <w:t>3)</w:t>
            </w:r>
          </w:p>
        </w:tc>
        <w:tc>
          <w:tcPr>
            <w:tcW w:w="1344" w:type="dxa"/>
            <w:tcBorders>
              <w:top w:val="single" w:sz="4" w:space="0" w:color="auto"/>
              <w:left w:val="single" w:sz="4" w:space="0" w:color="auto"/>
              <w:bottom w:val="single" w:sz="4" w:space="0" w:color="auto"/>
              <w:right w:val="single" w:sz="4" w:space="0" w:color="auto"/>
            </w:tcBorders>
            <w:vAlign w:val="center"/>
          </w:tcPr>
          <w:p w14:paraId="7759466A"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tcPr>
          <w:p w14:paraId="36EF41E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 xml:space="preserve">Uniform </w:t>
            </w:r>
            <w:proofErr w:type="gramStart"/>
            <w:r w:rsidRPr="00250417">
              <w:rPr>
                <w:sz w:val="20"/>
                <w:lang w:eastAsia="ja-JP"/>
              </w:rPr>
              <w:t>distribution</w:t>
            </w:r>
            <w:r w:rsidRPr="00250417">
              <w:rPr>
                <w:sz w:val="20"/>
                <w:vertAlign w:val="superscript"/>
                <w:lang w:eastAsia="ja-JP"/>
              </w:rPr>
              <w:t>(</w:t>
            </w:r>
            <w:proofErr w:type="gramEnd"/>
            <w:r w:rsidRPr="00250417">
              <w:rPr>
                <w:sz w:val="20"/>
                <w:vertAlign w:val="superscript"/>
                <w:lang w:eastAsia="ja-JP"/>
              </w:rPr>
              <w:t>3)</w:t>
            </w:r>
          </w:p>
        </w:tc>
        <w:tc>
          <w:tcPr>
            <w:tcW w:w="1411" w:type="dxa"/>
            <w:tcBorders>
              <w:top w:val="single" w:sz="4" w:space="0" w:color="auto"/>
              <w:left w:val="single" w:sz="4" w:space="0" w:color="auto"/>
              <w:bottom w:val="single" w:sz="4" w:space="0" w:color="auto"/>
              <w:right w:val="single" w:sz="4" w:space="0" w:color="auto"/>
            </w:tcBorders>
            <w:vAlign w:val="center"/>
          </w:tcPr>
          <w:p w14:paraId="13BF017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tcPr>
          <w:p w14:paraId="21A8434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 xml:space="preserve">Uniform </w:t>
            </w:r>
            <w:proofErr w:type="gramStart"/>
            <w:r w:rsidRPr="00250417">
              <w:rPr>
                <w:sz w:val="20"/>
                <w:lang w:eastAsia="ja-JP"/>
              </w:rPr>
              <w:t>distribution</w:t>
            </w:r>
            <w:r w:rsidRPr="00250417">
              <w:rPr>
                <w:sz w:val="20"/>
                <w:vertAlign w:val="superscript"/>
                <w:lang w:eastAsia="ja-JP"/>
              </w:rPr>
              <w:t>(</w:t>
            </w:r>
            <w:proofErr w:type="gramEnd"/>
            <w:r w:rsidRPr="00250417">
              <w:rPr>
                <w:sz w:val="20"/>
                <w:vertAlign w:val="superscript"/>
                <w:lang w:eastAsia="ja-JP"/>
              </w:rPr>
              <w:t>3)</w:t>
            </w:r>
          </w:p>
        </w:tc>
        <w:tc>
          <w:tcPr>
            <w:tcW w:w="1347" w:type="dxa"/>
            <w:tcBorders>
              <w:top w:val="single" w:sz="4" w:space="0" w:color="auto"/>
              <w:left w:val="single" w:sz="4" w:space="0" w:color="auto"/>
              <w:bottom w:val="single" w:sz="4" w:space="0" w:color="auto"/>
              <w:right w:val="single" w:sz="4" w:space="0" w:color="auto"/>
            </w:tcBorders>
            <w:vAlign w:val="center"/>
          </w:tcPr>
          <w:p w14:paraId="4F2A60E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N/</w:t>
            </w:r>
            <w:proofErr w:type="gramStart"/>
            <w:r w:rsidRPr="00250417">
              <w:rPr>
                <w:sz w:val="20"/>
                <w:lang w:eastAsia="ja-JP"/>
              </w:rPr>
              <w:t>A</w:t>
            </w:r>
            <w:r w:rsidRPr="00250417">
              <w:rPr>
                <w:sz w:val="20"/>
                <w:vertAlign w:val="superscript"/>
                <w:lang w:eastAsia="ja-JP"/>
              </w:rPr>
              <w:t>(</w:t>
            </w:r>
            <w:proofErr w:type="gramEnd"/>
            <w:r w:rsidRPr="00250417">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tcPr>
          <w:p w14:paraId="27D42A6D"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 xml:space="preserve">Uniform </w:t>
            </w:r>
            <w:proofErr w:type="gramStart"/>
            <w:r w:rsidRPr="00250417">
              <w:rPr>
                <w:sz w:val="20"/>
                <w:lang w:eastAsia="ja-JP"/>
              </w:rPr>
              <w:t>distribution</w:t>
            </w:r>
            <w:r w:rsidRPr="00250417">
              <w:rPr>
                <w:sz w:val="20"/>
                <w:vertAlign w:val="superscript"/>
                <w:lang w:eastAsia="ja-JP"/>
              </w:rPr>
              <w:t>(</w:t>
            </w:r>
            <w:proofErr w:type="gramEnd"/>
            <w:r w:rsidRPr="00250417">
              <w:rPr>
                <w:sz w:val="20"/>
                <w:vertAlign w:val="superscript"/>
                <w:lang w:eastAsia="ja-JP"/>
              </w:rPr>
              <w:t>3)</w:t>
            </w:r>
          </w:p>
        </w:tc>
      </w:tr>
      <w:tr w:rsidR="00FF5310" w:rsidRPr="00250417" w14:paraId="64604E81"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07AD6E5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236EF7B8"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732207D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tcPr>
          <w:p w14:paraId="7B938D3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669D1CD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tcPr>
          <w:p w14:paraId="346773CA"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7FD1DB8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tcPr>
          <w:p w14:paraId="30DEDCE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70CC3E5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tcPr>
          <w:p w14:paraId="6680559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4.4</w:t>
            </w:r>
          </w:p>
        </w:tc>
      </w:tr>
      <w:tr w:rsidR="00FF5310" w:rsidRPr="00250417" w14:paraId="77EB423C" w14:textId="77777777" w:rsidTr="004F3957">
        <w:trPr>
          <w:jc w:val="center"/>
        </w:trPr>
        <w:tc>
          <w:tcPr>
            <w:tcW w:w="2357" w:type="dxa"/>
            <w:tcBorders>
              <w:top w:val="single" w:sz="4" w:space="0" w:color="auto"/>
              <w:left w:val="single" w:sz="4" w:space="0" w:color="auto"/>
              <w:bottom w:val="single" w:sz="4" w:space="0" w:color="auto"/>
              <w:right w:val="single" w:sz="4" w:space="0" w:color="auto"/>
            </w:tcBorders>
            <w:hideMark/>
          </w:tcPr>
          <w:p w14:paraId="5DB0A419"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5C9428E0"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lang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tcPr>
          <w:p w14:paraId="3AF0F264"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tcPr>
          <w:p w14:paraId="488FB813"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tcPr>
          <w:p w14:paraId="4C95914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tcPr>
          <w:p w14:paraId="20F2817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tcPr>
          <w:p w14:paraId="125CBE8B"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tcPr>
          <w:p w14:paraId="0B06A2F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tcPr>
          <w:p w14:paraId="18A636EC"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tcPr>
          <w:p w14:paraId="3B95ABC4"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pt-BR" w:eastAsia="ja-JP"/>
              </w:rPr>
            </w:pPr>
            <w:r w:rsidRPr="00250417">
              <w:rPr>
                <w:sz w:val="20"/>
                <w:lang w:val="pt-BR" w:eastAsia="ja-JP"/>
              </w:rPr>
              <w:t>4.4</w:t>
            </w:r>
          </w:p>
        </w:tc>
      </w:tr>
    </w:tbl>
    <w:p w14:paraId="1758F54E" w14:textId="77777777" w:rsidR="00FF5310" w:rsidRPr="00250417" w:rsidRDefault="00FF5310" w:rsidP="00C13D79">
      <w:pPr>
        <w:pStyle w:val="Tablefin"/>
      </w:pPr>
    </w:p>
    <w:p w14:paraId="4AC76E67" w14:textId="77777777" w:rsidR="00FF5310" w:rsidRPr="00250417" w:rsidRDefault="00FF5310" w:rsidP="00FF5310">
      <w:pPr>
        <w:keepNext/>
        <w:spacing w:before="560" w:after="120"/>
      </w:pPr>
      <w:r w:rsidRPr="00250417">
        <w:br w:type="page"/>
      </w:r>
    </w:p>
    <w:p w14:paraId="5FE340AE" w14:textId="75305C78" w:rsidR="00FF5310" w:rsidRPr="00250417" w:rsidRDefault="00FF5310" w:rsidP="00C13D79">
      <w:pPr>
        <w:pStyle w:val="TableNo"/>
      </w:pPr>
      <w:r w:rsidRPr="00250417">
        <w:lastRenderedPageBreak/>
        <w:t>TABLE  1 (</w:t>
      </w:r>
      <w:del w:id="529" w:author="John Mettrop [2]" w:date="2022-12-05T12:29:00Z">
        <w:r w:rsidRPr="00250417" w:rsidDel="00FD5917">
          <w:delText>end</w:delText>
        </w:r>
      </w:del>
      <w:ins w:id="530" w:author="John Mettrop [2]" w:date="2022-12-05T12:29:00Z">
        <w:r w:rsidRPr="00250417">
          <w:t>continued</w:t>
        </w:r>
      </w:ins>
      <w:r w:rsidRPr="00250417">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FF5310" w:rsidRPr="00250417" w14:paraId="443E18A0"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353631" w14:textId="77777777" w:rsidR="00FF5310" w:rsidRPr="00250417" w:rsidRDefault="00FF5310" w:rsidP="00C13D79">
            <w:pPr>
              <w:pStyle w:val="Tablehead"/>
              <w:rPr>
                <w:lang w:eastAsia="ja-JP"/>
              </w:rPr>
            </w:pPr>
            <w:r w:rsidRPr="00250417">
              <w:rPr>
                <w:lang w:eastAsia="ja-JP"/>
              </w:rPr>
              <w:t>Parameter</w:t>
            </w:r>
          </w:p>
        </w:tc>
        <w:tc>
          <w:tcPr>
            <w:tcW w:w="18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6CCD9F" w14:textId="77777777" w:rsidR="00FF5310" w:rsidRPr="00250417" w:rsidRDefault="00FF5310" w:rsidP="00C13D79">
            <w:pPr>
              <w:pStyle w:val="Tablehead"/>
              <w:rPr>
                <w:lang w:eastAsia="ja-JP"/>
              </w:rPr>
            </w:pPr>
            <w:r w:rsidRPr="00250417">
              <w:rPr>
                <w:lang w:eastAsia="ja-JP"/>
              </w:rPr>
              <w:t>Units</w:t>
            </w:r>
          </w:p>
        </w:tc>
        <w:tc>
          <w:tcPr>
            <w:tcW w:w="44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918FBBE" w14:textId="77777777" w:rsidR="00FF5310" w:rsidRPr="00250417" w:rsidRDefault="00FF5310" w:rsidP="00C13D79">
            <w:pPr>
              <w:pStyle w:val="Tablehead"/>
              <w:rPr>
                <w:lang w:eastAsia="ja-JP"/>
              </w:rPr>
            </w:pPr>
            <w:r w:rsidRPr="00250417">
              <w:rPr>
                <w:lang w:eastAsia="ja-JP"/>
              </w:rPr>
              <w:t>System 5</w:t>
            </w:r>
          </w:p>
          <w:p w14:paraId="0E7E7D98" w14:textId="77777777" w:rsidR="00FF5310" w:rsidRPr="00250417" w:rsidRDefault="00FF5310" w:rsidP="00C13D79">
            <w:pPr>
              <w:pStyle w:val="Tablehead"/>
              <w:rPr>
                <w:lang w:eastAsia="ja-JP"/>
              </w:rPr>
            </w:pPr>
            <w:r w:rsidRPr="00250417">
              <w:rPr>
                <w:lang w:eastAsia="ja-JP"/>
              </w:rPr>
              <w:t>Airborne</w:t>
            </w:r>
          </w:p>
        </w:tc>
        <w:tc>
          <w:tcPr>
            <w:tcW w:w="445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5A4F455" w14:textId="77777777" w:rsidR="00FF5310" w:rsidRPr="00250417" w:rsidRDefault="00FF5310" w:rsidP="00C13D79">
            <w:pPr>
              <w:pStyle w:val="Tablehead"/>
              <w:rPr>
                <w:lang w:eastAsia="ja-JP"/>
              </w:rPr>
            </w:pPr>
            <w:r w:rsidRPr="00250417">
              <w:rPr>
                <w:lang w:eastAsia="ja-JP"/>
              </w:rPr>
              <w:t>System 5</w:t>
            </w:r>
            <w:r w:rsidRPr="00250417">
              <w:rPr>
                <w:lang w:eastAsia="ja-JP"/>
              </w:rPr>
              <w:br/>
              <w:t>Ground</w:t>
            </w:r>
            <w:ins w:id="531" w:author="John Mettrop [2]" w:date="2022-12-05T12:30:00Z">
              <w:r w:rsidRPr="00250417">
                <w:rPr>
                  <w:lang w:eastAsia="ja-JP"/>
                </w:rPr>
                <w:t xml:space="preserve"> and shipborne</w:t>
              </w:r>
            </w:ins>
          </w:p>
        </w:tc>
      </w:tr>
      <w:tr w:rsidR="00FF5310" w:rsidRPr="00250417" w14:paraId="442C4B17" w14:textId="77777777" w:rsidTr="004F395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1D43915C" w14:textId="77777777" w:rsidR="00FF5310" w:rsidRPr="00250417" w:rsidRDefault="00FF5310" w:rsidP="00C13D79">
            <w:pPr>
              <w:pStyle w:val="Tabletext"/>
              <w:rPr>
                <w:lang w:eastAsia="ja-JP"/>
              </w:rPr>
            </w:pPr>
            <w:r w:rsidRPr="00250417">
              <w:rPr>
                <w:lang w:eastAsia="ja-JP"/>
              </w:rPr>
              <w:t>Transmitter</w:t>
            </w:r>
          </w:p>
        </w:tc>
      </w:tr>
      <w:tr w:rsidR="00FF5310" w:rsidRPr="00250417" w14:paraId="124D6E7E"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724994EF" w14:textId="77777777" w:rsidR="00FF5310" w:rsidRPr="00250417" w:rsidRDefault="00FF5310" w:rsidP="00C13D79">
            <w:pPr>
              <w:pStyle w:val="Tabletext"/>
              <w:rPr>
                <w:lang w:eastAsia="ja-JP"/>
              </w:rPr>
            </w:pPr>
            <w:r w:rsidRPr="00250417">
              <w:rPr>
                <w:lang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0BE37E07" w14:textId="77777777" w:rsidR="00FF5310" w:rsidRPr="00250417" w:rsidRDefault="00FF5310" w:rsidP="00C13D79">
            <w:pPr>
              <w:pStyle w:val="Tabletext"/>
              <w:rPr>
                <w:lang w:eastAsia="ja-JP"/>
              </w:rPr>
            </w:pPr>
            <w:r w:rsidRPr="00250417">
              <w:rPr>
                <w:lang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316686EB"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4552BDF0"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r>
      <w:tr w:rsidR="00FF5310" w:rsidRPr="00250417" w14:paraId="5EF0D1E4"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3F948422" w14:textId="77777777" w:rsidR="00FF5310" w:rsidRPr="00250417" w:rsidRDefault="00FF5310" w:rsidP="00C13D79">
            <w:pPr>
              <w:pStyle w:val="Tabletext"/>
              <w:rPr>
                <w:lang w:eastAsia="ja-JP"/>
              </w:rPr>
            </w:pPr>
            <w:r w:rsidRPr="00250417">
              <w:rPr>
                <w:lang w:eastAsia="ja-JP"/>
              </w:rPr>
              <w:t>Power output</w:t>
            </w:r>
          </w:p>
        </w:tc>
        <w:tc>
          <w:tcPr>
            <w:tcW w:w="1875" w:type="dxa"/>
            <w:tcBorders>
              <w:top w:val="single" w:sz="4" w:space="0" w:color="auto"/>
              <w:left w:val="single" w:sz="4" w:space="0" w:color="auto"/>
              <w:bottom w:val="single" w:sz="4" w:space="0" w:color="auto"/>
              <w:right w:val="single" w:sz="4" w:space="0" w:color="auto"/>
            </w:tcBorders>
            <w:hideMark/>
          </w:tcPr>
          <w:p w14:paraId="3F9DD435" w14:textId="77777777" w:rsidR="00FF5310" w:rsidRPr="00250417" w:rsidRDefault="00FF5310" w:rsidP="00C13D79">
            <w:pPr>
              <w:pStyle w:val="Tabletext"/>
              <w:rPr>
                <w:lang w:eastAsia="ja-JP"/>
              </w:rPr>
            </w:pPr>
            <w:r w:rsidRPr="00250417">
              <w:rPr>
                <w:lang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24E2D683" w14:textId="77777777" w:rsidR="00FF5310" w:rsidRPr="00250417" w:rsidRDefault="00FF5310" w:rsidP="00C13D79">
            <w:pPr>
              <w:pStyle w:val="Tabletext"/>
              <w:rPr>
                <w:lang w:eastAsia="ja-JP"/>
              </w:rPr>
            </w:pPr>
            <w:r w:rsidRPr="00250417">
              <w:rPr>
                <w:lang w:eastAsia="ja-JP"/>
              </w:rPr>
              <w:t>45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2D4C3097" w14:textId="77777777" w:rsidR="00FF5310" w:rsidRPr="00250417" w:rsidRDefault="00FF5310" w:rsidP="00C13D79">
            <w:pPr>
              <w:pStyle w:val="Tabletext"/>
              <w:rPr>
                <w:lang w:eastAsia="ja-JP"/>
              </w:rPr>
            </w:pPr>
            <w:r w:rsidRPr="00250417">
              <w:rPr>
                <w:lang w:eastAsia="ja-JP"/>
              </w:rPr>
              <w:t>45</w:t>
            </w:r>
          </w:p>
        </w:tc>
      </w:tr>
      <w:tr w:rsidR="00FF5310" w:rsidRPr="00250417" w14:paraId="498371C3"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57B10B24" w14:textId="77777777" w:rsidR="00FF5310" w:rsidRPr="00250417" w:rsidRDefault="00FF5310" w:rsidP="00C13D79">
            <w:pPr>
              <w:pStyle w:val="Tabletext"/>
              <w:rPr>
                <w:lang w:eastAsia="ja-JP"/>
              </w:rPr>
            </w:pPr>
            <w:r w:rsidRPr="00250417">
              <w:rPr>
                <w:lang w:eastAsia="ja-JP"/>
              </w:rPr>
              <w:t>Bandwidth (3 dB)</w:t>
            </w:r>
          </w:p>
        </w:tc>
        <w:tc>
          <w:tcPr>
            <w:tcW w:w="1875" w:type="dxa"/>
            <w:tcBorders>
              <w:top w:val="single" w:sz="4" w:space="0" w:color="auto"/>
              <w:left w:val="single" w:sz="4" w:space="0" w:color="auto"/>
              <w:bottom w:val="single" w:sz="4" w:space="0" w:color="auto"/>
              <w:right w:val="single" w:sz="4" w:space="0" w:color="auto"/>
            </w:tcBorders>
            <w:hideMark/>
          </w:tcPr>
          <w:p w14:paraId="3E0552D3" w14:textId="77777777" w:rsidR="00FF5310" w:rsidRPr="00250417" w:rsidRDefault="00FF5310" w:rsidP="00C13D79">
            <w:pPr>
              <w:pStyle w:val="Tabletext"/>
              <w:rPr>
                <w:lang w:eastAsia="ja-JP"/>
              </w:rPr>
            </w:pPr>
            <w:r w:rsidRPr="00250417">
              <w:rPr>
                <w:lang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tcPr>
          <w:p w14:paraId="6D472DF5" w14:textId="77777777" w:rsidR="00FF5310" w:rsidRPr="00250417" w:rsidRDefault="00FF5310" w:rsidP="00C13D79">
            <w:pPr>
              <w:pStyle w:val="Tabletext"/>
              <w:rPr>
                <w:lang w:eastAsia="ja-JP"/>
              </w:rPr>
            </w:pPr>
            <w:r w:rsidRPr="00250417">
              <w:rPr>
                <w:lang w:eastAsia="ja-JP"/>
              </w:rPr>
              <w:t>0.4 / 3 / 8.5</w:t>
            </w:r>
          </w:p>
        </w:tc>
        <w:tc>
          <w:tcPr>
            <w:tcW w:w="4451" w:type="dxa"/>
            <w:gridSpan w:val="3"/>
            <w:tcBorders>
              <w:top w:val="single" w:sz="4" w:space="0" w:color="auto"/>
              <w:left w:val="single" w:sz="4" w:space="0" w:color="auto"/>
              <w:bottom w:val="single" w:sz="4" w:space="0" w:color="auto"/>
              <w:right w:val="single" w:sz="4" w:space="0" w:color="auto"/>
            </w:tcBorders>
            <w:vAlign w:val="center"/>
          </w:tcPr>
          <w:p w14:paraId="5EBB10E1" w14:textId="77777777" w:rsidR="00FF5310" w:rsidRPr="00250417" w:rsidRDefault="00FF5310" w:rsidP="00C13D79">
            <w:pPr>
              <w:pStyle w:val="Tabletext"/>
              <w:rPr>
                <w:lang w:eastAsia="ja-JP"/>
              </w:rPr>
            </w:pPr>
            <w:r w:rsidRPr="00250417">
              <w:rPr>
                <w:lang w:eastAsia="ja-JP"/>
              </w:rPr>
              <w:t>0.4 / 3 / 8.5</w:t>
            </w:r>
          </w:p>
        </w:tc>
      </w:tr>
      <w:tr w:rsidR="00FF5310" w:rsidRPr="00250417" w14:paraId="49DBC676" w14:textId="77777777" w:rsidTr="004F395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52B02081" w14:textId="77777777" w:rsidR="00FF5310" w:rsidRPr="00250417" w:rsidRDefault="00FF5310" w:rsidP="00C13D79">
            <w:pPr>
              <w:pStyle w:val="Tabletext"/>
              <w:rPr>
                <w:lang w:eastAsia="ja-JP"/>
              </w:rPr>
            </w:pPr>
            <w:proofErr w:type="gramStart"/>
            <w:r w:rsidRPr="00250417">
              <w:rPr>
                <w:lang w:eastAsia="ja-JP"/>
              </w:rPr>
              <w:t>Receiver</w:t>
            </w:r>
            <w:ins w:id="532" w:author="John Mettrop [2]" w:date="2022-12-05T12:30:00Z">
              <w:r w:rsidRPr="00250417">
                <w:rPr>
                  <w:vertAlign w:val="superscript"/>
                  <w:lang w:eastAsia="ja-JP"/>
                </w:rPr>
                <w:t>(</w:t>
              </w:r>
              <w:proofErr w:type="gramEnd"/>
              <w:r w:rsidRPr="00250417">
                <w:rPr>
                  <w:vertAlign w:val="superscript"/>
                  <w:lang w:eastAsia="ja-JP"/>
                </w:rPr>
                <w:t>4)</w:t>
              </w:r>
            </w:ins>
          </w:p>
        </w:tc>
      </w:tr>
      <w:tr w:rsidR="00FF5310" w:rsidRPr="00250417" w14:paraId="401381AE"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0F596F4B" w14:textId="77777777" w:rsidR="00FF5310" w:rsidRPr="00250417" w:rsidRDefault="00FF5310" w:rsidP="00C13D79">
            <w:pPr>
              <w:pStyle w:val="Tabletext"/>
              <w:rPr>
                <w:lang w:eastAsia="ja-JP"/>
              </w:rPr>
            </w:pPr>
            <w:r w:rsidRPr="00250417">
              <w:rPr>
                <w:lang w:eastAsia="ja-JP"/>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750F3C3A" w14:textId="77777777" w:rsidR="00FF5310" w:rsidRPr="00250417" w:rsidRDefault="00FF5310" w:rsidP="00C13D79">
            <w:pPr>
              <w:pStyle w:val="Tabletext"/>
              <w:rPr>
                <w:lang w:eastAsia="ja-JP"/>
              </w:rPr>
            </w:pPr>
            <w:r w:rsidRPr="00250417">
              <w:rPr>
                <w:lang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64866ECF"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1455F137" w14:textId="77777777" w:rsidR="00FF5310" w:rsidRPr="00250417" w:rsidRDefault="00FF5310" w:rsidP="00C13D79">
            <w:pPr>
              <w:pStyle w:val="Tabletext"/>
              <w:rPr>
                <w:lang w:eastAsia="ja-JP"/>
              </w:rPr>
            </w:pPr>
            <w:r w:rsidRPr="00250417">
              <w:rPr>
                <w:lang w:eastAsia="ja-JP"/>
              </w:rPr>
              <w:t>4 400-4 990</w:t>
            </w:r>
            <w:r w:rsidRPr="00250417">
              <w:rPr>
                <w:vertAlign w:val="superscript"/>
                <w:lang w:eastAsia="ja-JP"/>
              </w:rPr>
              <w:t>(1)</w:t>
            </w:r>
          </w:p>
        </w:tc>
      </w:tr>
      <w:tr w:rsidR="00FF5310" w:rsidRPr="00250417" w14:paraId="51F9304C"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4762BA9D" w14:textId="77777777" w:rsidR="00FF5310" w:rsidRPr="00250417" w:rsidRDefault="00FF5310" w:rsidP="00C13D79">
            <w:pPr>
              <w:pStyle w:val="Tabletext"/>
              <w:rPr>
                <w:lang w:eastAsia="ja-JP"/>
              </w:rPr>
            </w:pPr>
            <w:r w:rsidRPr="00250417">
              <w:rPr>
                <w:lang w:eastAsia="ja-JP"/>
              </w:rPr>
              <w:t>Selectivity (3 dB)</w:t>
            </w:r>
          </w:p>
        </w:tc>
        <w:tc>
          <w:tcPr>
            <w:tcW w:w="1875" w:type="dxa"/>
            <w:tcBorders>
              <w:top w:val="single" w:sz="4" w:space="0" w:color="auto"/>
              <w:left w:val="single" w:sz="4" w:space="0" w:color="auto"/>
              <w:bottom w:val="single" w:sz="4" w:space="0" w:color="auto"/>
              <w:right w:val="single" w:sz="4" w:space="0" w:color="auto"/>
            </w:tcBorders>
            <w:hideMark/>
          </w:tcPr>
          <w:p w14:paraId="319E0109" w14:textId="77777777" w:rsidR="00FF5310" w:rsidRPr="00250417" w:rsidRDefault="00FF5310" w:rsidP="00C13D79">
            <w:pPr>
              <w:pStyle w:val="Tabletext"/>
              <w:rPr>
                <w:lang w:eastAsia="ja-JP"/>
              </w:rPr>
            </w:pPr>
            <w:r w:rsidRPr="00250417">
              <w:rPr>
                <w:lang w:eastAsia="ja-JP"/>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159A949B" w14:textId="77777777" w:rsidR="00FF5310" w:rsidRPr="00250417" w:rsidRDefault="00FF5310" w:rsidP="00C13D79">
            <w:pPr>
              <w:pStyle w:val="Tabletext"/>
              <w:rPr>
                <w:lang w:eastAsia="ja-JP"/>
              </w:rPr>
            </w:pPr>
            <w:r w:rsidRPr="00250417">
              <w:rPr>
                <w:lang w:eastAsia="ja-JP"/>
              </w:rPr>
              <w:t>0.4 / 3 / 17</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6643CC15" w14:textId="77777777" w:rsidR="00FF5310" w:rsidRPr="00250417" w:rsidRDefault="00FF5310" w:rsidP="00C13D79">
            <w:pPr>
              <w:pStyle w:val="Tabletext"/>
              <w:rPr>
                <w:lang w:eastAsia="ja-JP"/>
              </w:rPr>
            </w:pPr>
            <w:r w:rsidRPr="00250417">
              <w:rPr>
                <w:lang w:eastAsia="ja-JP"/>
              </w:rPr>
              <w:t>0.4 / 3 / 17</w:t>
            </w:r>
          </w:p>
        </w:tc>
      </w:tr>
      <w:tr w:rsidR="00FF5310" w:rsidRPr="00250417" w14:paraId="73C32B16"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5FBEB850" w14:textId="77777777" w:rsidR="00FF5310" w:rsidRPr="00250417" w:rsidRDefault="00FF5310" w:rsidP="00C13D79">
            <w:pPr>
              <w:pStyle w:val="Tabletext"/>
              <w:rPr>
                <w:lang w:eastAsia="ja-JP"/>
              </w:rPr>
            </w:pPr>
            <w:r w:rsidRPr="00250417">
              <w:rPr>
                <w:lang w:eastAsia="ja-JP"/>
              </w:rPr>
              <w:t>Noise figure</w:t>
            </w:r>
          </w:p>
        </w:tc>
        <w:tc>
          <w:tcPr>
            <w:tcW w:w="1875" w:type="dxa"/>
            <w:tcBorders>
              <w:top w:val="single" w:sz="4" w:space="0" w:color="auto"/>
              <w:left w:val="single" w:sz="4" w:space="0" w:color="auto"/>
              <w:bottom w:val="single" w:sz="4" w:space="0" w:color="auto"/>
              <w:right w:val="single" w:sz="4" w:space="0" w:color="auto"/>
            </w:tcBorders>
            <w:hideMark/>
          </w:tcPr>
          <w:p w14:paraId="32B1B3B3" w14:textId="77777777" w:rsidR="00FF5310" w:rsidRPr="00250417" w:rsidRDefault="00FF5310" w:rsidP="00C13D79">
            <w:pPr>
              <w:pStyle w:val="Tabletext"/>
              <w:rPr>
                <w:lang w:eastAsia="ja-JP"/>
              </w:rPr>
            </w:pPr>
            <w:r w:rsidRPr="00250417">
              <w:rPr>
                <w:lang w:eastAsia="ja-JP"/>
              </w:rPr>
              <w:t>dB</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66479D50" w14:textId="77777777" w:rsidR="00FF5310" w:rsidRPr="00250417" w:rsidRDefault="00FF5310" w:rsidP="00C13D79">
            <w:pPr>
              <w:pStyle w:val="Tabletext"/>
              <w:rPr>
                <w:lang w:eastAsia="ja-JP"/>
              </w:rPr>
            </w:pPr>
            <w:r w:rsidRPr="00250417">
              <w:rPr>
                <w:lang w:eastAsia="ja-JP"/>
              </w:rPr>
              <w:t>3.5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646AE43F" w14:textId="77777777" w:rsidR="00FF5310" w:rsidRPr="00250417" w:rsidRDefault="00FF5310" w:rsidP="00C13D79">
            <w:pPr>
              <w:pStyle w:val="Tabletext"/>
              <w:rPr>
                <w:lang w:eastAsia="ja-JP"/>
              </w:rPr>
            </w:pPr>
            <w:r w:rsidRPr="00250417">
              <w:rPr>
                <w:lang w:eastAsia="ja-JP"/>
              </w:rPr>
              <w:t>3.5</w:t>
            </w:r>
            <w:ins w:id="533" w:author="John Mettrop [2]" w:date="2022-12-05T12:30:00Z">
              <w:r w:rsidRPr="00250417">
                <w:rPr>
                  <w:lang w:eastAsia="ja-JP"/>
                </w:rPr>
                <w:t xml:space="preserve"> (ground)/6 (shipborne)</w:t>
              </w:r>
            </w:ins>
          </w:p>
        </w:tc>
      </w:tr>
      <w:tr w:rsidR="00FF5310" w:rsidRPr="00250417" w14:paraId="1D316EF8"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2158E1E8" w14:textId="77777777" w:rsidR="00FF5310" w:rsidRPr="00250417" w:rsidRDefault="00FF5310" w:rsidP="00C13D79">
            <w:pPr>
              <w:pStyle w:val="Tabletext"/>
              <w:rPr>
                <w:lang w:eastAsia="ja-JP"/>
              </w:rPr>
            </w:pPr>
            <w:r w:rsidRPr="00250417">
              <w:rPr>
                <w:lang w:eastAsia="ja-JP"/>
              </w:rPr>
              <w:t>Thermal noise level</w:t>
            </w:r>
          </w:p>
        </w:tc>
        <w:tc>
          <w:tcPr>
            <w:tcW w:w="1875" w:type="dxa"/>
            <w:tcBorders>
              <w:top w:val="single" w:sz="4" w:space="0" w:color="auto"/>
              <w:left w:val="single" w:sz="4" w:space="0" w:color="auto"/>
              <w:bottom w:val="single" w:sz="4" w:space="0" w:color="auto"/>
              <w:right w:val="single" w:sz="4" w:space="0" w:color="auto"/>
            </w:tcBorders>
            <w:hideMark/>
          </w:tcPr>
          <w:p w14:paraId="69DF3EF2" w14:textId="77777777" w:rsidR="00FF5310" w:rsidRPr="00250417" w:rsidRDefault="00FF5310" w:rsidP="00C13D79">
            <w:pPr>
              <w:pStyle w:val="Tabletext"/>
              <w:rPr>
                <w:lang w:eastAsia="ja-JP"/>
              </w:rPr>
            </w:pPr>
            <w:r w:rsidRPr="00250417">
              <w:rPr>
                <w:lang w:eastAsia="ja-JP"/>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347EB690" w14:textId="77777777" w:rsidR="00FF5310" w:rsidRPr="00250417" w:rsidRDefault="00FF5310" w:rsidP="00C13D79">
            <w:pPr>
              <w:pStyle w:val="Tabletext"/>
              <w:rPr>
                <w:lang w:eastAsia="ja-JP"/>
              </w:rPr>
            </w:pPr>
            <w:r w:rsidRPr="00250417">
              <w:rPr>
                <w:lang w:eastAsia="ja-JP"/>
              </w:rPr>
              <w:t>−114.5 to −98</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C2E7452" w14:textId="77777777" w:rsidR="00FF5310" w:rsidRPr="00250417" w:rsidRDefault="00FF5310" w:rsidP="00C13D79">
            <w:pPr>
              <w:pStyle w:val="Tabletext"/>
              <w:rPr>
                <w:lang w:eastAsia="ja-JP"/>
              </w:rPr>
            </w:pPr>
            <w:r w:rsidRPr="00250417">
              <w:rPr>
                <w:lang w:eastAsia="ja-JP"/>
              </w:rPr>
              <w:t>−114.5 to −98</w:t>
            </w:r>
          </w:p>
        </w:tc>
      </w:tr>
      <w:tr w:rsidR="00FF5310" w:rsidRPr="00250417" w14:paraId="5FEDCFE1" w14:textId="77777777" w:rsidTr="004F3957">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0C7AD944" w14:textId="77777777" w:rsidR="00FF5310" w:rsidRPr="00250417" w:rsidRDefault="00FF5310" w:rsidP="00C13D79">
            <w:pPr>
              <w:pStyle w:val="Tabletext"/>
              <w:rPr>
                <w:lang w:eastAsia="ja-JP"/>
              </w:rPr>
            </w:pPr>
            <w:proofErr w:type="gramStart"/>
            <w:r w:rsidRPr="00250417">
              <w:rPr>
                <w:lang w:eastAsia="ja-JP"/>
              </w:rPr>
              <w:t>Antenna</w:t>
            </w:r>
            <w:ins w:id="534" w:author="John Mettrop [2]" w:date="2022-12-05T12:31:00Z">
              <w:r w:rsidRPr="00250417">
                <w:rPr>
                  <w:vertAlign w:val="superscript"/>
                  <w:lang w:eastAsia="ja-JP"/>
                </w:rPr>
                <w:t>(</w:t>
              </w:r>
              <w:proofErr w:type="gramEnd"/>
              <w:r w:rsidRPr="00250417">
                <w:rPr>
                  <w:vertAlign w:val="superscript"/>
                  <w:lang w:eastAsia="ja-JP"/>
                </w:rPr>
                <w:t>4)</w:t>
              </w:r>
            </w:ins>
          </w:p>
        </w:tc>
      </w:tr>
      <w:tr w:rsidR="00FF5310" w:rsidRPr="00250417" w14:paraId="61261BD3"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414CE433" w14:textId="77777777" w:rsidR="00FF5310" w:rsidRPr="00250417" w:rsidRDefault="00FF5310" w:rsidP="00C13D79">
            <w:pPr>
              <w:pStyle w:val="Tabletext"/>
              <w:rPr>
                <w:lang w:eastAsia="ja-JP"/>
              </w:rPr>
            </w:pPr>
            <w:r w:rsidRPr="00250417">
              <w:rPr>
                <w:lang w:eastAsia="ja-JP"/>
              </w:rPr>
              <w:t>Antenna type</w:t>
            </w:r>
          </w:p>
        </w:tc>
        <w:tc>
          <w:tcPr>
            <w:tcW w:w="1875" w:type="dxa"/>
            <w:tcBorders>
              <w:top w:val="single" w:sz="4" w:space="0" w:color="auto"/>
              <w:left w:val="single" w:sz="4" w:space="0" w:color="auto"/>
              <w:bottom w:val="single" w:sz="4" w:space="0" w:color="auto"/>
              <w:right w:val="single" w:sz="4" w:space="0" w:color="auto"/>
            </w:tcBorders>
            <w:vAlign w:val="center"/>
          </w:tcPr>
          <w:p w14:paraId="3DDB3CDD" w14:textId="77777777" w:rsidR="00FF5310" w:rsidRPr="00250417" w:rsidRDefault="00FF5310" w:rsidP="00C13D79">
            <w:pPr>
              <w:pStyle w:val="Tabletext"/>
              <w:rPr>
                <w:lang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1EBAB6F0" w14:textId="77777777" w:rsidR="00FF5310" w:rsidRPr="00250417" w:rsidRDefault="00FF5310" w:rsidP="00C13D79">
            <w:pPr>
              <w:pStyle w:val="Tabletext"/>
              <w:rPr>
                <w:lang w:eastAsia="ja-JP"/>
              </w:rPr>
            </w:pPr>
            <w:r w:rsidRPr="00250417">
              <w:rPr>
                <w:lang w:eastAsia="ja-JP"/>
              </w:rPr>
              <w:t>Omni-directional</w:t>
            </w:r>
          </w:p>
        </w:tc>
        <w:tc>
          <w:tcPr>
            <w:tcW w:w="2220" w:type="dxa"/>
            <w:tcBorders>
              <w:top w:val="single" w:sz="4" w:space="0" w:color="auto"/>
              <w:left w:val="single" w:sz="4" w:space="0" w:color="auto"/>
              <w:bottom w:val="single" w:sz="4" w:space="0" w:color="auto"/>
              <w:right w:val="single" w:sz="4" w:space="0" w:color="auto"/>
            </w:tcBorders>
            <w:vAlign w:val="center"/>
          </w:tcPr>
          <w:p w14:paraId="7C08E80E" w14:textId="77777777" w:rsidR="00FF5310" w:rsidRPr="00250417" w:rsidRDefault="00FF5310" w:rsidP="00C13D79">
            <w:pPr>
              <w:pStyle w:val="Tabletext"/>
              <w:rPr>
                <w:lang w:eastAsia="ja-JP"/>
              </w:rPr>
            </w:pPr>
            <w:r w:rsidRPr="00250417">
              <w:rPr>
                <w:lang w:eastAsia="ja-JP"/>
              </w:rPr>
              <w:t>Directional</w:t>
            </w:r>
          </w:p>
        </w:tc>
        <w:tc>
          <w:tcPr>
            <w:tcW w:w="2225" w:type="dxa"/>
            <w:tcBorders>
              <w:top w:val="single" w:sz="4" w:space="0" w:color="auto"/>
              <w:left w:val="single" w:sz="4" w:space="0" w:color="auto"/>
              <w:bottom w:val="single" w:sz="4" w:space="0" w:color="auto"/>
              <w:right w:val="single" w:sz="4" w:space="0" w:color="auto"/>
            </w:tcBorders>
            <w:vAlign w:val="center"/>
          </w:tcPr>
          <w:p w14:paraId="7CBB5D3D" w14:textId="77777777" w:rsidR="00FF5310" w:rsidRPr="00250417" w:rsidRDefault="00FF5310" w:rsidP="00C13D79">
            <w:pPr>
              <w:pStyle w:val="Tabletext"/>
              <w:rPr>
                <w:lang w:eastAsia="ja-JP"/>
              </w:rPr>
            </w:pPr>
            <w:r w:rsidRPr="00250417">
              <w:rPr>
                <w:lang w:eastAsia="ja-JP"/>
              </w:rPr>
              <w:t>Omni-directional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3AF4EC9D" w14:textId="77777777" w:rsidR="00FF5310" w:rsidRPr="00250417" w:rsidRDefault="00FF5310" w:rsidP="00C13D79">
            <w:pPr>
              <w:pStyle w:val="Tabletext"/>
              <w:rPr>
                <w:lang w:eastAsia="ja-JP"/>
              </w:rPr>
            </w:pPr>
            <w:r w:rsidRPr="00250417">
              <w:rPr>
                <w:lang w:eastAsia="ja-JP"/>
              </w:rPr>
              <w:t>Directional</w:t>
            </w:r>
          </w:p>
        </w:tc>
      </w:tr>
      <w:tr w:rsidR="00FF5310" w:rsidRPr="00250417" w14:paraId="042B5C22" w14:textId="77777777" w:rsidTr="004F3957">
        <w:trPr>
          <w:trHeight w:val="197"/>
          <w:jc w:val="center"/>
        </w:trPr>
        <w:tc>
          <w:tcPr>
            <w:tcW w:w="3694" w:type="dxa"/>
            <w:tcBorders>
              <w:top w:val="single" w:sz="4" w:space="0" w:color="auto"/>
              <w:left w:val="single" w:sz="4" w:space="0" w:color="auto"/>
              <w:bottom w:val="single" w:sz="4" w:space="0" w:color="auto"/>
              <w:right w:val="single" w:sz="4" w:space="0" w:color="auto"/>
            </w:tcBorders>
            <w:hideMark/>
          </w:tcPr>
          <w:p w14:paraId="0E0650DC" w14:textId="77777777" w:rsidR="00FF5310" w:rsidRPr="00250417" w:rsidRDefault="00FF5310" w:rsidP="00C13D79">
            <w:pPr>
              <w:pStyle w:val="Tabletext"/>
              <w:rPr>
                <w:lang w:eastAsia="ja-JP"/>
              </w:rPr>
            </w:pPr>
            <w:r w:rsidRPr="00250417">
              <w:rPr>
                <w:lang w:eastAsia="ja-JP"/>
              </w:rPr>
              <w:t xml:space="preserve">Antenna gain </w:t>
            </w:r>
          </w:p>
        </w:tc>
        <w:tc>
          <w:tcPr>
            <w:tcW w:w="1875" w:type="dxa"/>
            <w:tcBorders>
              <w:top w:val="single" w:sz="4" w:space="0" w:color="auto"/>
              <w:left w:val="single" w:sz="4" w:space="0" w:color="auto"/>
              <w:bottom w:val="single" w:sz="4" w:space="0" w:color="auto"/>
              <w:right w:val="single" w:sz="4" w:space="0" w:color="auto"/>
            </w:tcBorders>
            <w:hideMark/>
          </w:tcPr>
          <w:p w14:paraId="2358CE48" w14:textId="77777777" w:rsidR="00FF5310" w:rsidRPr="00250417" w:rsidRDefault="00FF5310" w:rsidP="00C13D79">
            <w:pPr>
              <w:pStyle w:val="Tabletext"/>
              <w:rPr>
                <w:lang w:eastAsia="ja-JP"/>
              </w:rPr>
            </w:pPr>
            <w:proofErr w:type="spellStart"/>
            <w:r w:rsidRPr="00250417">
              <w:rPr>
                <w:lang w:eastAsia="ja-JP"/>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20EE6923" w14:textId="77777777" w:rsidR="00FF5310" w:rsidRPr="00250417" w:rsidRDefault="00FF5310" w:rsidP="00C13D79">
            <w:pPr>
              <w:pStyle w:val="Tabletext"/>
              <w:rPr>
                <w:lang w:eastAsia="ja-JP"/>
              </w:rPr>
            </w:pPr>
            <w:r w:rsidRPr="00250417">
              <w:rPr>
                <w:lang w:eastAsia="ja-JP"/>
              </w:rPr>
              <w:t>3</w:t>
            </w:r>
          </w:p>
        </w:tc>
        <w:tc>
          <w:tcPr>
            <w:tcW w:w="2220" w:type="dxa"/>
            <w:tcBorders>
              <w:top w:val="single" w:sz="4" w:space="0" w:color="auto"/>
              <w:left w:val="single" w:sz="4" w:space="0" w:color="auto"/>
              <w:bottom w:val="single" w:sz="4" w:space="0" w:color="auto"/>
              <w:right w:val="single" w:sz="4" w:space="0" w:color="auto"/>
            </w:tcBorders>
            <w:vAlign w:val="center"/>
          </w:tcPr>
          <w:p w14:paraId="75443A67" w14:textId="77777777" w:rsidR="00FF5310" w:rsidRPr="00250417" w:rsidRDefault="00FF5310" w:rsidP="00C13D79">
            <w:pPr>
              <w:pStyle w:val="Tabletext"/>
              <w:rPr>
                <w:lang w:eastAsia="ja-JP"/>
              </w:rPr>
            </w:pPr>
            <w:r w:rsidRPr="00250417">
              <w:rPr>
                <w:lang w:eastAsia="ja-JP"/>
              </w:rPr>
              <w:t>19</w:t>
            </w:r>
          </w:p>
        </w:tc>
        <w:tc>
          <w:tcPr>
            <w:tcW w:w="2225" w:type="dxa"/>
            <w:tcBorders>
              <w:top w:val="single" w:sz="4" w:space="0" w:color="auto"/>
              <w:left w:val="single" w:sz="4" w:space="0" w:color="auto"/>
              <w:bottom w:val="single" w:sz="4" w:space="0" w:color="auto"/>
              <w:right w:val="single" w:sz="4" w:space="0" w:color="auto"/>
            </w:tcBorders>
            <w:vAlign w:val="center"/>
            <w:hideMark/>
          </w:tcPr>
          <w:p w14:paraId="558187B0" w14:textId="77777777" w:rsidR="00FF5310" w:rsidRPr="00250417" w:rsidRDefault="00FF5310" w:rsidP="00C13D79">
            <w:pPr>
              <w:pStyle w:val="Tabletext"/>
              <w:rPr>
                <w:lang w:eastAsia="ja-JP"/>
              </w:rPr>
            </w:pPr>
            <w:r w:rsidRPr="00250417">
              <w:rPr>
                <w:lang w:eastAsia="ja-JP"/>
              </w:rPr>
              <w:t>3</w:t>
            </w:r>
          </w:p>
        </w:tc>
        <w:tc>
          <w:tcPr>
            <w:tcW w:w="1113" w:type="dxa"/>
            <w:tcBorders>
              <w:top w:val="single" w:sz="4" w:space="0" w:color="auto"/>
              <w:left w:val="single" w:sz="4" w:space="0" w:color="auto"/>
              <w:bottom w:val="single" w:sz="4" w:space="0" w:color="auto"/>
              <w:right w:val="single" w:sz="4" w:space="0" w:color="auto"/>
            </w:tcBorders>
            <w:vAlign w:val="center"/>
          </w:tcPr>
          <w:p w14:paraId="653F57F5" w14:textId="77777777" w:rsidR="00FF5310" w:rsidRPr="00250417" w:rsidRDefault="00FF5310" w:rsidP="00C13D79">
            <w:pPr>
              <w:pStyle w:val="Tabletext"/>
              <w:rPr>
                <w:lang w:eastAsia="ja-JP"/>
              </w:rPr>
            </w:pPr>
            <w:r w:rsidRPr="00250417">
              <w:rPr>
                <w:lang w:eastAsia="ja-JP"/>
              </w:rPr>
              <w:t>19</w:t>
            </w:r>
          </w:p>
        </w:tc>
        <w:tc>
          <w:tcPr>
            <w:tcW w:w="1113" w:type="dxa"/>
            <w:tcBorders>
              <w:top w:val="single" w:sz="4" w:space="0" w:color="auto"/>
              <w:left w:val="single" w:sz="4" w:space="0" w:color="auto"/>
              <w:bottom w:val="single" w:sz="4" w:space="0" w:color="auto"/>
              <w:right w:val="single" w:sz="4" w:space="0" w:color="auto"/>
            </w:tcBorders>
            <w:vAlign w:val="center"/>
          </w:tcPr>
          <w:p w14:paraId="4A1E36DB" w14:textId="77777777" w:rsidR="00FF5310" w:rsidRPr="00250417" w:rsidRDefault="00FF5310" w:rsidP="00C13D79">
            <w:pPr>
              <w:pStyle w:val="Tabletext"/>
              <w:rPr>
                <w:lang w:eastAsia="ja-JP"/>
              </w:rPr>
            </w:pPr>
            <w:r w:rsidRPr="00250417">
              <w:rPr>
                <w:lang w:eastAsia="ja-JP"/>
              </w:rPr>
              <w:t>31</w:t>
            </w:r>
          </w:p>
        </w:tc>
      </w:tr>
      <w:tr w:rsidR="00FF5310" w:rsidRPr="00250417" w14:paraId="30E4A0BF"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0E7A3F66" w14:textId="77777777" w:rsidR="00FF5310" w:rsidRPr="00250417" w:rsidRDefault="00FF5310" w:rsidP="00C13D79">
            <w:pPr>
              <w:pStyle w:val="Tabletext"/>
              <w:rPr>
                <w:lang w:eastAsia="ja-JP"/>
              </w:rPr>
            </w:pPr>
            <w:r w:rsidRPr="00250417">
              <w:rPr>
                <w:lang w:eastAsia="ja-JP"/>
              </w:rPr>
              <w:t>1</w:t>
            </w:r>
            <w:r w:rsidRPr="00250417">
              <w:rPr>
                <w:vertAlign w:val="superscript"/>
                <w:lang w:eastAsia="ja-JP"/>
              </w:rPr>
              <w:t xml:space="preserve">st </w:t>
            </w:r>
            <w:r w:rsidRPr="00250417">
              <w:rPr>
                <w:lang w:eastAsia="ja-JP"/>
              </w:rPr>
              <w:t>sidelobe</w:t>
            </w:r>
          </w:p>
        </w:tc>
        <w:tc>
          <w:tcPr>
            <w:tcW w:w="1875" w:type="dxa"/>
            <w:tcBorders>
              <w:top w:val="single" w:sz="4" w:space="0" w:color="auto"/>
              <w:left w:val="single" w:sz="4" w:space="0" w:color="auto"/>
              <w:bottom w:val="single" w:sz="4" w:space="0" w:color="auto"/>
              <w:right w:val="single" w:sz="4" w:space="0" w:color="auto"/>
            </w:tcBorders>
            <w:hideMark/>
          </w:tcPr>
          <w:p w14:paraId="02DEE4A1" w14:textId="77777777" w:rsidR="00FF5310" w:rsidRPr="00250417" w:rsidRDefault="00FF5310" w:rsidP="00C13D79">
            <w:pPr>
              <w:pStyle w:val="Tabletext"/>
              <w:rPr>
                <w:lang w:eastAsia="ja-JP"/>
              </w:rPr>
            </w:pPr>
            <w:proofErr w:type="spellStart"/>
            <w:r w:rsidRPr="00250417">
              <w:rPr>
                <w:lang w:eastAsia="ja-JP"/>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3BF5AD49"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5B059739" w14:textId="77777777" w:rsidR="00FF5310" w:rsidRPr="00250417" w:rsidRDefault="00FF5310" w:rsidP="00C13D79">
            <w:pPr>
              <w:pStyle w:val="Tabletext"/>
              <w:rPr>
                <w:lang w:eastAsia="ja-JP"/>
              </w:rPr>
            </w:pPr>
            <w:r w:rsidRPr="00250417">
              <w:rPr>
                <w:lang w:eastAsia="ja-JP"/>
              </w:rPr>
              <w:t>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00873E0D"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1113" w:type="dxa"/>
            <w:tcBorders>
              <w:top w:val="single" w:sz="4" w:space="0" w:color="auto"/>
              <w:left w:val="single" w:sz="4" w:space="0" w:color="auto"/>
              <w:bottom w:val="single" w:sz="4" w:space="0" w:color="auto"/>
              <w:right w:val="single" w:sz="4" w:space="0" w:color="auto"/>
            </w:tcBorders>
            <w:vAlign w:val="center"/>
          </w:tcPr>
          <w:p w14:paraId="5F64321E" w14:textId="77777777" w:rsidR="00FF5310" w:rsidRPr="00250417" w:rsidRDefault="00FF5310" w:rsidP="00C13D79">
            <w:pPr>
              <w:pStyle w:val="Tabletext"/>
              <w:rPr>
                <w:lang w:eastAsia="ja-JP"/>
              </w:rPr>
            </w:pPr>
            <w:r w:rsidRPr="00250417">
              <w:rPr>
                <w:lang w:eastAsia="ja-JP"/>
              </w:rPr>
              <w:t>6</w:t>
            </w:r>
          </w:p>
        </w:tc>
        <w:tc>
          <w:tcPr>
            <w:tcW w:w="1113" w:type="dxa"/>
            <w:tcBorders>
              <w:top w:val="single" w:sz="4" w:space="0" w:color="auto"/>
              <w:left w:val="single" w:sz="4" w:space="0" w:color="auto"/>
              <w:bottom w:val="single" w:sz="4" w:space="0" w:color="auto"/>
              <w:right w:val="single" w:sz="4" w:space="0" w:color="auto"/>
            </w:tcBorders>
            <w:vAlign w:val="center"/>
          </w:tcPr>
          <w:p w14:paraId="21E387FC" w14:textId="77777777" w:rsidR="00FF5310" w:rsidRPr="00250417" w:rsidRDefault="00FF5310" w:rsidP="00C13D79">
            <w:pPr>
              <w:pStyle w:val="Tabletext"/>
              <w:rPr>
                <w:lang w:eastAsia="ja-JP"/>
              </w:rPr>
            </w:pPr>
            <w:r w:rsidRPr="00250417">
              <w:rPr>
                <w:lang w:eastAsia="ja-JP"/>
              </w:rPr>
              <w:t>11</w:t>
            </w:r>
          </w:p>
        </w:tc>
      </w:tr>
      <w:tr w:rsidR="00FF5310" w:rsidRPr="00250417" w14:paraId="10E9A460"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4DF77CD4" w14:textId="77777777" w:rsidR="00FF5310" w:rsidRPr="00250417" w:rsidRDefault="00FF5310" w:rsidP="00C13D79">
            <w:pPr>
              <w:pStyle w:val="Tabletext"/>
              <w:rPr>
                <w:lang w:eastAsia="ja-JP"/>
              </w:rPr>
            </w:pPr>
            <w:r w:rsidRPr="00250417">
              <w:rPr>
                <w:lang w:eastAsia="ja-JP"/>
              </w:rPr>
              <w:t>Polarization</w:t>
            </w:r>
          </w:p>
        </w:tc>
        <w:tc>
          <w:tcPr>
            <w:tcW w:w="1875" w:type="dxa"/>
            <w:tcBorders>
              <w:top w:val="single" w:sz="4" w:space="0" w:color="auto"/>
              <w:left w:val="single" w:sz="4" w:space="0" w:color="auto"/>
              <w:bottom w:val="single" w:sz="4" w:space="0" w:color="auto"/>
              <w:right w:val="single" w:sz="4" w:space="0" w:color="auto"/>
            </w:tcBorders>
          </w:tcPr>
          <w:p w14:paraId="2A7CA8C2" w14:textId="77777777" w:rsidR="00FF5310" w:rsidRPr="00250417" w:rsidRDefault="00FF5310" w:rsidP="00C13D79">
            <w:pPr>
              <w:pStyle w:val="Tabletext"/>
              <w:rPr>
                <w:lang w:eastAsia="ja-JP"/>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0B62E8DB" w14:textId="77777777" w:rsidR="00FF5310" w:rsidRPr="00250417" w:rsidRDefault="00FF5310" w:rsidP="00C13D79">
            <w:pPr>
              <w:pStyle w:val="Tabletext"/>
              <w:rPr>
                <w:lang w:eastAsia="ja-JP"/>
              </w:rPr>
            </w:pPr>
            <w:r w:rsidRPr="00250417">
              <w:rPr>
                <w:lang w:eastAsia="ja-JP"/>
              </w:rPr>
              <w:t>Vertical</w:t>
            </w:r>
          </w:p>
        </w:tc>
        <w:tc>
          <w:tcPr>
            <w:tcW w:w="2220" w:type="dxa"/>
            <w:tcBorders>
              <w:top w:val="single" w:sz="4" w:space="0" w:color="auto"/>
              <w:left w:val="single" w:sz="4" w:space="0" w:color="auto"/>
              <w:bottom w:val="single" w:sz="4" w:space="0" w:color="auto"/>
              <w:right w:val="single" w:sz="4" w:space="0" w:color="auto"/>
            </w:tcBorders>
            <w:vAlign w:val="center"/>
          </w:tcPr>
          <w:p w14:paraId="6C8BCCE2" w14:textId="77777777" w:rsidR="00FF5310" w:rsidRPr="00250417" w:rsidRDefault="00FF5310" w:rsidP="00C13D79">
            <w:pPr>
              <w:pStyle w:val="Tabletext"/>
              <w:rPr>
                <w:lang w:eastAsia="ja-JP"/>
              </w:rPr>
            </w:pPr>
            <w:r w:rsidRPr="00250417">
              <w:rPr>
                <w:lang w:eastAsia="ja-JP"/>
              </w:rPr>
              <w:t>Vertical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4A3FE433" w14:textId="77777777" w:rsidR="00FF5310" w:rsidRPr="00250417" w:rsidRDefault="00FF5310" w:rsidP="00C13D79">
            <w:pPr>
              <w:pStyle w:val="Tabletext"/>
              <w:rPr>
                <w:lang w:eastAsia="ja-JP"/>
              </w:rPr>
            </w:pPr>
            <w:r w:rsidRPr="00250417">
              <w:rPr>
                <w:lang w:eastAsia="ja-JP"/>
              </w:rPr>
              <w:t>Vertical</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10225A2A" w14:textId="77777777" w:rsidR="00FF5310" w:rsidRPr="00250417" w:rsidRDefault="00FF5310" w:rsidP="00C13D79">
            <w:pPr>
              <w:pStyle w:val="Tabletext"/>
              <w:rPr>
                <w:lang w:eastAsia="ja-JP"/>
              </w:rPr>
            </w:pPr>
            <w:r w:rsidRPr="00250417">
              <w:rPr>
                <w:lang w:eastAsia="ja-JP"/>
              </w:rPr>
              <w:t>Vertical</w:t>
            </w:r>
          </w:p>
        </w:tc>
      </w:tr>
      <w:tr w:rsidR="00FF5310" w:rsidRPr="00250417" w14:paraId="738B3C83"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6E53A34E" w14:textId="77777777" w:rsidR="00FF5310" w:rsidRPr="00250417" w:rsidRDefault="00FF5310" w:rsidP="00C13D79">
            <w:pPr>
              <w:pStyle w:val="Tabletext"/>
              <w:rPr>
                <w:lang w:eastAsia="ja-JP"/>
              </w:rPr>
            </w:pPr>
            <w:r w:rsidRPr="00250417">
              <w:rPr>
                <w:lang w:eastAsia="ja-JP"/>
              </w:rPr>
              <w:t>Antenna pattern</w:t>
            </w:r>
          </w:p>
        </w:tc>
        <w:tc>
          <w:tcPr>
            <w:tcW w:w="1875" w:type="dxa"/>
            <w:tcBorders>
              <w:top w:val="single" w:sz="4" w:space="0" w:color="auto"/>
              <w:left w:val="single" w:sz="4" w:space="0" w:color="auto"/>
              <w:bottom w:val="single" w:sz="4" w:space="0" w:color="auto"/>
              <w:right w:val="single" w:sz="4" w:space="0" w:color="auto"/>
            </w:tcBorders>
            <w:vAlign w:val="center"/>
          </w:tcPr>
          <w:p w14:paraId="19ACDC87" w14:textId="77777777" w:rsidR="00FF5310" w:rsidRPr="00250417" w:rsidRDefault="00FF5310" w:rsidP="00C13D79">
            <w:pPr>
              <w:pStyle w:val="Tabletext"/>
              <w:rPr>
                <w:lang w:eastAsia="ja-JP"/>
              </w:rPr>
            </w:pPr>
          </w:p>
        </w:tc>
        <w:tc>
          <w:tcPr>
            <w:tcW w:w="2219" w:type="dxa"/>
            <w:tcBorders>
              <w:top w:val="single" w:sz="4" w:space="0" w:color="auto"/>
              <w:left w:val="single" w:sz="4" w:space="0" w:color="auto"/>
              <w:bottom w:val="single" w:sz="4" w:space="0" w:color="auto"/>
              <w:right w:val="single" w:sz="4" w:space="0" w:color="auto"/>
            </w:tcBorders>
            <w:vAlign w:val="center"/>
          </w:tcPr>
          <w:p w14:paraId="1794DDD1"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2220" w:type="dxa"/>
            <w:tcBorders>
              <w:top w:val="single" w:sz="4" w:space="0" w:color="auto"/>
              <w:left w:val="single" w:sz="4" w:space="0" w:color="auto"/>
              <w:bottom w:val="single" w:sz="4" w:space="0" w:color="auto"/>
              <w:right w:val="single" w:sz="4" w:space="0" w:color="auto"/>
            </w:tcBorders>
            <w:vAlign w:val="center"/>
          </w:tcPr>
          <w:p w14:paraId="450E6C4C" w14:textId="77777777" w:rsidR="00FF5310" w:rsidRPr="00250417" w:rsidRDefault="00FF5310" w:rsidP="00C13D79">
            <w:pPr>
              <w:pStyle w:val="Tabletext"/>
              <w:rPr>
                <w:lang w:eastAsia="ja-JP"/>
              </w:rPr>
            </w:pPr>
            <w:del w:id="535" w:author="John Mettrop [2]" w:date="2022-12-05T12:31:00Z">
              <w:r w:rsidRPr="00250417" w:rsidDel="00FD5917">
                <w:rPr>
                  <w:lang w:eastAsia="ja-JP"/>
                </w:rPr>
                <w:delText>Uniform distribution</w:delText>
              </w:r>
              <w:r w:rsidRPr="00250417" w:rsidDel="00FD5917">
                <w:rPr>
                  <w:vertAlign w:val="superscript"/>
                  <w:lang w:eastAsia="ja-JP"/>
                </w:rPr>
                <w:delText>(3)</w:delText>
              </w:r>
            </w:del>
            <w:ins w:id="536" w:author="John Mettrop [2]" w:date="2022-12-05T12:31:00Z">
              <w:r w:rsidRPr="00250417">
                <w:rPr>
                  <w:lang w:eastAsia="ja-JP"/>
                </w:rPr>
                <w:t xml:space="preserve"> See </w:t>
              </w:r>
              <w:proofErr w:type="gramStart"/>
              <w:r w:rsidRPr="00250417">
                <w:rPr>
                  <w:lang w:eastAsia="ja-JP"/>
                </w:rPr>
                <w:t>equation</w:t>
              </w:r>
              <w:r w:rsidRPr="00250417">
                <w:rPr>
                  <w:vertAlign w:val="superscript"/>
                  <w:lang w:eastAsia="ja-JP"/>
                </w:rPr>
                <w:t>(</w:t>
              </w:r>
              <w:proofErr w:type="gramEnd"/>
              <w:r w:rsidRPr="00250417">
                <w:rPr>
                  <w:vertAlign w:val="superscript"/>
                  <w:lang w:eastAsia="ja-JP"/>
                </w:rPr>
                <w:t>5)</w:t>
              </w:r>
            </w:ins>
          </w:p>
        </w:tc>
        <w:tc>
          <w:tcPr>
            <w:tcW w:w="2225" w:type="dxa"/>
            <w:tcBorders>
              <w:top w:val="single" w:sz="4" w:space="0" w:color="auto"/>
              <w:left w:val="single" w:sz="4" w:space="0" w:color="auto"/>
              <w:bottom w:val="single" w:sz="4" w:space="0" w:color="auto"/>
              <w:right w:val="single" w:sz="4" w:space="0" w:color="auto"/>
            </w:tcBorders>
            <w:vAlign w:val="center"/>
          </w:tcPr>
          <w:p w14:paraId="555D837D" w14:textId="77777777" w:rsidR="00FF5310" w:rsidRPr="00250417" w:rsidRDefault="00FF5310" w:rsidP="00C13D79">
            <w:pPr>
              <w:pStyle w:val="Tabletext"/>
              <w:rPr>
                <w:lang w:eastAsia="ja-JP"/>
              </w:rPr>
            </w:pPr>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2)</w:t>
            </w:r>
          </w:p>
        </w:tc>
        <w:tc>
          <w:tcPr>
            <w:tcW w:w="2226" w:type="dxa"/>
            <w:gridSpan w:val="2"/>
            <w:tcBorders>
              <w:top w:val="single" w:sz="4" w:space="0" w:color="auto"/>
              <w:left w:val="single" w:sz="4" w:space="0" w:color="auto"/>
              <w:bottom w:val="single" w:sz="4" w:space="0" w:color="auto"/>
              <w:right w:val="single" w:sz="4" w:space="0" w:color="auto"/>
            </w:tcBorders>
            <w:vAlign w:val="center"/>
          </w:tcPr>
          <w:p w14:paraId="7F8A311E" w14:textId="77777777" w:rsidR="00FF5310" w:rsidRPr="00250417" w:rsidRDefault="00FF5310" w:rsidP="00C13D79">
            <w:pPr>
              <w:pStyle w:val="Tabletext"/>
              <w:rPr>
                <w:lang w:eastAsia="ja-JP"/>
              </w:rPr>
            </w:pPr>
            <w:del w:id="537" w:author="John Mettrop [2]" w:date="2022-12-05T12:31:00Z">
              <w:r w:rsidRPr="00250417" w:rsidDel="00FD5917">
                <w:rPr>
                  <w:lang w:eastAsia="ja-JP"/>
                </w:rPr>
                <w:delText>Uniform distribution</w:delText>
              </w:r>
              <w:r w:rsidRPr="00250417" w:rsidDel="00FD5917">
                <w:rPr>
                  <w:vertAlign w:val="superscript"/>
                  <w:lang w:eastAsia="ja-JP"/>
                </w:rPr>
                <w:delText>(3)</w:delText>
              </w:r>
            </w:del>
            <w:ins w:id="538" w:author="John Mettrop [2]" w:date="2022-12-05T12:32:00Z">
              <w:r w:rsidRPr="00250417">
                <w:rPr>
                  <w:lang w:eastAsia="ja-JP"/>
                </w:rPr>
                <w:t xml:space="preserve"> See </w:t>
              </w:r>
              <w:proofErr w:type="gramStart"/>
              <w:r w:rsidRPr="00250417">
                <w:rPr>
                  <w:lang w:eastAsia="ja-JP"/>
                </w:rPr>
                <w:t>equations</w:t>
              </w:r>
              <w:r w:rsidRPr="00250417">
                <w:rPr>
                  <w:vertAlign w:val="superscript"/>
                  <w:lang w:eastAsia="ja-JP"/>
                </w:rPr>
                <w:t>(</w:t>
              </w:r>
              <w:proofErr w:type="gramEnd"/>
              <w:r w:rsidRPr="00250417">
                <w:rPr>
                  <w:vertAlign w:val="superscript"/>
                  <w:lang w:eastAsia="ja-JP"/>
                </w:rPr>
                <w:t>5) &amp; (6)</w:t>
              </w:r>
            </w:ins>
          </w:p>
        </w:tc>
      </w:tr>
      <w:tr w:rsidR="00FF5310" w:rsidRPr="00250417" w14:paraId="368F47E8"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3F9D6E18" w14:textId="77777777" w:rsidR="00FF5310" w:rsidRPr="00250417" w:rsidRDefault="00FF5310" w:rsidP="00C13D79">
            <w:pPr>
              <w:pStyle w:val="Tabletext"/>
              <w:rPr>
                <w:lang w:eastAsia="ja-JP"/>
              </w:rPr>
            </w:pPr>
            <w:r w:rsidRPr="00250417">
              <w:rPr>
                <w:lang w:eastAsia="ja-JP"/>
              </w:rPr>
              <w:t>Horizontal beamwidth</w:t>
            </w:r>
          </w:p>
        </w:tc>
        <w:tc>
          <w:tcPr>
            <w:tcW w:w="1875" w:type="dxa"/>
            <w:tcBorders>
              <w:top w:val="single" w:sz="4" w:space="0" w:color="auto"/>
              <w:left w:val="single" w:sz="4" w:space="0" w:color="auto"/>
              <w:bottom w:val="single" w:sz="4" w:space="0" w:color="auto"/>
              <w:right w:val="single" w:sz="4" w:space="0" w:color="auto"/>
            </w:tcBorders>
            <w:hideMark/>
          </w:tcPr>
          <w:p w14:paraId="159555FA" w14:textId="77777777" w:rsidR="00FF5310" w:rsidRPr="00250417" w:rsidRDefault="00FF5310" w:rsidP="00C13D79">
            <w:pPr>
              <w:pStyle w:val="Tabletext"/>
              <w:rPr>
                <w:lang w:eastAsia="ja-JP"/>
              </w:rPr>
            </w:pPr>
            <w:r w:rsidRPr="00250417">
              <w:rPr>
                <w:lang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1D1027B2" w14:textId="77777777" w:rsidR="00FF5310" w:rsidRPr="00250417" w:rsidRDefault="00FF5310" w:rsidP="00C13D79">
            <w:pPr>
              <w:pStyle w:val="Tabletext"/>
              <w:rPr>
                <w:lang w:val="pt-BR" w:eastAsia="ja-JP"/>
              </w:rPr>
            </w:pPr>
            <w:r w:rsidRPr="00250417">
              <w:rPr>
                <w:lang w:val="pt-BR" w:eastAsia="ja-JP"/>
              </w:rPr>
              <w:t>360</w:t>
            </w:r>
          </w:p>
        </w:tc>
        <w:tc>
          <w:tcPr>
            <w:tcW w:w="2220" w:type="dxa"/>
            <w:tcBorders>
              <w:top w:val="single" w:sz="4" w:space="0" w:color="auto"/>
              <w:left w:val="single" w:sz="4" w:space="0" w:color="auto"/>
              <w:bottom w:val="single" w:sz="4" w:space="0" w:color="auto"/>
              <w:right w:val="single" w:sz="4" w:space="0" w:color="auto"/>
            </w:tcBorders>
            <w:vAlign w:val="center"/>
          </w:tcPr>
          <w:p w14:paraId="0FCFA345" w14:textId="77777777" w:rsidR="00FF5310" w:rsidRPr="00250417" w:rsidRDefault="00FF5310" w:rsidP="00C13D79">
            <w:pPr>
              <w:pStyle w:val="Tabletext"/>
              <w:rPr>
                <w:lang w:val="pt-BR" w:eastAsia="ja-JP"/>
              </w:rPr>
            </w:pPr>
            <w:r w:rsidRPr="00250417">
              <w:rPr>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2BB74C1C" w14:textId="77777777" w:rsidR="00FF5310" w:rsidRPr="00250417" w:rsidRDefault="00FF5310" w:rsidP="00C13D79">
            <w:pPr>
              <w:pStyle w:val="Tabletext"/>
              <w:rPr>
                <w:lang w:val="pt-BR" w:eastAsia="ja-JP"/>
              </w:rPr>
            </w:pPr>
            <w:r w:rsidRPr="00250417">
              <w:rPr>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31EF90EF" w14:textId="77777777" w:rsidR="00FF5310" w:rsidRPr="00250417" w:rsidRDefault="00FF5310" w:rsidP="00C13D79">
            <w:pPr>
              <w:pStyle w:val="Tabletext"/>
              <w:rPr>
                <w:lang w:val="pt-BR" w:eastAsia="ja-JP"/>
              </w:rPr>
            </w:pPr>
            <w:r w:rsidRPr="00250417">
              <w:rPr>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4E97F498" w14:textId="77777777" w:rsidR="00FF5310" w:rsidRPr="00250417" w:rsidRDefault="00FF5310" w:rsidP="00C13D79">
            <w:pPr>
              <w:pStyle w:val="Tabletext"/>
              <w:rPr>
                <w:lang w:val="pt-BR" w:eastAsia="ja-JP"/>
              </w:rPr>
            </w:pPr>
            <w:r w:rsidRPr="00250417">
              <w:rPr>
                <w:lang w:val="pt-BR" w:eastAsia="ja-JP"/>
              </w:rPr>
              <w:t>3.3</w:t>
            </w:r>
          </w:p>
        </w:tc>
      </w:tr>
      <w:tr w:rsidR="00FF5310" w:rsidRPr="00250417" w14:paraId="14B74762" w14:textId="77777777" w:rsidTr="004F3957">
        <w:trPr>
          <w:jc w:val="center"/>
        </w:trPr>
        <w:tc>
          <w:tcPr>
            <w:tcW w:w="3694" w:type="dxa"/>
            <w:tcBorders>
              <w:top w:val="single" w:sz="4" w:space="0" w:color="auto"/>
              <w:left w:val="single" w:sz="4" w:space="0" w:color="auto"/>
              <w:bottom w:val="single" w:sz="4" w:space="0" w:color="auto"/>
              <w:right w:val="single" w:sz="4" w:space="0" w:color="auto"/>
            </w:tcBorders>
            <w:hideMark/>
          </w:tcPr>
          <w:p w14:paraId="31C65D35" w14:textId="77777777" w:rsidR="00FF5310" w:rsidRPr="00250417" w:rsidRDefault="00FF5310" w:rsidP="00C13D79">
            <w:pPr>
              <w:pStyle w:val="Tabletext"/>
              <w:rPr>
                <w:lang w:eastAsia="ja-JP"/>
              </w:rPr>
            </w:pPr>
            <w:r w:rsidRPr="00250417">
              <w:rPr>
                <w:lang w:eastAsia="ja-JP"/>
              </w:rPr>
              <w:t>Vertical beamwidth</w:t>
            </w:r>
          </w:p>
        </w:tc>
        <w:tc>
          <w:tcPr>
            <w:tcW w:w="1875" w:type="dxa"/>
            <w:tcBorders>
              <w:top w:val="single" w:sz="4" w:space="0" w:color="auto"/>
              <w:left w:val="single" w:sz="4" w:space="0" w:color="auto"/>
              <w:bottom w:val="single" w:sz="4" w:space="0" w:color="auto"/>
              <w:right w:val="single" w:sz="4" w:space="0" w:color="auto"/>
            </w:tcBorders>
            <w:hideMark/>
          </w:tcPr>
          <w:p w14:paraId="21F29080" w14:textId="77777777" w:rsidR="00FF5310" w:rsidRPr="00250417" w:rsidRDefault="00FF5310" w:rsidP="00C13D79">
            <w:pPr>
              <w:pStyle w:val="Tabletext"/>
              <w:rPr>
                <w:lang w:eastAsia="ja-JP"/>
              </w:rPr>
            </w:pPr>
            <w:r w:rsidRPr="00250417">
              <w:rPr>
                <w:lang w:eastAsia="ja-JP"/>
              </w:rPr>
              <w:t>degrees</w:t>
            </w:r>
          </w:p>
        </w:tc>
        <w:tc>
          <w:tcPr>
            <w:tcW w:w="2219" w:type="dxa"/>
            <w:tcBorders>
              <w:top w:val="single" w:sz="4" w:space="0" w:color="auto"/>
              <w:left w:val="single" w:sz="4" w:space="0" w:color="auto"/>
              <w:bottom w:val="single" w:sz="4" w:space="0" w:color="auto"/>
              <w:right w:val="single" w:sz="4" w:space="0" w:color="auto"/>
            </w:tcBorders>
            <w:vAlign w:val="center"/>
          </w:tcPr>
          <w:p w14:paraId="719E3498" w14:textId="77777777" w:rsidR="00FF5310" w:rsidRPr="00250417" w:rsidRDefault="00FF5310" w:rsidP="00C13D79">
            <w:pPr>
              <w:pStyle w:val="Tabletext"/>
              <w:rPr>
                <w:lang w:val="pt-BR" w:eastAsia="ja-JP"/>
              </w:rPr>
            </w:pPr>
            <w:r w:rsidRPr="00250417">
              <w:rPr>
                <w:lang w:val="pt-BR" w:eastAsia="ja-JP"/>
              </w:rPr>
              <w:t>90</w:t>
            </w:r>
          </w:p>
        </w:tc>
        <w:tc>
          <w:tcPr>
            <w:tcW w:w="2220" w:type="dxa"/>
            <w:tcBorders>
              <w:top w:val="single" w:sz="4" w:space="0" w:color="auto"/>
              <w:left w:val="single" w:sz="4" w:space="0" w:color="auto"/>
              <w:bottom w:val="single" w:sz="4" w:space="0" w:color="auto"/>
              <w:right w:val="single" w:sz="4" w:space="0" w:color="auto"/>
            </w:tcBorders>
            <w:vAlign w:val="center"/>
          </w:tcPr>
          <w:p w14:paraId="5D54B0F7" w14:textId="77777777" w:rsidR="00FF5310" w:rsidRPr="00250417" w:rsidRDefault="00FF5310" w:rsidP="00C13D79">
            <w:pPr>
              <w:pStyle w:val="Tabletext"/>
              <w:rPr>
                <w:lang w:val="pt-BR" w:eastAsia="ja-JP"/>
              </w:rPr>
            </w:pPr>
            <w:r w:rsidRPr="00250417">
              <w:rPr>
                <w:lang w:val="pt-BR" w:eastAsia="ja-JP"/>
              </w:rPr>
              <w:t>16</w:t>
            </w:r>
          </w:p>
        </w:tc>
        <w:tc>
          <w:tcPr>
            <w:tcW w:w="2225" w:type="dxa"/>
            <w:tcBorders>
              <w:top w:val="single" w:sz="4" w:space="0" w:color="auto"/>
              <w:left w:val="single" w:sz="4" w:space="0" w:color="auto"/>
              <w:bottom w:val="single" w:sz="4" w:space="0" w:color="auto"/>
              <w:right w:val="single" w:sz="4" w:space="0" w:color="auto"/>
            </w:tcBorders>
            <w:vAlign w:val="center"/>
          </w:tcPr>
          <w:p w14:paraId="1515D66A" w14:textId="77777777" w:rsidR="00FF5310" w:rsidRPr="00250417" w:rsidRDefault="00FF5310" w:rsidP="00C13D79">
            <w:pPr>
              <w:pStyle w:val="Tabletext"/>
              <w:rPr>
                <w:lang w:val="pt-BR" w:eastAsia="ja-JP"/>
              </w:rPr>
            </w:pPr>
            <w:r w:rsidRPr="00250417">
              <w:rPr>
                <w:lang w:val="pt-BR" w:eastAsia="ja-JP"/>
              </w:rPr>
              <w:t>360</w:t>
            </w:r>
          </w:p>
        </w:tc>
        <w:tc>
          <w:tcPr>
            <w:tcW w:w="1113" w:type="dxa"/>
            <w:tcBorders>
              <w:top w:val="single" w:sz="4" w:space="0" w:color="auto"/>
              <w:left w:val="single" w:sz="4" w:space="0" w:color="auto"/>
              <w:bottom w:val="single" w:sz="4" w:space="0" w:color="auto"/>
              <w:right w:val="single" w:sz="4" w:space="0" w:color="auto"/>
            </w:tcBorders>
            <w:vAlign w:val="center"/>
          </w:tcPr>
          <w:p w14:paraId="01CF5C74" w14:textId="77777777" w:rsidR="00FF5310" w:rsidRPr="00250417" w:rsidRDefault="00FF5310" w:rsidP="00C13D79">
            <w:pPr>
              <w:pStyle w:val="Tabletext"/>
              <w:rPr>
                <w:lang w:val="pt-BR" w:eastAsia="ja-JP"/>
              </w:rPr>
            </w:pPr>
            <w:r w:rsidRPr="00250417">
              <w:rPr>
                <w:lang w:val="pt-BR" w:eastAsia="ja-JP"/>
              </w:rPr>
              <w:t>16</w:t>
            </w:r>
          </w:p>
        </w:tc>
        <w:tc>
          <w:tcPr>
            <w:tcW w:w="1113" w:type="dxa"/>
            <w:tcBorders>
              <w:top w:val="single" w:sz="4" w:space="0" w:color="auto"/>
              <w:left w:val="single" w:sz="4" w:space="0" w:color="auto"/>
              <w:bottom w:val="single" w:sz="4" w:space="0" w:color="auto"/>
              <w:right w:val="single" w:sz="4" w:space="0" w:color="auto"/>
            </w:tcBorders>
            <w:vAlign w:val="center"/>
          </w:tcPr>
          <w:p w14:paraId="0B1A8D9C" w14:textId="77777777" w:rsidR="00FF5310" w:rsidRPr="00250417" w:rsidRDefault="00FF5310" w:rsidP="00C13D79">
            <w:pPr>
              <w:pStyle w:val="Tabletext"/>
              <w:rPr>
                <w:lang w:val="pt-BR" w:eastAsia="ja-JP"/>
              </w:rPr>
            </w:pPr>
            <w:r w:rsidRPr="00250417">
              <w:rPr>
                <w:lang w:val="pt-BR" w:eastAsia="ja-JP"/>
              </w:rPr>
              <w:t>3.3</w:t>
            </w:r>
          </w:p>
        </w:tc>
      </w:tr>
    </w:tbl>
    <w:p w14:paraId="563A3D6D" w14:textId="77777777" w:rsidR="00FF5310" w:rsidRPr="00250417" w:rsidRDefault="00FF5310" w:rsidP="00C13D79">
      <w:pPr>
        <w:pStyle w:val="Tablefin"/>
        <w:rPr>
          <w:ins w:id="539" w:author="John Mettrop [2]" w:date="2022-12-05T12:33:00Z"/>
        </w:rPr>
      </w:pPr>
    </w:p>
    <w:p w14:paraId="13537074" w14:textId="77777777" w:rsidR="00FF5310" w:rsidRPr="00250417" w:rsidRDefault="00FF5310" w:rsidP="00FF5310">
      <w:pPr>
        <w:rPr>
          <w:ins w:id="540" w:author="John Mettrop [2]" w:date="2022-12-05T12:33:00Z"/>
        </w:rPr>
      </w:pPr>
      <w:ins w:id="541" w:author="John Mettrop [2]" w:date="2022-12-05T12:33:00Z">
        <w:r w:rsidRPr="00250417">
          <w:br w:type="page"/>
        </w:r>
      </w:ins>
    </w:p>
    <w:p w14:paraId="030DD8E1" w14:textId="35C77BAD" w:rsidR="00FF5310" w:rsidRPr="00250417" w:rsidRDefault="00FF5310" w:rsidP="00C13D79">
      <w:pPr>
        <w:pStyle w:val="TableNo"/>
        <w:rPr>
          <w:ins w:id="542" w:author="John Mettrop [2]" w:date="2022-12-05T12:32:00Z"/>
        </w:rPr>
      </w:pPr>
      <w:ins w:id="543" w:author="John Mettrop [2]" w:date="2022-12-05T12:32:00Z">
        <w:r w:rsidRPr="00250417">
          <w:lastRenderedPageBreak/>
          <w:t>TABLE 1 (</w:t>
        </w:r>
        <w:r w:rsidRPr="00250417">
          <w:rPr>
            <w:i/>
            <w:iCs/>
          </w:rPr>
          <w:t>continued</w:t>
        </w:r>
        <w:r w:rsidRPr="00250417">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FF5310" w:rsidRPr="00250417" w14:paraId="44AC04E3" w14:textId="77777777" w:rsidTr="004F3957">
        <w:trPr>
          <w:jc w:val="center"/>
          <w:ins w:id="544"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45CED5" w14:textId="77777777" w:rsidR="00FF5310" w:rsidRPr="00250417" w:rsidRDefault="00FF5310" w:rsidP="00C13D79">
            <w:pPr>
              <w:pStyle w:val="Tablehead"/>
              <w:rPr>
                <w:ins w:id="545" w:author="John Mettrop [2]" w:date="2022-12-05T12:32:00Z"/>
                <w:sz w:val="28"/>
              </w:rPr>
            </w:pPr>
            <w:ins w:id="546" w:author="John Mettrop [2]" w:date="2022-12-05T12:32:00Z">
              <w:r w:rsidRPr="00250417">
                <w:rPr>
                  <w:sz w:val="28"/>
                </w:rPr>
                <w:br w:type="page"/>
              </w:r>
              <w:r w:rsidRPr="00250417">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1CA9D5" w14:textId="77777777" w:rsidR="00FF5310" w:rsidRPr="00250417" w:rsidRDefault="00FF5310" w:rsidP="00C13D79">
            <w:pPr>
              <w:pStyle w:val="Tablehead"/>
              <w:rPr>
                <w:ins w:id="547" w:author="John Mettrop [2]" w:date="2022-12-05T12:32:00Z"/>
                <w:lang w:eastAsia="ja-JP"/>
              </w:rPr>
            </w:pPr>
            <w:ins w:id="548" w:author="John Mettrop [2]" w:date="2022-12-05T12:32:00Z">
              <w:r w:rsidRPr="00250417">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cPr>
          <w:p w14:paraId="40AC22CD" w14:textId="77777777" w:rsidR="00FF5310" w:rsidRPr="00250417" w:rsidRDefault="00FF5310" w:rsidP="00C13D79">
            <w:pPr>
              <w:pStyle w:val="Tablehead"/>
              <w:rPr>
                <w:ins w:id="549" w:author="John Mettrop [2]" w:date="2022-12-05T12:32:00Z"/>
                <w:lang w:eastAsia="ja-JP"/>
              </w:rPr>
            </w:pPr>
            <w:ins w:id="550" w:author="John Mettrop [2]" w:date="2022-12-05T12:32:00Z">
              <w:r w:rsidRPr="00250417">
                <w:rPr>
                  <w:lang w:eastAsia="ja-JP"/>
                </w:rPr>
                <w:t>System 6</w:t>
              </w:r>
              <w:r w:rsidRPr="00250417">
                <w:rPr>
                  <w:lang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cPr>
          <w:p w14:paraId="26BFE4D2" w14:textId="77777777" w:rsidR="00FF5310" w:rsidRPr="00250417" w:rsidRDefault="00FF5310" w:rsidP="00C13D79">
            <w:pPr>
              <w:pStyle w:val="Tablehead"/>
              <w:rPr>
                <w:ins w:id="551" w:author="John Mettrop [2]" w:date="2022-12-05T12:32:00Z"/>
                <w:lang w:eastAsia="ja-JP"/>
              </w:rPr>
            </w:pPr>
            <w:ins w:id="552" w:author="John Mettrop [2]" w:date="2022-12-05T12:32:00Z">
              <w:r w:rsidRPr="00250417">
                <w:rPr>
                  <w:lang w:eastAsia="ja-JP"/>
                </w:rPr>
                <w:t>System 6</w:t>
              </w:r>
              <w:r w:rsidRPr="00250417">
                <w:rPr>
                  <w:lang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ABA17AB" w14:textId="77777777" w:rsidR="00FF5310" w:rsidRPr="00250417" w:rsidRDefault="00FF5310" w:rsidP="00C13D79">
            <w:pPr>
              <w:pStyle w:val="Tablehead"/>
              <w:rPr>
                <w:ins w:id="553" w:author="John Mettrop [2]" w:date="2022-12-05T12:32:00Z"/>
                <w:lang w:eastAsia="ja-JP"/>
              </w:rPr>
            </w:pPr>
            <w:ins w:id="554" w:author="John Mettrop [2]" w:date="2022-12-05T12:32:00Z">
              <w:r w:rsidRPr="00250417">
                <w:rPr>
                  <w:lang w:eastAsia="ja-JP"/>
                </w:rPr>
                <w:t>System 6</w:t>
              </w:r>
              <w:r w:rsidRPr="00250417">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cPr>
          <w:p w14:paraId="402ACA9F" w14:textId="77777777" w:rsidR="00FF5310" w:rsidRPr="00250417" w:rsidRDefault="00FF5310" w:rsidP="00C13D79">
            <w:pPr>
              <w:pStyle w:val="Tablehead"/>
              <w:rPr>
                <w:ins w:id="555" w:author="John Mettrop [2]" w:date="2022-12-05T12:32:00Z"/>
                <w:lang w:eastAsia="ja-JP"/>
              </w:rPr>
            </w:pPr>
            <w:ins w:id="556" w:author="John Mettrop [2]" w:date="2022-12-05T12:32:00Z">
              <w:r w:rsidRPr="00250417">
                <w:rPr>
                  <w:lang w:eastAsia="ja-JP"/>
                </w:rPr>
                <w:t>System 6</w:t>
              </w:r>
              <w:r w:rsidRPr="00250417">
                <w:rPr>
                  <w:lang w:eastAsia="ja-JP"/>
                </w:rPr>
                <w:br/>
                <w:t>Ground</w:t>
              </w:r>
            </w:ins>
          </w:p>
        </w:tc>
      </w:tr>
      <w:tr w:rsidR="00FF5310" w:rsidRPr="00250417" w14:paraId="5502586C" w14:textId="77777777" w:rsidTr="004F3957">
        <w:trPr>
          <w:jc w:val="center"/>
          <w:ins w:id="557"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16444B1D"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58" w:author="John Mettrop [2]" w:date="2022-12-05T12:32:00Z"/>
                <w:b/>
                <w:bCs/>
                <w:sz w:val="20"/>
                <w:lang w:eastAsia="ja-JP"/>
              </w:rPr>
            </w:pPr>
            <w:ins w:id="559" w:author="John Mettrop [2]" w:date="2022-12-05T12:32:00Z">
              <w:r w:rsidRPr="00250417">
                <w:rPr>
                  <w:b/>
                  <w:bCs/>
                  <w:sz w:val="20"/>
                  <w:lang w:eastAsia="ja-JP"/>
                </w:rPr>
                <w:t>Transmitter</w:t>
              </w:r>
            </w:ins>
          </w:p>
        </w:tc>
      </w:tr>
      <w:tr w:rsidR="00FF5310" w:rsidRPr="00250417" w14:paraId="00BC2AE4" w14:textId="77777777" w:rsidTr="004F3957">
        <w:trPr>
          <w:jc w:val="center"/>
          <w:ins w:id="56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6070C9D" w14:textId="77777777" w:rsidR="00FF5310" w:rsidRPr="00250417" w:rsidRDefault="00FF5310" w:rsidP="00302FDE">
            <w:pPr>
              <w:pStyle w:val="Tabletext"/>
              <w:rPr>
                <w:ins w:id="561" w:author="John Mettrop [2]" w:date="2022-12-05T12:32:00Z"/>
                <w:lang w:eastAsia="ja-JP"/>
              </w:rPr>
            </w:pPr>
            <w:ins w:id="562" w:author="John Mettrop [2]" w:date="2022-12-05T12:32:00Z">
              <w:r w:rsidRPr="00250417">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77BB3A8" w14:textId="77777777" w:rsidR="00FF5310" w:rsidRPr="00250417" w:rsidRDefault="00FF5310" w:rsidP="00302FDE">
            <w:pPr>
              <w:pStyle w:val="Tabletext"/>
              <w:rPr>
                <w:ins w:id="563" w:author="John Mettrop [2]" w:date="2022-12-05T12:32:00Z"/>
                <w:lang w:eastAsia="ja-JP"/>
              </w:rPr>
            </w:pPr>
            <w:ins w:id="564" w:author="John Mettrop [2]" w:date="2022-12-05T12:32:00Z">
              <w:r w:rsidRPr="00250417">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81EF5" w14:textId="77777777" w:rsidR="00FF5310" w:rsidRPr="00250417" w:rsidRDefault="00FF5310" w:rsidP="00302FDE">
            <w:pPr>
              <w:pStyle w:val="Tabletext"/>
              <w:rPr>
                <w:ins w:id="565" w:author="John Mettrop [2]" w:date="2022-12-05T12:32:00Z"/>
                <w:lang w:eastAsia="ja-JP"/>
              </w:rPr>
            </w:pPr>
            <w:ins w:id="566" w:author="John Mettrop [2]" w:date="2022-12-05T12:32:00Z">
              <w:r w:rsidRPr="00250417">
                <w:rPr>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85833" w14:textId="77777777" w:rsidR="00FF5310" w:rsidRPr="00250417" w:rsidRDefault="00FF5310" w:rsidP="00302FDE">
            <w:pPr>
              <w:pStyle w:val="Tabletext"/>
              <w:rPr>
                <w:ins w:id="567" w:author="John Mettrop [2]" w:date="2022-12-05T12:32:00Z"/>
                <w:lang w:eastAsia="ja-JP"/>
              </w:rPr>
            </w:pPr>
            <w:ins w:id="568" w:author="John Mettrop [2]" w:date="2022-12-05T12:32:00Z">
              <w:r w:rsidRPr="00250417">
                <w:rPr>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1C630A" w14:textId="77777777" w:rsidR="00FF5310" w:rsidRPr="00250417" w:rsidRDefault="00FF5310" w:rsidP="00302FDE">
            <w:pPr>
              <w:pStyle w:val="Tabletext"/>
              <w:rPr>
                <w:ins w:id="569" w:author="John Mettrop [2]" w:date="2022-12-05T12:32:00Z"/>
                <w:lang w:eastAsia="ja-JP"/>
              </w:rPr>
            </w:pPr>
            <w:ins w:id="570" w:author="John Mettrop [2]" w:date="2022-12-05T12:32:00Z">
              <w:r w:rsidRPr="00250417">
                <w:rPr>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02730" w14:textId="77777777" w:rsidR="00FF5310" w:rsidRPr="00250417" w:rsidRDefault="00FF5310" w:rsidP="00302FDE">
            <w:pPr>
              <w:pStyle w:val="Tabletext"/>
              <w:rPr>
                <w:ins w:id="571" w:author="John Mettrop [2]" w:date="2022-12-05T12:32:00Z"/>
                <w:lang w:eastAsia="ja-JP"/>
              </w:rPr>
            </w:pPr>
            <w:ins w:id="572" w:author="John Mettrop [2]" w:date="2022-12-05T12:32:00Z">
              <w:r w:rsidRPr="00250417">
                <w:rPr>
                  <w:lang w:eastAsia="ja-JP"/>
                </w:rPr>
                <w:t>4 800-4 990</w:t>
              </w:r>
            </w:ins>
          </w:p>
        </w:tc>
      </w:tr>
      <w:tr w:rsidR="00FF5310" w:rsidRPr="00250417" w14:paraId="6572955F" w14:textId="77777777" w:rsidTr="004F3957">
        <w:trPr>
          <w:jc w:val="center"/>
          <w:ins w:id="57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DC6271F" w14:textId="77777777" w:rsidR="00FF5310" w:rsidRPr="00250417" w:rsidRDefault="00FF5310" w:rsidP="00302FDE">
            <w:pPr>
              <w:pStyle w:val="Tabletext"/>
              <w:rPr>
                <w:ins w:id="574" w:author="John Mettrop [2]" w:date="2022-12-05T12:32:00Z"/>
                <w:lang w:eastAsia="ja-JP"/>
              </w:rPr>
            </w:pPr>
            <w:ins w:id="575" w:author="John Mettrop [2]" w:date="2022-12-05T12:32:00Z">
              <w:r w:rsidRPr="00250417">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5D7B63E" w14:textId="77777777" w:rsidR="00FF5310" w:rsidRPr="00250417" w:rsidRDefault="00FF5310" w:rsidP="00302FDE">
            <w:pPr>
              <w:pStyle w:val="Tabletext"/>
              <w:rPr>
                <w:ins w:id="576" w:author="John Mettrop [2]" w:date="2022-12-05T12:32:00Z"/>
                <w:lang w:eastAsia="ja-JP"/>
              </w:rPr>
            </w:pPr>
            <w:ins w:id="577" w:author="John Mettrop [2]" w:date="2022-12-05T12:32:00Z">
              <w:r w:rsidRPr="00250417">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72FA0" w14:textId="77777777" w:rsidR="00FF5310" w:rsidRPr="00250417" w:rsidRDefault="00FF5310" w:rsidP="00302FDE">
            <w:pPr>
              <w:pStyle w:val="Tabletext"/>
              <w:rPr>
                <w:ins w:id="578" w:author="John Mettrop [2]" w:date="2022-12-05T12:32:00Z"/>
                <w:lang w:eastAsia="ja-JP"/>
              </w:rPr>
            </w:pPr>
            <w:ins w:id="579" w:author="John Mettrop [2]" w:date="2022-12-05T12:32:00Z">
              <w:r w:rsidRPr="00250417">
                <w:rPr>
                  <w:lang w:eastAsia="ja-JP"/>
                </w:rPr>
                <w:t>27-33</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B1BCB" w14:textId="77777777" w:rsidR="00FF5310" w:rsidRPr="00250417" w:rsidRDefault="00FF5310" w:rsidP="00302FDE">
            <w:pPr>
              <w:pStyle w:val="Tabletext"/>
              <w:rPr>
                <w:ins w:id="580" w:author="John Mettrop [2]" w:date="2022-12-05T12:32:00Z"/>
                <w:lang w:eastAsia="ja-JP"/>
              </w:rPr>
            </w:pPr>
            <w:ins w:id="581" w:author="John Mettrop [2]" w:date="2022-12-05T12:32:00Z">
              <w:r w:rsidRPr="00250417">
                <w:rPr>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5E83B" w14:textId="77777777" w:rsidR="00FF5310" w:rsidRPr="00250417" w:rsidRDefault="00FF5310" w:rsidP="00302FDE">
            <w:pPr>
              <w:pStyle w:val="Tabletext"/>
              <w:rPr>
                <w:ins w:id="582" w:author="John Mettrop [2]" w:date="2022-12-05T12:32:00Z"/>
                <w:lang w:eastAsia="ja-JP"/>
              </w:rPr>
            </w:pPr>
            <w:ins w:id="583" w:author="John Mettrop [2]" w:date="2022-12-05T12:32:00Z">
              <w:r w:rsidRPr="00250417">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7ADCB9" w14:textId="77777777" w:rsidR="00FF5310" w:rsidRPr="00250417" w:rsidRDefault="00FF5310" w:rsidP="00302FDE">
            <w:pPr>
              <w:pStyle w:val="Tabletext"/>
              <w:rPr>
                <w:ins w:id="584" w:author="John Mettrop [2]" w:date="2022-12-05T12:32:00Z"/>
                <w:lang w:eastAsia="ja-JP"/>
              </w:rPr>
            </w:pPr>
            <w:ins w:id="585" w:author="John Mettrop [2]" w:date="2022-12-05T12:32:00Z">
              <w:r w:rsidRPr="00250417">
                <w:rPr>
                  <w:lang w:eastAsia="ja-JP"/>
                </w:rPr>
                <w:t>35</w:t>
              </w:r>
            </w:ins>
          </w:p>
        </w:tc>
      </w:tr>
      <w:tr w:rsidR="00FF5310" w:rsidRPr="00250417" w14:paraId="5A696FD8" w14:textId="77777777" w:rsidTr="004F3957">
        <w:trPr>
          <w:jc w:val="center"/>
          <w:ins w:id="58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7D95A7D" w14:textId="77777777" w:rsidR="00FF5310" w:rsidRPr="00250417" w:rsidRDefault="00FF5310" w:rsidP="00302FDE">
            <w:pPr>
              <w:pStyle w:val="Tabletext"/>
              <w:rPr>
                <w:ins w:id="587" w:author="John Mettrop [2]" w:date="2022-12-05T12:32:00Z"/>
                <w:lang w:eastAsia="ja-JP"/>
              </w:rPr>
            </w:pPr>
            <w:ins w:id="588" w:author="John Mettrop [2]" w:date="2022-12-05T12:32:00Z">
              <w:r w:rsidRPr="00250417">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8716CB6" w14:textId="77777777" w:rsidR="00FF5310" w:rsidRPr="00250417" w:rsidRDefault="00FF5310" w:rsidP="00302FDE">
            <w:pPr>
              <w:pStyle w:val="Tabletext"/>
              <w:rPr>
                <w:ins w:id="589" w:author="John Mettrop [2]" w:date="2022-12-05T12:32:00Z"/>
                <w:lang w:eastAsia="ja-JP"/>
              </w:rPr>
            </w:pPr>
            <w:ins w:id="590" w:author="John Mettrop [2]" w:date="2022-12-05T12:32:00Z">
              <w:r w:rsidRPr="00250417">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47355" w14:textId="77777777" w:rsidR="00FF5310" w:rsidRPr="00250417" w:rsidRDefault="00FF5310" w:rsidP="00302FDE">
            <w:pPr>
              <w:pStyle w:val="Tabletext"/>
              <w:rPr>
                <w:ins w:id="591" w:author="John Mettrop [2]" w:date="2022-12-05T12:32:00Z"/>
                <w:lang w:eastAsia="ja-JP"/>
              </w:rPr>
            </w:pPr>
            <w:ins w:id="592" w:author="John Mettrop [2]" w:date="2022-12-05T12:32:00Z">
              <w:r w:rsidRPr="00250417">
                <w:rPr>
                  <w:lang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96F54" w14:textId="77777777" w:rsidR="00FF5310" w:rsidRPr="00250417" w:rsidRDefault="00FF5310" w:rsidP="00302FDE">
            <w:pPr>
              <w:pStyle w:val="Tabletext"/>
              <w:rPr>
                <w:ins w:id="593" w:author="John Mettrop [2]" w:date="2022-12-05T12:32:00Z"/>
                <w:lang w:eastAsia="ja-JP"/>
              </w:rPr>
            </w:pPr>
            <w:ins w:id="594" w:author="John Mettrop [2]" w:date="2022-12-05T12:32:00Z">
              <w:r w:rsidRPr="00250417">
                <w:rPr>
                  <w:lang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0AF1F" w14:textId="77777777" w:rsidR="00FF5310" w:rsidRPr="00250417" w:rsidRDefault="00FF5310" w:rsidP="00302FDE">
            <w:pPr>
              <w:pStyle w:val="Tabletext"/>
              <w:rPr>
                <w:ins w:id="595" w:author="John Mettrop [2]" w:date="2022-12-05T12:32:00Z"/>
                <w:lang w:eastAsia="ja-JP"/>
              </w:rPr>
            </w:pPr>
            <w:ins w:id="596" w:author="John Mettrop [2]" w:date="2022-12-05T12:32:00Z">
              <w:r w:rsidRPr="00250417">
                <w:rPr>
                  <w:lang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EB2EA5" w14:textId="77777777" w:rsidR="00FF5310" w:rsidRPr="00250417" w:rsidRDefault="00FF5310" w:rsidP="00302FDE">
            <w:pPr>
              <w:pStyle w:val="Tabletext"/>
              <w:rPr>
                <w:ins w:id="597" w:author="John Mettrop [2]" w:date="2022-12-05T12:32:00Z"/>
                <w:lang w:eastAsia="ja-JP"/>
              </w:rPr>
            </w:pPr>
            <w:ins w:id="598" w:author="John Mettrop [2]" w:date="2022-12-05T12:32:00Z">
              <w:r w:rsidRPr="00250417">
                <w:rPr>
                  <w:lang w:eastAsia="ja-JP"/>
                </w:rPr>
                <w:t>5/10/20/40 (software configurable)</w:t>
              </w:r>
            </w:ins>
          </w:p>
        </w:tc>
      </w:tr>
      <w:tr w:rsidR="00FF5310" w:rsidRPr="00250417" w14:paraId="55ED233B" w14:textId="77777777" w:rsidTr="004F3957">
        <w:trPr>
          <w:jc w:val="center"/>
          <w:ins w:id="599"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19F48DB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0" w:author="John Mettrop [2]" w:date="2022-12-05T12:32:00Z"/>
                <w:b/>
                <w:bCs/>
                <w:sz w:val="20"/>
                <w:lang w:eastAsia="ja-JP"/>
              </w:rPr>
            </w:pPr>
            <w:proofErr w:type="gramStart"/>
            <w:ins w:id="601" w:author="John Mettrop [2]" w:date="2022-12-05T12:32:00Z">
              <w:r w:rsidRPr="00250417">
                <w:rPr>
                  <w:b/>
                  <w:bCs/>
                  <w:sz w:val="20"/>
                  <w:lang w:eastAsia="ja-JP"/>
                </w:rPr>
                <w:t>Receiver</w:t>
              </w:r>
              <w:r w:rsidRPr="00250417">
                <w:rPr>
                  <w:rFonts w:eastAsia="Calibri"/>
                  <w:sz w:val="20"/>
                  <w:vertAlign w:val="superscript"/>
                  <w:lang w:eastAsia="ja-JP"/>
                </w:rPr>
                <w:t>(</w:t>
              </w:r>
              <w:proofErr w:type="gramEnd"/>
              <w:r w:rsidRPr="00250417">
                <w:rPr>
                  <w:rFonts w:eastAsia="Calibri"/>
                  <w:sz w:val="20"/>
                  <w:vertAlign w:val="superscript"/>
                  <w:lang w:eastAsia="ja-JP"/>
                </w:rPr>
                <w:t>4)</w:t>
              </w:r>
            </w:ins>
          </w:p>
        </w:tc>
      </w:tr>
      <w:tr w:rsidR="00FF5310" w:rsidRPr="00250417" w14:paraId="24E73AF0" w14:textId="77777777" w:rsidTr="004F3957">
        <w:trPr>
          <w:jc w:val="center"/>
          <w:ins w:id="602"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56D7D68" w14:textId="77777777" w:rsidR="00FF5310" w:rsidRPr="00250417" w:rsidRDefault="00FF5310" w:rsidP="00302FDE">
            <w:pPr>
              <w:pStyle w:val="Tabletext"/>
              <w:rPr>
                <w:ins w:id="603" w:author="John Mettrop [2]" w:date="2022-12-05T12:32:00Z"/>
                <w:lang w:eastAsia="ja-JP"/>
              </w:rPr>
            </w:pPr>
            <w:ins w:id="604" w:author="John Mettrop [2]" w:date="2022-12-05T12:32:00Z">
              <w:r w:rsidRPr="00250417">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470B2A1" w14:textId="77777777" w:rsidR="00FF5310" w:rsidRPr="00250417" w:rsidRDefault="00FF5310" w:rsidP="00302FDE">
            <w:pPr>
              <w:pStyle w:val="Tabletext"/>
              <w:rPr>
                <w:ins w:id="605" w:author="John Mettrop [2]" w:date="2022-12-05T12:32:00Z"/>
                <w:lang w:eastAsia="ja-JP"/>
              </w:rPr>
            </w:pPr>
            <w:ins w:id="606" w:author="John Mettrop [2]" w:date="2022-12-05T12:32:00Z">
              <w:r w:rsidRPr="00250417">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1BF01" w14:textId="77777777" w:rsidR="00FF5310" w:rsidRPr="00250417" w:rsidRDefault="00FF5310" w:rsidP="00302FDE">
            <w:pPr>
              <w:pStyle w:val="Tabletext"/>
              <w:rPr>
                <w:ins w:id="607" w:author="John Mettrop [2]" w:date="2022-12-05T12:32:00Z"/>
                <w:lang w:eastAsia="ja-JP"/>
              </w:rPr>
            </w:pPr>
            <w:ins w:id="608" w:author="John Mettrop [2]" w:date="2022-12-05T12:32:00Z">
              <w:r w:rsidRPr="00250417">
                <w:rPr>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94E26" w14:textId="77777777" w:rsidR="00FF5310" w:rsidRPr="00250417" w:rsidRDefault="00FF5310" w:rsidP="00302FDE">
            <w:pPr>
              <w:pStyle w:val="Tabletext"/>
              <w:rPr>
                <w:ins w:id="609" w:author="John Mettrop [2]" w:date="2022-12-05T12:32:00Z"/>
                <w:lang w:eastAsia="ja-JP"/>
              </w:rPr>
            </w:pPr>
            <w:ins w:id="610" w:author="John Mettrop [2]" w:date="2022-12-05T12:32:00Z">
              <w:r w:rsidRPr="00250417">
                <w:rPr>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7D7E8" w14:textId="77777777" w:rsidR="00FF5310" w:rsidRPr="00250417" w:rsidRDefault="00FF5310" w:rsidP="00302FDE">
            <w:pPr>
              <w:pStyle w:val="Tabletext"/>
              <w:rPr>
                <w:ins w:id="611" w:author="John Mettrop [2]" w:date="2022-12-05T12:32:00Z"/>
                <w:lang w:eastAsia="ja-JP"/>
              </w:rPr>
            </w:pPr>
            <w:ins w:id="612" w:author="John Mettrop [2]" w:date="2022-12-05T12:32:00Z">
              <w:r w:rsidRPr="00250417">
                <w:rPr>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2B06E" w14:textId="77777777" w:rsidR="00FF5310" w:rsidRPr="00250417" w:rsidRDefault="00FF5310" w:rsidP="00302FDE">
            <w:pPr>
              <w:pStyle w:val="Tabletext"/>
              <w:rPr>
                <w:ins w:id="613" w:author="John Mettrop [2]" w:date="2022-12-05T12:32:00Z"/>
                <w:lang w:eastAsia="ja-JP"/>
              </w:rPr>
            </w:pPr>
            <w:ins w:id="614" w:author="John Mettrop [2]" w:date="2022-12-05T12:32:00Z">
              <w:r w:rsidRPr="00250417">
                <w:rPr>
                  <w:lang w:eastAsia="ja-JP"/>
                </w:rPr>
                <w:t>4 800-4 990</w:t>
              </w:r>
            </w:ins>
          </w:p>
        </w:tc>
      </w:tr>
      <w:tr w:rsidR="00FF5310" w:rsidRPr="00250417" w14:paraId="7A84B0AA" w14:textId="77777777" w:rsidTr="004F3957">
        <w:trPr>
          <w:jc w:val="center"/>
          <w:ins w:id="615"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5CCCDE5" w14:textId="77777777" w:rsidR="00FF5310" w:rsidRPr="00250417" w:rsidRDefault="00FF5310" w:rsidP="00302FDE">
            <w:pPr>
              <w:pStyle w:val="Tabletext"/>
              <w:rPr>
                <w:ins w:id="616" w:author="John Mettrop [2]" w:date="2022-12-05T12:32:00Z"/>
                <w:lang w:eastAsia="ja-JP"/>
              </w:rPr>
            </w:pPr>
            <w:ins w:id="617" w:author="John Mettrop [2]" w:date="2022-12-05T12:32:00Z">
              <w:r w:rsidRPr="00250417">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D03B9B0" w14:textId="77777777" w:rsidR="00FF5310" w:rsidRPr="00250417" w:rsidRDefault="00FF5310" w:rsidP="00302FDE">
            <w:pPr>
              <w:pStyle w:val="Tabletext"/>
              <w:rPr>
                <w:ins w:id="618" w:author="John Mettrop [2]" w:date="2022-12-05T12:32:00Z"/>
                <w:lang w:eastAsia="ja-JP"/>
              </w:rPr>
            </w:pPr>
            <w:ins w:id="619" w:author="John Mettrop [2]" w:date="2022-12-05T12:32:00Z">
              <w:r w:rsidRPr="00250417">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75335" w14:textId="77777777" w:rsidR="00FF5310" w:rsidRPr="00250417" w:rsidRDefault="00FF5310" w:rsidP="00302FDE">
            <w:pPr>
              <w:pStyle w:val="Tabletext"/>
              <w:rPr>
                <w:ins w:id="620" w:author="John Mettrop [2]" w:date="2022-12-05T12:32:00Z"/>
                <w:lang w:eastAsia="ja-JP"/>
              </w:rPr>
            </w:pPr>
            <w:ins w:id="621" w:author="John Mettrop [2]" w:date="2022-12-05T12:32:00Z">
              <w:r w:rsidRPr="00250417">
                <w:rPr>
                  <w:lang w:eastAsia="ja-JP"/>
                </w:rPr>
                <w:t>5/10/20/40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FC98E" w14:textId="77777777" w:rsidR="00FF5310" w:rsidRPr="00250417" w:rsidRDefault="00FF5310" w:rsidP="00302FDE">
            <w:pPr>
              <w:pStyle w:val="Tabletext"/>
              <w:rPr>
                <w:ins w:id="622" w:author="John Mettrop [2]" w:date="2022-12-05T12:32:00Z"/>
                <w:lang w:eastAsia="ja-JP"/>
              </w:rPr>
            </w:pPr>
            <w:ins w:id="623" w:author="John Mettrop [2]" w:date="2022-12-05T12:32:00Z">
              <w:r w:rsidRPr="00250417">
                <w:rPr>
                  <w:lang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43A5B" w14:textId="77777777" w:rsidR="00FF5310" w:rsidRPr="00250417" w:rsidRDefault="00FF5310" w:rsidP="00302FDE">
            <w:pPr>
              <w:pStyle w:val="Tabletext"/>
              <w:rPr>
                <w:ins w:id="624" w:author="John Mettrop [2]" w:date="2022-12-05T12:32:00Z"/>
                <w:lang w:eastAsia="ja-JP"/>
              </w:rPr>
            </w:pPr>
            <w:ins w:id="625" w:author="John Mettrop [2]" w:date="2022-12-05T12:32:00Z">
              <w:r w:rsidRPr="00250417">
                <w:rPr>
                  <w:lang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FA9E0" w14:textId="77777777" w:rsidR="00FF5310" w:rsidRPr="00250417" w:rsidRDefault="00FF5310" w:rsidP="00302FDE">
            <w:pPr>
              <w:pStyle w:val="Tabletext"/>
              <w:rPr>
                <w:ins w:id="626" w:author="John Mettrop [2]" w:date="2022-12-05T12:32:00Z"/>
                <w:lang w:eastAsia="ja-JP"/>
              </w:rPr>
            </w:pPr>
            <w:ins w:id="627" w:author="John Mettrop [2]" w:date="2022-12-05T12:32:00Z">
              <w:r w:rsidRPr="00250417">
                <w:rPr>
                  <w:lang w:eastAsia="ja-JP"/>
                </w:rPr>
                <w:t>5/10/20/40</w:t>
              </w:r>
            </w:ins>
          </w:p>
        </w:tc>
      </w:tr>
      <w:tr w:rsidR="00FF5310" w:rsidRPr="00250417" w14:paraId="25351D33" w14:textId="77777777" w:rsidTr="004F3957">
        <w:trPr>
          <w:jc w:val="center"/>
          <w:ins w:id="628"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F7A7619" w14:textId="77777777" w:rsidR="00FF5310" w:rsidRPr="00250417" w:rsidRDefault="00FF5310" w:rsidP="00302FDE">
            <w:pPr>
              <w:pStyle w:val="Tabletext"/>
              <w:rPr>
                <w:ins w:id="629" w:author="John Mettrop [2]" w:date="2022-12-05T12:32:00Z"/>
                <w:lang w:eastAsia="ja-JP"/>
              </w:rPr>
            </w:pPr>
            <w:ins w:id="630" w:author="John Mettrop [2]" w:date="2022-12-05T12:32:00Z">
              <w:r w:rsidRPr="00250417">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8117F2A" w14:textId="77777777" w:rsidR="00FF5310" w:rsidRPr="00250417" w:rsidRDefault="00FF5310" w:rsidP="00302FDE">
            <w:pPr>
              <w:pStyle w:val="Tabletext"/>
              <w:rPr>
                <w:ins w:id="631" w:author="John Mettrop [2]" w:date="2022-12-05T12:32:00Z"/>
                <w:lang w:eastAsia="ja-JP"/>
              </w:rPr>
            </w:pPr>
            <w:ins w:id="632" w:author="John Mettrop [2]" w:date="2022-12-05T12:32:00Z">
              <w:r w:rsidRPr="00250417">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83F2E" w14:textId="77777777" w:rsidR="00FF5310" w:rsidRPr="00250417" w:rsidRDefault="00FF5310" w:rsidP="00302FDE">
            <w:pPr>
              <w:pStyle w:val="Tabletext"/>
              <w:rPr>
                <w:ins w:id="633" w:author="John Mettrop [2]" w:date="2022-12-05T12:32:00Z"/>
                <w:lang w:eastAsia="ja-JP"/>
              </w:rPr>
            </w:pPr>
            <w:ins w:id="634" w:author="John Mettrop [2]" w:date="2022-12-05T12:32:00Z">
              <w:r w:rsidRPr="00250417">
                <w:rPr>
                  <w:lang w:eastAsia="ja-JP"/>
                </w:rPr>
                <w:t>6</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CA824" w14:textId="77777777" w:rsidR="00FF5310" w:rsidRPr="00250417" w:rsidRDefault="00FF5310" w:rsidP="00302FDE">
            <w:pPr>
              <w:pStyle w:val="Tabletext"/>
              <w:rPr>
                <w:ins w:id="635" w:author="John Mettrop [2]" w:date="2022-12-05T12:32:00Z"/>
                <w:lang w:eastAsia="ja-JP"/>
              </w:rPr>
            </w:pPr>
            <w:ins w:id="636" w:author="John Mettrop [2]" w:date="2022-12-05T12:32:00Z">
              <w:r w:rsidRPr="00250417">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B6484" w14:textId="77777777" w:rsidR="00FF5310" w:rsidRPr="00250417" w:rsidRDefault="00FF5310" w:rsidP="00302FDE">
            <w:pPr>
              <w:pStyle w:val="Tabletext"/>
              <w:rPr>
                <w:ins w:id="637" w:author="John Mettrop [2]" w:date="2022-12-05T12:32:00Z"/>
                <w:lang w:eastAsia="ja-JP"/>
              </w:rPr>
            </w:pPr>
            <w:ins w:id="638" w:author="John Mettrop [2]" w:date="2022-12-05T12:32:00Z">
              <w:r w:rsidRPr="00250417">
                <w:rPr>
                  <w:color w:val="00000A"/>
                  <w:lang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BE3F6" w14:textId="77777777" w:rsidR="00FF5310" w:rsidRPr="00250417" w:rsidRDefault="00FF5310" w:rsidP="00302FDE">
            <w:pPr>
              <w:pStyle w:val="Tabletext"/>
              <w:rPr>
                <w:ins w:id="639" w:author="John Mettrop [2]" w:date="2022-12-05T12:32:00Z"/>
                <w:lang w:eastAsia="ja-JP"/>
              </w:rPr>
            </w:pPr>
            <w:ins w:id="640" w:author="John Mettrop [2]" w:date="2022-12-05T12:32:00Z">
              <w:r w:rsidRPr="00250417">
                <w:rPr>
                  <w:lang w:eastAsia="ja-JP"/>
                </w:rPr>
                <w:t>4</w:t>
              </w:r>
            </w:ins>
          </w:p>
        </w:tc>
      </w:tr>
      <w:tr w:rsidR="00FF5310" w:rsidRPr="00250417" w14:paraId="53E939B9" w14:textId="77777777" w:rsidTr="004F3957">
        <w:trPr>
          <w:jc w:val="center"/>
          <w:ins w:id="641"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1ADF649" w14:textId="77777777" w:rsidR="00FF5310" w:rsidRPr="00250417" w:rsidRDefault="00FF5310" w:rsidP="00302FDE">
            <w:pPr>
              <w:pStyle w:val="Tabletext"/>
              <w:rPr>
                <w:ins w:id="642" w:author="John Mettrop [2]" w:date="2022-12-05T12:32:00Z"/>
                <w:lang w:eastAsia="ja-JP"/>
              </w:rPr>
            </w:pPr>
            <w:ins w:id="643" w:author="John Mettrop [2]" w:date="2022-12-05T12:32:00Z">
              <w:r w:rsidRPr="00250417">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9CE104F" w14:textId="77777777" w:rsidR="00FF5310" w:rsidRPr="00250417" w:rsidRDefault="00FF5310" w:rsidP="00302FDE">
            <w:pPr>
              <w:pStyle w:val="Tabletext"/>
              <w:rPr>
                <w:ins w:id="644" w:author="John Mettrop [2]" w:date="2022-12-05T12:32:00Z"/>
                <w:lang w:eastAsia="ja-JP"/>
              </w:rPr>
            </w:pPr>
            <w:ins w:id="645" w:author="John Mettrop [2]" w:date="2022-12-05T12:32:00Z">
              <w:r w:rsidRPr="00250417">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46C9C" w14:textId="77777777" w:rsidR="00FF5310" w:rsidRPr="00250417" w:rsidRDefault="00FF5310" w:rsidP="00302FDE">
            <w:pPr>
              <w:pStyle w:val="Tabletext"/>
              <w:rPr>
                <w:ins w:id="646" w:author="John Mettrop [2]" w:date="2022-12-05T12:32:00Z"/>
                <w:lang w:eastAsia="ja-JP"/>
              </w:rPr>
            </w:pPr>
            <w:ins w:id="647" w:author="John Mettrop [2]" w:date="2022-12-05T12:32:00Z">
              <w:r w:rsidRPr="00250417">
                <w:rPr>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77933" w14:textId="77777777" w:rsidR="00FF5310" w:rsidRPr="00250417" w:rsidRDefault="00FF5310" w:rsidP="00302FDE">
            <w:pPr>
              <w:pStyle w:val="Tabletext"/>
              <w:rPr>
                <w:ins w:id="648" w:author="John Mettrop [2]" w:date="2022-12-05T12:32:00Z"/>
                <w:lang w:eastAsia="ja-JP"/>
              </w:rPr>
            </w:pPr>
            <w:ins w:id="649" w:author="John Mettrop [2]" w:date="2022-12-05T12:32:00Z">
              <w:r w:rsidRPr="00250417">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517099" w14:textId="77777777" w:rsidR="00FF5310" w:rsidRPr="00250417" w:rsidRDefault="00FF5310" w:rsidP="00302FDE">
            <w:pPr>
              <w:pStyle w:val="Tabletext"/>
              <w:rPr>
                <w:ins w:id="650" w:author="John Mettrop [2]" w:date="2022-12-05T12:32:00Z"/>
                <w:lang w:eastAsia="ja-JP"/>
              </w:rPr>
            </w:pPr>
            <w:ins w:id="651" w:author="John Mettrop [2]" w:date="2022-12-05T12:32:00Z">
              <w:r w:rsidRPr="00250417">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59539B" w14:textId="77777777" w:rsidR="00FF5310" w:rsidRPr="00250417" w:rsidRDefault="00FF5310" w:rsidP="00302FDE">
            <w:pPr>
              <w:pStyle w:val="Tabletext"/>
              <w:rPr>
                <w:ins w:id="652" w:author="John Mettrop [2]" w:date="2022-12-05T12:32:00Z"/>
                <w:lang w:eastAsia="ja-JP"/>
              </w:rPr>
            </w:pPr>
            <w:ins w:id="653" w:author="John Mettrop [2]" w:date="2022-12-05T12:32:00Z">
              <w:r w:rsidRPr="00250417">
                <w:rPr>
                  <w:lang w:eastAsia="ja-JP"/>
                </w:rPr>
                <w:t>−103 to −94</w:t>
              </w:r>
            </w:ins>
          </w:p>
        </w:tc>
      </w:tr>
      <w:tr w:rsidR="00FF5310" w:rsidRPr="00250417" w14:paraId="18BF2FCA" w14:textId="77777777" w:rsidTr="004F3957">
        <w:trPr>
          <w:jc w:val="center"/>
          <w:ins w:id="654" w:author="John Mettrop [2]" w:date="2022-12-05T12:32: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cPr>
          <w:p w14:paraId="355854EF"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55" w:author="John Mettrop [2]" w:date="2022-12-05T12:32:00Z"/>
                <w:b/>
                <w:bCs/>
                <w:sz w:val="20"/>
                <w:lang w:eastAsia="ja-JP"/>
              </w:rPr>
            </w:pPr>
            <w:proofErr w:type="gramStart"/>
            <w:ins w:id="656" w:author="John Mettrop [2]" w:date="2022-12-05T12:32:00Z">
              <w:r w:rsidRPr="00250417">
                <w:rPr>
                  <w:b/>
                  <w:bCs/>
                  <w:sz w:val="20"/>
                  <w:lang w:eastAsia="ja-JP"/>
                </w:rPr>
                <w:t>Antenna</w:t>
              </w:r>
              <w:r w:rsidRPr="00250417">
                <w:rPr>
                  <w:rFonts w:eastAsia="Calibri"/>
                  <w:sz w:val="20"/>
                  <w:vertAlign w:val="superscript"/>
                  <w:lang w:eastAsia="ja-JP"/>
                </w:rPr>
                <w:t>(</w:t>
              </w:r>
              <w:proofErr w:type="gramEnd"/>
              <w:r w:rsidRPr="00250417">
                <w:rPr>
                  <w:rFonts w:eastAsia="Calibri"/>
                  <w:sz w:val="20"/>
                  <w:vertAlign w:val="superscript"/>
                  <w:lang w:eastAsia="ja-JP"/>
                </w:rPr>
                <w:t>4)</w:t>
              </w:r>
            </w:ins>
          </w:p>
        </w:tc>
      </w:tr>
      <w:tr w:rsidR="00FF5310" w:rsidRPr="00250417" w14:paraId="2EBE4F19" w14:textId="77777777" w:rsidTr="004F3957">
        <w:trPr>
          <w:jc w:val="center"/>
          <w:ins w:id="657"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91F7D" w14:textId="77777777" w:rsidR="00FF5310" w:rsidRPr="00250417" w:rsidRDefault="00FF5310" w:rsidP="00302FDE">
            <w:pPr>
              <w:pStyle w:val="Tabletext"/>
              <w:rPr>
                <w:ins w:id="658" w:author="John Mettrop [2]" w:date="2022-12-05T12:32:00Z"/>
                <w:lang w:eastAsia="ja-JP"/>
              </w:rPr>
            </w:pPr>
            <w:ins w:id="659" w:author="John Mettrop [2]" w:date="2022-12-05T12:32:00Z">
              <w:r w:rsidRPr="00250417">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259E6B7" w14:textId="77777777" w:rsidR="00FF5310" w:rsidRPr="00250417" w:rsidRDefault="00FF5310" w:rsidP="00302FDE">
            <w:pPr>
              <w:pStyle w:val="Tabletext"/>
              <w:rPr>
                <w:ins w:id="660" w:author="John Mettrop [2]" w:date="2022-12-05T12:32: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4A7F6" w14:textId="77777777" w:rsidR="00FF5310" w:rsidRPr="00250417" w:rsidRDefault="00FF5310" w:rsidP="00302FDE">
            <w:pPr>
              <w:pStyle w:val="Tabletext"/>
              <w:rPr>
                <w:ins w:id="661" w:author="John Mettrop [2]" w:date="2022-12-05T12:32:00Z"/>
                <w:lang w:eastAsia="ja-JP"/>
              </w:rPr>
            </w:pPr>
            <w:ins w:id="662" w:author="John Mettrop [2]" w:date="2022-12-05T12:32:00Z">
              <w:r w:rsidRPr="00250417">
                <w:rPr>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C6C06" w14:textId="77777777" w:rsidR="00FF5310" w:rsidRPr="00250417" w:rsidRDefault="00FF5310" w:rsidP="00302FDE">
            <w:pPr>
              <w:pStyle w:val="Tabletext"/>
              <w:rPr>
                <w:ins w:id="663" w:author="John Mettrop [2]" w:date="2022-12-05T12:32:00Z"/>
                <w:lang w:eastAsia="ja-JP"/>
              </w:rPr>
            </w:pPr>
            <w:ins w:id="664" w:author="John Mettrop [2]" w:date="2022-12-05T12:32:00Z">
              <w:r w:rsidRPr="00250417">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902FD" w14:textId="77777777" w:rsidR="00FF5310" w:rsidRPr="00250417" w:rsidRDefault="00FF5310" w:rsidP="00302FDE">
            <w:pPr>
              <w:pStyle w:val="Tabletext"/>
              <w:rPr>
                <w:ins w:id="665" w:author="John Mettrop [2]" w:date="2022-12-05T12:32:00Z"/>
                <w:lang w:eastAsia="ja-JP"/>
              </w:rPr>
            </w:pPr>
            <w:ins w:id="666" w:author="John Mettrop [2]" w:date="2022-12-05T12:32:00Z">
              <w:r w:rsidRPr="00250417">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47176" w14:textId="77777777" w:rsidR="00FF5310" w:rsidRPr="00250417" w:rsidRDefault="00FF5310" w:rsidP="00302FDE">
            <w:pPr>
              <w:pStyle w:val="Tabletext"/>
              <w:rPr>
                <w:ins w:id="667" w:author="John Mettrop [2]" w:date="2022-12-05T12:32:00Z"/>
                <w:lang w:eastAsia="ja-JP"/>
              </w:rPr>
            </w:pPr>
            <w:ins w:id="668" w:author="John Mettrop [2]" w:date="2022-12-05T12:32:00Z">
              <w:r w:rsidRPr="00250417">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195A2" w14:textId="77777777" w:rsidR="00FF5310" w:rsidRPr="00250417" w:rsidRDefault="00FF5310" w:rsidP="00302FDE">
            <w:pPr>
              <w:pStyle w:val="Tabletext"/>
              <w:rPr>
                <w:ins w:id="669" w:author="John Mettrop [2]" w:date="2022-12-05T12:32:00Z"/>
                <w:lang w:eastAsia="ja-JP"/>
              </w:rPr>
            </w:pPr>
            <w:ins w:id="670" w:author="John Mettrop [2]" w:date="2022-12-05T12:32:00Z">
              <w:r w:rsidRPr="00250417">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6328D" w14:textId="77777777" w:rsidR="00FF5310" w:rsidRPr="00250417" w:rsidRDefault="00FF5310" w:rsidP="00302FDE">
            <w:pPr>
              <w:pStyle w:val="Tabletext"/>
              <w:rPr>
                <w:ins w:id="671" w:author="John Mettrop [2]" w:date="2022-12-05T12:32:00Z"/>
                <w:lang w:eastAsia="ja-JP"/>
              </w:rPr>
            </w:pPr>
            <w:ins w:id="672" w:author="John Mettrop [2]" w:date="2022-12-05T12:32:00Z">
              <w:r w:rsidRPr="00250417">
                <w:rPr>
                  <w:lang w:eastAsia="ja-JP"/>
                </w:rPr>
                <w:t>Directional</w:t>
              </w:r>
            </w:ins>
          </w:p>
        </w:tc>
      </w:tr>
      <w:tr w:rsidR="00FF5310" w:rsidRPr="00250417" w14:paraId="72A51436" w14:textId="77777777" w:rsidTr="004F3957">
        <w:trPr>
          <w:jc w:val="center"/>
          <w:ins w:id="67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D3FEE" w14:textId="77777777" w:rsidR="00FF5310" w:rsidRPr="00250417" w:rsidRDefault="00FF5310" w:rsidP="00302FDE">
            <w:pPr>
              <w:pStyle w:val="Tabletext"/>
              <w:rPr>
                <w:ins w:id="674" w:author="John Mettrop [2]" w:date="2022-12-05T12:32:00Z"/>
                <w:lang w:eastAsia="ja-JP"/>
              </w:rPr>
            </w:pPr>
            <w:ins w:id="675" w:author="John Mettrop [2]" w:date="2022-12-05T12:32:00Z">
              <w:r w:rsidRPr="00250417">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9BA831A" w14:textId="77777777" w:rsidR="00FF5310" w:rsidRPr="00250417" w:rsidRDefault="00FF5310" w:rsidP="00302FDE">
            <w:pPr>
              <w:pStyle w:val="Tabletext"/>
              <w:rPr>
                <w:ins w:id="676" w:author="John Mettrop [2]" w:date="2022-12-05T12:32:00Z"/>
                <w:lang w:eastAsia="ja-JP"/>
              </w:rPr>
            </w:pPr>
            <w:proofErr w:type="spellStart"/>
            <w:ins w:id="677" w:author="John Mettrop [2]" w:date="2022-12-05T12:32:00Z">
              <w:r w:rsidRPr="00250417">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436AA" w14:textId="77777777" w:rsidR="00FF5310" w:rsidRPr="00250417" w:rsidRDefault="00FF5310" w:rsidP="00302FDE">
            <w:pPr>
              <w:pStyle w:val="Tabletext"/>
              <w:rPr>
                <w:ins w:id="678" w:author="John Mettrop [2]" w:date="2022-12-05T12:32:00Z"/>
              </w:rPr>
            </w:pPr>
            <w:ins w:id="679" w:author="John Mettrop [2]" w:date="2022-12-05T12:32:00Z">
              <w:r w:rsidRPr="00250417">
                <w:rPr>
                  <w:lang w:eastAsia="ja-JP"/>
                </w:rPr>
                <w:t>4.7</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1F6C3" w14:textId="77777777" w:rsidR="00FF5310" w:rsidRPr="00250417" w:rsidRDefault="00FF5310" w:rsidP="00302FDE">
            <w:pPr>
              <w:pStyle w:val="Tabletext"/>
              <w:rPr>
                <w:ins w:id="680" w:author="John Mettrop [2]" w:date="2022-12-05T12:32:00Z"/>
              </w:rPr>
            </w:pPr>
            <w:ins w:id="681" w:author="John Mettrop [2]" w:date="2022-12-05T12:32:00Z">
              <w:r w:rsidRPr="00250417">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4A355" w14:textId="77777777" w:rsidR="00FF5310" w:rsidRPr="00250417" w:rsidRDefault="00FF5310" w:rsidP="00302FDE">
            <w:pPr>
              <w:pStyle w:val="Tabletext"/>
              <w:rPr>
                <w:ins w:id="682" w:author="John Mettrop [2]" w:date="2022-12-05T12:32:00Z"/>
              </w:rPr>
            </w:pPr>
            <w:ins w:id="683" w:author="John Mettrop [2]" w:date="2022-12-05T12:32:00Z">
              <w:r w:rsidRPr="00250417">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ABD88" w14:textId="77777777" w:rsidR="00FF5310" w:rsidRPr="00250417" w:rsidRDefault="00FF5310" w:rsidP="00302FDE">
            <w:pPr>
              <w:pStyle w:val="Tabletext"/>
              <w:rPr>
                <w:ins w:id="684" w:author="John Mettrop [2]" w:date="2022-12-05T12:32:00Z"/>
              </w:rPr>
            </w:pPr>
            <w:ins w:id="685" w:author="John Mettrop [2]" w:date="2022-12-05T12:32:00Z">
              <w:r w:rsidRPr="00250417">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5F972" w14:textId="77777777" w:rsidR="00FF5310" w:rsidRPr="00250417" w:rsidRDefault="00FF5310" w:rsidP="00302FDE">
            <w:pPr>
              <w:pStyle w:val="Tabletext"/>
              <w:rPr>
                <w:ins w:id="686" w:author="John Mettrop [2]" w:date="2022-12-05T12:32:00Z"/>
              </w:rPr>
            </w:pPr>
            <w:ins w:id="687" w:author="John Mettrop [2]" w:date="2022-12-05T12:32:00Z">
              <w:r w:rsidRPr="00250417">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F921B" w14:textId="77777777" w:rsidR="00FF5310" w:rsidRPr="00250417" w:rsidRDefault="00FF5310" w:rsidP="00302FDE">
            <w:pPr>
              <w:pStyle w:val="Tabletext"/>
              <w:rPr>
                <w:ins w:id="688" w:author="John Mettrop [2]" w:date="2022-12-05T12:32:00Z"/>
                <w:lang w:eastAsia="ja-JP"/>
              </w:rPr>
            </w:pPr>
            <w:ins w:id="689" w:author="John Mettrop [2]" w:date="2022-12-05T12:32:00Z">
              <w:r w:rsidRPr="00250417">
                <w:rPr>
                  <w:lang w:eastAsia="ja-JP"/>
                </w:rPr>
                <w:t>11.8</w:t>
              </w:r>
            </w:ins>
          </w:p>
        </w:tc>
      </w:tr>
      <w:tr w:rsidR="00FF5310" w:rsidRPr="00250417" w14:paraId="06B10A95" w14:textId="77777777" w:rsidTr="004F3957">
        <w:trPr>
          <w:trHeight w:val="287"/>
          <w:jc w:val="center"/>
          <w:ins w:id="690"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545DE" w14:textId="77777777" w:rsidR="00FF5310" w:rsidRPr="00250417" w:rsidRDefault="00FF5310" w:rsidP="00302FDE">
            <w:pPr>
              <w:pStyle w:val="Tabletext"/>
              <w:rPr>
                <w:ins w:id="691" w:author="John Mettrop [2]" w:date="2022-12-05T12:32:00Z"/>
                <w:lang w:eastAsia="ja-JP"/>
              </w:rPr>
            </w:pPr>
            <w:ins w:id="692" w:author="John Mettrop [2]" w:date="2022-12-05T12:32:00Z">
              <w:r w:rsidRPr="00250417">
                <w:rPr>
                  <w:lang w:eastAsia="ja-JP"/>
                </w:rPr>
                <w:t>1</w:t>
              </w:r>
              <w:r w:rsidRPr="00250417">
                <w:rPr>
                  <w:vertAlign w:val="superscript"/>
                  <w:lang w:eastAsia="ja-JP"/>
                </w:rPr>
                <w:t xml:space="preserve">st </w:t>
              </w:r>
              <w:r w:rsidRPr="00250417">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F561F00" w14:textId="77777777" w:rsidR="00FF5310" w:rsidRPr="00250417" w:rsidRDefault="00FF5310" w:rsidP="00302FDE">
            <w:pPr>
              <w:pStyle w:val="Tabletext"/>
              <w:rPr>
                <w:ins w:id="693" w:author="John Mettrop [2]" w:date="2022-12-05T12:32:00Z"/>
                <w:lang w:eastAsia="ja-JP"/>
              </w:rPr>
            </w:pPr>
            <w:proofErr w:type="spellStart"/>
            <w:ins w:id="694" w:author="John Mettrop [2]" w:date="2022-12-05T12:32:00Z">
              <w:r w:rsidRPr="00250417">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03C8A" w14:textId="77777777" w:rsidR="00FF5310" w:rsidRPr="00250417" w:rsidRDefault="00FF5310" w:rsidP="00302FDE">
            <w:pPr>
              <w:pStyle w:val="Tabletext"/>
              <w:rPr>
                <w:ins w:id="695" w:author="John Mettrop [2]" w:date="2022-12-05T12:32:00Z"/>
                <w:lang w:eastAsia="ja-JP"/>
              </w:rPr>
            </w:pPr>
            <w:ins w:id="696" w:author="John Mettrop [2]" w:date="2022-12-05T12:32:00Z">
              <w:r w:rsidRPr="00250417">
                <w:rPr>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F1F12" w14:textId="77777777" w:rsidR="00FF5310" w:rsidRPr="00250417" w:rsidRDefault="00FF5310" w:rsidP="00302FDE">
            <w:pPr>
              <w:pStyle w:val="Tabletext"/>
              <w:rPr>
                <w:ins w:id="697" w:author="John Mettrop [2]" w:date="2022-12-05T12:32:00Z"/>
                <w:lang w:eastAsia="ja-JP"/>
              </w:rPr>
            </w:pPr>
            <w:ins w:id="698" w:author="John Mettrop [2]" w:date="2022-12-05T12:32:00Z">
              <w:r w:rsidRPr="00250417">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7E46F" w14:textId="77777777" w:rsidR="00FF5310" w:rsidRPr="00250417" w:rsidRDefault="00FF5310" w:rsidP="00302FDE">
            <w:pPr>
              <w:pStyle w:val="Tabletext"/>
              <w:rPr>
                <w:ins w:id="699" w:author="John Mettrop [2]" w:date="2022-12-05T12:32:00Z"/>
                <w:lang w:eastAsia="ja-JP"/>
              </w:rPr>
            </w:pPr>
            <w:ins w:id="700" w:author="John Mettrop [2]" w:date="2022-12-05T12:32:00Z">
              <w:r w:rsidRPr="00250417">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4992" w14:textId="77777777" w:rsidR="00FF5310" w:rsidRPr="00250417" w:rsidRDefault="00FF5310" w:rsidP="00302FDE">
            <w:pPr>
              <w:pStyle w:val="Tabletext"/>
              <w:rPr>
                <w:ins w:id="701" w:author="John Mettrop [2]" w:date="2022-12-05T12:32:00Z"/>
              </w:rPr>
            </w:pPr>
            <w:ins w:id="702" w:author="John Mettrop [2]" w:date="2022-12-05T12:32:00Z">
              <w:r w:rsidRPr="00250417">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3850" w14:textId="77777777" w:rsidR="00FF5310" w:rsidRPr="00250417" w:rsidRDefault="00FF5310" w:rsidP="00302FDE">
            <w:pPr>
              <w:pStyle w:val="Tabletext"/>
              <w:rPr>
                <w:ins w:id="703" w:author="John Mettrop [2]" w:date="2022-12-05T12:32:00Z"/>
                <w:lang w:eastAsia="ja-JP"/>
              </w:rPr>
            </w:pPr>
            <w:ins w:id="704" w:author="John Mettrop [2]" w:date="2022-12-05T12:32:00Z">
              <w:r w:rsidRPr="00250417">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F197A" w14:textId="77777777" w:rsidR="00FF5310" w:rsidRPr="00250417" w:rsidRDefault="00FF5310" w:rsidP="00302FDE">
            <w:pPr>
              <w:pStyle w:val="Tabletext"/>
              <w:rPr>
                <w:ins w:id="705" w:author="John Mettrop [2]" w:date="2022-12-05T12:32:00Z"/>
              </w:rPr>
            </w:pPr>
            <w:ins w:id="706" w:author="John Mettrop [2]" w:date="2022-12-05T12:32:00Z">
              <w:r w:rsidRPr="00250417">
                <w:rPr>
                  <w:lang w:eastAsia="ja-JP"/>
                </w:rPr>
                <w:t>Note 2</w:t>
              </w:r>
            </w:ins>
          </w:p>
        </w:tc>
      </w:tr>
      <w:tr w:rsidR="00FF5310" w:rsidRPr="00250417" w14:paraId="320D5CD4" w14:textId="77777777" w:rsidTr="004F3957">
        <w:trPr>
          <w:jc w:val="center"/>
          <w:ins w:id="707"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F9E84" w14:textId="77777777" w:rsidR="00FF5310" w:rsidRPr="00250417" w:rsidRDefault="00FF5310" w:rsidP="00302FDE">
            <w:pPr>
              <w:pStyle w:val="Tabletext"/>
              <w:rPr>
                <w:ins w:id="708" w:author="John Mettrop [2]" w:date="2022-12-05T12:32:00Z"/>
                <w:lang w:eastAsia="ja-JP"/>
              </w:rPr>
            </w:pPr>
            <w:ins w:id="709" w:author="John Mettrop [2]" w:date="2022-12-05T12:32:00Z">
              <w:r w:rsidRPr="00250417">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3A10420" w14:textId="77777777" w:rsidR="00FF5310" w:rsidRPr="00250417" w:rsidRDefault="00FF5310" w:rsidP="00302FDE">
            <w:pPr>
              <w:pStyle w:val="Tabletext"/>
              <w:rPr>
                <w:ins w:id="710" w:author="John Mettrop [2]" w:date="2022-12-05T12:32: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7EEC2" w14:textId="77777777" w:rsidR="00FF5310" w:rsidRPr="00250417" w:rsidRDefault="00FF5310" w:rsidP="00302FDE">
            <w:pPr>
              <w:pStyle w:val="Tabletext"/>
              <w:rPr>
                <w:ins w:id="711" w:author="John Mettrop [2]" w:date="2022-12-05T12:32:00Z"/>
                <w:lang w:eastAsia="ja-JP"/>
              </w:rPr>
            </w:pPr>
            <w:ins w:id="712" w:author="John Mettrop [2]" w:date="2022-12-05T12:32:00Z">
              <w:r w:rsidRPr="00250417">
                <w:rPr>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F459E" w14:textId="77777777" w:rsidR="00FF5310" w:rsidRPr="00250417" w:rsidRDefault="00FF5310" w:rsidP="00302FDE">
            <w:pPr>
              <w:pStyle w:val="Tabletext"/>
              <w:rPr>
                <w:ins w:id="713" w:author="John Mettrop [2]" w:date="2022-12-05T12:32:00Z"/>
                <w:lang w:eastAsia="ja-JP"/>
              </w:rPr>
            </w:pPr>
            <w:ins w:id="714" w:author="John Mettrop [2]" w:date="2022-12-05T12:32:00Z">
              <w:r w:rsidRPr="00250417">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EA0A1" w14:textId="77777777" w:rsidR="00FF5310" w:rsidRPr="00250417" w:rsidRDefault="00FF5310" w:rsidP="00302FDE">
            <w:pPr>
              <w:pStyle w:val="Tabletext"/>
              <w:rPr>
                <w:ins w:id="715" w:author="John Mettrop [2]" w:date="2022-12-05T12:32:00Z"/>
                <w:lang w:eastAsia="ja-JP"/>
              </w:rPr>
            </w:pPr>
            <w:ins w:id="716" w:author="John Mettrop [2]" w:date="2022-12-05T12:32:00Z">
              <w:r w:rsidRPr="00250417">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51F5A" w14:textId="77777777" w:rsidR="00FF5310" w:rsidRPr="00250417" w:rsidRDefault="00FF5310" w:rsidP="00302FDE">
            <w:pPr>
              <w:pStyle w:val="Tabletext"/>
              <w:rPr>
                <w:ins w:id="717" w:author="John Mettrop [2]" w:date="2022-12-05T12:32:00Z"/>
                <w:lang w:eastAsia="ja-JP"/>
              </w:rPr>
            </w:pPr>
            <w:ins w:id="718" w:author="John Mettrop [2]" w:date="2022-12-05T12:32:00Z">
              <w:r w:rsidRPr="00250417">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07186" w14:textId="77777777" w:rsidR="00FF5310" w:rsidRPr="00250417" w:rsidRDefault="00FF5310" w:rsidP="00302FDE">
            <w:pPr>
              <w:pStyle w:val="Tabletext"/>
              <w:rPr>
                <w:ins w:id="719" w:author="John Mettrop [2]" w:date="2022-12-05T12:32:00Z"/>
                <w:lang w:eastAsia="ja-JP"/>
              </w:rPr>
            </w:pPr>
            <w:ins w:id="720" w:author="John Mettrop [2]" w:date="2022-12-05T12:32:00Z">
              <w:r w:rsidRPr="00250417">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FF381" w14:textId="77777777" w:rsidR="00FF5310" w:rsidRPr="00250417" w:rsidRDefault="00FF5310" w:rsidP="00302FDE">
            <w:pPr>
              <w:pStyle w:val="Tabletext"/>
              <w:rPr>
                <w:ins w:id="721" w:author="John Mettrop [2]" w:date="2022-12-05T12:32:00Z"/>
                <w:lang w:eastAsia="ja-JP"/>
              </w:rPr>
            </w:pPr>
            <w:ins w:id="722" w:author="John Mettrop [2]" w:date="2022-12-05T12:32:00Z">
              <w:r w:rsidRPr="00250417">
                <w:rPr>
                  <w:lang w:eastAsia="ja-JP"/>
                </w:rPr>
                <w:t>Vertical</w:t>
              </w:r>
            </w:ins>
          </w:p>
        </w:tc>
      </w:tr>
      <w:tr w:rsidR="00FF5310" w:rsidRPr="00250417" w14:paraId="7DE14EB2" w14:textId="77777777" w:rsidTr="004F3957">
        <w:trPr>
          <w:jc w:val="center"/>
          <w:ins w:id="723"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EF700" w14:textId="77777777" w:rsidR="00FF5310" w:rsidRPr="00250417" w:rsidRDefault="00FF5310" w:rsidP="00302FDE">
            <w:pPr>
              <w:pStyle w:val="Tabletext"/>
              <w:rPr>
                <w:ins w:id="724" w:author="John Mettrop [2]" w:date="2022-12-05T12:32:00Z"/>
                <w:lang w:eastAsia="ja-JP"/>
              </w:rPr>
            </w:pPr>
            <w:ins w:id="725" w:author="John Mettrop [2]" w:date="2022-12-05T12:32:00Z">
              <w:r w:rsidRPr="00250417">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4468780" w14:textId="77777777" w:rsidR="00FF5310" w:rsidRPr="00250417" w:rsidRDefault="00FF5310" w:rsidP="00302FDE">
            <w:pPr>
              <w:pStyle w:val="Tabletext"/>
              <w:rPr>
                <w:ins w:id="726" w:author="John Mettrop [2]" w:date="2022-12-05T12:32: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924CD" w14:textId="77777777" w:rsidR="00FF5310" w:rsidRPr="00250417" w:rsidRDefault="00FF5310" w:rsidP="00302FDE">
            <w:pPr>
              <w:pStyle w:val="Tabletext"/>
              <w:rPr>
                <w:ins w:id="727" w:author="John Mettrop [2]" w:date="2022-12-05T12:32:00Z"/>
                <w:lang w:eastAsia="ja-JP"/>
              </w:rPr>
            </w:pPr>
            <w:ins w:id="728" w:author="John Mettrop [2]" w:date="2022-12-05T12:32:00Z">
              <w:r w:rsidRPr="00250417">
                <w:rPr>
                  <w:lang w:eastAsia="ja-JP"/>
                </w:rPr>
                <w:t>N/A</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8425" w14:textId="77777777" w:rsidR="00FF5310" w:rsidRPr="00250417" w:rsidRDefault="00FF5310" w:rsidP="00302FDE">
            <w:pPr>
              <w:pStyle w:val="Tabletext"/>
              <w:rPr>
                <w:ins w:id="729" w:author="John Mettrop [2]" w:date="2022-12-05T12:32:00Z"/>
                <w:lang w:eastAsia="ja-JP"/>
              </w:rPr>
            </w:pPr>
            <w:ins w:id="730" w:author="John Mettrop [2]" w:date="2022-12-05T12:32:00Z">
              <w:r w:rsidRPr="00250417">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B57B5" w14:textId="77777777" w:rsidR="00FF5310" w:rsidRPr="00250417" w:rsidRDefault="00FF5310" w:rsidP="00302FDE">
            <w:pPr>
              <w:pStyle w:val="Tabletext"/>
              <w:rPr>
                <w:ins w:id="731" w:author="John Mettrop [2]" w:date="2022-12-05T12:32:00Z"/>
                <w:lang w:eastAsia="ja-JP"/>
              </w:rPr>
            </w:pPr>
            <w:ins w:id="732" w:author="John Mettrop [2]" w:date="2022-12-05T12:32:00Z">
              <w:r w:rsidRPr="00250417">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09F01" w14:textId="77777777" w:rsidR="00FF5310" w:rsidRPr="00250417" w:rsidRDefault="00FF5310" w:rsidP="00302FDE">
            <w:pPr>
              <w:pStyle w:val="Tabletext"/>
              <w:rPr>
                <w:ins w:id="733" w:author="John Mettrop [2]" w:date="2022-12-05T12:32:00Z"/>
                <w:lang w:eastAsia="ja-JP"/>
              </w:rPr>
            </w:pPr>
            <w:ins w:id="734" w:author="John Mettrop [2]" w:date="2022-12-05T12:32:00Z">
              <w:r w:rsidRPr="00250417">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0EAE9" w14:textId="77777777" w:rsidR="00FF5310" w:rsidRPr="00250417" w:rsidRDefault="00FF5310" w:rsidP="00302FDE">
            <w:pPr>
              <w:pStyle w:val="Tabletext"/>
              <w:rPr>
                <w:ins w:id="735" w:author="John Mettrop [2]" w:date="2022-12-05T12:32:00Z"/>
                <w:lang w:eastAsia="ja-JP"/>
              </w:rPr>
            </w:pPr>
            <w:ins w:id="736" w:author="John Mettrop [2]" w:date="2022-12-05T12:32:00Z">
              <w:r w:rsidRPr="00250417">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0EF18" w14:textId="77777777" w:rsidR="00FF5310" w:rsidRPr="00250417" w:rsidRDefault="00FF5310" w:rsidP="00302FDE">
            <w:pPr>
              <w:pStyle w:val="Tabletext"/>
              <w:rPr>
                <w:ins w:id="737" w:author="John Mettrop [2]" w:date="2022-12-05T12:32:00Z"/>
                <w:lang w:eastAsia="ja-JP"/>
              </w:rPr>
            </w:pPr>
            <w:ins w:id="738" w:author="John Mettrop [2]" w:date="2022-12-05T12:32:00Z">
              <w:r w:rsidRPr="00250417">
                <w:rPr>
                  <w:lang w:eastAsia="ja-JP"/>
                </w:rPr>
                <w:t>Note 2</w:t>
              </w:r>
            </w:ins>
          </w:p>
        </w:tc>
      </w:tr>
      <w:tr w:rsidR="00FF5310" w:rsidRPr="00250417" w14:paraId="6AD50F63" w14:textId="77777777" w:rsidTr="004F3957">
        <w:trPr>
          <w:jc w:val="center"/>
          <w:ins w:id="739"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500D8" w14:textId="77777777" w:rsidR="00FF5310" w:rsidRPr="00250417" w:rsidRDefault="00FF5310" w:rsidP="00302FDE">
            <w:pPr>
              <w:pStyle w:val="Tabletext"/>
              <w:rPr>
                <w:ins w:id="740" w:author="John Mettrop [2]" w:date="2022-12-05T12:32:00Z"/>
                <w:lang w:eastAsia="ja-JP"/>
              </w:rPr>
            </w:pPr>
            <w:ins w:id="741" w:author="John Mettrop [2]" w:date="2022-12-05T12:32:00Z">
              <w:r w:rsidRPr="00250417">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A4E33D0" w14:textId="77777777" w:rsidR="00FF5310" w:rsidRPr="00250417" w:rsidRDefault="00FF5310" w:rsidP="00302FDE">
            <w:pPr>
              <w:pStyle w:val="Tabletext"/>
              <w:rPr>
                <w:ins w:id="742" w:author="John Mettrop [2]" w:date="2022-12-05T12:32:00Z"/>
                <w:lang w:eastAsia="ja-JP"/>
              </w:rPr>
            </w:pPr>
            <w:ins w:id="743" w:author="John Mettrop [2]" w:date="2022-12-05T12:32:00Z">
              <w:r w:rsidRPr="00250417">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68821" w14:textId="77777777" w:rsidR="00FF5310" w:rsidRPr="00250417" w:rsidRDefault="00FF5310" w:rsidP="00302FDE">
            <w:pPr>
              <w:pStyle w:val="Tabletext"/>
              <w:rPr>
                <w:ins w:id="744" w:author="John Mettrop [2]" w:date="2022-12-05T12:32:00Z"/>
                <w:lang w:eastAsia="ja-JP"/>
              </w:rPr>
            </w:pPr>
            <w:ins w:id="745" w:author="John Mettrop [2]" w:date="2022-12-05T12:32:00Z">
              <w:r w:rsidRPr="00250417">
                <w:rPr>
                  <w:lang w:eastAsia="ja-JP"/>
                </w:rPr>
                <w:t>360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14477" w14:textId="77777777" w:rsidR="00FF5310" w:rsidRPr="00250417" w:rsidRDefault="00FF5310" w:rsidP="00302FDE">
            <w:pPr>
              <w:pStyle w:val="Tabletext"/>
              <w:rPr>
                <w:ins w:id="746" w:author="John Mettrop [2]" w:date="2022-12-05T12:32:00Z"/>
                <w:lang w:eastAsia="ja-JP"/>
              </w:rPr>
            </w:pPr>
            <w:ins w:id="747" w:author="John Mettrop [2]" w:date="2022-12-05T12:32:00Z">
              <w:r w:rsidRPr="00250417">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C40FA" w14:textId="77777777" w:rsidR="00FF5310" w:rsidRPr="00250417" w:rsidRDefault="00FF5310" w:rsidP="00302FDE">
            <w:pPr>
              <w:pStyle w:val="Tabletext"/>
              <w:rPr>
                <w:ins w:id="748" w:author="John Mettrop [2]" w:date="2022-12-05T12:32:00Z"/>
                <w:lang w:eastAsia="ja-JP"/>
              </w:rPr>
            </w:pPr>
            <w:ins w:id="749" w:author="John Mettrop [2]" w:date="2022-12-05T12:32:00Z">
              <w:r w:rsidRPr="00250417">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5960E" w14:textId="77777777" w:rsidR="00FF5310" w:rsidRPr="00250417" w:rsidRDefault="00FF5310" w:rsidP="00302FDE">
            <w:pPr>
              <w:pStyle w:val="Tabletext"/>
              <w:rPr>
                <w:ins w:id="750" w:author="John Mettrop [2]" w:date="2022-12-05T12:32:00Z"/>
                <w:lang w:eastAsia="ja-JP"/>
              </w:rPr>
            </w:pPr>
            <w:ins w:id="751" w:author="John Mettrop [2]" w:date="2022-12-05T12:32:00Z">
              <w:r w:rsidRPr="00250417">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A6BD5" w14:textId="77777777" w:rsidR="00FF5310" w:rsidRPr="00250417" w:rsidRDefault="00FF5310" w:rsidP="00302FDE">
            <w:pPr>
              <w:pStyle w:val="Tabletext"/>
              <w:rPr>
                <w:ins w:id="752" w:author="John Mettrop [2]" w:date="2022-12-05T12:32:00Z"/>
                <w:lang w:eastAsia="ja-JP"/>
              </w:rPr>
            </w:pPr>
            <w:ins w:id="753" w:author="John Mettrop [2]" w:date="2022-12-05T12:32:00Z">
              <w:r w:rsidRPr="00250417">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78E90" w14:textId="77777777" w:rsidR="00FF5310" w:rsidRPr="00250417" w:rsidRDefault="00FF5310" w:rsidP="00302FDE">
            <w:pPr>
              <w:pStyle w:val="Tabletext"/>
              <w:rPr>
                <w:ins w:id="754" w:author="John Mettrop [2]" w:date="2022-12-05T12:32:00Z"/>
                <w:lang w:eastAsia="ja-JP"/>
              </w:rPr>
            </w:pPr>
            <w:ins w:id="755" w:author="John Mettrop [2]" w:date="2022-12-05T12:32:00Z">
              <w:r w:rsidRPr="00250417">
                <w:rPr>
                  <w:lang w:eastAsia="ja-JP"/>
                </w:rPr>
                <w:t>30</w:t>
              </w:r>
            </w:ins>
          </w:p>
        </w:tc>
      </w:tr>
      <w:tr w:rsidR="00FF5310" w:rsidRPr="00250417" w14:paraId="601BD8D7" w14:textId="77777777" w:rsidTr="004F3957">
        <w:trPr>
          <w:jc w:val="center"/>
          <w:ins w:id="756" w:author="John Mettrop [2]" w:date="2022-12-05T12:32: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C4A72" w14:textId="77777777" w:rsidR="00FF5310" w:rsidRPr="00250417" w:rsidRDefault="00FF5310" w:rsidP="00302FDE">
            <w:pPr>
              <w:pStyle w:val="Tabletext"/>
              <w:rPr>
                <w:ins w:id="757" w:author="John Mettrop [2]" w:date="2022-12-05T12:32:00Z"/>
                <w:lang w:eastAsia="ja-JP"/>
              </w:rPr>
            </w:pPr>
            <w:ins w:id="758" w:author="John Mettrop [2]" w:date="2022-12-05T12:32:00Z">
              <w:r w:rsidRPr="00250417">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480A617" w14:textId="77777777" w:rsidR="00FF5310" w:rsidRPr="00250417" w:rsidRDefault="00FF5310" w:rsidP="00302FDE">
            <w:pPr>
              <w:pStyle w:val="Tabletext"/>
              <w:rPr>
                <w:ins w:id="759" w:author="John Mettrop [2]" w:date="2022-12-05T12:32:00Z"/>
                <w:lang w:eastAsia="ja-JP"/>
              </w:rPr>
            </w:pPr>
            <w:ins w:id="760" w:author="John Mettrop [2]" w:date="2022-12-05T12:32:00Z">
              <w:r w:rsidRPr="00250417">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0C6C8" w14:textId="77777777" w:rsidR="00FF5310" w:rsidRPr="00250417" w:rsidRDefault="00FF5310" w:rsidP="00302FDE">
            <w:pPr>
              <w:pStyle w:val="Tabletext"/>
              <w:rPr>
                <w:ins w:id="761" w:author="John Mettrop [2]" w:date="2022-12-05T12:32:00Z"/>
                <w:lang w:eastAsia="ja-JP"/>
              </w:rPr>
            </w:pPr>
            <w:ins w:id="762" w:author="John Mettrop [2]" w:date="2022-12-05T12:32:00Z">
              <w:r w:rsidRPr="00250417">
                <w:rPr>
                  <w:lang w:eastAsia="ja-JP"/>
                </w:rPr>
                <w:t>90</w:t>
              </w:r>
            </w:ins>
          </w:p>
        </w:tc>
        <w:tc>
          <w:tcPr>
            <w:tcW w:w="2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6950A" w14:textId="77777777" w:rsidR="00FF5310" w:rsidRPr="00250417" w:rsidRDefault="00FF5310" w:rsidP="00302FDE">
            <w:pPr>
              <w:pStyle w:val="Tabletext"/>
              <w:rPr>
                <w:ins w:id="763" w:author="John Mettrop [2]" w:date="2022-12-05T12:32:00Z"/>
                <w:lang w:eastAsia="ja-JP"/>
              </w:rPr>
            </w:pPr>
            <w:ins w:id="764" w:author="John Mettrop [2]" w:date="2022-12-05T12:32:00Z">
              <w:r w:rsidRPr="00250417">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064D1" w14:textId="77777777" w:rsidR="00FF5310" w:rsidRPr="00250417" w:rsidRDefault="00FF5310" w:rsidP="00302FDE">
            <w:pPr>
              <w:pStyle w:val="Tabletext"/>
              <w:rPr>
                <w:ins w:id="765" w:author="John Mettrop [2]" w:date="2022-12-05T12:32:00Z"/>
                <w:lang w:eastAsia="ja-JP"/>
              </w:rPr>
            </w:pPr>
            <w:ins w:id="766" w:author="John Mettrop [2]" w:date="2022-12-05T12:32:00Z">
              <w:r w:rsidRPr="00250417">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88B01" w14:textId="77777777" w:rsidR="00FF5310" w:rsidRPr="00250417" w:rsidRDefault="00FF5310" w:rsidP="00302FDE">
            <w:pPr>
              <w:pStyle w:val="Tabletext"/>
              <w:rPr>
                <w:ins w:id="767" w:author="John Mettrop [2]" w:date="2022-12-05T12:32:00Z"/>
                <w:lang w:eastAsia="ja-JP"/>
              </w:rPr>
            </w:pPr>
            <w:ins w:id="768" w:author="John Mettrop [2]" w:date="2022-12-05T12:32:00Z">
              <w:r w:rsidRPr="00250417">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9807A" w14:textId="77777777" w:rsidR="00FF5310" w:rsidRPr="00250417" w:rsidRDefault="00FF5310" w:rsidP="00302FDE">
            <w:pPr>
              <w:pStyle w:val="Tabletext"/>
              <w:rPr>
                <w:ins w:id="769" w:author="John Mettrop [2]" w:date="2022-12-05T12:32:00Z"/>
                <w:lang w:eastAsia="ja-JP"/>
              </w:rPr>
            </w:pPr>
            <w:ins w:id="770" w:author="John Mettrop [2]" w:date="2022-12-05T12:32:00Z">
              <w:r w:rsidRPr="00250417">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29D5D" w14:textId="77777777" w:rsidR="00FF5310" w:rsidRPr="00250417" w:rsidRDefault="00FF5310" w:rsidP="00302FDE">
            <w:pPr>
              <w:pStyle w:val="Tabletext"/>
              <w:rPr>
                <w:ins w:id="771" w:author="John Mettrop [2]" w:date="2022-12-05T12:32:00Z"/>
                <w:lang w:eastAsia="ja-JP"/>
              </w:rPr>
            </w:pPr>
            <w:ins w:id="772" w:author="John Mettrop [2]" w:date="2022-12-05T12:32:00Z">
              <w:r w:rsidRPr="00250417">
                <w:rPr>
                  <w:lang w:eastAsia="ja-JP"/>
                </w:rPr>
                <w:t>18</w:t>
              </w:r>
            </w:ins>
          </w:p>
        </w:tc>
      </w:tr>
    </w:tbl>
    <w:p w14:paraId="275AAB11" w14:textId="77777777" w:rsidR="00FF5310" w:rsidRPr="00250417" w:rsidRDefault="00FF5310" w:rsidP="00FA0AED">
      <w:pPr>
        <w:pStyle w:val="Tablefin"/>
        <w:rPr>
          <w:ins w:id="773" w:author="John Mettrop [2]" w:date="2022-12-05T12:33:00Z"/>
        </w:rPr>
      </w:pPr>
    </w:p>
    <w:p w14:paraId="5C61616C" w14:textId="77777777" w:rsidR="00FF5310" w:rsidRPr="00250417" w:rsidRDefault="00FF5310" w:rsidP="00FF5310">
      <w:pPr>
        <w:rPr>
          <w:ins w:id="774" w:author="John Mettrop [2]" w:date="2022-12-05T12:33:00Z"/>
          <w:caps/>
          <w:sz w:val="20"/>
        </w:rPr>
      </w:pPr>
      <w:ins w:id="775" w:author="John Mettrop [2]" w:date="2022-12-05T12:33:00Z">
        <w:r w:rsidRPr="00250417">
          <w:rPr>
            <w:caps/>
            <w:sz w:val="20"/>
          </w:rPr>
          <w:br w:type="page"/>
        </w:r>
      </w:ins>
    </w:p>
    <w:p w14:paraId="1EE3598F" w14:textId="77777777" w:rsidR="00FF5310" w:rsidRPr="00250417" w:rsidRDefault="00FF5310" w:rsidP="003D33BA">
      <w:pPr>
        <w:pStyle w:val="TableNo"/>
        <w:rPr>
          <w:ins w:id="776" w:author="John Mettrop [2]" w:date="2022-12-05T12:33:00Z"/>
          <w:b/>
          <w:sz w:val="28"/>
        </w:rPr>
      </w:pPr>
      <w:ins w:id="777" w:author="Limousin, Catherine" w:date="2022-12-09T10:54:00Z">
        <w:r w:rsidRPr="00250417">
          <w:lastRenderedPageBreak/>
          <w:br/>
        </w:r>
      </w:ins>
      <w:ins w:id="778" w:author="John Mettrop [2]" w:date="2022-12-05T12:33:00Z">
        <w:r w:rsidRPr="00250417">
          <w:t>TABLE 1 (</w:t>
        </w:r>
        <w:r w:rsidRPr="00250417">
          <w:rPr>
            <w:i/>
            <w:iCs/>
          </w:rPr>
          <w:t>continued</w:t>
        </w:r>
        <w:r w:rsidRPr="00250417">
          <w:t>)</w:t>
        </w:r>
      </w:ins>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4019"/>
        <w:gridCol w:w="3925"/>
      </w:tblGrid>
      <w:tr w:rsidR="00FF5310" w:rsidRPr="00250417" w14:paraId="58FFBC58" w14:textId="77777777" w:rsidTr="004F3957">
        <w:trPr>
          <w:trHeight w:val="720"/>
          <w:tblHeader/>
          <w:jc w:val="center"/>
          <w:ins w:id="779" w:author="John Mettrop [2]" w:date="2022-12-05T12:33: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EF76F4" w14:textId="77777777" w:rsidR="00FF5310" w:rsidRPr="00250417" w:rsidRDefault="00FF5310" w:rsidP="003D33BA">
            <w:pPr>
              <w:pStyle w:val="Tablehead"/>
              <w:rPr>
                <w:ins w:id="780" w:author="John Mettrop [2]" w:date="2022-12-05T12:33:00Z"/>
                <w:lang w:eastAsia="ja-JP"/>
              </w:rPr>
            </w:pPr>
            <w:ins w:id="781" w:author="John Mettrop [2]" w:date="2022-12-05T12:33:00Z">
              <w:r w:rsidRPr="00250417">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B3245E" w14:textId="77777777" w:rsidR="00FF5310" w:rsidRPr="00250417" w:rsidRDefault="00FF5310" w:rsidP="003D33BA">
            <w:pPr>
              <w:pStyle w:val="Tablehead"/>
              <w:rPr>
                <w:ins w:id="782" w:author="John Mettrop [2]" w:date="2022-12-05T12:33:00Z"/>
                <w:lang w:eastAsia="ja-JP"/>
              </w:rPr>
            </w:pPr>
            <w:ins w:id="783" w:author="John Mettrop [2]" w:date="2022-12-05T12:33:00Z">
              <w:r w:rsidRPr="00250417">
                <w:rPr>
                  <w:lang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7E86E6B0" w14:textId="77777777" w:rsidR="00FF5310" w:rsidRPr="00250417" w:rsidRDefault="00FF5310" w:rsidP="003D33BA">
            <w:pPr>
              <w:pStyle w:val="Tablehead"/>
              <w:rPr>
                <w:ins w:id="784" w:author="John Mettrop [2]" w:date="2022-12-05T12:33:00Z"/>
                <w:lang w:eastAsia="ja-JP"/>
              </w:rPr>
            </w:pPr>
            <w:ins w:id="785" w:author="John Mettrop [2]" w:date="2022-12-05T12:33:00Z">
              <w:r w:rsidRPr="00250417">
                <w:rPr>
                  <w:lang w:eastAsia="ja-JP"/>
                </w:rPr>
                <w:t>System 7</w:t>
              </w:r>
              <w:r w:rsidRPr="00250417">
                <w:rPr>
                  <w:lang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184CE527" w14:textId="77777777" w:rsidR="00FF5310" w:rsidRPr="00250417" w:rsidRDefault="00FF5310" w:rsidP="003D33BA">
            <w:pPr>
              <w:pStyle w:val="Tablehead"/>
              <w:rPr>
                <w:ins w:id="786" w:author="John Mettrop [2]" w:date="2022-12-05T12:33:00Z"/>
                <w:lang w:eastAsia="ja-JP"/>
              </w:rPr>
            </w:pPr>
            <w:ins w:id="787" w:author="John Mettrop [2]" w:date="2022-12-05T12:33:00Z">
              <w:r w:rsidRPr="00250417">
                <w:rPr>
                  <w:lang w:eastAsia="ja-JP"/>
                </w:rPr>
                <w:t>System 7</w:t>
              </w:r>
              <w:r w:rsidRPr="00250417">
                <w:rPr>
                  <w:lang w:eastAsia="ja-JP"/>
                </w:rPr>
                <w:br/>
                <w:t>Airborne 2</w:t>
              </w:r>
            </w:ins>
          </w:p>
        </w:tc>
      </w:tr>
      <w:tr w:rsidR="00FF5310" w:rsidRPr="00250417" w14:paraId="43E6D3DD" w14:textId="77777777" w:rsidTr="004F3957">
        <w:trPr>
          <w:trHeight w:val="279"/>
          <w:jc w:val="center"/>
          <w:ins w:id="788"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65E95821"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9" w:author="John Mettrop [2]" w:date="2022-12-05T12:33:00Z"/>
                <w:b/>
                <w:bCs/>
                <w:sz w:val="20"/>
                <w:lang w:eastAsia="ja-JP"/>
              </w:rPr>
            </w:pPr>
            <w:ins w:id="790" w:author="John Mettrop [2]" w:date="2022-12-05T12:33:00Z">
              <w:r w:rsidRPr="00250417">
                <w:rPr>
                  <w:b/>
                  <w:bCs/>
                  <w:sz w:val="20"/>
                  <w:lang w:eastAsia="ja-JP"/>
                </w:rPr>
                <w:t>Transmitter</w:t>
              </w:r>
            </w:ins>
          </w:p>
        </w:tc>
      </w:tr>
      <w:tr w:rsidR="00FF5310" w:rsidRPr="00250417" w14:paraId="25689DFE" w14:textId="77777777" w:rsidTr="004F3957">
        <w:trPr>
          <w:trHeight w:val="319"/>
          <w:jc w:val="center"/>
          <w:ins w:id="791"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95A9204" w14:textId="77777777" w:rsidR="00FF5310" w:rsidRPr="00250417" w:rsidRDefault="00FF5310" w:rsidP="00302FDE">
            <w:pPr>
              <w:pStyle w:val="Tabletext"/>
              <w:rPr>
                <w:ins w:id="792" w:author="John Mettrop [2]" w:date="2022-12-05T12:33:00Z"/>
                <w:lang w:eastAsia="ja-JP"/>
              </w:rPr>
            </w:pPr>
            <w:ins w:id="793" w:author="John Mettrop [2]" w:date="2022-12-05T12:33:00Z">
              <w:r w:rsidRPr="00250417">
                <w:rPr>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72A056ED" w14:textId="77777777" w:rsidR="00FF5310" w:rsidRPr="00250417" w:rsidRDefault="00FF5310" w:rsidP="00302FDE">
            <w:pPr>
              <w:pStyle w:val="Tabletext"/>
              <w:rPr>
                <w:ins w:id="794" w:author="John Mettrop [2]" w:date="2022-12-05T12:33:00Z"/>
                <w:lang w:eastAsia="ja-JP"/>
              </w:rPr>
            </w:pPr>
            <w:ins w:id="795" w:author="John Mettrop [2]" w:date="2022-12-05T12:33:00Z">
              <w:r w:rsidRPr="00250417">
                <w:rPr>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C33BA23" w14:textId="77777777" w:rsidR="00FF5310" w:rsidRPr="00250417" w:rsidRDefault="00FF5310" w:rsidP="00302FDE">
            <w:pPr>
              <w:pStyle w:val="Tabletext"/>
              <w:rPr>
                <w:ins w:id="796" w:author="John Mettrop [2]" w:date="2022-12-05T12:33:00Z"/>
                <w:lang w:eastAsia="ja-JP"/>
              </w:rPr>
            </w:pPr>
            <w:ins w:id="797" w:author="John Mettrop [2]" w:date="2022-12-05T12:33:00Z">
              <w:r w:rsidRPr="00250417">
                <w:rPr>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377883E4" w14:textId="77777777" w:rsidR="00FF5310" w:rsidRPr="00250417" w:rsidRDefault="00FF5310" w:rsidP="00302FDE">
            <w:pPr>
              <w:pStyle w:val="Tabletext"/>
              <w:rPr>
                <w:ins w:id="798" w:author="John Mettrop [2]" w:date="2022-12-05T12:33:00Z"/>
                <w:lang w:eastAsia="ja-JP"/>
              </w:rPr>
            </w:pPr>
            <w:ins w:id="799" w:author="John Mettrop [2]" w:date="2022-12-05T12:33:00Z">
              <w:r w:rsidRPr="00250417">
                <w:rPr>
                  <w:lang w:eastAsia="ja-JP"/>
                </w:rPr>
                <w:t>4 400-4 990</w:t>
              </w:r>
            </w:ins>
          </w:p>
        </w:tc>
      </w:tr>
      <w:tr w:rsidR="00FF5310" w:rsidRPr="00250417" w14:paraId="4F21C06A" w14:textId="77777777" w:rsidTr="004F3957">
        <w:trPr>
          <w:trHeight w:val="279"/>
          <w:jc w:val="center"/>
          <w:ins w:id="800"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3981DCC9" w14:textId="77777777" w:rsidR="00FF5310" w:rsidRPr="00250417" w:rsidRDefault="00FF5310" w:rsidP="00302FDE">
            <w:pPr>
              <w:pStyle w:val="Tabletext"/>
              <w:rPr>
                <w:ins w:id="801" w:author="John Mettrop [2]" w:date="2022-12-05T12:33:00Z"/>
                <w:lang w:eastAsia="ja-JP"/>
              </w:rPr>
            </w:pPr>
            <w:ins w:id="802" w:author="John Mettrop [2]" w:date="2022-12-05T12:33:00Z">
              <w:r w:rsidRPr="00250417">
                <w:rPr>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45FFD7BF" w14:textId="77777777" w:rsidR="00FF5310" w:rsidRPr="00250417" w:rsidRDefault="00FF5310" w:rsidP="00302FDE">
            <w:pPr>
              <w:pStyle w:val="Tabletext"/>
              <w:rPr>
                <w:ins w:id="803" w:author="John Mettrop [2]" w:date="2022-12-05T12:33:00Z"/>
                <w:lang w:eastAsia="ja-JP"/>
              </w:rPr>
            </w:pPr>
            <w:ins w:id="804" w:author="John Mettrop [2]" w:date="2022-12-05T12:33:00Z">
              <w:r w:rsidRPr="00250417">
                <w:rPr>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304943B" w14:textId="77777777" w:rsidR="00FF5310" w:rsidRPr="00250417" w:rsidRDefault="00FF5310" w:rsidP="00302FDE">
            <w:pPr>
              <w:pStyle w:val="Tabletext"/>
              <w:rPr>
                <w:ins w:id="805" w:author="John Mettrop [2]" w:date="2022-12-05T12:33:00Z"/>
                <w:lang w:eastAsia="ko-KR"/>
              </w:rPr>
            </w:pPr>
            <w:ins w:id="806" w:author="John Mettrop [2]" w:date="2022-12-05T12:33:00Z">
              <w:r w:rsidRPr="00250417">
                <w:rPr>
                  <w:lang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61B746BE" w14:textId="77777777" w:rsidR="00FF5310" w:rsidRPr="00250417" w:rsidRDefault="00FF5310" w:rsidP="00302FDE">
            <w:pPr>
              <w:pStyle w:val="Tabletext"/>
              <w:rPr>
                <w:ins w:id="807" w:author="John Mettrop [2]" w:date="2022-12-05T12:33:00Z"/>
                <w:lang w:eastAsia="ko-KR"/>
              </w:rPr>
            </w:pPr>
            <w:ins w:id="808" w:author="John Mettrop [2]" w:date="2022-12-05T12:33:00Z">
              <w:r w:rsidRPr="00250417">
                <w:rPr>
                  <w:lang w:eastAsia="ko-KR"/>
                </w:rPr>
                <w:t>30-43</w:t>
              </w:r>
            </w:ins>
          </w:p>
        </w:tc>
      </w:tr>
      <w:tr w:rsidR="00FF5310" w:rsidRPr="00250417" w14:paraId="5CF08272" w14:textId="77777777" w:rsidTr="004F3957">
        <w:trPr>
          <w:trHeight w:val="319"/>
          <w:jc w:val="center"/>
          <w:ins w:id="809"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5CDF87BC" w14:textId="77777777" w:rsidR="00FF5310" w:rsidRPr="00250417" w:rsidRDefault="00FF5310" w:rsidP="00302FDE">
            <w:pPr>
              <w:pStyle w:val="Tabletext"/>
              <w:rPr>
                <w:ins w:id="810" w:author="John Mettrop [2]" w:date="2022-12-05T12:33:00Z"/>
                <w:lang w:eastAsia="ja-JP"/>
              </w:rPr>
            </w:pPr>
            <w:ins w:id="811" w:author="John Mettrop [2]" w:date="2022-12-05T12:33:00Z">
              <w:r w:rsidRPr="00250417">
                <w:rPr>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0667205A" w14:textId="77777777" w:rsidR="00FF5310" w:rsidRPr="00250417" w:rsidRDefault="00FF5310" w:rsidP="00302FDE">
            <w:pPr>
              <w:pStyle w:val="Tabletext"/>
              <w:rPr>
                <w:ins w:id="812" w:author="John Mettrop [2]" w:date="2022-12-05T12:33:00Z"/>
                <w:lang w:eastAsia="ja-JP"/>
              </w:rPr>
            </w:pPr>
            <w:ins w:id="813" w:author="John Mettrop [2]" w:date="2022-12-05T12:33:00Z">
              <w:r w:rsidRPr="00250417">
                <w:rPr>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D50C322" w14:textId="77777777" w:rsidR="00FF5310" w:rsidRPr="00250417" w:rsidRDefault="00FF5310" w:rsidP="00302FDE">
            <w:pPr>
              <w:pStyle w:val="Tabletext"/>
              <w:rPr>
                <w:ins w:id="814" w:author="John Mettrop [2]" w:date="2022-12-05T12:33:00Z"/>
                <w:lang w:eastAsia="ja-JP"/>
              </w:rPr>
            </w:pPr>
            <w:ins w:id="815" w:author="John Mettrop [2]" w:date="2022-12-05T12:33:00Z">
              <w:r w:rsidRPr="00250417">
                <w:rPr>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E5AD028" w14:textId="77777777" w:rsidR="00FF5310" w:rsidRPr="00250417" w:rsidRDefault="00FF5310" w:rsidP="00302FDE">
            <w:pPr>
              <w:pStyle w:val="Tabletext"/>
              <w:rPr>
                <w:ins w:id="816" w:author="John Mettrop [2]" w:date="2022-12-05T12:33:00Z"/>
                <w:lang w:eastAsia="ko-KR"/>
              </w:rPr>
            </w:pPr>
            <w:ins w:id="817" w:author="John Mettrop [2]" w:date="2022-12-05T12:33:00Z">
              <w:r w:rsidRPr="00250417">
                <w:rPr>
                  <w:lang w:eastAsia="ja-JP"/>
                </w:rPr>
                <w:t xml:space="preserve">5 / </w:t>
              </w:r>
              <w:r w:rsidRPr="00250417">
                <w:rPr>
                  <w:lang w:eastAsia="ko-KR"/>
                </w:rPr>
                <w:t>0.008</w:t>
              </w:r>
            </w:ins>
          </w:p>
        </w:tc>
      </w:tr>
      <w:tr w:rsidR="00FF5310" w:rsidRPr="00250417" w14:paraId="6D3D9469" w14:textId="77777777" w:rsidTr="004F3957">
        <w:trPr>
          <w:trHeight w:val="279"/>
          <w:jc w:val="center"/>
          <w:ins w:id="818"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11C9292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9" w:author="John Mettrop [2]" w:date="2022-12-05T12:33:00Z"/>
                <w:b/>
                <w:bCs/>
                <w:color w:val="000000"/>
                <w:sz w:val="20"/>
                <w:lang w:eastAsia="ja-JP"/>
              </w:rPr>
            </w:pPr>
            <w:proofErr w:type="gramStart"/>
            <w:ins w:id="820" w:author="John Mettrop [2]" w:date="2022-12-05T12:33:00Z">
              <w:r w:rsidRPr="00250417">
                <w:rPr>
                  <w:b/>
                  <w:bCs/>
                  <w:color w:val="000000"/>
                  <w:sz w:val="20"/>
                  <w:lang w:eastAsia="ja-JP"/>
                </w:rPr>
                <w:t>Receiver</w:t>
              </w:r>
              <w:r w:rsidRPr="00250417">
                <w:rPr>
                  <w:rFonts w:eastAsia="Calibri"/>
                  <w:sz w:val="20"/>
                  <w:vertAlign w:val="superscript"/>
                  <w:lang w:eastAsia="ja-JP"/>
                </w:rPr>
                <w:t>(</w:t>
              </w:r>
              <w:proofErr w:type="gramEnd"/>
              <w:r w:rsidRPr="00250417">
                <w:rPr>
                  <w:rFonts w:eastAsia="Calibri"/>
                  <w:sz w:val="20"/>
                  <w:vertAlign w:val="superscript"/>
                  <w:lang w:eastAsia="ja-JP"/>
                </w:rPr>
                <w:t>4)</w:t>
              </w:r>
            </w:ins>
          </w:p>
        </w:tc>
      </w:tr>
      <w:tr w:rsidR="00FF5310" w:rsidRPr="00250417" w14:paraId="07F3897C" w14:textId="77777777" w:rsidTr="004F3957">
        <w:trPr>
          <w:trHeight w:val="279"/>
          <w:jc w:val="center"/>
          <w:ins w:id="821"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6E738404" w14:textId="77777777" w:rsidR="00FF5310" w:rsidRPr="00250417" w:rsidRDefault="00FF5310" w:rsidP="00302FDE">
            <w:pPr>
              <w:pStyle w:val="Tabletext"/>
              <w:rPr>
                <w:ins w:id="822" w:author="John Mettrop [2]" w:date="2022-12-05T12:33:00Z"/>
                <w:lang w:eastAsia="ja-JP"/>
              </w:rPr>
            </w:pPr>
            <w:ins w:id="823" w:author="John Mettrop [2]" w:date="2022-12-05T12:33:00Z">
              <w:r w:rsidRPr="00250417">
                <w:rPr>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609C81AA" w14:textId="77777777" w:rsidR="00FF5310" w:rsidRPr="00250417" w:rsidRDefault="00FF5310" w:rsidP="00302FDE">
            <w:pPr>
              <w:pStyle w:val="Tabletext"/>
              <w:rPr>
                <w:ins w:id="824" w:author="John Mettrop [2]" w:date="2022-12-05T12:33:00Z"/>
                <w:lang w:eastAsia="ja-JP"/>
              </w:rPr>
            </w:pPr>
            <w:ins w:id="825" w:author="John Mettrop [2]" w:date="2022-12-05T12:33:00Z">
              <w:r w:rsidRPr="00250417">
                <w:rPr>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6F274C78" w14:textId="77777777" w:rsidR="00FF5310" w:rsidRPr="00250417" w:rsidRDefault="00FF5310" w:rsidP="00302FDE">
            <w:pPr>
              <w:pStyle w:val="Tabletext"/>
              <w:rPr>
                <w:ins w:id="826" w:author="John Mettrop [2]" w:date="2022-12-05T12:33:00Z"/>
                <w:lang w:eastAsia="ja-JP"/>
              </w:rPr>
            </w:pPr>
            <w:ins w:id="827" w:author="John Mettrop [2]" w:date="2022-12-05T12:33:00Z">
              <w:r w:rsidRPr="00250417">
                <w:rPr>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1AD7F25" w14:textId="77777777" w:rsidR="00FF5310" w:rsidRPr="00250417" w:rsidRDefault="00FF5310" w:rsidP="00302FDE">
            <w:pPr>
              <w:pStyle w:val="Tabletext"/>
              <w:rPr>
                <w:ins w:id="828" w:author="John Mettrop [2]" w:date="2022-12-05T12:33:00Z"/>
                <w:lang w:eastAsia="ja-JP"/>
              </w:rPr>
            </w:pPr>
            <w:ins w:id="829" w:author="John Mettrop [2]" w:date="2022-12-05T12:33:00Z">
              <w:r w:rsidRPr="00250417">
                <w:rPr>
                  <w:lang w:eastAsia="ja-JP"/>
                </w:rPr>
                <w:t>4 400-4 990</w:t>
              </w:r>
            </w:ins>
          </w:p>
        </w:tc>
      </w:tr>
      <w:tr w:rsidR="00FF5310" w:rsidRPr="00250417" w14:paraId="013A2E2B" w14:textId="77777777" w:rsidTr="004F3957">
        <w:trPr>
          <w:trHeight w:val="319"/>
          <w:jc w:val="center"/>
          <w:ins w:id="830"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24EE01C3" w14:textId="77777777" w:rsidR="00FF5310" w:rsidRPr="00250417" w:rsidRDefault="00FF5310" w:rsidP="00302FDE">
            <w:pPr>
              <w:pStyle w:val="Tabletext"/>
              <w:rPr>
                <w:ins w:id="831" w:author="John Mettrop [2]" w:date="2022-12-05T12:33:00Z"/>
                <w:lang w:eastAsia="ja-JP"/>
              </w:rPr>
            </w:pPr>
            <w:ins w:id="832" w:author="John Mettrop [2]" w:date="2022-12-05T12:33:00Z">
              <w:r w:rsidRPr="00250417">
                <w:rPr>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9C653A8" w14:textId="77777777" w:rsidR="00FF5310" w:rsidRPr="00250417" w:rsidRDefault="00FF5310" w:rsidP="00302FDE">
            <w:pPr>
              <w:pStyle w:val="Tabletext"/>
              <w:rPr>
                <w:ins w:id="833" w:author="John Mettrop [2]" w:date="2022-12-05T12:33:00Z"/>
                <w:lang w:eastAsia="ja-JP"/>
              </w:rPr>
            </w:pPr>
            <w:ins w:id="834" w:author="John Mettrop [2]" w:date="2022-12-05T12:33:00Z">
              <w:r w:rsidRPr="00250417">
                <w:rPr>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8842841" w14:textId="77777777" w:rsidR="00FF5310" w:rsidRPr="00250417" w:rsidRDefault="00FF5310" w:rsidP="00302FDE">
            <w:pPr>
              <w:pStyle w:val="Tabletext"/>
              <w:rPr>
                <w:ins w:id="835" w:author="John Mettrop [2]" w:date="2022-12-05T12:33:00Z"/>
                <w:lang w:eastAsia="ja-JP"/>
              </w:rPr>
            </w:pPr>
            <w:ins w:id="836" w:author="John Mettrop [2]" w:date="2022-12-05T12:33:00Z">
              <w:r w:rsidRPr="00250417">
                <w:rPr>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108FF61" w14:textId="77777777" w:rsidR="00FF5310" w:rsidRPr="00250417" w:rsidRDefault="00FF5310" w:rsidP="00302FDE">
            <w:pPr>
              <w:pStyle w:val="Tabletext"/>
              <w:rPr>
                <w:ins w:id="837" w:author="John Mettrop [2]" w:date="2022-12-05T12:33:00Z"/>
                <w:lang w:eastAsia="ja-JP"/>
              </w:rPr>
            </w:pPr>
            <w:ins w:id="838" w:author="John Mettrop [2]" w:date="2022-12-05T12:33:00Z">
              <w:r w:rsidRPr="00250417">
                <w:rPr>
                  <w:lang w:eastAsia="ja-JP"/>
                </w:rPr>
                <w:t>5 / 0.008</w:t>
              </w:r>
            </w:ins>
          </w:p>
        </w:tc>
      </w:tr>
      <w:tr w:rsidR="00FF5310" w:rsidRPr="00250417" w14:paraId="4C524562" w14:textId="77777777" w:rsidTr="004F3957">
        <w:trPr>
          <w:trHeight w:val="279"/>
          <w:jc w:val="center"/>
          <w:ins w:id="839"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3009D9E6" w14:textId="77777777" w:rsidR="00FF5310" w:rsidRPr="00250417" w:rsidRDefault="00FF5310" w:rsidP="00302FDE">
            <w:pPr>
              <w:pStyle w:val="Tabletext"/>
              <w:rPr>
                <w:ins w:id="840" w:author="John Mettrop [2]" w:date="2022-12-05T12:33:00Z"/>
                <w:lang w:eastAsia="ja-JP"/>
              </w:rPr>
            </w:pPr>
            <w:ins w:id="841" w:author="John Mettrop [2]" w:date="2022-12-05T12:33:00Z">
              <w:r w:rsidRPr="00250417">
                <w:rPr>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04F921D4" w14:textId="77777777" w:rsidR="00FF5310" w:rsidRPr="00250417" w:rsidRDefault="00FF5310" w:rsidP="00302FDE">
            <w:pPr>
              <w:pStyle w:val="Tabletext"/>
              <w:rPr>
                <w:ins w:id="842" w:author="John Mettrop [2]" w:date="2022-12-05T12:33:00Z"/>
                <w:lang w:eastAsia="ja-JP"/>
              </w:rPr>
            </w:pPr>
            <w:ins w:id="843" w:author="John Mettrop [2]" w:date="2022-12-05T12:33:00Z">
              <w:r w:rsidRPr="00250417">
                <w:rPr>
                  <w:lang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649375C0" w14:textId="77777777" w:rsidR="00FF5310" w:rsidRPr="00250417" w:rsidRDefault="00FF5310" w:rsidP="00302FDE">
            <w:pPr>
              <w:pStyle w:val="Tabletext"/>
              <w:rPr>
                <w:ins w:id="844" w:author="John Mettrop [2]" w:date="2022-12-05T12:33:00Z"/>
                <w:lang w:eastAsia="ja-JP"/>
              </w:rPr>
            </w:pPr>
            <w:ins w:id="845" w:author="John Mettrop [2]" w:date="2022-12-05T12:33:00Z">
              <w:r w:rsidRPr="00250417">
                <w:rPr>
                  <w:lang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81943FF" w14:textId="77777777" w:rsidR="00FF5310" w:rsidRPr="00250417" w:rsidRDefault="00FF5310" w:rsidP="00302FDE">
            <w:pPr>
              <w:pStyle w:val="Tabletext"/>
              <w:rPr>
                <w:ins w:id="846" w:author="John Mettrop [2]" w:date="2022-12-05T12:33:00Z"/>
                <w:lang w:eastAsia="ja-JP"/>
              </w:rPr>
            </w:pPr>
            <w:ins w:id="847" w:author="John Mettrop [2]" w:date="2022-12-05T12:33:00Z">
              <w:r w:rsidRPr="00250417">
                <w:rPr>
                  <w:lang w:eastAsia="ja-JP"/>
                </w:rPr>
                <w:t>6</w:t>
              </w:r>
            </w:ins>
          </w:p>
        </w:tc>
      </w:tr>
      <w:tr w:rsidR="00FF5310" w:rsidRPr="00250417" w14:paraId="2ACE6E85" w14:textId="77777777" w:rsidTr="004F3957">
        <w:trPr>
          <w:trHeight w:val="319"/>
          <w:jc w:val="center"/>
          <w:ins w:id="848" w:author="John Mettrop [2]" w:date="2022-12-05T12:33:00Z"/>
        </w:trPr>
        <w:tc>
          <w:tcPr>
            <w:tcW w:w="3383" w:type="dxa"/>
            <w:tcBorders>
              <w:top w:val="single" w:sz="4" w:space="0" w:color="auto"/>
              <w:left w:val="single" w:sz="4" w:space="0" w:color="auto"/>
              <w:bottom w:val="single" w:sz="4" w:space="0" w:color="auto"/>
              <w:right w:val="single" w:sz="4" w:space="0" w:color="auto"/>
            </w:tcBorders>
            <w:hideMark/>
          </w:tcPr>
          <w:p w14:paraId="0B3C9FD7" w14:textId="77777777" w:rsidR="00FF5310" w:rsidRPr="00250417" w:rsidRDefault="00FF5310" w:rsidP="00302FDE">
            <w:pPr>
              <w:pStyle w:val="Tabletext"/>
              <w:rPr>
                <w:ins w:id="849" w:author="John Mettrop [2]" w:date="2022-12-05T12:33:00Z"/>
                <w:lang w:eastAsia="ja-JP"/>
              </w:rPr>
            </w:pPr>
            <w:ins w:id="850" w:author="John Mettrop [2]" w:date="2022-12-05T12:33:00Z">
              <w:r w:rsidRPr="00250417">
                <w:rPr>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2FCCA96A" w14:textId="77777777" w:rsidR="00FF5310" w:rsidRPr="00250417" w:rsidRDefault="00FF5310" w:rsidP="00302FDE">
            <w:pPr>
              <w:pStyle w:val="Tabletext"/>
              <w:rPr>
                <w:ins w:id="851" w:author="John Mettrop [2]" w:date="2022-12-05T12:33:00Z"/>
                <w:lang w:eastAsia="ja-JP"/>
              </w:rPr>
            </w:pPr>
            <w:ins w:id="852" w:author="John Mettrop [2]" w:date="2022-12-05T12:33:00Z">
              <w:r w:rsidRPr="00250417">
                <w:rPr>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98C04B9" w14:textId="77777777" w:rsidR="00FF5310" w:rsidRPr="00250417" w:rsidRDefault="00FF5310" w:rsidP="00302FDE">
            <w:pPr>
              <w:pStyle w:val="Tabletext"/>
              <w:rPr>
                <w:ins w:id="853" w:author="John Mettrop [2]" w:date="2022-12-05T12:33:00Z"/>
                <w:lang w:eastAsia="ja-JP"/>
              </w:rPr>
            </w:pPr>
            <w:ins w:id="854" w:author="John Mettrop [2]" w:date="2022-12-05T12:33:00Z">
              <w:r w:rsidRPr="00250417">
                <w:rPr>
                  <w:lang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6B9E1667" w14:textId="77777777" w:rsidR="00FF5310" w:rsidRPr="00250417" w:rsidRDefault="00FF5310" w:rsidP="00302FDE">
            <w:pPr>
              <w:pStyle w:val="Tabletext"/>
              <w:rPr>
                <w:ins w:id="855" w:author="John Mettrop [2]" w:date="2022-12-05T12:33:00Z"/>
                <w:lang w:eastAsia="ja-JP"/>
              </w:rPr>
            </w:pPr>
            <w:ins w:id="856" w:author="John Mettrop [2]" w:date="2022-12-05T12:33:00Z">
              <w:r w:rsidRPr="00250417">
                <w:rPr>
                  <w:lang w:eastAsia="ja-JP"/>
                </w:rPr>
                <w:t>-103/ −131</w:t>
              </w:r>
            </w:ins>
          </w:p>
        </w:tc>
      </w:tr>
      <w:tr w:rsidR="00FF5310" w:rsidRPr="00250417" w14:paraId="68C7D845" w14:textId="77777777" w:rsidTr="004F3957">
        <w:trPr>
          <w:trHeight w:val="279"/>
          <w:jc w:val="center"/>
          <w:ins w:id="857" w:author="John Mettrop [2]" w:date="2022-12-05T12:33: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4C72BCF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8" w:author="John Mettrop [2]" w:date="2022-12-05T12:33:00Z"/>
                <w:b/>
                <w:bCs/>
                <w:color w:val="000000"/>
                <w:sz w:val="20"/>
                <w:lang w:eastAsia="ja-JP"/>
              </w:rPr>
            </w:pPr>
            <w:proofErr w:type="gramStart"/>
            <w:ins w:id="859" w:author="John Mettrop [2]" w:date="2022-12-05T12:33:00Z">
              <w:r w:rsidRPr="00250417">
                <w:rPr>
                  <w:b/>
                  <w:bCs/>
                  <w:color w:val="000000"/>
                  <w:sz w:val="20"/>
                  <w:lang w:eastAsia="ja-JP"/>
                </w:rPr>
                <w:t>Antenna</w:t>
              </w:r>
              <w:r w:rsidRPr="00250417">
                <w:rPr>
                  <w:rFonts w:eastAsia="Calibri"/>
                  <w:sz w:val="20"/>
                  <w:vertAlign w:val="superscript"/>
                  <w:lang w:eastAsia="ja-JP"/>
                </w:rPr>
                <w:t>(</w:t>
              </w:r>
              <w:proofErr w:type="gramEnd"/>
              <w:r w:rsidRPr="00250417">
                <w:rPr>
                  <w:rFonts w:eastAsia="Calibri"/>
                  <w:sz w:val="20"/>
                  <w:vertAlign w:val="superscript"/>
                  <w:lang w:eastAsia="ja-JP"/>
                </w:rPr>
                <w:t>4)</w:t>
              </w:r>
            </w:ins>
          </w:p>
        </w:tc>
      </w:tr>
      <w:tr w:rsidR="00FF5310" w:rsidRPr="00250417" w14:paraId="570417AE" w14:textId="77777777" w:rsidTr="004F3957">
        <w:trPr>
          <w:trHeight w:val="319"/>
          <w:jc w:val="center"/>
          <w:ins w:id="860"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55C0C407" w14:textId="77777777" w:rsidR="00FF5310" w:rsidRPr="00250417" w:rsidRDefault="00FF5310" w:rsidP="00302FDE">
            <w:pPr>
              <w:pStyle w:val="Tabletext"/>
              <w:rPr>
                <w:ins w:id="861" w:author="John Mettrop [2]" w:date="2022-12-05T12:33:00Z"/>
                <w:lang w:eastAsia="ja-JP"/>
              </w:rPr>
            </w:pPr>
            <w:ins w:id="862" w:author="John Mettrop [2]" w:date="2022-12-05T12:33:00Z">
              <w:r w:rsidRPr="00250417">
                <w:rPr>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5F2D2F23" w14:textId="77777777" w:rsidR="00FF5310" w:rsidRPr="00250417" w:rsidRDefault="00FF5310" w:rsidP="00302FDE">
            <w:pPr>
              <w:pStyle w:val="Tabletext"/>
              <w:rPr>
                <w:ins w:id="863" w:author="John Mettrop [2]" w:date="2022-12-05T12:33:00Z"/>
                <w:lang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63762F73" w14:textId="77777777" w:rsidR="00FF5310" w:rsidRPr="00250417" w:rsidRDefault="00FF5310" w:rsidP="00302FDE">
            <w:pPr>
              <w:pStyle w:val="Tabletext"/>
              <w:rPr>
                <w:ins w:id="864" w:author="John Mettrop [2]" w:date="2022-12-05T12:33:00Z"/>
                <w:lang w:eastAsia="ja-JP"/>
              </w:rPr>
            </w:pPr>
            <w:ins w:id="865" w:author="John Mettrop [2]" w:date="2022-12-05T12:33:00Z">
              <w:r w:rsidRPr="00250417">
                <w:rPr>
                  <w:lang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tcPr>
          <w:p w14:paraId="48073188" w14:textId="77777777" w:rsidR="00FF5310" w:rsidRPr="00250417" w:rsidRDefault="00FF5310" w:rsidP="00302FDE">
            <w:pPr>
              <w:pStyle w:val="Tabletext"/>
              <w:rPr>
                <w:ins w:id="866" w:author="John Mettrop [2]" w:date="2022-12-05T12:33:00Z"/>
                <w:lang w:eastAsia="ja-JP"/>
              </w:rPr>
            </w:pPr>
            <w:ins w:id="867" w:author="John Mettrop [2]" w:date="2022-12-05T12:33:00Z">
              <w:r w:rsidRPr="00250417">
                <w:rPr>
                  <w:lang w:eastAsia="ja-JP"/>
                </w:rPr>
                <w:t>Directional</w:t>
              </w:r>
            </w:ins>
          </w:p>
        </w:tc>
      </w:tr>
      <w:tr w:rsidR="00FF5310" w:rsidRPr="00250417" w14:paraId="3E41B20E" w14:textId="77777777" w:rsidTr="004F3957">
        <w:trPr>
          <w:trHeight w:val="279"/>
          <w:jc w:val="center"/>
          <w:ins w:id="868"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530D4FEB" w14:textId="77777777" w:rsidR="00FF5310" w:rsidRPr="00250417" w:rsidRDefault="00FF5310" w:rsidP="00302FDE">
            <w:pPr>
              <w:pStyle w:val="Tabletext"/>
              <w:rPr>
                <w:ins w:id="869" w:author="John Mettrop [2]" w:date="2022-12-05T12:33:00Z"/>
                <w:lang w:eastAsia="ja-JP"/>
              </w:rPr>
            </w:pPr>
            <w:ins w:id="870" w:author="John Mettrop [2]" w:date="2022-12-05T12:33:00Z">
              <w:r w:rsidRPr="00250417">
                <w:rPr>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40BFBED1" w14:textId="77777777" w:rsidR="00FF5310" w:rsidRPr="00250417" w:rsidRDefault="00FF5310" w:rsidP="00302FDE">
            <w:pPr>
              <w:pStyle w:val="Tabletext"/>
              <w:rPr>
                <w:ins w:id="871" w:author="John Mettrop [2]" w:date="2022-12-05T12:33:00Z"/>
                <w:lang w:eastAsia="ja-JP"/>
              </w:rPr>
            </w:pPr>
            <w:proofErr w:type="spellStart"/>
            <w:ins w:id="872" w:author="John Mettrop [2]" w:date="2022-12-05T12:33:00Z">
              <w:r w:rsidRPr="00250417">
                <w:rPr>
                  <w:lang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708269A" w14:textId="77777777" w:rsidR="00FF5310" w:rsidRPr="00250417" w:rsidRDefault="00FF5310" w:rsidP="00302FDE">
            <w:pPr>
              <w:pStyle w:val="Tabletext"/>
              <w:rPr>
                <w:ins w:id="873" w:author="John Mettrop [2]" w:date="2022-12-05T12:33:00Z"/>
                <w:lang w:eastAsia="ko-KR"/>
              </w:rPr>
            </w:pPr>
            <w:ins w:id="874" w:author="John Mettrop [2]" w:date="2022-12-05T12:33:00Z">
              <w:r w:rsidRPr="00250417">
                <w:rPr>
                  <w:lang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tcPr>
          <w:p w14:paraId="2EBDB125" w14:textId="77777777" w:rsidR="00FF5310" w:rsidRPr="00250417" w:rsidRDefault="00FF5310" w:rsidP="00302FDE">
            <w:pPr>
              <w:pStyle w:val="Tabletext"/>
              <w:rPr>
                <w:ins w:id="875" w:author="John Mettrop [2]" w:date="2022-12-05T12:33:00Z"/>
                <w:lang w:eastAsia="ja-JP"/>
              </w:rPr>
            </w:pPr>
            <w:ins w:id="876" w:author="John Mettrop [2]" w:date="2022-12-05T12:33:00Z">
              <w:r w:rsidRPr="00250417">
                <w:rPr>
                  <w:lang w:eastAsia="ko-KR"/>
                </w:rPr>
                <w:t>14</w:t>
              </w:r>
            </w:ins>
          </w:p>
        </w:tc>
      </w:tr>
      <w:tr w:rsidR="00FF5310" w:rsidRPr="00250417" w14:paraId="3764ECB9" w14:textId="77777777" w:rsidTr="004F3957">
        <w:trPr>
          <w:trHeight w:val="279"/>
          <w:jc w:val="center"/>
          <w:ins w:id="877"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958A637" w14:textId="77777777" w:rsidR="00FF5310" w:rsidRPr="00250417" w:rsidRDefault="00FF5310" w:rsidP="00302FDE">
            <w:pPr>
              <w:pStyle w:val="Tabletext"/>
              <w:rPr>
                <w:ins w:id="878" w:author="John Mettrop [2]" w:date="2022-12-05T12:33:00Z"/>
                <w:lang w:eastAsia="ja-JP"/>
              </w:rPr>
            </w:pPr>
            <w:ins w:id="879" w:author="John Mettrop [2]" w:date="2022-12-05T12:33:00Z">
              <w:r w:rsidRPr="00250417">
                <w:rPr>
                  <w:lang w:eastAsia="ja-JP"/>
                </w:rPr>
                <w:t>1</w:t>
              </w:r>
              <w:r w:rsidRPr="00250417">
                <w:rPr>
                  <w:vertAlign w:val="superscript"/>
                  <w:lang w:eastAsia="ja-JP"/>
                </w:rPr>
                <w:t xml:space="preserve">st </w:t>
              </w:r>
              <w:r w:rsidRPr="00250417">
                <w:rPr>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8ED71BB" w14:textId="77777777" w:rsidR="00FF5310" w:rsidRPr="00250417" w:rsidRDefault="00FF5310" w:rsidP="00302FDE">
            <w:pPr>
              <w:pStyle w:val="Tabletext"/>
              <w:rPr>
                <w:ins w:id="880" w:author="John Mettrop [2]" w:date="2022-12-05T12:33:00Z"/>
                <w:lang w:eastAsia="ja-JP"/>
              </w:rPr>
            </w:pPr>
            <w:proofErr w:type="spellStart"/>
            <w:ins w:id="881" w:author="John Mettrop [2]" w:date="2022-12-05T12:33:00Z">
              <w:r w:rsidRPr="00250417">
                <w:rPr>
                  <w:lang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831068D" w14:textId="77777777" w:rsidR="00FF5310" w:rsidRPr="00250417" w:rsidRDefault="00FF5310" w:rsidP="00302FDE">
            <w:pPr>
              <w:pStyle w:val="Tabletext"/>
              <w:rPr>
                <w:ins w:id="882" w:author="John Mettrop [2]" w:date="2022-12-05T12:33:00Z"/>
                <w:lang w:eastAsia="ja-JP"/>
              </w:rPr>
            </w:pPr>
            <w:ins w:id="883" w:author="John Mettrop [2]" w:date="2022-12-05T12:33:00Z">
              <w:r w:rsidRPr="00250417">
                <w:rPr>
                  <w:lang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tcPr>
          <w:p w14:paraId="7BD50D1C" w14:textId="77777777" w:rsidR="00FF5310" w:rsidRPr="00250417" w:rsidRDefault="00FF5310" w:rsidP="00302FDE">
            <w:pPr>
              <w:pStyle w:val="Tabletext"/>
              <w:rPr>
                <w:ins w:id="884" w:author="John Mettrop [2]" w:date="2022-12-05T12:33:00Z"/>
                <w:lang w:eastAsia="ja-JP"/>
              </w:rPr>
            </w:pPr>
            <w:ins w:id="885" w:author="John Mettrop [2]" w:date="2022-12-05T12:33:00Z">
              <w:r w:rsidRPr="00250417">
                <w:rPr>
                  <w:lang w:eastAsia="ja-JP"/>
                </w:rPr>
                <w:t>-1</w:t>
              </w:r>
            </w:ins>
          </w:p>
        </w:tc>
      </w:tr>
      <w:tr w:rsidR="00FF5310" w:rsidRPr="00250417" w14:paraId="3BB5E8B7" w14:textId="77777777" w:rsidTr="004F3957">
        <w:trPr>
          <w:trHeight w:val="319"/>
          <w:jc w:val="center"/>
          <w:ins w:id="886"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35DA514B" w14:textId="77777777" w:rsidR="00FF5310" w:rsidRPr="00250417" w:rsidRDefault="00FF5310" w:rsidP="00302FDE">
            <w:pPr>
              <w:pStyle w:val="Tabletext"/>
              <w:rPr>
                <w:ins w:id="887" w:author="John Mettrop [2]" w:date="2022-12-05T12:33:00Z"/>
                <w:lang w:eastAsia="ja-JP"/>
              </w:rPr>
            </w:pPr>
            <w:ins w:id="888" w:author="John Mettrop [2]" w:date="2022-12-05T12:33:00Z">
              <w:r w:rsidRPr="00250417">
                <w:rPr>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136D8D28" w14:textId="77777777" w:rsidR="00FF5310" w:rsidRPr="00250417" w:rsidRDefault="00FF5310" w:rsidP="00302FDE">
            <w:pPr>
              <w:pStyle w:val="Tabletext"/>
              <w:rPr>
                <w:ins w:id="889" w:author="John Mettrop [2]" w:date="2022-12-05T12:33:00Z"/>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CCCE203" w14:textId="77777777" w:rsidR="00FF5310" w:rsidRPr="00250417" w:rsidRDefault="00FF5310" w:rsidP="00302FDE">
            <w:pPr>
              <w:pStyle w:val="Tabletext"/>
              <w:rPr>
                <w:ins w:id="890" w:author="John Mettrop [2]" w:date="2022-12-05T12:33:00Z"/>
                <w:lang w:eastAsia="ja-JP"/>
              </w:rPr>
            </w:pPr>
            <w:ins w:id="891" w:author="John Mettrop [2]" w:date="2022-12-05T12:33:00Z">
              <w:r w:rsidRPr="00250417">
                <w:rPr>
                  <w:lang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tcPr>
          <w:p w14:paraId="0B078CEC" w14:textId="77777777" w:rsidR="00FF5310" w:rsidRPr="00250417" w:rsidRDefault="00FF5310" w:rsidP="00302FDE">
            <w:pPr>
              <w:pStyle w:val="Tabletext"/>
              <w:rPr>
                <w:ins w:id="892" w:author="John Mettrop [2]" w:date="2022-12-05T12:33:00Z"/>
                <w:lang w:eastAsia="ja-JP"/>
              </w:rPr>
            </w:pPr>
            <w:ins w:id="893" w:author="John Mettrop [2]" w:date="2022-12-05T12:33:00Z">
              <w:r w:rsidRPr="00250417">
                <w:rPr>
                  <w:lang w:eastAsia="ja-JP"/>
                </w:rPr>
                <w:t>Vertical</w:t>
              </w:r>
            </w:ins>
          </w:p>
        </w:tc>
      </w:tr>
      <w:tr w:rsidR="00FF5310" w:rsidRPr="00250417" w14:paraId="37B8899C" w14:textId="77777777" w:rsidTr="004F3957">
        <w:trPr>
          <w:trHeight w:val="279"/>
          <w:jc w:val="center"/>
          <w:ins w:id="894"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4CAD8A0C" w14:textId="77777777" w:rsidR="00FF5310" w:rsidRPr="00250417" w:rsidRDefault="00FF5310" w:rsidP="00302FDE">
            <w:pPr>
              <w:pStyle w:val="Tabletext"/>
              <w:rPr>
                <w:ins w:id="895" w:author="John Mettrop [2]" w:date="2022-12-05T12:33:00Z"/>
                <w:lang w:eastAsia="ja-JP"/>
              </w:rPr>
            </w:pPr>
            <w:ins w:id="896" w:author="John Mettrop [2]" w:date="2022-12-05T12:33:00Z">
              <w:r w:rsidRPr="00250417">
                <w:rPr>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3895D8D5" w14:textId="77777777" w:rsidR="00FF5310" w:rsidRPr="00250417" w:rsidRDefault="00FF5310" w:rsidP="00302FDE">
            <w:pPr>
              <w:pStyle w:val="Tabletext"/>
              <w:rPr>
                <w:ins w:id="897" w:author="John Mettrop [2]" w:date="2022-12-05T12:33:00Z"/>
                <w:lang w:eastAsia="ja-JP"/>
              </w:rPr>
            </w:pPr>
          </w:p>
        </w:tc>
        <w:tc>
          <w:tcPr>
            <w:tcW w:w="4019" w:type="dxa"/>
            <w:tcBorders>
              <w:top w:val="single" w:sz="4" w:space="0" w:color="auto"/>
              <w:left w:val="single" w:sz="4" w:space="0" w:color="auto"/>
              <w:bottom w:val="single" w:sz="4" w:space="0" w:color="auto"/>
              <w:right w:val="single" w:sz="4" w:space="0" w:color="auto"/>
            </w:tcBorders>
            <w:vAlign w:val="center"/>
          </w:tcPr>
          <w:p w14:paraId="67AC417D" w14:textId="77777777" w:rsidR="00FF5310" w:rsidRPr="00250417" w:rsidRDefault="00FF5310" w:rsidP="00302FDE">
            <w:pPr>
              <w:pStyle w:val="Tabletext"/>
              <w:rPr>
                <w:ins w:id="898" w:author="John Mettrop [2]" w:date="2022-12-05T12:33:00Z"/>
                <w:lang w:eastAsia="ja-JP"/>
              </w:rPr>
            </w:pPr>
            <w:ins w:id="899" w:author="John Mettrop [2]" w:date="2022-12-05T12:33:00Z">
              <w:r w:rsidRPr="00250417">
                <w:rPr>
                  <w:lang w:eastAsia="ja-JP"/>
                </w:rPr>
                <w:t>Uniform distribution</w:t>
              </w:r>
              <w:r w:rsidRPr="00250417">
                <w:rPr>
                  <w:lang w:eastAsia="ja-JP"/>
                </w:rPr>
                <w:br/>
                <w:t xml:space="preserve">(Refer to Rec. ITU-R </w:t>
              </w:r>
              <w:proofErr w:type="spellStart"/>
              <w:r w:rsidRPr="00250417">
                <w:rPr>
                  <w:lang w:eastAsia="ja-JP"/>
                </w:rPr>
                <w:t>M.1851</w:t>
              </w:r>
              <w:proofErr w:type="spellEnd"/>
              <w:r w:rsidRPr="00250417">
                <w:rPr>
                  <w:lang w:eastAsia="ja-JP"/>
                </w:rPr>
                <w:t>)</w:t>
              </w:r>
            </w:ins>
          </w:p>
        </w:tc>
        <w:tc>
          <w:tcPr>
            <w:tcW w:w="3925" w:type="dxa"/>
            <w:tcBorders>
              <w:top w:val="single" w:sz="4" w:space="0" w:color="auto"/>
              <w:left w:val="single" w:sz="4" w:space="0" w:color="auto"/>
              <w:bottom w:val="single" w:sz="4" w:space="0" w:color="auto"/>
              <w:right w:val="single" w:sz="4" w:space="0" w:color="auto"/>
            </w:tcBorders>
            <w:vAlign w:val="center"/>
          </w:tcPr>
          <w:p w14:paraId="565937A5" w14:textId="77777777" w:rsidR="00FF5310" w:rsidRPr="00250417" w:rsidRDefault="00FF5310" w:rsidP="00302FDE">
            <w:pPr>
              <w:pStyle w:val="Tabletext"/>
              <w:rPr>
                <w:ins w:id="900" w:author="John Mettrop [2]" w:date="2022-12-05T12:33:00Z"/>
                <w:vertAlign w:val="superscript"/>
                <w:lang w:eastAsia="ja-JP"/>
              </w:rPr>
            </w:pPr>
            <w:ins w:id="901" w:author="John Mettrop [2]" w:date="2022-12-05T12:33:00Z">
              <w:r w:rsidRPr="00250417">
                <w:rPr>
                  <w:lang w:eastAsia="ja-JP"/>
                </w:rPr>
                <w:t>Uniform distribution</w:t>
              </w:r>
              <w:r w:rsidRPr="00250417">
                <w:rPr>
                  <w:lang w:eastAsia="ja-JP"/>
                </w:rPr>
                <w:br/>
                <w:t xml:space="preserve">(Refer to Rec. ITU-R </w:t>
              </w:r>
              <w:proofErr w:type="spellStart"/>
              <w:r w:rsidRPr="00250417">
                <w:rPr>
                  <w:lang w:eastAsia="ja-JP"/>
                </w:rPr>
                <w:t>M.1851</w:t>
              </w:r>
              <w:proofErr w:type="spellEnd"/>
              <w:r w:rsidRPr="00250417">
                <w:rPr>
                  <w:lang w:eastAsia="ja-JP"/>
                </w:rPr>
                <w:t>)</w:t>
              </w:r>
            </w:ins>
          </w:p>
        </w:tc>
      </w:tr>
      <w:tr w:rsidR="00FF5310" w:rsidRPr="00250417" w14:paraId="4C72FB9E" w14:textId="77777777" w:rsidTr="004F3957">
        <w:trPr>
          <w:trHeight w:val="319"/>
          <w:jc w:val="center"/>
          <w:ins w:id="902"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3D840941" w14:textId="77777777" w:rsidR="00FF5310" w:rsidRPr="00250417" w:rsidRDefault="00FF5310" w:rsidP="00302FDE">
            <w:pPr>
              <w:pStyle w:val="Tabletext"/>
              <w:rPr>
                <w:ins w:id="903" w:author="John Mettrop [2]" w:date="2022-12-05T12:33:00Z"/>
                <w:lang w:eastAsia="ja-JP"/>
              </w:rPr>
            </w:pPr>
            <w:ins w:id="904" w:author="John Mettrop [2]" w:date="2022-12-05T12:33:00Z">
              <w:r w:rsidRPr="00250417">
                <w:rPr>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0D63C574" w14:textId="77777777" w:rsidR="00FF5310" w:rsidRPr="00250417" w:rsidRDefault="00FF5310" w:rsidP="00302FDE">
            <w:pPr>
              <w:pStyle w:val="Tabletext"/>
              <w:rPr>
                <w:ins w:id="905" w:author="John Mettrop [2]" w:date="2022-12-05T12:33:00Z"/>
                <w:lang w:eastAsia="ja-JP"/>
              </w:rPr>
            </w:pPr>
            <w:ins w:id="906" w:author="John Mettrop [2]" w:date="2022-12-05T12:33:00Z">
              <w:r w:rsidRPr="00250417">
                <w:rPr>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79AA784" w14:textId="77777777" w:rsidR="00FF5310" w:rsidRPr="00250417" w:rsidRDefault="00FF5310" w:rsidP="00302FDE">
            <w:pPr>
              <w:pStyle w:val="Tabletext"/>
              <w:rPr>
                <w:ins w:id="907" w:author="John Mettrop [2]" w:date="2022-12-05T12:33:00Z"/>
                <w:lang w:eastAsia="ja-JP"/>
              </w:rPr>
            </w:pPr>
            <w:ins w:id="908" w:author="John Mettrop [2]" w:date="2022-12-05T12:33:00Z">
              <w:r w:rsidRPr="00250417">
                <w:rPr>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13194B85" w14:textId="77777777" w:rsidR="00FF5310" w:rsidRPr="00250417" w:rsidRDefault="00FF5310" w:rsidP="00302FDE">
            <w:pPr>
              <w:pStyle w:val="Tabletext"/>
              <w:rPr>
                <w:ins w:id="909" w:author="John Mettrop [2]" w:date="2022-12-05T12:33:00Z"/>
                <w:lang w:eastAsia="ja-JP"/>
              </w:rPr>
            </w:pPr>
            <w:ins w:id="910" w:author="John Mettrop [2]" w:date="2022-12-05T12:33:00Z">
              <w:r w:rsidRPr="00250417">
                <w:rPr>
                  <w:lang w:eastAsia="ja-JP"/>
                </w:rPr>
                <w:t>28</w:t>
              </w:r>
            </w:ins>
          </w:p>
        </w:tc>
      </w:tr>
      <w:tr w:rsidR="00FF5310" w:rsidRPr="00250417" w14:paraId="030D1F7D" w14:textId="77777777" w:rsidTr="004F3957">
        <w:trPr>
          <w:trHeight w:val="279"/>
          <w:jc w:val="center"/>
          <w:ins w:id="911" w:author="John Mettrop [2]" w:date="2022-12-05T12:33:00Z"/>
        </w:trPr>
        <w:tc>
          <w:tcPr>
            <w:tcW w:w="3383" w:type="dxa"/>
            <w:tcBorders>
              <w:top w:val="single" w:sz="4" w:space="0" w:color="auto"/>
              <w:left w:val="single" w:sz="4" w:space="0" w:color="auto"/>
              <w:bottom w:val="single" w:sz="4" w:space="0" w:color="auto"/>
              <w:right w:val="single" w:sz="4" w:space="0" w:color="auto"/>
            </w:tcBorders>
            <w:vAlign w:val="center"/>
            <w:hideMark/>
          </w:tcPr>
          <w:p w14:paraId="722BAF1E" w14:textId="77777777" w:rsidR="00FF5310" w:rsidRPr="00250417" w:rsidRDefault="00FF5310" w:rsidP="00302FDE">
            <w:pPr>
              <w:pStyle w:val="Tabletext"/>
              <w:rPr>
                <w:ins w:id="912" w:author="John Mettrop [2]" w:date="2022-12-05T12:33:00Z"/>
                <w:lang w:eastAsia="ja-JP"/>
              </w:rPr>
            </w:pPr>
            <w:ins w:id="913" w:author="John Mettrop [2]" w:date="2022-12-05T12:33:00Z">
              <w:r w:rsidRPr="00250417">
                <w:rPr>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10EA001F" w14:textId="77777777" w:rsidR="00FF5310" w:rsidRPr="00250417" w:rsidRDefault="00FF5310" w:rsidP="00302FDE">
            <w:pPr>
              <w:pStyle w:val="Tabletext"/>
              <w:rPr>
                <w:ins w:id="914" w:author="John Mettrop [2]" w:date="2022-12-05T12:33:00Z"/>
                <w:lang w:eastAsia="ja-JP"/>
              </w:rPr>
            </w:pPr>
            <w:ins w:id="915" w:author="John Mettrop [2]" w:date="2022-12-05T12:33:00Z">
              <w:r w:rsidRPr="00250417">
                <w:rPr>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C13603A" w14:textId="77777777" w:rsidR="00FF5310" w:rsidRPr="00250417" w:rsidRDefault="00FF5310" w:rsidP="00302FDE">
            <w:pPr>
              <w:pStyle w:val="Tabletext"/>
              <w:rPr>
                <w:ins w:id="916" w:author="John Mettrop [2]" w:date="2022-12-05T12:33:00Z"/>
                <w:lang w:eastAsia="ja-JP"/>
              </w:rPr>
            </w:pPr>
            <w:ins w:id="917" w:author="John Mettrop [2]" w:date="2022-12-05T12:33:00Z">
              <w:r w:rsidRPr="00250417">
                <w:rPr>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tcPr>
          <w:p w14:paraId="0E5F8F67" w14:textId="77777777" w:rsidR="00FF5310" w:rsidRPr="00250417" w:rsidRDefault="00FF5310" w:rsidP="00302FDE">
            <w:pPr>
              <w:pStyle w:val="Tabletext"/>
              <w:rPr>
                <w:ins w:id="918" w:author="John Mettrop [2]" w:date="2022-12-05T12:33:00Z"/>
                <w:lang w:eastAsia="ja-JP"/>
              </w:rPr>
            </w:pPr>
            <w:ins w:id="919" w:author="John Mettrop [2]" w:date="2022-12-05T12:33:00Z">
              <w:r w:rsidRPr="00250417">
                <w:rPr>
                  <w:lang w:eastAsia="ja-JP"/>
                </w:rPr>
                <w:t>28</w:t>
              </w:r>
            </w:ins>
          </w:p>
        </w:tc>
      </w:tr>
    </w:tbl>
    <w:p w14:paraId="297DB350" w14:textId="77777777" w:rsidR="00FF5310" w:rsidRPr="00250417" w:rsidRDefault="00FF5310" w:rsidP="00FF5310">
      <w:pPr>
        <w:rPr>
          <w:ins w:id="920" w:author="John Mettrop [2]" w:date="2022-12-05T12:33:00Z"/>
          <w:szCs w:val="18"/>
        </w:rPr>
      </w:pPr>
      <w:ins w:id="921" w:author="John Mettrop [2]" w:date="2022-12-05T12:33:00Z">
        <w:r w:rsidRPr="00250417">
          <w:rPr>
            <w:szCs w:val="18"/>
          </w:rPr>
          <w:br w:type="page"/>
        </w:r>
      </w:ins>
    </w:p>
    <w:p w14:paraId="5654C0AE" w14:textId="77777777" w:rsidR="00FF5310" w:rsidRPr="00250417" w:rsidRDefault="00FF5310" w:rsidP="003D33BA">
      <w:pPr>
        <w:pStyle w:val="TableNo"/>
        <w:rPr>
          <w:ins w:id="922" w:author="John Mettrop [2]" w:date="2022-12-05T12:33:00Z"/>
          <w:i/>
        </w:rPr>
      </w:pPr>
      <w:ins w:id="923" w:author="John Mettrop [2]" w:date="2022-12-05T12:33:00Z">
        <w:r w:rsidRPr="00250417">
          <w:lastRenderedPageBreak/>
          <w:br/>
          <w:t xml:space="preserve">TABLE 1 </w:t>
        </w:r>
        <w:r w:rsidRPr="00250417">
          <w:rPr>
            <w:i/>
          </w:rPr>
          <w:t>(end)</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24">
          <w:tblGrid>
            <w:gridCol w:w="2829"/>
            <w:gridCol w:w="1440"/>
            <w:gridCol w:w="3364"/>
            <w:gridCol w:w="3422"/>
            <w:gridCol w:w="3404"/>
          </w:tblGrid>
        </w:tblGridChange>
      </w:tblGrid>
      <w:tr w:rsidR="00FF5310" w:rsidRPr="00250417" w14:paraId="3C70E3EB" w14:textId="77777777" w:rsidTr="004F3957">
        <w:trPr>
          <w:jc w:val="center"/>
          <w:ins w:id="925" w:author="John Mettrop [2]" w:date="2022-12-05T12:33:00Z"/>
        </w:trPr>
        <w:tc>
          <w:tcPr>
            <w:tcW w:w="282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70C209" w14:textId="77777777" w:rsidR="00FF5310" w:rsidRPr="00250417" w:rsidRDefault="00FF5310" w:rsidP="003D33BA">
            <w:pPr>
              <w:pStyle w:val="Tablehead"/>
              <w:rPr>
                <w:ins w:id="926" w:author="John Mettrop [2]" w:date="2022-12-05T12:33:00Z"/>
                <w:lang w:eastAsia="ja-JP"/>
              </w:rPr>
            </w:pPr>
            <w:ins w:id="927" w:author="John Mettrop [2]" w:date="2022-12-05T12:33:00Z">
              <w:r w:rsidRPr="00250417">
                <w:rPr>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D0792F" w14:textId="77777777" w:rsidR="00FF5310" w:rsidRPr="00250417" w:rsidRDefault="00FF5310" w:rsidP="003D33BA">
            <w:pPr>
              <w:pStyle w:val="Tablehead"/>
              <w:rPr>
                <w:ins w:id="928" w:author="John Mettrop [2]" w:date="2022-12-05T12:33:00Z"/>
                <w:lang w:eastAsia="ja-JP"/>
              </w:rPr>
            </w:pPr>
            <w:ins w:id="929" w:author="John Mettrop [2]" w:date="2022-12-05T12:33:00Z">
              <w:r w:rsidRPr="00250417">
                <w:rPr>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hideMark/>
          </w:tcPr>
          <w:p w14:paraId="44C5D677" w14:textId="77777777" w:rsidR="00FF5310" w:rsidRPr="00250417" w:rsidRDefault="00FF5310" w:rsidP="003D33BA">
            <w:pPr>
              <w:pStyle w:val="Tablehead"/>
              <w:rPr>
                <w:ins w:id="930" w:author="John Mettrop [2]" w:date="2022-12-05T12:33:00Z"/>
                <w:lang w:eastAsia="ja-JP"/>
              </w:rPr>
            </w:pPr>
            <w:ins w:id="931" w:author="John Mettrop [2]" w:date="2022-12-05T12:33:00Z">
              <w:r w:rsidRPr="00250417">
                <w:rPr>
                  <w:lang w:eastAsia="ja-JP"/>
                </w:rPr>
                <w:t>System 8</w:t>
              </w:r>
              <w:r w:rsidRPr="00250417">
                <w:rPr>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hideMark/>
          </w:tcPr>
          <w:p w14:paraId="74C17DA0" w14:textId="77777777" w:rsidR="00FF5310" w:rsidRPr="00250417" w:rsidRDefault="00FF5310" w:rsidP="003D33BA">
            <w:pPr>
              <w:pStyle w:val="Tablehead"/>
              <w:rPr>
                <w:ins w:id="932" w:author="John Mettrop [2]" w:date="2022-12-05T12:33:00Z"/>
                <w:lang w:eastAsia="ja-JP"/>
              </w:rPr>
            </w:pPr>
            <w:ins w:id="933" w:author="John Mettrop [2]" w:date="2022-12-05T12:33:00Z">
              <w:r w:rsidRPr="00250417">
                <w:rPr>
                  <w:lang w:eastAsia="ja-JP"/>
                </w:rPr>
                <w:t>System 8</w:t>
              </w:r>
              <w:r w:rsidRPr="00250417">
                <w:rPr>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hideMark/>
          </w:tcPr>
          <w:p w14:paraId="3DFD60A1" w14:textId="77777777" w:rsidR="00FF5310" w:rsidRPr="00250417" w:rsidRDefault="00FF5310" w:rsidP="003D33BA">
            <w:pPr>
              <w:pStyle w:val="Tablehead"/>
              <w:rPr>
                <w:ins w:id="934" w:author="John Mettrop [2]" w:date="2022-12-05T12:33:00Z"/>
                <w:lang w:eastAsia="ja-JP"/>
              </w:rPr>
            </w:pPr>
            <w:ins w:id="935" w:author="John Mettrop [2]" w:date="2022-12-05T12:33:00Z">
              <w:r w:rsidRPr="00250417">
                <w:rPr>
                  <w:lang w:eastAsia="ja-JP"/>
                </w:rPr>
                <w:t>System 8</w:t>
              </w:r>
              <w:r w:rsidRPr="00250417">
                <w:rPr>
                  <w:lang w:eastAsia="ja-JP"/>
                </w:rPr>
                <w:br/>
                <w:t>Shipborne</w:t>
              </w:r>
            </w:ins>
          </w:p>
        </w:tc>
      </w:tr>
      <w:tr w:rsidR="00FF5310" w:rsidRPr="00250417" w14:paraId="4780EED5" w14:textId="77777777" w:rsidTr="004F3957">
        <w:trPr>
          <w:jc w:val="center"/>
          <w:ins w:id="936"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51E489A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37" w:author="John Mettrop [2]" w:date="2022-12-05T12:33:00Z"/>
                <w:b/>
                <w:bCs/>
                <w:sz w:val="19"/>
                <w:szCs w:val="19"/>
                <w:lang w:eastAsia="ja-JP"/>
              </w:rPr>
            </w:pPr>
            <w:ins w:id="938" w:author="John Mettrop [2]" w:date="2022-12-05T12:33:00Z">
              <w:r w:rsidRPr="00250417">
                <w:rPr>
                  <w:b/>
                  <w:bCs/>
                  <w:sz w:val="19"/>
                  <w:szCs w:val="19"/>
                  <w:lang w:eastAsia="ja-JP"/>
                </w:rPr>
                <w:t>Transmitter</w:t>
              </w:r>
            </w:ins>
          </w:p>
        </w:tc>
      </w:tr>
      <w:tr w:rsidR="00FF5310" w:rsidRPr="00250417" w14:paraId="6AE1D95F"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3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40" w:author="John Mettrop [2]" w:date="2022-12-05T12:33:00Z"/>
          <w:trPrChange w:id="94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42"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8573932" w14:textId="77777777" w:rsidR="00FF5310" w:rsidRPr="00250417" w:rsidRDefault="00FF5310" w:rsidP="00302FDE">
            <w:pPr>
              <w:pStyle w:val="Tabletext"/>
              <w:rPr>
                <w:ins w:id="943" w:author="John Mettrop [2]" w:date="2022-12-05T12:33:00Z"/>
                <w:lang w:eastAsia="ja-JP"/>
              </w:rPr>
            </w:pPr>
            <w:ins w:id="944" w:author="John Mettrop [2]" w:date="2022-12-05T12:33:00Z">
              <w:r w:rsidRPr="00250417">
                <w:rPr>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4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53A0883" w14:textId="77777777" w:rsidR="00FF5310" w:rsidRPr="00250417" w:rsidRDefault="00FF5310" w:rsidP="00302FDE">
            <w:pPr>
              <w:pStyle w:val="Tabletext"/>
              <w:rPr>
                <w:ins w:id="946" w:author="John Mettrop [2]" w:date="2022-12-05T12:33:00Z"/>
                <w:lang w:eastAsia="ja-JP"/>
              </w:rPr>
            </w:pPr>
            <w:ins w:id="947" w:author="John Mettrop [2]" w:date="2022-12-05T12:33:00Z">
              <w:r w:rsidRPr="00250417">
                <w:rPr>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4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E6538CC" w14:textId="77777777" w:rsidR="00FF5310" w:rsidRPr="00250417" w:rsidRDefault="00FF5310" w:rsidP="00302FDE">
            <w:pPr>
              <w:pStyle w:val="Tabletext"/>
              <w:rPr>
                <w:ins w:id="949" w:author="John Mettrop [2]" w:date="2022-12-05T12:33:00Z"/>
                <w:lang w:eastAsia="ja-JP"/>
              </w:rPr>
            </w:pPr>
            <w:ins w:id="950" w:author="John Mettrop [2]" w:date="2022-12-05T12:33:00Z">
              <w:r w:rsidRPr="00250417">
                <w:rPr>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5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C40AE39" w14:textId="77777777" w:rsidR="00FF5310" w:rsidRPr="00250417" w:rsidRDefault="00FF5310" w:rsidP="00302FDE">
            <w:pPr>
              <w:pStyle w:val="Tabletext"/>
              <w:rPr>
                <w:ins w:id="952" w:author="John Mettrop [2]" w:date="2022-12-05T12:33:00Z"/>
                <w:lang w:eastAsia="ja-JP"/>
              </w:rPr>
            </w:pPr>
            <w:ins w:id="953" w:author="John Mettrop [2]" w:date="2022-12-05T12:33:00Z">
              <w:r w:rsidRPr="00250417">
                <w:rPr>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5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8687874" w14:textId="77777777" w:rsidR="00FF5310" w:rsidRPr="00250417" w:rsidRDefault="00FF5310" w:rsidP="00302FDE">
            <w:pPr>
              <w:pStyle w:val="Tabletext"/>
              <w:rPr>
                <w:ins w:id="955" w:author="John Mettrop [2]" w:date="2022-12-05T12:33:00Z"/>
                <w:lang w:eastAsia="ja-JP"/>
              </w:rPr>
            </w:pPr>
            <w:ins w:id="956" w:author="John Mettrop [2]" w:date="2022-12-05T12:33:00Z">
              <w:r w:rsidRPr="00250417">
                <w:rPr>
                  <w:lang w:eastAsia="ja-JP"/>
                </w:rPr>
                <w:t>4 800-4 990</w:t>
              </w:r>
            </w:ins>
          </w:p>
        </w:tc>
      </w:tr>
      <w:tr w:rsidR="00FF5310" w:rsidRPr="00250417" w14:paraId="6BE7B5E4"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5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58" w:author="John Mettrop [2]" w:date="2022-12-05T12:33:00Z"/>
          <w:trPrChange w:id="95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60"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55D0C8B" w14:textId="77777777" w:rsidR="00FF5310" w:rsidRPr="00250417" w:rsidRDefault="00FF5310" w:rsidP="00302FDE">
            <w:pPr>
              <w:pStyle w:val="Tabletext"/>
              <w:rPr>
                <w:ins w:id="961" w:author="John Mettrop [2]" w:date="2022-12-05T12:33:00Z"/>
                <w:lang w:eastAsia="ja-JP"/>
              </w:rPr>
            </w:pPr>
            <w:ins w:id="962" w:author="John Mettrop [2]" w:date="2022-12-05T12:33:00Z">
              <w:r w:rsidRPr="00250417">
                <w:rPr>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96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DB7143B" w14:textId="77777777" w:rsidR="00FF5310" w:rsidRPr="00250417" w:rsidRDefault="00FF5310" w:rsidP="00302FDE">
            <w:pPr>
              <w:pStyle w:val="Tabletext"/>
              <w:rPr>
                <w:ins w:id="964" w:author="John Mettrop [2]" w:date="2022-12-05T12:33:00Z"/>
                <w:lang w:eastAsia="ja-JP"/>
              </w:rPr>
            </w:pPr>
            <w:ins w:id="965" w:author="John Mettrop [2]" w:date="2022-12-05T12:33:00Z">
              <w:r w:rsidRPr="00250417">
                <w:rPr>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6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38FC5EB" w14:textId="77777777" w:rsidR="00FF5310" w:rsidRPr="00250417" w:rsidRDefault="00FF5310" w:rsidP="00302FDE">
            <w:pPr>
              <w:pStyle w:val="Tabletext"/>
              <w:rPr>
                <w:ins w:id="967" w:author="John Mettrop [2]" w:date="2022-12-05T12:33:00Z"/>
                <w:lang w:eastAsia="ja-JP"/>
              </w:rPr>
            </w:pPr>
            <w:ins w:id="968" w:author="John Mettrop [2]" w:date="2022-12-05T12:33:00Z">
              <w:r w:rsidRPr="00250417">
                <w:rPr>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6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DA8A1D5" w14:textId="77777777" w:rsidR="00FF5310" w:rsidRPr="00250417" w:rsidRDefault="00FF5310" w:rsidP="00302FDE">
            <w:pPr>
              <w:pStyle w:val="Tabletext"/>
              <w:rPr>
                <w:ins w:id="970" w:author="John Mettrop [2]" w:date="2022-12-05T12:33:00Z"/>
                <w:lang w:eastAsia="ja-JP"/>
              </w:rPr>
            </w:pPr>
            <w:ins w:id="971" w:author="John Mettrop [2]" w:date="2022-12-05T12:33:00Z">
              <w:r w:rsidRPr="00250417">
                <w:rPr>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7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95563EF" w14:textId="77777777" w:rsidR="00FF5310" w:rsidRPr="00250417" w:rsidRDefault="00FF5310" w:rsidP="00302FDE">
            <w:pPr>
              <w:pStyle w:val="Tabletext"/>
              <w:rPr>
                <w:ins w:id="973" w:author="John Mettrop [2]" w:date="2022-12-05T12:33:00Z"/>
                <w:lang w:eastAsia="ja-JP"/>
              </w:rPr>
            </w:pPr>
            <w:ins w:id="974" w:author="John Mettrop [2]" w:date="2022-12-05T12:33:00Z">
              <w:r w:rsidRPr="00250417">
                <w:rPr>
                  <w:lang w:eastAsia="ja-JP"/>
                </w:rPr>
                <w:t>46</w:t>
              </w:r>
            </w:ins>
          </w:p>
        </w:tc>
      </w:tr>
      <w:tr w:rsidR="00FF5310" w:rsidRPr="00250417" w14:paraId="2E009B8D"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7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76" w:author="John Mettrop [2]" w:date="2022-12-05T12:33:00Z"/>
          <w:trPrChange w:id="97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78"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339E583" w14:textId="77777777" w:rsidR="00FF5310" w:rsidRPr="00250417" w:rsidRDefault="00FF5310" w:rsidP="00302FDE">
            <w:pPr>
              <w:pStyle w:val="Tabletext"/>
              <w:rPr>
                <w:ins w:id="979" w:author="John Mettrop [2]" w:date="2022-12-05T12:33:00Z"/>
                <w:lang w:eastAsia="ja-JP"/>
              </w:rPr>
            </w:pPr>
            <w:ins w:id="980" w:author="John Mettrop [2]" w:date="2022-12-05T12:33:00Z">
              <w:r w:rsidRPr="00250417">
                <w:rPr>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98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F26ABD4" w14:textId="77777777" w:rsidR="00FF5310" w:rsidRPr="00250417" w:rsidRDefault="00FF5310" w:rsidP="00302FDE">
            <w:pPr>
              <w:pStyle w:val="Tabletext"/>
              <w:rPr>
                <w:ins w:id="982" w:author="John Mettrop [2]" w:date="2022-12-05T12:33:00Z"/>
                <w:lang w:eastAsia="ja-JP"/>
              </w:rPr>
            </w:pPr>
            <w:ins w:id="983" w:author="John Mettrop [2]" w:date="2022-12-05T12:33:00Z">
              <w:r w:rsidRPr="00250417">
                <w:rPr>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8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99ACAAC" w14:textId="77777777" w:rsidR="00FF5310" w:rsidRPr="00250417" w:rsidRDefault="00FF5310" w:rsidP="00302FDE">
            <w:pPr>
              <w:pStyle w:val="Tabletext"/>
              <w:rPr>
                <w:ins w:id="985" w:author="John Mettrop [2]" w:date="2022-12-05T12:33:00Z"/>
                <w:lang w:eastAsia="ja-JP"/>
              </w:rPr>
            </w:pPr>
            <w:ins w:id="986" w:author="John Mettrop [2]" w:date="2022-12-05T12:33:00Z">
              <w:r w:rsidRPr="00250417">
                <w:rPr>
                  <w:lang w:eastAsia="ja-JP"/>
                </w:rPr>
                <w:t>40/50/60/80/100</w:t>
              </w:r>
              <w:r w:rsidRPr="00250417">
                <w:rPr>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8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25DD61D" w14:textId="77777777" w:rsidR="00FF5310" w:rsidRPr="00250417" w:rsidRDefault="00FF5310" w:rsidP="00302FDE">
            <w:pPr>
              <w:pStyle w:val="Tabletext"/>
              <w:rPr>
                <w:ins w:id="988" w:author="John Mettrop [2]" w:date="2022-12-05T12:33:00Z"/>
                <w:lang w:eastAsia="ja-JP"/>
              </w:rPr>
            </w:pPr>
            <w:ins w:id="989" w:author="John Mettrop [2]" w:date="2022-12-05T12:33:00Z">
              <w:r w:rsidRPr="00250417">
                <w:rPr>
                  <w:lang w:eastAsia="ja-JP"/>
                </w:rPr>
                <w:t>40/50/60/80/100</w:t>
              </w:r>
              <w:r w:rsidRPr="00250417">
                <w:rPr>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9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4EC0820" w14:textId="77777777" w:rsidR="00FF5310" w:rsidRPr="00250417" w:rsidRDefault="00FF5310" w:rsidP="00302FDE">
            <w:pPr>
              <w:pStyle w:val="Tabletext"/>
              <w:rPr>
                <w:ins w:id="991" w:author="John Mettrop [2]" w:date="2022-12-05T12:33:00Z"/>
                <w:lang w:eastAsia="ja-JP"/>
              </w:rPr>
            </w:pPr>
            <w:ins w:id="992" w:author="John Mettrop [2]" w:date="2022-12-05T12:33:00Z">
              <w:r w:rsidRPr="00250417">
                <w:rPr>
                  <w:lang w:eastAsia="ja-JP"/>
                </w:rPr>
                <w:t>40/50/60/80/100</w:t>
              </w:r>
              <w:r w:rsidRPr="00250417">
                <w:rPr>
                  <w:lang w:eastAsia="ja-JP"/>
                </w:rPr>
                <w:br/>
                <w:t>(software configurable)</w:t>
              </w:r>
            </w:ins>
          </w:p>
        </w:tc>
      </w:tr>
      <w:tr w:rsidR="00FF5310" w:rsidRPr="00250417" w14:paraId="37333DC1" w14:textId="77777777" w:rsidTr="004F3957">
        <w:trPr>
          <w:jc w:val="center"/>
          <w:ins w:id="993"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685C4796"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94" w:author="John Mettrop [2]" w:date="2022-12-05T12:33:00Z"/>
                <w:b/>
                <w:bCs/>
                <w:sz w:val="19"/>
                <w:szCs w:val="19"/>
                <w:lang w:eastAsia="ja-JP"/>
              </w:rPr>
            </w:pPr>
            <w:proofErr w:type="gramStart"/>
            <w:ins w:id="995" w:author="John Mettrop [2]" w:date="2022-12-05T12:33:00Z">
              <w:r w:rsidRPr="00250417">
                <w:rPr>
                  <w:b/>
                  <w:bCs/>
                  <w:sz w:val="19"/>
                  <w:szCs w:val="19"/>
                  <w:lang w:eastAsia="ja-JP"/>
                </w:rPr>
                <w:t>Receiver</w:t>
              </w:r>
              <w:r w:rsidRPr="00250417">
                <w:rPr>
                  <w:rFonts w:eastAsia="Calibri"/>
                  <w:sz w:val="19"/>
                  <w:szCs w:val="19"/>
                  <w:vertAlign w:val="superscript"/>
                  <w:lang w:eastAsia="ja-JP"/>
                </w:rPr>
                <w:t>(</w:t>
              </w:r>
              <w:proofErr w:type="gramEnd"/>
              <w:r w:rsidRPr="00250417">
                <w:rPr>
                  <w:rFonts w:eastAsia="Calibri"/>
                  <w:sz w:val="19"/>
                  <w:szCs w:val="19"/>
                  <w:vertAlign w:val="superscript"/>
                  <w:lang w:eastAsia="ja-JP"/>
                </w:rPr>
                <w:t>4)</w:t>
              </w:r>
            </w:ins>
          </w:p>
        </w:tc>
      </w:tr>
      <w:tr w:rsidR="00FF5310" w:rsidRPr="00250417" w14:paraId="4F57E641"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9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97" w:author="John Mettrop [2]" w:date="2022-12-05T12:33:00Z"/>
          <w:trPrChange w:id="99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9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3D4DD0B" w14:textId="77777777" w:rsidR="00FF5310" w:rsidRPr="00250417" w:rsidRDefault="00FF5310" w:rsidP="00302FDE">
            <w:pPr>
              <w:pStyle w:val="Tabletext"/>
              <w:rPr>
                <w:ins w:id="1000" w:author="John Mettrop [2]" w:date="2022-12-05T12:33:00Z"/>
                <w:lang w:eastAsia="ja-JP"/>
              </w:rPr>
            </w:pPr>
            <w:ins w:id="1001" w:author="John Mettrop [2]" w:date="2022-12-05T12:33:00Z">
              <w:r w:rsidRPr="00250417">
                <w:rPr>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0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5830D738" w14:textId="77777777" w:rsidR="00FF5310" w:rsidRPr="00250417" w:rsidRDefault="00FF5310" w:rsidP="00302FDE">
            <w:pPr>
              <w:pStyle w:val="Tabletext"/>
              <w:rPr>
                <w:ins w:id="1003" w:author="John Mettrop [2]" w:date="2022-12-05T12:33:00Z"/>
                <w:lang w:eastAsia="ja-JP"/>
              </w:rPr>
            </w:pPr>
            <w:ins w:id="1004" w:author="John Mettrop [2]" w:date="2022-12-05T12:33:00Z">
              <w:r w:rsidRPr="00250417">
                <w:rPr>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0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4BD7295" w14:textId="77777777" w:rsidR="00FF5310" w:rsidRPr="00250417" w:rsidRDefault="00FF5310" w:rsidP="00302FDE">
            <w:pPr>
              <w:pStyle w:val="Tabletext"/>
              <w:rPr>
                <w:ins w:id="1006" w:author="John Mettrop [2]" w:date="2022-12-05T12:33:00Z"/>
                <w:lang w:eastAsia="ja-JP"/>
              </w:rPr>
            </w:pPr>
            <w:ins w:id="1007" w:author="John Mettrop [2]" w:date="2022-12-05T12:33:00Z">
              <w:r w:rsidRPr="00250417">
                <w:rPr>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0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2E1A5E7" w14:textId="77777777" w:rsidR="00FF5310" w:rsidRPr="00250417" w:rsidRDefault="00FF5310" w:rsidP="00302FDE">
            <w:pPr>
              <w:pStyle w:val="Tabletext"/>
              <w:rPr>
                <w:ins w:id="1009" w:author="John Mettrop [2]" w:date="2022-12-05T12:33:00Z"/>
                <w:lang w:eastAsia="ja-JP"/>
              </w:rPr>
            </w:pPr>
            <w:ins w:id="1010" w:author="John Mettrop [2]" w:date="2022-12-05T12:33:00Z">
              <w:r w:rsidRPr="00250417">
                <w:rPr>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1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5A67EB6" w14:textId="77777777" w:rsidR="00FF5310" w:rsidRPr="00250417" w:rsidRDefault="00FF5310" w:rsidP="00302FDE">
            <w:pPr>
              <w:pStyle w:val="Tabletext"/>
              <w:rPr>
                <w:ins w:id="1012" w:author="John Mettrop [2]" w:date="2022-12-05T12:33:00Z"/>
                <w:lang w:eastAsia="ja-JP"/>
              </w:rPr>
            </w:pPr>
            <w:ins w:id="1013" w:author="John Mettrop [2]" w:date="2022-12-05T12:33:00Z">
              <w:r w:rsidRPr="00250417">
                <w:rPr>
                  <w:lang w:eastAsia="ja-JP"/>
                </w:rPr>
                <w:t>4 800-4 990</w:t>
              </w:r>
            </w:ins>
          </w:p>
        </w:tc>
      </w:tr>
      <w:tr w:rsidR="00FF5310" w:rsidRPr="00250417" w14:paraId="7A27DDFD"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1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15" w:author="John Mettrop [2]" w:date="2022-12-05T12:33:00Z"/>
          <w:trPrChange w:id="101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1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A293928" w14:textId="77777777" w:rsidR="00FF5310" w:rsidRPr="00250417" w:rsidRDefault="00FF5310" w:rsidP="00302FDE">
            <w:pPr>
              <w:pStyle w:val="Tabletext"/>
              <w:rPr>
                <w:ins w:id="1018" w:author="John Mettrop [2]" w:date="2022-12-05T12:33:00Z"/>
                <w:lang w:eastAsia="ja-JP"/>
              </w:rPr>
            </w:pPr>
            <w:ins w:id="1019" w:author="John Mettrop [2]" w:date="2022-12-05T12:33:00Z">
              <w:r w:rsidRPr="00250417">
                <w:rPr>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02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A82A2CD" w14:textId="77777777" w:rsidR="00FF5310" w:rsidRPr="00250417" w:rsidRDefault="00FF5310" w:rsidP="00302FDE">
            <w:pPr>
              <w:pStyle w:val="Tabletext"/>
              <w:rPr>
                <w:ins w:id="1021" w:author="John Mettrop [2]" w:date="2022-12-05T12:33:00Z"/>
                <w:lang w:eastAsia="ja-JP"/>
              </w:rPr>
            </w:pPr>
            <w:ins w:id="1022" w:author="John Mettrop [2]" w:date="2022-12-05T12:33:00Z">
              <w:r w:rsidRPr="00250417">
                <w:rPr>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2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0AC6246" w14:textId="77777777" w:rsidR="00FF5310" w:rsidRPr="00250417" w:rsidRDefault="00FF5310" w:rsidP="00302FDE">
            <w:pPr>
              <w:pStyle w:val="Tabletext"/>
              <w:rPr>
                <w:ins w:id="1024" w:author="John Mettrop [2]" w:date="2022-12-05T12:33:00Z"/>
                <w:lang w:eastAsia="ja-JP"/>
              </w:rPr>
            </w:pPr>
            <w:ins w:id="1025" w:author="John Mettrop [2]" w:date="2022-12-05T12:33:00Z">
              <w:r w:rsidRPr="00250417">
                <w:rPr>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2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042DC11" w14:textId="77777777" w:rsidR="00FF5310" w:rsidRPr="00250417" w:rsidRDefault="00FF5310" w:rsidP="00302FDE">
            <w:pPr>
              <w:pStyle w:val="Tabletext"/>
              <w:rPr>
                <w:ins w:id="1027" w:author="John Mettrop [2]" w:date="2022-12-05T12:33:00Z"/>
                <w:lang w:eastAsia="ja-JP"/>
              </w:rPr>
            </w:pPr>
            <w:ins w:id="1028" w:author="John Mettrop [2]" w:date="2022-12-05T12:33:00Z">
              <w:r w:rsidRPr="00250417">
                <w:rPr>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2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0013A56" w14:textId="77777777" w:rsidR="00FF5310" w:rsidRPr="00250417" w:rsidRDefault="00FF5310" w:rsidP="00302FDE">
            <w:pPr>
              <w:pStyle w:val="Tabletext"/>
              <w:rPr>
                <w:ins w:id="1030" w:author="John Mettrop [2]" w:date="2022-12-05T12:33:00Z"/>
                <w:lang w:eastAsia="ja-JP"/>
              </w:rPr>
            </w:pPr>
            <w:ins w:id="1031" w:author="John Mettrop [2]" w:date="2022-12-05T12:33:00Z">
              <w:r w:rsidRPr="00250417">
                <w:rPr>
                  <w:lang w:eastAsia="ja-JP"/>
                </w:rPr>
                <w:t>40/50/60/80/100</w:t>
              </w:r>
            </w:ins>
          </w:p>
        </w:tc>
      </w:tr>
      <w:tr w:rsidR="00FF5310" w:rsidRPr="00250417" w14:paraId="086F0D38"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3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33" w:author="John Mettrop [2]" w:date="2022-12-05T12:33:00Z"/>
          <w:trPrChange w:id="103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3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667C30B6" w14:textId="77777777" w:rsidR="00FF5310" w:rsidRPr="00250417" w:rsidRDefault="00FF5310" w:rsidP="00302FDE">
            <w:pPr>
              <w:pStyle w:val="Tabletext"/>
              <w:rPr>
                <w:ins w:id="1036" w:author="John Mettrop [2]" w:date="2022-12-05T12:33:00Z"/>
                <w:lang w:eastAsia="ja-JP"/>
              </w:rPr>
            </w:pPr>
            <w:ins w:id="1037" w:author="John Mettrop [2]" w:date="2022-12-05T12:33:00Z">
              <w:r w:rsidRPr="00250417">
                <w:rPr>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03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565B56C" w14:textId="77777777" w:rsidR="00FF5310" w:rsidRPr="00250417" w:rsidRDefault="00FF5310" w:rsidP="00302FDE">
            <w:pPr>
              <w:pStyle w:val="Tabletext"/>
              <w:rPr>
                <w:ins w:id="1039" w:author="John Mettrop [2]" w:date="2022-12-05T12:33:00Z"/>
                <w:lang w:eastAsia="ja-JP"/>
              </w:rPr>
            </w:pPr>
            <w:ins w:id="1040" w:author="John Mettrop [2]" w:date="2022-12-05T12:33:00Z">
              <w:r w:rsidRPr="00250417">
                <w:rPr>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4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9EDBB03" w14:textId="77777777" w:rsidR="00FF5310" w:rsidRPr="00250417" w:rsidRDefault="00FF5310" w:rsidP="00302FDE">
            <w:pPr>
              <w:pStyle w:val="Tabletext"/>
              <w:rPr>
                <w:ins w:id="1042" w:author="John Mettrop [2]" w:date="2022-12-05T12:33:00Z"/>
                <w:lang w:eastAsia="ja-JP"/>
              </w:rPr>
            </w:pPr>
            <w:ins w:id="1043" w:author="John Mettrop [2]" w:date="2022-12-05T12:33:00Z">
              <w:r w:rsidRPr="00250417">
                <w:rPr>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4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02C4691" w14:textId="77777777" w:rsidR="00FF5310" w:rsidRPr="00250417" w:rsidRDefault="00FF5310" w:rsidP="00302FDE">
            <w:pPr>
              <w:pStyle w:val="Tabletext"/>
              <w:rPr>
                <w:ins w:id="1045" w:author="John Mettrop [2]" w:date="2022-12-05T12:33:00Z"/>
                <w:lang w:eastAsia="ja-JP"/>
              </w:rPr>
            </w:pPr>
            <w:ins w:id="1046" w:author="John Mettrop [2]" w:date="2022-12-05T12:33:00Z">
              <w:r w:rsidRPr="00250417">
                <w:rPr>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4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D9C18C5" w14:textId="77777777" w:rsidR="00FF5310" w:rsidRPr="00250417" w:rsidRDefault="00FF5310" w:rsidP="00302FDE">
            <w:pPr>
              <w:pStyle w:val="Tabletext"/>
              <w:rPr>
                <w:ins w:id="1048" w:author="John Mettrop [2]" w:date="2022-12-05T12:33:00Z"/>
                <w:lang w:eastAsia="ja-JP"/>
              </w:rPr>
            </w:pPr>
            <w:ins w:id="1049" w:author="John Mettrop [2]" w:date="2022-12-05T12:33:00Z">
              <w:r w:rsidRPr="00250417">
                <w:rPr>
                  <w:lang w:eastAsia="ja-JP"/>
                </w:rPr>
                <w:t>5</w:t>
              </w:r>
            </w:ins>
          </w:p>
        </w:tc>
      </w:tr>
      <w:tr w:rsidR="00FF5310" w:rsidRPr="00250417" w14:paraId="67B2BC65"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5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51" w:author="John Mettrop [2]" w:date="2022-12-05T12:33:00Z"/>
          <w:trPrChange w:id="105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5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75AD40B" w14:textId="77777777" w:rsidR="00FF5310" w:rsidRPr="00250417" w:rsidRDefault="00FF5310" w:rsidP="00302FDE">
            <w:pPr>
              <w:pStyle w:val="Tabletext"/>
              <w:rPr>
                <w:ins w:id="1054" w:author="John Mettrop [2]" w:date="2022-12-05T12:33:00Z"/>
                <w:lang w:eastAsia="ja-JP"/>
              </w:rPr>
            </w:pPr>
            <w:ins w:id="1055" w:author="John Mettrop [2]" w:date="2022-12-05T12:33:00Z">
              <w:r w:rsidRPr="00250417">
                <w:rPr>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05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2857466" w14:textId="77777777" w:rsidR="00FF5310" w:rsidRPr="00250417" w:rsidRDefault="00FF5310" w:rsidP="00302FDE">
            <w:pPr>
              <w:pStyle w:val="Tabletext"/>
              <w:rPr>
                <w:ins w:id="1057" w:author="John Mettrop [2]" w:date="2022-12-05T12:33:00Z"/>
                <w:lang w:eastAsia="ja-JP"/>
              </w:rPr>
            </w:pPr>
            <w:ins w:id="1058" w:author="John Mettrop [2]" w:date="2022-12-05T12:33:00Z">
              <w:r w:rsidRPr="00250417">
                <w:rPr>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5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4CF550E" w14:textId="77777777" w:rsidR="00FF5310" w:rsidRPr="00250417" w:rsidRDefault="00FF5310" w:rsidP="00302FDE">
            <w:pPr>
              <w:pStyle w:val="Tabletext"/>
              <w:rPr>
                <w:ins w:id="1060" w:author="John Mettrop [2]" w:date="2022-12-05T12:33:00Z"/>
                <w:lang w:eastAsia="ja-JP"/>
              </w:rPr>
            </w:pPr>
            <w:ins w:id="1061" w:author="John Mettrop [2]" w:date="2022-12-05T12:33:00Z">
              <w:r w:rsidRPr="00250417">
                <w:rPr>
                  <w:lang w:eastAsia="ja-JP"/>
                </w:rPr>
                <w:t>−89 …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6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0FED86D" w14:textId="77777777" w:rsidR="00FF5310" w:rsidRPr="00250417" w:rsidRDefault="00FF5310" w:rsidP="00302FDE">
            <w:pPr>
              <w:pStyle w:val="Tabletext"/>
              <w:rPr>
                <w:ins w:id="1063" w:author="John Mettrop [2]" w:date="2022-12-05T12:33:00Z"/>
                <w:lang w:eastAsia="ja-JP"/>
              </w:rPr>
            </w:pPr>
            <w:ins w:id="1064" w:author="John Mettrop [2]" w:date="2022-12-05T12:33:00Z">
              <w:r w:rsidRPr="00250417">
                <w:rPr>
                  <w:lang w:eastAsia="ja-JP"/>
                </w:rPr>
                <w:t>−93 …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6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BC17503" w14:textId="77777777" w:rsidR="00FF5310" w:rsidRPr="00250417" w:rsidRDefault="00FF5310" w:rsidP="00302FDE">
            <w:pPr>
              <w:pStyle w:val="Tabletext"/>
              <w:rPr>
                <w:ins w:id="1066" w:author="John Mettrop [2]" w:date="2022-12-05T12:33:00Z"/>
                <w:lang w:eastAsia="ja-JP"/>
              </w:rPr>
            </w:pPr>
            <w:ins w:id="1067" w:author="John Mettrop [2]" w:date="2022-12-05T12:33:00Z">
              <w:r w:rsidRPr="00250417">
                <w:rPr>
                  <w:lang w:eastAsia="ja-JP"/>
                </w:rPr>
                <w:t>−93 … -89</w:t>
              </w:r>
            </w:ins>
          </w:p>
        </w:tc>
      </w:tr>
      <w:tr w:rsidR="00FF5310" w:rsidRPr="00250417" w14:paraId="41762853" w14:textId="77777777" w:rsidTr="004F3957">
        <w:trPr>
          <w:jc w:val="center"/>
          <w:ins w:id="1068" w:author="John Mettrop [2]" w:date="2022-12-05T12:33: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EF2536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69" w:author="John Mettrop [2]" w:date="2022-12-05T12:33:00Z"/>
                <w:b/>
                <w:bCs/>
                <w:sz w:val="19"/>
                <w:szCs w:val="19"/>
                <w:lang w:eastAsia="ja-JP"/>
              </w:rPr>
            </w:pPr>
            <w:proofErr w:type="gramStart"/>
            <w:ins w:id="1070" w:author="John Mettrop [2]" w:date="2022-12-05T12:33:00Z">
              <w:r w:rsidRPr="00250417">
                <w:rPr>
                  <w:b/>
                  <w:bCs/>
                  <w:sz w:val="19"/>
                  <w:szCs w:val="19"/>
                  <w:lang w:eastAsia="ja-JP"/>
                </w:rPr>
                <w:t>Antenna</w:t>
              </w:r>
              <w:r w:rsidRPr="00250417">
                <w:rPr>
                  <w:rFonts w:eastAsia="Calibri"/>
                  <w:sz w:val="19"/>
                  <w:szCs w:val="19"/>
                  <w:vertAlign w:val="superscript"/>
                  <w:lang w:eastAsia="ja-JP"/>
                </w:rPr>
                <w:t>(</w:t>
              </w:r>
              <w:proofErr w:type="gramEnd"/>
              <w:r w:rsidRPr="00250417">
                <w:rPr>
                  <w:rFonts w:eastAsia="Calibri"/>
                  <w:sz w:val="19"/>
                  <w:szCs w:val="19"/>
                  <w:vertAlign w:val="superscript"/>
                  <w:lang w:eastAsia="ja-JP"/>
                </w:rPr>
                <w:t>4)</w:t>
              </w:r>
            </w:ins>
          </w:p>
        </w:tc>
      </w:tr>
      <w:tr w:rsidR="00FF5310" w:rsidRPr="00250417" w14:paraId="2B5F5A9E"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72" w:author="John Mettrop [2]" w:date="2022-12-05T12:33:00Z"/>
          <w:trPrChange w:id="107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07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6CF5E1CC" w14:textId="77777777" w:rsidR="00FF5310" w:rsidRPr="00250417" w:rsidRDefault="00FF5310" w:rsidP="00302FDE">
            <w:pPr>
              <w:pStyle w:val="Tabletext"/>
              <w:rPr>
                <w:ins w:id="1075" w:author="John Mettrop [2]" w:date="2022-12-05T12:33:00Z"/>
                <w:lang w:eastAsia="ja-JP"/>
              </w:rPr>
            </w:pPr>
            <w:ins w:id="1076" w:author="John Mettrop [2]" w:date="2022-12-05T12:33:00Z">
              <w:r w:rsidRPr="00250417">
                <w:rPr>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077"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2FE453A9" w14:textId="77777777" w:rsidR="00FF5310" w:rsidRPr="00250417" w:rsidRDefault="00FF5310" w:rsidP="00302FDE">
            <w:pPr>
              <w:pStyle w:val="Tabletext"/>
              <w:rPr>
                <w:ins w:id="1078" w:author="John Mettrop [2]" w:date="2022-12-05T12:33:00Z"/>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7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56A3A4E" w14:textId="77777777" w:rsidR="00FF5310" w:rsidRPr="00250417" w:rsidRDefault="00FF5310" w:rsidP="00302FDE">
            <w:pPr>
              <w:pStyle w:val="Tabletext"/>
              <w:rPr>
                <w:ins w:id="1080" w:author="John Mettrop [2]" w:date="2022-12-05T12:33:00Z"/>
                <w:lang w:eastAsia="ja-JP"/>
              </w:rPr>
            </w:pPr>
            <w:ins w:id="1081" w:author="John Mettrop [2]" w:date="2022-12-05T12:33:00Z">
              <w:r w:rsidRPr="00250417">
                <w:rPr>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8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74BC037" w14:textId="77777777" w:rsidR="00FF5310" w:rsidRPr="00250417" w:rsidRDefault="00FF5310" w:rsidP="00302FDE">
            <w:pPr>
              <w:pStyle w:val="Tabletext"/>
              <w:rPr>
                <w:ins w:id="1083" w:author="John Mettrop [2]" w:date="2022-12-05T12:33:00Z"/>
                <w:lang w:eastAsia="ja-JP"/>
              </w:rPr>
            </w:pPr>
            <w:ins w:id="1084" w:author="John Mettrop [2]" w:date="2022-12-05T12:33:00Z">
              <w:r w:rsidRPr="00250417">
                <w:rPr>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8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019DDD0" w14:textId="77777777" w:rsidR="00FF5310" w:rsidRPr="00250417" w:rsidRDefault="00FF5310" w:rsidP="00302FDE">
            <w:pPr>
              <w:pStyle w:val="Tabletext"/>
              <w:rPr>
                <w:ins w:id="1086" w:author="John Mettrop [2]" w:date="2022-12-05T12:33:00Z"/>
                <w:lang w:eastAsia="ja-JP"/>
              </w:rPr>
            </w:pPr>
            <w:ins w:id="1087" w:author="John Mettrop [2]" w:date="2022-12-05T12:33:00Z">
              <w:r w:rsidRPr="00250417">
                <w:rPr>
                  <w:lang w:eastAsia="ja-JP"/>
                </w:rPr>
                <w:t>Directional (steerable, MIMO)</w:t>
              </w:r>
            </w:ins>
          </w:p>
        </w:tc>
      </w:tr>
      <w:tr w:rsidR="00FF5310" w:rsidRPr="00250417" w14:paraId="04A1A930"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8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9" w:author="John Mettrop [2]" w:date="2022-12-05T12:33:00Z"/>
          <w:trPrChange w:id="109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091"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424222A" w14:textId="77777777" w:rsidR="00FF5310" w:rsidRPr="00250417" w:rsidRDefault="00FF5310" w:rsidP="00302FDE">
            <w:pPr>
              <w:pStyle w:val="Tabletext"/>
              <w:rPr>
                <w:ins w:id="1092" w:author="John Mettrop [2]" w:date="2022-12-05T12:33:00Z"/>
                <w:lang w:eastAsia="ja-JP"/>
              </w:rPr>
            </w:pPr>
            <w:ins w:id="1093" w:author="John Mettrop [2]" w:date="2022-12-05T12:33:00Z">
              <w:r w:rsidRPr="00250417">
                <w:rPr>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09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93F52A9" w14:textId="77777777" w:rsidR="00FF5310" w:rsidRPr="00250417" w:rsidRDefault="00FF5310" w:rsidP="00302FDE">
            <w:pPr>
              <w:pStyle w:val="Tabletext"/>
              <w:rPr>
                <w:ins w:id="1095" w:author="John Mettrop [2]" w:date="2022-12-05T12:33:00Z"/>
                <w:lang w:eastAsia="ja-JP"/>
              </w:rPr>
            </w:pPr>
            <w:proofErr w:type="spellStart"/>
            <w:ins w:id="1096" w:author="John Mettrop [2]" w:date="2022-12-05T12:33:00Z">
              <w:r w:rsidRPr="00250417">
                <w:rPr>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9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D532073" w14:textId="77777777" w:rsidR="00FF5310" w:rsidRPr="00250417" w:rsidRDefault="00FF5310" w:rsidP="00302FDE">
            <w:pPr>
              <w:pStyle w:val="Tabletext"/>
              <w:rPr>
                <w:ins w:id="1098" w:author="John Mettrop [2]" w:date="2022-12-05T12:33:00Z"/>
              </w:rPr>
            </w:pPr>
            <w:ins w:id="1099" w:author="John Mettrop [2]" w:date="2022-12-05T12:33:00Z">
              <w:r w:rsidRPr="00250417">
                <w:rPr>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0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910836A" w14:textId="77777777" w:rsidR="00FF5310" w:rsidRPr="00250417" w:rsidRDefault="00FF5310" w:rsidP="00302FDE">
            <w:pPr>
              <w:pStyle w:val="Tabletext"/>
              <w:rPr>
                <w:ins w:id="1101" w:author="John Mettrop [2]" w:date="2022-12-05T12:33:00Z"/>
              </w:rPr>
            </w:pPr>
            <w:ins w:id="1102" w:author="John Mettrop [2]" w:date="2022-12-05T12:33:00Z">
              <w:r w:rsidRPr="00250417">
                <w:rPr>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0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98E56B9" w14:textId="77777777" w:rsidR="00FF5310" w:rsidRPr="00250417" w:rsidRDefault="00FF5310" w:rsidP="00302FDE">
            <w:pPr>
              <w:pStyle w:val="Tabletext"/>
              <w:rPr>
                <w:ins w:id="1104" w:author="John Mettrop [2]" w:date="2022-12-05T12:33:00Z"/>
              </w:rPr>
            </w:pPr>
            <w:ins w:id="1105" w:author="John Mettrop [2]" w:date="2022-12-05T12:33:00Z">
              <w:r w:rsidRPr="00250417">
                <w:rPr>
                  <w:lang w:eastAsia="ja-JP"/>
                </w:rPr>
                <w:t>15</w:t>
              </w:r>
            </w:ins>
          </w:p>
        </w:tc>
      </w:tr>
      <w:tr w:rsidR="00FF5310" w:rsidRPr="00250417" w14:paraId="7D96E03E"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0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107" w:author="John Mettrop [2]" w:date="2022-12-05T12:33:00Z"/>
          <w:trPrChange w:id="1108"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09"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8E44FD5" w14:textId="77777777" w:rsidR="00FF5310" w:rsidRPr="00250417" w:rsidRDefault="00FF5310" w:rsidP="00302FDE">
            <w:pPr>
              <w:pStyle w:val="Tabletext"/>
              <w:rPr>
                <w:ins w:id="1110" w:author="John Mettrop [2]" w:date="2022-12-05T12:33:00Z"/>
                <w:lang w:eastAsia="ja-JP"/>
              </w:rPr>
            </w:pPr>
            <w:ins w:id="1111" w:author="John Mettrop [2]" w:date="2022-12-05T12:33:00Z">
              <w:r w:rsidRPr="00250417">
                <w:rPr>
                  <w:lang w:eastAsia="ja-JP"/>
                </w:rPr>
                <w:t>1</w:t>
              </w:r>
              <w:r w:rsidRPr="00250417">
                <w:rPr>
                  <w:vertAlign w:val="superscript"/>
                  <w:lang w:eastAsia="ja-JP"/>
                </w:rPr>
                <w:t xml:space="preserve">st </w:t>
              </w:r>
              <w:r w:rsidRPr="00250417">
                <w:rPr>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11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9D77D76" w14:textId="77777777" w:rsidR="00FF5310" w:rsidRPr="00250417" w:rsidRDefault="00FF5310" w:rsidP="00302FDE">
            <w:pPr>
              <w:pStyle w:val="Tabletext"/>
              <w:rPr>
                <w:ins w:id="1113" w:author="John Mettrop [2]" w:date="2022-12-05T12:33:00Z"/>
                <w:lang w:eastAsia="ja-JP"/>
              </w:rPr>
            </w:pPr>
            <w:proofErr w:type="spellStart"/>
            <w:ins w:id="1114" w:author="John Mettrop [2]" w:date="2022-12-05T12:33:00Z">
              <w:r w:rsidRPr="00250417">
                <w:rPr>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1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AF504F6" w14:textId="77777777" w:rsidR="00FF5310" w:rsidRPr="00250417" w:rsidRDefault="00FF5310" w:rsidP="00302FDE">
            <w:pPr>
              <w:pStyle w:val="Tabletext"/>
              <w:rPr>
                <w:ins w:id="1116" w:author="John Mettrop [2]" w:date="2022-12-05T12:33:00Z"/>
                <w:lang w:eastAsia="ja-JP"/>
              </w:rPr>
            </w:pPr>
            <w:ins w:id="1117" w:author="John Mettrop [2]" w:date="2022-12-05T12:33:00Z">
              <w:r w:rsidRPr="00250417">
                <w:rPr>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1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4CC3D31" w14:textId="77777777" w:rsidR="00FF5310" w:rsidRPr="00250417" w:rsidRDefault="00FF5310" w:rsidP="00302FDE">
            <w:pPr>
              <w:pStyle w:val="Tabletext"/>
              <w:rPr>
                <w:ins w:id="1119" w:author="John Mettrop [2]" w:date="2022-12-05T12:33:00Z"/>
                <w:lang w:eastAsia="ja-JP"/>
              </w:rPr>
            </w:pPr>
            <w:ins w:id="1120" w:author="John Mettrop [2]" w:date="2022-12-05T12:33:00Z">
              <w:r w:rsidRPr="00250417">
                <w:rPr>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2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2A5442E4" w14:textId="77777777" w:rsidR="00FF5310" w:rsidRPr="00250417" w:rsidRDefault="00FF5310" w:rsidP="00302FDE">
            <w:pPr>
              <w:pStyle w:val="Tabletext"/>
              <w:rPr>
                <w:ins w:id="1122" w:author="John Mettrop [2]" w:date="2022-12-05T12:33:00Z"/>
              </w:rPr>
            </w:pPr>
            <w:ins w:id="1123" w:author="John Mettrop [2]" w:date="2022-12-05T12:33:00Z">
              <w:r w:rsidRPr="00250417">
                <w:rPr>
                  <w:lang w:eastAsia="ja-JP"/>
                </w:rPr>
                <w:t>N/A</w:t>
              </w:r>
            </w:ins>
          </w:p>
        </w:tc>
      </w:tr>
      <w:tr w:rsidR="00FF5310" w:rsidRPr="00250417" w14:paraId="7E6DF81A"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5" w:author="John Mettrop [2]" w:date="2022-12-05T12:33:00Z"/>
          <w:trPrChange w:id="112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2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2025AC4D" w14:textId="77777777" w:rsidR="00FF5310" w:rsidRPr="00250417" w:rsidRDefault="00FF5310" w:rsidP="00302FDE">
            <w:pPr>
              <w:pStyle w:val="Tabletext"/>
              <w:rPr>
                <w:ins w:id="1128" w:author="John Mettrop [2]" w:date="2022-12-05T12:33:00Z"/>
                <w:lang w:eastAsia="ja-JP"/>
              </w:rPr>
            </w:pPr>
            <w:ins w:id="1129" w:author="John Mettrop [2]" w:date="2022-12-05T12:33:00Z">
              <w:r w:rsidRPr="00250417">
                <w:rPr>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130"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604FD086" w14:textId="77777777" w:rsidR="00FF5310" w:rsidRPr="00250417" w:rsidRDefault="00FF5310" w:rsidP="00302FDE">
            <w:pPr>
              <w:pStyle w:val="Tabletext"/>
              <w:rPr>
                <w:ins w:id="1131" w:author="John Mettrop [2]" w:date="2022-12-05T12:33:00Z"/>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FF9A9D" w14:textId="77777777" w:rsidR="00FF5310" w:rsidRPr="00250417" w:rsidRDefault="00FF5310" w:rsidP="00302FDE">
            <w:pPr>
              <w:pStyle w:val="Tabletext"/>
              <w:rPr>
                <w:ins w:id="1133" w:author="John Mettrop [2]" w:date="2022-12-05T12:33:00Z"/>
                <w:lang w:eastAsia="ja-JP"/>
              </w:rPr>
            </w:pPr>
            <w:ins w:id="1134" w:author="John Mettrop [2]" w:date="2022-12-05T12:33:00Z">
              <w:r w:rsidRPr="00250417">
                <w:rPr>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8DB757E" w14:textId="77777777" w:rsidR="00FF5310" w:rsidRPr="00250417" w:rsidRDefault="00FF5310" w:rsidP="00302FDE">
            <w:pPr>
              <w:pStyle w:val="Tabletext"/>
              <w:rPr>
                <w:ins w:id="1136" w:author="John Mettrop [2]" w:date="2022-12-05T12:33:00Z"/>
                <w:lang w:eastAsia="ja-JP"/>
              </w:rPr>
            </w:pPr>
            <w:ins w:id="1137" w:author="John Mettrop [2]" w:date="2022-12-05T12:33:00Z">
              <w:r w:rsidRPr="00250417">
                <w:rPr>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6373160" w14:textId="77777777" w:rsidR="00FF5310" w:rsidRPr="00250417" w:rsidRDefault="00FF5310" w:rsidP="00302FDE">
            <w:pPr>
              <w:pStyle w:val="Tabletext"/>
              <w:rPr>
                <w:ins w:id="1139" w:author="John Mettrop [2]" w:date="2022-12-05T12:33:00Z"/>
                <w:lang w:eastAsia="ja-JP"/>
              </w:rPr>
            </w:pPr>
            <w:ins w:id="1140" w:author="John Mettrop [2]" w:date="2022-12-05T12:33:00Z">
              <w:r w:rsidRPr="00250417">
                <w:rPr>
                  <w:lang w:eastAsia="ja-JP"/>
                </w:rPr>
                <w:t>Vertical</w:t>
              </w:r>
            </w:ins>
          </w:p>
        </w:tc>
      </w:tr>
      <w:tr w:rsidR="00FF5310" w:rsidRPr="00250417" w14:paraId="33AAF1F8"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4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42" w:author="John Mettrop [2]" w:date="2022-12-05T12:33:00Z"/>
          <w:trPrChange w:id="114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4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BD4018B" w14:textId="77777777" w:rsidR="00FF5310" w:rsidRPr="00250417" w:rsidRDefault="00FF5310" w:rsidP="00302FDE">
            <w:pPr>
              <w:pStyle w:val="Tabletext"/>
              <w:rPr>
                <w:ins w:id="1145" w:author="John Mettrop [2]" w:date="2022-12-05T12:33:00Z"/>
                <w:lang w:eastAsia="ja-JP"/>
              </w:rPr>
            </w:pPr>
            <w:ins w:id="1146" w:author="John Mettrop [2]" w:date="2022-12-05T12:33:00Z">
              <w:r w:rsidRPr="00250417">
                <w:rPr>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147"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6F4C1453" w14:textId="77777777" w:rsidR="00FF5310" w:rsidRPr="00250417" w:rsidRDefault="00FF5310" w:rsidP="00302FDE">
            <w:pPr>
              <w:pStyle w:val="Tabletext"/>
              <w:rPr>
                <w:ins w:id="1148" w:author="John Mettrop [2]" w:date="2022-12-05T12:33:00Z"/>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4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4B4A465" w14:textId="77777777" w:rsidR="00FF5310" w:rsidRPr="00250417" w:rsidRDefault="00FF5310" w:rsidP="00302FDE">
            <w:pPr>
              <w:pStyle w:val="Tabletext"/>
              <w:rPr>
                <w:ins w:id="1150" w:author="John Mettrop [2]" w:date="2022-12-05T12:33:00Z"/>
                <w:lang w:eastAsia="ja-JP"/>
              </w:rPr>
            </w:pPr>
            <w:ins w:id="1151" w:author="John Mettrop [2]" w:date="2022-12-05T12:33:00Z">
              <w:r w:rsidRPr="00250417">
                <w:rPr>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113946E" w14:textId="77777777" w:rsidR="00FF5310" w:rsidRPr="00250417" w:rsidRDefault="00FF5310" w:rsidP="00302FDE">
            <w:pPr>
              <w:pStyle w:val="Tabletext"/>
              <w:rPr>
                <w:ins w:id="1153" w:author="John Mettrop [2]" w:date="2022-12-05T12:33:00Z"/>
                <w:lang w:eastAsia="ja-JP"/>
              </w:rPr>
            </w:pPr>
            <w:ins w:id="1154" w:author="John Mettrop [2]" w:date="2022-12-05T12:33:00Z">
              <w:r w:rsidRPr="00250417">
                <w:rPr>
                  <w:lang w:eastAsia="ja-JP"/>
                </w:rPr>
                <w:t xml:space="preserve">Rec. ITU-R </w:t>
              </w:r>
              <w:proofErr w:type="spellStart"/>
              <w:r w:rsidRPr="00250417">
                <w:rPr>
                  <w:lang w:eastAsia="ja-JP"/>
                </w:rPr>
                <w:t>F.1336</w:t>
              </w:r>
              <w:proofErr w:type="spellEnd"/>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155"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731FC5A" w14:textId="77777777" w:rsidR="00FF5310" w:rsidRPr="00250417" w:rsidRDefault="00FF5310" w:rsidP="00302FDE">
            <w:pPr>
              <w:pStyle w:val="Tabletext"/>
              <w:rPr>
                <w:ins w:id="1156" w:author="John Mettrop [2]" w:date="2022-12-05T12:33:00Z"/>
                <w:lang w:eastAsia="ja-JP"/>
              </w:rPr>
            </w:pPr>
            <w:ins w:id="1157" w:author="John Mettrop [2]" w:date="2022-12-05T12:33:00Z">
              <w:r w:rsidRPr="00250417">
                <w:rPr>
                  <w:lang w:eastAsia="ja-JP"/>
                </w:rPr>
                <w:t xml:space="preserve">Rec. ITU-R </w:t>
              </w:r>
              <w:proofErr w:type="spellStart"/>
              <w:r w:rsidRPr="00250417">
                <w:rPr>
                  <w:lang w:eastAsia="ja-JP"/>
                </w:rPr>
                <w:t>F.1336</w:t>
              </w:r>
              <w:proofErr w:type="spellEnd"/>
            </w:ins>
          </w:p>
        </w:tc>
      </w:tr>
      <w:tr w:rsidR="00FF5310" w:rsidRPr="00250417" w14:paraId="53FEEB39"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59" w:author="John Mettrop [2]" w:date="2022-12-05T12:33:00Z"/>
          <w:trPrChange w:id="116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61"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01198CD" w14:textId="77777777" w:rsidR="00FF5310" w:rsidRPr="00250417" w:rsidRDefault="00FF5310" w:rsidP="00302FDE">
            <w:pPr>
              <w:pStyle w:val="Tabletext"/>
              <w:rPr>
                <w:ins w:id="1162" w:author="John Mettrop [2]" w:date="2022-12-05T12:33:00Z"/>
                <w:lang w:eastAsia="ja-JP"/>
              </w:rPr>
            </w:pPr>
            <w:ins w:id="1163" w:author="John Mettrop [2]" w:date="2022-12-05T12:33:00Z">
              <w:r w:rsidRPr="00250417">
                <w:rPr>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16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E1FC4EA" w14:textId="77777777" w:rsidR="00FF5310" w:rsidRPr="00250417" w:rsidRDefault="00FF5310" w:rsidP="00302FDE">
            <w:pPr>
              <w:pStyle w:val="Tabletext"/>
              <w:rPr>
                <w:ins w:id="1165" w:author="John Mettrop [2]" w:date="2022-12-05T12:33:00Z"/>
                <w:lang w:eastAsia="ja-JP"/>
              </w:rPr>
            </w:pPr>
            <w:ins w:id="1166" w:author="John Mettrop [2]" w:date="2022-12-05T12:33:00Z">
              <w:r w:rsidRPr="00250417">
                <w:rPr>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3D23A0C" w14:textId="77777777" w:rsidR="00FF5310" w:rsidRPr="00250417" w:rsidRDefault="00FF5310" w:rsidP="00302FDE">
            <w:pPr>
              <w:pStyle w:val="Tabletext"/>
              <w:rPr>
                <w:ins w:id="1168" w:author="John Mettrop [2]" w:date="2022-12-05T12:33:00Z"/>
                <w:lang w:eastAsia="ja-JP"/>
              </w:rPr>
            </w:pPr>
            <w:ins w:id="1169" w:author="John Mettrop [2]" w:date="2022-12-05T12:33:00Z">
              <w:r w:rsidRPr="00250417">
                <w:rPr>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7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309ADB5" w14:textId="77777777" w:rsidR="00FF5310" w:rsidRPr="00250417" w:rsidRDefault="00FF5310" w:rsidP="00302FDE">
            <w:pPr>
              <w:pStyle w:val="Tabletext"/>
              <w:rPr>
                <w:ins w:id="1171" w:author="John Mettrop [2]" w:date="2022-12-05T12:33:00Z"/>
                <w:lang w:eastAsia="ja-JP"/>
              </w:rPr>
            </w:pPr>
            <w:ins w:id="1172" w:author="John Mettrop [2]" w:date="2022-12-05T12:33:00Z">
              <w:r w:rsidRPr="00250417">
                <w:rPr>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173"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3559E04E" w14:textId="77777777" w:rsidR="00FF5310" w:rsidRPr="00250417" w:rsidRDefault="00FF5310" w:rsidP="00302FDE">
            <w:pPr>
              <w:pStyle w:val="Tabletext"/>
              <w:rPr>
                <w:ins w:id="1174" w:author="John Mettrop [2]" w:date="2022-12-05T12:33:00Z"/>
                <w:lang w:eastAsia="ja-JP"/>
              </w:rPr>
            </w:pPr>
            <w:ins w:id="1175" w:author="John Mettrop [2]" w:date="2022-12-05T12:33:00Z">
              <w:r w:rsidRPr="00250417">
                <w:rPr>
                  <w:lang w:eastAsia="ja-JP"/>
                </w:rPr>
                <w:t>65</w:t>
              </w:r>
            </w:ins>
          </w:p>
        </w:tc>
      </w:tr>
      <w:tr w:rsidR="00FF5310" w:rsidRPr="00250417" w14:paraId="41D208BF" w14:textId="77777777" w:rsidTr="004F3957">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7" w:author="John Mettrop [2]" w:date="2022-12-05T12:33:00Z"/>
          <w:trPrChange w:id="117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9"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592D035" w14:textId="77777777" w:rsidR="00FF5310" w:rsidRPr="00250417" w:rsidRDefault="00FF5310" w:rsidP="00302FDE">
            <w:pPr>
              <w:pStyle w:val="Tabletext"/>
              <w:rPr>
                <w:ins w:id="1180" w:author="John Mettrop [2]" w:date="2022-12-05T12:33:00Z"/>
                <w:lang w:eastAsia="ja-JP"/>
              </w:rPr>
            </w:pPr>
            <w:ins w:id="1181" w:author="John Mettrop [2]" w:date="2022-12-05T12:33:00Z">
              <w:r w:rsidRPr="00250417">
                <w:rPr>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18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C4A6DAD" w14:textId="77777777" w:rsidR="00FF5310" w:rsidRPr="00250417" w:rsidRDefault="00FF5310" w:rsidP="00302FDE">
            <w:pPr>
              <w:pStyle w:val="Tabletext"/>
              <w:rPr>
                <w:ins w:id="1183" w:author="John Mettrop [2]" w:date="2022-12-05T12:33:00Z"/>
                <w:lang w:eastAsia="ja-JP"/>
              </w:rPr>
            </w:pPr>
            <w:ins w:id="1184" w:author="John Mettrop [2]" w:date="2022-12-05T12:33:00Z">
              <w:r w:rsidRPr="00250417">
                <w:rPr>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E5E5964" w14:textId="77777777" w:rsidR="00FF5310" w:rsidRPr="00250417" w:rsidRDefault="00FF5310" w:rsidP="00302FDE">
            <w:pPr>
              <w:pStyle w:val="Tabletext"/>
              <w:rPr>
                <w:ins w:id="1186" w:author="John Mettrop [2]" w:date="2022-12-05T12:33:00Z"/>
                <w:lang w:eastAsia="ja-JP"/>
              </w:rPr>
            </w:pPr>
            <w:ins w:id="1187" w:author="John Mettrop [2]" w:date="2022-12-05T12:33:00Z">
              <w:r w:rsidRPr="00250417">
                <w:rPr>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4983F79" w14:textId="77777777" w:rsidR="00FF5310" w:rsidRPr="00250417" w:rsidRDefault="00FF5310" w:rsidP="00302FDE">
            <w:pPr>
              <w:pStyle w:val="Tabletext"/>
              <w:rPr>
                <w:ins w:id="1189" w:author="John Mettrop [2]" w:date="2022-12-05T12:33:00Z"/>
                <w:lang w:eastAsia="ja-JP"/>
              </w:rPr>
            </w:pPr>
            <w:ins w:id="1190" w:author="John Mettrop [2]" w:date="2022-12-05T12:33:00Z">
              <w:r w:rsidRPr="00250417">
                <w:rPr>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191"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4FC7DF65" w14:textId="77777777" w:rsidR="00FF5310" w:rsidRPr="00250417" w:rsidRDefault="00FF5310" w:rsidP="00302FDE">
            <w:pPr>
              <w:pStyle w:val="Tabletext"/>
              <w:rPr>
                <w:ins w:id="1192" w:author="John Mettrop [2]" w:date="2022-12-05T12:33:00Z"/>
                <w:lang w:eastAsia="ja-JP"/>
              </w:rPr>
            </w:pPr>
            <w:ins w:id="1193" w:author="John Mettrop [2]" w:date="2022-12-05T12:33:00Z">
              <w:r w:rsidRPr="00250417">
                <w:rPr>
                  <w:lang w:eastAsia="ja-JP"/>
                </w:rPr>
                <w:t>90</w:t>
              </w:r>
            </w:ins>
          </w:p>
        </w:tc>
      </w:tr>
    </w:tbl>
    <w:p w14:paraId="31A6662C"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rPr>
          <w:rFonts w:eastAsia="Batang"/>
          <w:sz w:val="20"/>
          <w:lang w:eastAsia="ja-JP"/>
        </w:rPr>
      </w:pPr>
      <w:r w:rsidRPr="00250417">
        <w:rPr>
          <w:rFonts w:eastAsia="Batang"/>
          <w:sz w:val="20"/>
          <w:lang w:eastAsia="ja-JP"/>
        </w:rPr>
        <w:t>Notes:</w:t>
      </w:r>
    </w:p>
    <w:p w14:paraId="57AA7735"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50417">
        <w:rPr>
          <w:sz w:val="20"/>
          <w:vertAlign w:val="superscript"/>
        </w:rPr>
        <w:t>(1)</w:t>
      </w:r>
      <w:r w:rsidRPr="00250417">
        <w:rPr>
          <w:sz w:val="20"/>
        </w:rPr>
        <w:tab/>
        <w:t xml:space="preserve">RR No. </w:t>
      </w:r>
      <w:r w:rsidRPr="00250417">
        <w:rPr>
          <w:b/>
          <w:bCs/>
          <w:sz w:val="20"/>
        </w:rPr>
        <w:t>5.442</w:t>
      </w:r>
      <w:r w:rsidRPr="00250417">
        <w:rPr>
          <w:sz w:val="20"/>
        </w:rPr>
        <w:t xml:space="preserve"> applies.</w:t>
      </w:r>
    </w:p>
    <w:p w14:paraId="41AC0232"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ja-JP"/>
        </w:rPr>
      </w:pPr>
      <w:r w:rsidRPr="00250417">
        <w:rPr>
          <w:sz w:val="20"/>
          <w:vertAlign w:val="superscript"/>
          <w:lang w:eastAsia="ja-JP"/>
        </w:rPr>
        <w:t>(2)</w:t>
      </w:r>
      <w:r w:rsidRPr="00250417">
        <w:rPr>
          <w:sz w:val="20"/>
          <w:lang w:eastAsia="ja-JP"/>
        </w:rPr>
        <w:tab/>
        <w:t>N/A – Not applicable.</w:t>
      </w:r>
    </w:p>
    <w:p w14:paraId="7EDD1F1D"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94" w:author="John Mettrop [2]" w:date="2022-12-05T12:34:00Z"/>
          <w:rFonts w:eastAsia="Calibri"/>
          <w:sz w:val="20"/>
          <w:vertAlign w:val="superscript"/>
          <w:lang w:eastAsia="ja-JP"/>
        </w:rPr>
      </w:pPr>
      <w:r w:rsidRPr="00250417">
        <w:rPr>
          <w:sz w:val="20"/>
          <w:vertAlign w:val="superscript"/>
        </w:rPr>
        <w:t>(3)</w:t>
      </w:r>
      <w:r w:rsidRPr="00250417">
        <w:rPr>
          <w:sz w:val="20"/>
        </w:rPr>
        <w:tab/>
      </w:r>
      <w:r w:rsidRPr="00250417">
        <w:rPr>
          <w:sz w:val="20"/>
          <w:lang w:val="pt-BR" w:eastAsia="ja-JP"/>
        </w:rPr>
        <w:t>Refer to Recommendation ITU-R M.1851.</w:t>
      </w:r>
      <w:ins w:id="1195" w:author="John Mettrop [2]" w:date="2022-12-05T12:34:00Z">
        <w:r w:rsidRPr="00250417">
          <w:rPr>
            <w:rFonts w:eastAsia="Calibri"/>
            <w:sz w:val="20"/>
            <w:vertAlign w:val="superscript"/>
            <w:lang w:eastAsia="ja-JP"/>
          </w:rPr>
          <w:t xml:space="preserve"> </w:t>
        </w:r>
      </w:ins>
    </w:p>
    <w:p w14:paraId="03FF8B68"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196" w:author="John Mettrop [2]" w:date="2022-12-05T12:34:00Z"/>
          <w:sz w:val="20"/>
        </w:rPr>
      </w:pPr>
      <w:ins w:id="1197" w:author="Limousin, Catherine" w:date="2022-12-09T10:56:00Z">
        <w:r w:rsidRPr="00250417">
          <w:rPr>
            <w:rFonts w:eastAsia="Calibri"/>
            <w:sz w:val="20"/>
            <w:vertAlign w:val="superscript"/>
            <w:lang w:eastAsia="ja-JP"/>
          </w:rPr>
          <w:t>(</w:t>
        </w:r>
      </w:ins>
      <w:ins w:id="1198" w:author="John Mettrop [2]" w:date="2022-12-05T12:34:00Z">
        <w:r w:rsidRPr="00250417">
          <w:rPr>
            <w:rFonts w:eastAsia="Calibri"/>
            <w:sz w:val="20"/>
            <w:vertAlign w:val="superscript"/>
            <w:lang w:eastAsia="ja-JP"/>
          </w:rPr>
          <w:t>4)</w:t>
        </w:r>
        <w:r w:rsidRPr="00250417">
          <w:rPr>
            <w:rFonts w:eastAsia="Calibri"/>
            <w:sz w:val="20"/>
            <w:vertAlign w:val="superscript"/>
            <w:lang w:eastAsia="ja-JP"/>
          </w:rPr>
          <w:tab/>
        </w:r>
        <w:r w:rsidRPr="00250417">
          <w:rPr>
            <w:sz w:val="20"/>
          </w:rPr>
          <w:t>A typical value of the feeder loss associated with these systems can range from 0-3 dB with 2 dB as the representative value.</w:t>
        </w:r>
      </w:ins>
    </w:p>
    <w:p w14:paraId="7D93CF99"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1199" w:author="John Mettrop [2]" w:date="2022-12-05T12:34:00Z"/>
          <w:sz w:val="20"/>
          <w:lang w:eastAsia="ja-JP"/>
        </w:rPr>
      </w:pPr>
      <w:ins w:id="1200" w:author="John Mettrop [2]" w:date="2022-12-05T12:34:00Z">
        <w:r w:rsidRPr="00250417">
          <w:rPr>
            <w:sz w:val="20"/>
            <w:vertAlign w:val="superscript"/>
            <w:lang w:eastAsia="ja-JP"/>
          </w:rPr>
          <w:t>(5)</w:t>
        </w:r>
        <w:r w:rsidRPr="00250417">
          <w:rPr>
            <w:sz w:val="20"/>
            <w:lang w:eastAsia="ja-JP"/>
          </w:rPr>
          <w:tab/>
        </w:r>
        <w:r w:rsidRPr="00250417">
          <w:rPr>
            <w:spacing w:val="-4"/>
            <w:sz w:val="20"/>
            <w:lang w:eastAsia="ja-JP"/>
          </w:rPr>
          <w:t xml:space="preserve">For antenna gain 19 </w:t>
        </w:r>
        <w:proofErr w:type="spellStart"/>
        <w:r w:rsidRPr="00250417">
          <w:rPr>
            <w:spacing w:val="-4"/>
            <w:sz w:val="20"/>
            <w:lang w:eastAsia="ja-JP"/>
          </w:rPr>
          <w:t>dBi</w:t>
        </w:r>
        <w:proofErr w:type="spellEnd"/>
        <w:r w:rsidRPr="00250417">
          <w:rPr>
            <w:spacing w:val="-4"/>
            <w:sz w:val="20"/>
            <w:lang w:eastAsia="ja-JP"/>
          </w:rPr>
          <w:t>:</w:t>
        </w:r>
      </w:ins>
      <m:oMath>
        <m:r>
          <w:ins w:id="1201" w:author="John Mettrop [2]" w:date="2022-12-05T12:34:00Z">
            <w:rPr>
              <w:rFonts w:ascii="Cambria Math" w:hAnsi="Cambria Math"/>
              <w:spacing w:val="-4"/>
              <w:sz w:val="20"/>
            </w:rPr>
            <m:t xml:space="preserve"> </m:t>
          </w:ins>
        </m:r>
        <m:r>
          <w:ins w:id="1202" w:author="John Mettrop [2]" w:date="2022-12-05T12:34:00Z">
            <m:rPr>
              <m:sty m:val="p"/>
            </m:rPr>
            <w:rPr>
              <w:rFonts w:ascii="Cambria Math" w:hAnsi="Cambria Math"/>
              <w:spacing w:val="-4"/>
              <w:sz w:val="20"/>
              <w:lang w:eastAsia="ja-JP"/>
            </w:rPr>
            <m:t>G</m:t>
          </w:ins>
        </m:r>
        <m:d>
          <m:dPr>
            <m:ctrlPr>
              <w:ins w:id="1203" w:author="John Mettrop [2]" w:date="2022-12-05T12:34:00Z">
                <w:rPr>
                  <w:rFonts w:ascii="Cambria Math" w:hAnsi="Cambria Math"/>
                  <w:spacing w:val="-4"/>
                  <w:sz w:val="20"/>
                  <w:lang w:eastAsia="ja-JP"/>
                </w:rPr>
              </w:ins>
            </m:ctrlPr>
          </m:dPr>
          <m:e>
            <m:r>
              <w:ins w:id="1204" w:author="John Mettrop [2]" w:date="2022-12-05T12:34:00Z">
                <m:rPr>
                  <m:sty m:val="p"/>
                </m:rPr>
                <w:rPr>
                  <w:rFonts w:ascii="Cambria Math" w:hAnsi="Cambria Math"/>
                  <w:spacing w:val="-4"/>
                  <w:sz w:val="20"/>
                  <w:lang w:eastAsia="ja-JP"/>
                </w:rPr>
                <m:t>ψ</m:t>
              </w:ins>
            </m:r>
          </m:e>
        </m:d>
        <m:r>
          <w:ins w:id="1205" w:author="John Mettrop [2]" w:date="2022-12-05T12:34:00Z">
            <m:rPr>
              <m:sty m:val="p"/>
            </m:rPr>
            <w:rPr>
              <w:rFonts w:ascii="Cambria Math" w:hAnsi="Cambria Math"/>
              <w:spacing w:val="-4"/>
              <w:sz w:val="20"/>
              <w:lang w:eastAsia="ja-JP"/>
            </w:rPr>
            <m:t xml:space="preserve">= </m:t>
          </w:ins>
        </m:r>
        <m:r>
          <w:ins w:id="1206" w:author="John Mettrop [2]" w:date="2022-12-05T12:34:00Z">
            <w:rPr>
              <w:rFonts w:ascii="Cambria Math" w:hAnsi="Cambria Math"/>
              <w:spacing w:val="-4"/>
              <w:sz w:val="20"/>
            </w:rPr>
            <m:t>20.</m:t>
          </w:ins>
        </m:r>
        <m:func>
          <m:funcPr>
            <m:ctrlPr>
              <w:ins w:id="1207" w:author="John Mettrop [2]" w:date="2022-12-05T12:34:00Z">
                <w:rPr>
                  <w:rFonts w:ascii="Cambria Math" w:hAnsi="Cambria Math"/>
                  <w:i/>
                  <w:spacing w:val="-4"/>
                  <w:sz w:val="20"/>
                </w:rPr>
              </w:ins>
            </m:ctrlPr>
          </m:funcPr>
          <m:fName>
            <m:sSub>
              <m:sSubPr>
                <m:ctrlPr>
                  <w:ins w:id="1208" w:author="John Mettrop [2]" w:date="2022-12-05T12:34:00Z">
                    <w:rPr>
                      <w:rFonts w:ascii="Cambria Math" w:hAnsi="Cambria Math"/>
                      <w:i/>
                      <w:spacing w:val="-4"/>
                      <w:sz w:val="20"/>
                    </w:rPr>
                  </w:ins>
                </m:ctrlPr>
              </m:sSubPr>
              <m:e>
                <m:r>
                  <w:ins w:id="1209" w:author="John Mettrop [2]" w:date="2022-12-05T12:34:00Z">
                    <m:rPr>
                      <m:sty m:val="p"/>
                    </m:rPr>
                    <w:rPr>
                      <w:rFonts w:ascii="Cambria Math" w:hAnsi="Cambria Math"/>
                      <w:spacing w:val="-4"/>
                      <w:sz w:val="20"/>
                    </w:rPr>
                    <m:t>log</m:t>
                  </w:ins>
                </m:r>
              </m:e>
              <m:sub>
                <m:r>
                  <w:ins w:id="1210" w:author="John Mettrop [2]" w:date="2022-12-05T12:34:00Z">
                    <w:rPr>
                      <w:rFonts w:ascii="Cambria Math" w:hAnsi="Cambria Math"/>
                      <w:spacing w:val="-4"/>
                      <w:sz w:val="20"/>
                    </w:rPr>
                    <m:t>10</m:t>
                  </w:ins>
                </m:r>
              </m:sub>
            </m:sSub>
          </m:fName>
          <m:e>
            <m:d>
              <m:dPr>
                <m:ctrlPr>
                  <w:ins w:id="1211" w:author="John Mettrop [2]" w:date="2022-12-05T12:34:00Z">
                    <w:rPr>
                      <w:rFonts w:ascii="Cambria Math" w:hAnsi="Cambria Math"/>
                      <w:i/>
                      <w:spacing w:val="-4"/>
                      <w:sz w:val="20"/>
                    </w:rPr>
                  </w:ins>
                </m:ctrlPr>
              </m:dPr>
              <m:e>
                <m:d>
                  <m:dPr>
                    <m:begChr m:val="|"/>
                    <m:endChr m:val="|"/>
                    <m:ctrlPr>
                      <w:ins w:id="1212" w:author="John Mettrop [2]" w:date="2022-12-05T12:34:00Z">
                        <w:rPr>
                          <w:rFonts w:ascii="Cambria Math" w:hAnsi="Cambria Math"/>
                          <w:i/>
                          <w:spacing w:val="-4"/>
                          <w:sz w:val="20"/>
                        </w:rPr>
                      </w:ins>
                    </m:ctrlPr>
                  </m:dPr>
                  <m:e>
                    <m:r>
                      <w:ins w:id="1213" w:author="John Mettrop [2]" w:date="2022-12-05T12:34:00Z">
                        <w:rPr>
                          <w:rFonts w:ascii="Cambria Math" w:hAnsi="Cambria Math"/>
                          <w:spacing w:val="-4"/>
                          <w:sz w:val="20"/>
                        </w:rPr>
                        <m:t>sinc</m:t>
                      </w:ins>
                    </m:r>
                    <m:d>
                      <m:dPr>
                        <m:ctrlPr>
                          <w:ins w:id="1214" w:author="John Mettrop [2]" w:date="2022-12-05T12:34:00Z">
                            <w:rPr>
                              <w:rFonts w:ascii="Cambria Math" w:hAnsi="Cambria Math"/>
                              <w:i/>
                              <w:spacing w:val="-4"/>
                              <w:sz w:val="20"/>
                            </w:rPr>
                          </w:ins>
                        </m:ctrlPr>
                      </m:dPr>
                      <m:e>
                        <m:r>
                          <w:ins w:id="1215" w:author="John Mettrop [2]" w:date="2022-12-05T12:34:00Z">
                            <w:rPr>
                              <w:rFonts w:ascii="Cambria Math" w:hAnsi="Cambria Math"/>
                              <w:spacing w:val="-4"/>
                              <w:sz w:val="20"/>
                            </w:rPr>
                            <m:t>3.19π</m:t>
                          </w:ins>
                        </m:r>
                        <m:func>
                          <m:funcPr>
                            <m:ctrlPr>
                              <w:ins w:id="1216" w:author="John Mettrop [2]" w:date="2022-12-05T12:34:00Z">
                                <w:rPr>
                                  <w:rFonts w:ascii="Cambria Math" w:hAnsi="Cambria Math"/>
                                  <w:i/>
                                  <w:spacing w:val="-4"/>
                                  <w:sz w:val="20"/>
                                </w:rPr>
                              </w:ins>
                            </m:ctrlPr>
                          </m:funcPr>
                          <m:fName>
                            <m:r>
                              <w:ins w:id="1217" w:author="John Mettrop [2]" w:date="2022-12-05T12:34:00Z">
                                <m:rPr>
                                  <m:sty m:val="p"/>
                                </m:rPr>
                                <w:rPr>
                                  <w:rFonts w:ascii="Cambria Math" w:hAnsi="Cambria Math"/>
                                  <w:spacing w:val="-4"/>
                                  <w:sz w:val="20"/>
                                </w:rPr>
                                <m:t>sin</m:t>
                              </w:ins>
                            </m:r>
                          </m:fName>
                          <m:e>
                            <m:d>
                              <m:dPr>
                                <m:ctrlPr>
                                  <w:ins w:id="1218" w:author="John Mettrop [2]" w:date="2022-12-05T12:34:00Z">
                                    <w:rPr>
                                      <w:rFonts w:ascii="Cambria Math" w:hAnsi="Cambria Math"/>
                                      <w:i/>
                                      <w:spacing w:val="-4"/>
                                      <w:sz w:val="20"/>
                                    </w:rPr>
                                  </w:ins>
                                </m:ctrlPr>
                              </m:dPr>
                              <m:e>
                                <m:r>
                                  <w:ins w:id="1219" w:author="John Mettrop [2]" w:date="2022-12-05T12:34:00Z">
                                    <w:rPr>
                                      <w:rFonts w:ascii="Cambria Math" w:hAnsi="Cambria Math"/>
                                      <w:spacing w:val="-4"/>
                                      <w:sz w:val="20"/>
                                    </w:rPr>
                                    <m:t>ψ</m:t>
                                  </w:ins>
                                </m:r>
                              </m:e>
                            </m:d>
                          </m:e>
                        </m:func>
                      </m:e>
                    </m:d>
                  </m:e>
                </m:d>
              </m:e>
            </m:d>
            <m:r>
              <w:ins w:id="1220" w:author="John Mettrop [2]" w:date="2022-12-05T12:34:00Z">
                <w:rPr>
                  <w:rFonts w:ascii="Cambria Math" w:hAnsi="Cambria Math"/>
                  <w:spacing w:val="-4"/>
                  <w:sz w:val="20"/>
                </w:rPr>
                <m:t>+19.0</m:t>
              </w:ins>
            </m:r>
          </m:e>
        </m:func>
        <m:r>
          <w:ins w:id="1221" w:author="John Mettrop [2]" w:date="2022-12-05T12:34:00Z">
            <m:rPr>
              <m:sty m:val="p"/>
            </m:rPr>
            <w:rPr>
              <w:rFonts w:ascii="Cambria Math" w:hAnsi="Cambria Math"/>
              <w:spacing w:val="-4"/>
              <w:sz w:val="20"/>
              <w:lang w:eastAsia="ja-JP"/>
            </w:rPr>
            <m:t xml:space="preserve"> ∀ψ∈</m:t>
          </w:ins>
        </m:r>
        <m:d>
          <m:dPr>
            <m:begChr m:val="["/>
            <m:endChr m:val="]"/>
            <m:ctrlPr>
              <w:ins w:id="1222" w:author="John Mettrop [2]" w:date="2022-12-05T12:34:00Z">
                <w:rPr>
                  <w:rFonts w:ascii="Cambria Math" w:hAnsi="Cambria Math"/>
                  <w:spacing w:val="-4"/>
                  <w:sz w:val="20"/>
                  <w:lang w:eastAsia="ja-JP"/>
                </w:rPr>
              </w:ins>
            </m:ctrlPr>
          </m:dPr>
          <m:e>
            <m:r>
              <w:ins w:id="1223" w:author="John Mettrop [2]" w:date="2022-12-05T12:34:00Z">
                <m:rPr>
                  <m:sty m:val="p"/>
                </m:rPr>
                <w:rPr>
                  <w:rFonts w:ascii="Cambria Math" w:hAnsi="Cambria Math"/>
                  <w:spacing w:val="-4"/>
                  <w:sz w:val="20"/>
                  <w:lang w:eastAsia="ja-JP"/>
                </w:rPr>
                <m:t>-68.43°,68.43°</m:t>
              </w:ins>
            </m:r>
          </m:e>
        </m:d>
      </m:oMath>
      <w:ins w:id="1224" w:author="John Mettrop [2]" w:date="2022-12-05T12:34:00Z">
        <w:r w:rsidRPr="00250417">
          <w:rPr>
            <w:spacing w:val="-4"/>
            <w:sz w:val="20"/>
            <w:lang w:eastAsia="ja-JP"/>
          </w:rPr>
          <w:t xml:space="preserve"> and </w:t>
        </w:r>
      </w:ins>
      <m:oMath>
        <m:r>
          <w:ins w:id="1225" w:author="John Mettrop [2]" w:date="2022-12-05T12:34:00Z">
            <m:rPr>
              <m:sty m:val="p"/>
            </m:rPr>
            <w:rPr>
              <w:rFonts w:ascii="Cambria Math" w:hAnsi="Cambria Math"/>
              <w:spacing w:val="-4"/>
              <w:sz w:val="20"/>
              <w:lang w:eastAsia="ja-JP"/>
            </w:rPr>
            <m:t>G</m:t>
          </w:ins>
        </m:r>
        <m:d>
          <m:dPr>
            <m:ctrlPr>
              <w:ins w:id="1226" w:author="John Mettrop [2]" w:date="2022-12-05T12:34:00Z">
                <w:rPr>
                  <w:rFonts w:ascii="Cambria Math" w:hAnsi="Cambria Math"/>
                  <w:spacing w:val="-4"/>
                  <w:sz w:val="20"/>
                  <w:lang w:eastAsia="ja-JP"/>
                </w:rPr>
              </w:ins>
            </m:ctrlPr>
          </m:dPr>
          <m:e>
            <m:r>
              <w:ins w:id="1227" w:author="John Mettrop [2]" w:date="2022-12-05T12:34:00Z">
                <m:rPr>
                  <m:sty m:val="p"/>
                </m:rPr>
                <w:rPr>
                  <w:rFonts w:ascii="Cambria Math" w:hAnsi="Cambria Math"/>
                  <w:spacing w:val="-4"/>
                  <w:sz w:val="20"/>
                  <w:lang w:eastAsia="ja-JP"/>
                </w:rPr>
                <m:t>ψ</m:t>
              </w:ins>
            </m:r>
          </m:e>
        </m:d>
        <m:r>
          <w:ins w:id="1228" w:author="John Mettrop [2]" w:date="2022-12-05T12:34:00Z">
            <m:rPr>
              <m:sty m:val="p"/>
            </m:rPr>
            <w:rPr>
              <w:rFonts w:ascii="Cambria Math" w:hAnsi="Cambria Math"/>
              <w:spacing w:val="-4"/>
              <w:sz w:val="20"/>
              <w:lang w:eastAsia="ja-JP"/>
            </w:rPr>
            <m:t>=-20</m:t>
          </w:ins>
        </m:r>
      </m:oMath>
      <w:ins w:id="1229" w:author="John Mettrop [2]" w:date="2022-12-05T12:34:00Z">
        <w:r w:rsidRPr="00250417">
          <w:rPr>
            <w:spacing w:val="-4"/>
            <w:sz w:val="20"/>
            <w:lang w:eastAsia="ja-JP"/>
          </w:rPr>
          <w:t xml:space="preserve"> otherwise. Here, </w:t>
        </w:r>
      </w:ins>
      <m:oMath>
        <m:r>
          <w:ins w:id="1230" w:author="John Mettrop [2]" w:date="2022-12-05T12:34:00Z">
            <m:rPr>
              <m:sty m:val="p"/>
            </m:rPr>
            <w:rPr>
              <w:rFonts w:ascii="Cambria Math" w:hAnsi="Cambria Math"/>
              <w:spacing w:val="-4"/>
              <w:sz w:val="20"/>
              <w:lang w:eastAsia="ja-JP"/>
            </w:rPr>
            <m:t>sinc</m:t>
          </w:ins>
        </m:r>
        <m:d>
          <m:dPr>
            <m:ctrlPr>
              <w:ins w:id="1231" w:author="John Mettrop [2]" w:date="2022-12-05T12:34:00Z">
                <w:rPr>
                  <w:rFonts w:ascii="Cambria Math" w:hAnsi="Cambria Math"/>
                  <w:spacing w:val="-4"/>
                  <w:sz w:val="20"/>
                  <w:lang w:eastAsia="ja-JP"/>
                </w:rPr>
              </w:ins>
            </m:ctrlPr>
          </m:dPr>
          <m:e>
            <m:r>
              <w:ins w:id="1232" w:author="John Mettrop [2]" w:date="2022-12-05T12:34:00Z">
                <m:rPr>
                  <m:sty m:val="p"/>
                </m:rPr>
                <w:rPr>
                  <w:rFonts w:ascii="Cambria Math" w:hAnsi="Cambria Math"/>
                  <w:spacing w:val="-4"/>
                  <w:sz w:val="20"/>
                  <w:lang w:eastAsia="ja-JP"/>
                </w:rPr>
                <m:t>x</m:t>
              </w:ins>
            </m:r>
          </m:e>
        </m:d>
        <m:r>
          <w:ins w:id="1233" w:author="John Mettrop [2]" w:date="2022-12-05T12:34:00Z">
            <m:rPr>
              <m:sty m:val="p"/>
            </m:rPr>
            <w:rPr>
              <w:rFonts w:ascii="Cambria Math" w:hAnsi="Cambria Math"/>
              <w:spacing w:val="-4"/>
              <w:sz w:val="20"/>
              <w:lang w:eastAsia="ja-JP"/>
            </w:rPr>
            <m:t>=</m:t>
          </w:ins>
        </m:r>
        <m:f>
          <m:fPr>
            <m:ctrlPr>
              <w:ins w:id="1234" w:author="John Mettrop [2]" w:date="2022-12-05T12:34:00Z">
                <w:rPr>
                  <w:rFonts w:ascii="Cambria Math" w:hAnsi="Cambria Math"/>
                  <w:spacing w:val="-4"/>
                  <w:sz w:val="20"/>
                  <w:lang w:eastAsia="ja-JP"/>
                </w:rPr>
              </w:ins>
            </m:ctrlPr>
          </m:fPr>
          <m:num>
            <m:func>
              <m:funcPr>
                <m:ctrlPr>
                  <w:ins w:id="1235" w:author="John Mettrop [2]" w:date="2022-12-05T12:34:00Z">
                    <w:rPr>
                      <w:rFonts w:ascii="Cambria Math" w:hAnsi="Cambria Math"/>
                      <w:spacing w:val="-4"/>
                      <w:sz w:val="20"/>
                      <w:lang w:eastAsia="ja-JP"/>
                    </w:rPr>
                  </w:ins>
                </m:ctrlPr>
              </m:funcPr>
              <m:fName>
                <m:r>
                  <w:ins w:id="1236" w:author="John Mettrop [2]" w:date="2022-12-05T12:34:00Z">
                    <m:rPr>
                      <m:sty m:val="p"/>
                    </m:rPr>
                    <w:rPr>
                      <w:rFonts w:ascii="Cambria Math" w:hAnsi="Cambria Math"/>
                      <w:spacing w:val="-4"/>
                      <w:sz w:val="20"/>
                      <w:lang w:eastAsia="ja-JP"/>
                    </w:rPr>
                    <m:t>sin</m:t>
                  </w:ins>
                </m:r>
              </m:fName>
              <m:e>
                <m:d>
                  <m:dPr>
                    <m:ctrlPr>
                      <w:ins w:id="1237" w:author="John Mettrop [2]" w:date="2022-12-05T12:34:00Z">
                        <w:rPr>
                          <w:rFonts w:ascii="Cambria Math" w:hAnsi="Cambria Math"/>
                          <w:spacing w:val="-4"/>
                          <w:sz w:val="20"/>
                          <w:lang w:eastAsia="ja-JP"/>
                        </w:rPr>
                      </w:ins>
                    </m:ctrlPr>
                  </m:dPr>
                  <m:e>
                    <m:r>
                      <w:ins w:id="1238" w:author="John Mettrop [2]" w:date="2022-12-05T12:34:00Z">
                        <m:rPr>
                          <m:sty m:val="p"/>
                        </m:rPr>
                        <w:rPr>
                          <w:rFonts w:ascii="Cambria Math" w:hAnsi="Cambria Math"/>
                          <w:spacing w:val="-4"/>
                          <w:sz w:val="20"/>
                          <w:lang w:eastAsia="ja-JP"/>
                        </w:rPr>
                        <m:t>x</m:t>
                      </w:ins>
                    </m:r>
                  </m:e>
                </m:d>
              </m:e>
            </m:func>
          </m:num>
          <m:den>
            <m:r>
              <w:ins w:id="1239" w:author="John Mettrop [2]" w:date="2022-12-05T12:34:00Z">
                <m:rPr>
                  <m:sty m:val="p"/>
                </m:rPr>
                <w:rPr>
                  <w:rFonts w:ascii="Cambria Math" w:hAnsi="Cambria Math"/>
                  <w:spacing w:val="-4"/>
                  <w:sz w:val="20"/>
                  <w:lang w:eastAsia="ja-JP"/>
                </w:rPr>
                <m:t>x</m:t>
              </w:ins>
            </m:r>
          </m:den>
        </m:f>
        <m:r>
          <w:ins w:id="1240" w:author="John Mettrop [2]" w:date="2022-12-05T12:34:00Z">
            <m:rPr>
              <m:sty m:val="p"/>
            </m:rPr>
            <w:rPr>
              <w:rFonts w:ascii="Cambria Math" w:hAnsi="Cambria Math"/>
              <w:spacing w:val="-4"/>
              <w:sz w:val="20"/>
              <w:lang w:eastAsia="ja-JP"/>
            </w:rPr>
            <m:t xml:space="preserve"> ∀ x≠0</m:t>
          </w:ins>
        </m:r>
      </m:oMath>
      <w:ins w:id="1241" w:author="John Mettrop [2]" w:date="2022-12-05T12:34:00Z">
        <w:r w:rsidRPr="00250417">
          <w:rPr>
            <w:spacing w:val="-4"/>
            <w:sz w:val="20"/>
            <w:lang w:eastAsia="ja-JP"/>
          </w:rPr>
          <w:t xml:space="preserve"> (x in radians) and </w:t>
        </w:r>
      </w:ins>
      <m:oMath>
        <m:r>
          <w:ins w:id="1242" w:author="John Mettrop [2]" w:date="2022-12-05T12:34:00Z">
            <m:rPr>
              <m:sty m:val="p"/>
            </m:rPr>
            <w:rPr>
              <w:rFonts w:ascii="Cambria Math" w:hAnsi="Cambria Math"/>
              <w:spacing w:val="-4"/>
              <w:sz w:val="20"/>
              <w:lang w:eastAsia="ja-JP"/>
            </w:rPr>
            <m:t>sinc</m:t>
          </w:ins>
        </m:r>
        <m:d>
          <m:dPr>
            <m:ctrlPr>
              <w:ins w:id="1243" w:author="John Mettrop [2]" w:date="2022-12-05T12:34:00Z">
                <w:rPr>
                  <w:rFonts w:ascii="Cambria Math" w:hAnsi="Cambria Math"/>
                  <w:spacing w:val="-4"/>
                  <w:sz w:val="20"/>
                  <w:lang w:eastAsia="ja-JP"/>
                </w:rPr>
              </w:ins>
            </m:ctrlPr>
          </m:dPr>
          <m:e>
            <m:r>
              <w:ins w:id="1244" w:author="John Mettrop [2]" w:date="2022-12-05T12:34:00Z">
                <m:rPr>
                  <m:sty m:val="p"/>
                </m:rPr>
                <w:rPr>
                  <w:rFonts w:ascii="Cambria Math" w:hAnsi="Cambria Math"/>
                  <w:spacing w:val="-4"/>
                  <w:sz w:val="20"/>
                  <w:lang w:eastAsia="ja-JP"/>
                </w:rPr>
                <m:t>0</m:t>
              </w:ins>
            </m:r>
          </m:e>
        </m:d>
        <m:r>
          <w:ins w:id="1245" w:author="John Mettrop [2]" w:date="2022-12-05T12:34:00Z">
            <m:rPr>
              <m:sty m:val="p"/>
            </m:rPr>
            <w:rPr>
              <w:rFonts w:ascii="Cambria Math" w:hAnsi="Cambria Math"/>
              <w:spacing w:val="-4"/>
              <w:sz w:val="20"/>
              <w:lang w:eastAsia="ja-JP"/>
            </w:rPr>
            <m:t>=1</m:t>
          </w:ins>
        </m:r>
      </m:oMath>
      <w:ins w:id="1246" w:author="John Mettrop [2]" w:date="2022-12-05T12:34:00Z">
        <w:r w:rsidRPr="00250417">
          <w:rPr>
            <w:spacing w:val="-4"/>
            <w:sz w:val="20"/>
            <w:lang w:eastAsia="ja-JP"/>
          </w:rPr>
          <w:t>.</w:t>
        </w:r>
        <w:r w:rsidRPr="00250417">
          <w:rPr>
            <w:sz w:val="20"/>
            <w:lang w:eastAsia="ja-JP"/>
          </w:rPr>
          <w:t xml:space="preserve"> </w:t>
        </w:r>
      </w:ins>
    </w:p>
    <w:p w14:paraId="2A9010FA"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247" w:author="John Mettrop [2]" w:date="2022-12-05T12:34:00Z"/>
          <w:spacing w:val="-2"/>
          <w:sz w:val="20"/>
          <w:lang w:eastAsia="ja-JP"/>
        </w:rPr>
      </w:pPr>
      <w:ins w:id="1248" w:author="John Mettrop [2]" w:date="2022-12-05T12:34:00Z">
        <w:r w:rsidRPr="00250417">
          <w:rPr>
            <w:spacing w:val="-2"/>
            <w:sz w:val="20"/>
            <w:vertAlign w:val="superscript"/>
            <w:lang w:eastAsia="ja-JP"/>
          </w:rPr>
          <w:t>(6)</w:t>
        </w:r>
        <w:r w:rsidRPr="00250417">
          <w:rPr>
            <w:spacing w:val="-2"/>
            <w:sz w:val="20"/>
            <w:lang w:eastAsia="ja-JP"/>
          </w:rPr>
          <w:t xml:space="preserve"> </w:t>
        </w:r>
        <w:r w:rsidRPr="00250417">
          <w:rPr>
            <w:spacing w:val="-2"/>
            <w:sz w:val="20"/>
            <w:lang w:eastAsia="ja-JP"/>
          </w:rPr>
          <w:tab/>
          <w:t xml:space="preserve">For antenna gain 31 </w:t>
        </w:r>
        <w:proofErr w:type="spellStart"/>
        <w:r w:rsidRPr="00250417">
          <w:rPr>
            <w:spacing w:val="-2"/>
            <w:sz w:val="20"/>
            <w:lang w:eastAsia="ja-JP"/>
          </w:rPr>
          <w:t>dBi</w:t>
        </w:r>
        <w:proofErr w:type="spellEnd"/>
        <w:r w:rsidRPr="00250417">
          <w:rPr>
            <w:spacing w:val="-2"/>
            <w:sz w:val="20"/>
            <w:lang w:eastAsia="ja-JP"/>
          </w:rPr>
          <w:t>:</w:t>
        </w:r>
        <w:r w:rsidRPr="00250417">
          <w:rPr>
            <w:spacing w:val="-2"/>
            <w:sz w:val="20"/>
          </w:rPr>
          <w:t xml:space="preserve"> </w:t>
        </w:r>
        <w:proofErr w:type="spellStart"/>
        <w:r w:rsidRPr="00250417">
          <w:rPr>
            <w:spacing w:val="-2"/>
            <w:sz w:val="20"/>
            <w:lang w:eastAsia="ja-JP"/>
          </w:rPr>
          <w:t>Gψ</w:t>
        </w:r>
        <w:proofErr w:type="spellEnd"/>
        <w:r w:rsidRPr="00250417">
          <w:rPr>
            <w:spacing w:val="-2"/>
            <w:sz w:val="20"/>
            <w:lang w:eastAsia="ja-JP"/>
          </w:rPr>
          <w:t xml:space="preserve">= </w:t>
        </w:r>
        <w:proofErr w:type="spellStart"/>
        <w:r w:rsidRPr="00250417">
          <w:rPr>
            <w:spacing w:val="-2"/>
            <w:sz w:val="20"/>
          </w:rPr>
          <w:t>20.log10</w:t>
        </w:r>
        <w:proofErr w:type="spellEnd"/>
        <w:r w:rsidRPr="00250417">
          <w:rPr>
            <w:rFonts w:ascii="Cambria Math" w:hAnsi="Cambria Math" w:cs="Cambria Math"/>
            <w:spacing w:val="-2"/>
            <w:sz w:val="20"/>
          </w:rPr>
          <w:t>𝑠𝑖𝑛𝑐</w:t>
        </w:r>
        <w:r w:rsidRPr="00250417">
          <w:rPr>
            <w:spacing w:val="-2"/>
            <w:sz w:val="20"/>
          </w:rPr>
          <w:t>15.5</w:t>
        </w:r>
        <w:r w:rsidRPr="00250417">
          <w:rPr>
            <w:rFonts w:ascii="Cambria Math" w:hAnsi="Cambria Math" w:cs="Cambria Math"/>
            <w:spacing w:val="-2"/>
            <w:sz w:val="20"/>
          </w:rPr>
          <w:t>𝜋</w:t>
        </w:r>
        <w:r w:rsidRPr="00250417">
          <w:rPr>
            <w:spacing w:val="-2"/>
            <w:sz w:val="20"/>
          </w:rPr>
          <w:t>sin</w:t>
        </w:r>
        <w:r w:rsidRPr="00250417">
          <w:rPr>
            <w:rFonts w:ascii="Cambria Math" w:hAnsi="Cambria Math" w:cs="Cambria Math"/>
            <w:spacing w:val="-2"/>
            <w:sz w:val="20"/>
          </w:rPr>
          <w:t>𝜓</w:t>
        </w:r>
        <w:r w:rsidRPr="00250417">
          <w:rPr>
            <w:spacing w:val="-2"/>
            <w:sz w:val="20"/>
          </w:rPr>
          <w:t>+31.0</w:t>
        </w:r>
        <w:r w:rsidRPr="00250417">
          <w:rPr>
            <w:spacing w:val="-2"/>
            <w:sz w:val="20"/>
            <w:lang w:eastAsia="ja-JP"/>
          </w:rPr>
          <w:t xml:space="preserve"> </w:t>
        </w:r>
        <w:r w:rsidRPr="00250417">
          <w:rPr>
            <w:rFonts w:ascii="Cambria Math" w:hAnsi="Cambria Math" w:cs="Cambria Math"/>
            <w:spacing w:val="-2"/>
            <w:sz w:val="20"/>
            <w:lang w:eastAsia="ja-JP"/>
          </w:rPr>
          <w:t>∀</w:t>
        </w:r>
        <w:r w:rsidRPr="00250417">
          <w:rPr>
            <w:spacing w:val="-2"/>
            <w:sz w:val="20"/>
            <w:lang w:eastAsia="ja-JP"/>
          </w:rPr>
          <w:t>ψ</w:t>
        </w:r>
        <w:r w:rsidRPr="00250417">
          <w:rPr>
            <w:rFonts w:ascii="Cambria Math" w:hAnsi="Cambria Math" w:cs="Cambria Math"/>
            <w:spacing w:val="-2"/>
            <w:sz w:val="20"/>
            <w:lang w:eastAsia="ja-JP"/>
          </w:rPr>
          <w:t>∈</w:t>
        </w:r>
        <w:r w:rsidRPr="00250417">
          <w:rPr>
            <w:spacing w:val="-2"/>
            <w:sz w:val="20"/>
            <w:lang w:eastAsia="ja-JP"/>
          </w:rPr>
          <w:t xml:space="preserve">−64.25°, 64.25° and </w:t>
        </w:r>
      </w:ins>
      <m:oMath>
        <m:r>
          <w:ins w:id="1249" w:author="John Mettrop [2]" w:date="2022-12-05T12:34:00Z">
            <m:rPr>
              <m:sty m:val="p"/>
            </m:rPr>
            <w:rPr>
              <w:rFonts w:ascii="Cambria Math" w:hAnsi="Cambria Math"/>
              <w:spacing w:val="-2"/>
              <w:sz w:val="20"/>
              <w:lang w:eastAsia="ja-JP"/>
            </w:rPr>
            <m:t>G</m:t>
          </w:ins>
        </m:r>
        <m:d>
          <m:dPr>
            <m:ctrlPr>
              <w:ins w:id="1250" w:author="John Mettrop [2]" w:date="2022-12-05T12:34:00Z">
                <w:rPr>
                  <w:rFonts w:ascii="Cambria Math" w:hAnsi="Cambria Math"/>
                  <w:spacing w:val="-2"/>
                  <w:sz w:val="20"/>
                  <w:lang w:eastAsia="ja-JP"/>
                </w:rPr>
              </w:ins>
            </m:ctrlPr>
          </m:dPr>
          <m:e>
            <m:r>
              <w:ins w:id="1251" w:author="John Mettrop [2]" w:date="2022-12-05T12:34:00Z">
                <m:rPr>
                  <m:sty m:val="p"/>
                </m:rPr>
                <w:rPr>
                  <w:rFonts w:ascii="Cambria Math" w:hAnsi="Cambria Math"/>
                  <w:spacing w:val="-2"/>
                  <w:sz w:val="20"/>
                  <w:lang w:eastAsia="ja-JP"/>
                </w:rPr>
                <m:t>ψ</m:t>
              </w:ins>
            </m:r>
          </m:e>
        </m:d>
        <m:r>
          <w:ins w:id="1252" w:author="John Mettrop [2]" w:date="2022-12-05T12:34:00Z">
            <m:rPr>
              <m:sty m:val="p"/>
            </m:rPr>
            <w:rPr>
              <w:rFonts w:ascii="Cambria Math" w:hAnsi="Cambria Math"/>
              <w:spacing w:val="-2"/>
              <w:sz w:val="20"/>
              <w:lang w:eastAsia="ja-JP"/>
            </w:rPr>
            <m:t>=-20</m:t>
          </w:ins>
        </m:r>
      </m:oMath>
      <w:ins w:id="1253" w:author="John Mettrop [2]" w:date="2022-12-05T12:34:00Z">
        <w:r w:rsidRPr="00250417">
          <w:rPr>
            <w:spacing w:val="-2"/>
            <w:sz w:val="20"/>
            <w:lang w:eastAsia="ja-JP"/>
          </w:rPr>
          <w:t xml:space="preserve"> otherwise. Here, </w:t>
        </w:r>
      </w:ins>
      <m:oMath>
        <m:r>
          <w:ins w:id="1254" w:author="John Mettrop [2]" w:date="2022-12-05T12:34:00Z">
            <m:rPr>
              <m:sty m:val="p"/>
            </m:rPr>
            <w:rPr>
              <w:rFonts w:ascii="Cambria Math" w:hAnsi="Cambria Math"/>
              <w:spacing w:val="-2"/>
              <w:sz w:val="20"/>
              <w:lang w:eastAsia="ja-JP"/>
            </w:rPr>
            <m:t>sinc</m:t>
          </w:ins>
        </m:r>
        <m:d>
          <m:dPr>
            <m:ctrlPr>
              <w:ins w:id="1255" w:author="John Mettrop [2]" w:date="2022-12-05T12:34:00Z">
                <w:rPr>
                  <w:rFonts w:ascii="Cambria Math" w:hAnsi="Cambria Math"/>
                  <w:spacing w:val="-2"/>
                  <w:sz w:val="20"/>
                  <w:lang w:eastAsia="ja-JP"/>
                </w:rPr>
              </w:ins>
            </m:ctrlPr>
          </m:dPr>
          <m:e>
            <m:r>
              <w:ins w:id="1256" w:author="John Mettrop [2]" w:date="2022-12-05T12:34:00Z">
                <m:rPr>
                  <m:sty m:val="p"/>
                </m:rPr>
                <w:rPr>
                  <w:rFonts w:ascii="Cambria Math" w:hAnsi="Cambria Math"/>
                  <w:spacing w:val="-2"/>
                  <w:sz w:val="20"/>
                  <w:lang w:eastAsia="ja-JP"/>
                </w:rPr>
                <m:t>x</m:t>
              </w:ins>
            </m:r>
          </m:e>
        </m:d>
        <m:r>
          <w:ins w:id="1257" w:author="John Mettrop [2]" w:date="2022-12-05T12:34:00Z">
            <m:rPr>
              <m:sty m:val="p"/>
            </m:rPr>
            <w:rPr>
              <w:rFonts w:ascii="Cambria Math" w:hAnsi="Cambria Math"/>
              <w:spacing w:val="-2"/>
              <w:sz w:val="20"/>
              <w:lang w:eastAsia="ja-JP"/>
            </w:rPr>
            <m:t>=</m:t>
          </w:ins>
        </m:r>
        <m:f>
          <m:fPr>
            <m:ctrlPr>
              <w:ins w:id="1258" w:author="John Mettrop [2]" w:date="2022-12-05T12:34:00Z">
                <w:rPr>
                  <w:rFonts w:ascii="Cambria Math" w:hAnsi="Cambria Math"/>
                  <w:spacing w:val="-2"/>
                  <w:sz w:val="20"/>
                  <w:lang w:eastAsia="ja-JP"/>
                </w:rPr>
              </w:ins>
            </m:ctrlPr>
          </m:fPr>
          <m:num>
            <m:func>
              <m:funcPr>
                <m:ctrlPr>
                  <w:ins w:id="1259" w:author="John Mettrop [2]" w:date="2022-12-05T12:34:00Z">
                    <w:rPr>
                      <w:rFonts w:ascii="Cambria Math" w:hAnsi="Cambria Math"/>
                      <w:spacing w:val="-2"/>
                      <w:sz w:val="20"/>
                      <w:lang w:eastAsia="ja-JP"/>
                    </w:rPr>
                  </w:ins>
                </m:ctrlPr>
              </m:funcPr>
              <m:fName>
                <m:r>
                  <w:ins w:id="1260" w:author="John Mettrop [2]" w:date="2022-12-05T12:34:00Z">
                    <m:rPr>
                      <m:sty m:val="p"/>
                    </m:rPr>
                    <w:rPr>
                      <w:rFonts w:ascii="Cambria Math" w:hAnsi="Cambria Math"/>
                      <w:spacing w:val="-2"/>
                      <w:sz w:val="20"/>
                      <w:lang w:eastAsia="ja-JP"/>
                    </w:rPr>
                    <m:t>sin</m:t>
                  </w:ins>
                </m:r>
              </m:fName>
              <m:e>
                <m:d>
                  <m:dPr>
                    <m:ctrlPr>
                      <w:ins w:id="1261" w:author="John Mettrop [2]" w:date="2022-12-05T12:34:00Z">
                        <w:rPr>
                          <w:rFonts w:ascii="Cambria Math" w:hAnsi="Cambria Math"/>
                          <w:spacing w:val="-2"/>
                          <w:sz w:val="20"/>
                          <w:lang w:eastAsia="ja-JP"/>
                        </w:rPr>
                      </w:ins>
                    </m:ctrlPr>
                  </m:dPr>
                  <m:e>
                    <m:r>
                      <w:ins w:id="1262" w:author="John Mettrop [2]" w:date="2022-12-05T12:34:00Z">
                        <m:rPr>
                          <m:sty m:val="p"/>
                        </m:rPr>
                        <w:rPr>
                          <w:rFonts w:ascii="Cambria Math" w:hAnsi="Cambria Math"/>
                          <w:spacing w:val="-2"/>
                          <w:sz w:val="20"/>
                          <w:lang w:eastAsia="ja-JP"/>
                        </w:rPr>
                        <m:t>x</m:t>
                      </w:ins>
                    </m:r>
                  </m:e>
                </m:d>
              </m:e>
            </m:func>
          </m:num>
          <m:den>
            <m:r>
              <w:ins w:id="1263" w:author="John Mettrop [2]" w:date="2022-12-05T12:34:00Z">
                <m:rPr>
                  <m:sty m:val="p"/>
                </m:rPr>
                <w:rPr>
                  <w:rFonts w:ascii="Cambria Math" w:hAnsi="Cambria Math"/>
                  <w:spacing w:val="-2"/>
                  <w:sz w:val="20"/>
                  <w:lang w:eastAsia="ja-JP"/>
                </w:rPr>
                <m:t>x</m:t>
              </w:ins>
            </m:r>
          </m:den>
        </m:f>
        <m:r>
          <w:ins w:id="1264" w:author="John Mettrop [2]" w:date="2022-12-05T12:34:00Z">
            <m:rPr>
              <m:sty m:val="p"/>
            </m:rPr>
            <w:rPr>
              <w:rFonts w:ascii="Cambria Math" w:hAnsi="Cambria Math"/>
              <w:spacing w:val="-2"/>
              <w:sz w:val="20"/>
              <w:lang w:eastAsia="ja-JP"/>
            </w:rPr>
            <m:t xml:space="preserve"> ∀ x≠0</m:t>
          </w:ins>
        </m:r>
      </m:oMath>
      <w:ins w:id="1265" w:author="John Mettrop [2]" w:date="2022-12-05T12:34:00Z">
        <w:r w:rsidRPr="00250417">
          <w:rPr>
            <w:spacing w:val="-2"/>
            <w:sz w:val="20"/>
            <w:lang w:eastAsia="ja-JP"/>
          </w:rPr>
          <w:t xml:space="preserve"> (x in radians) and </w:t>
        </w:r>
      </w:ins>
      <m:oMath>
        <m:r>
          <w:ins w:id="1266" w:author="John Mettrop [2]" w:date="2022-12-05T12:34:00Z">
            <m:rPr>
              <m:sty m:val="p"/>
            </m:rPr>
            <w:rPr>
              <w:rFonts w:ascii="Cambria Math" w:hAnsi="Cambria Math"/>
              <w:spacing w:val="-2"/>
              <w:sz w:val="20"/>
              <w:lang w:eastAsia="ja-JP"/>
            </w:rPr>
            <m:t>sinc</m:t>
          </w:ins>
        </m:r>
        <m:d>
          <m:dPr>
            <m:ctrlPr>
              <w:ins w:id="1267" w:author="John Mettrop [2]" w:date="2022-12-05T12:34:00Z">
                <w:rPr>
                  <w:rFonts w:ascii="Cambria Math" w:hAnsi="Cambria Math"/>
                  <w:spacing w:val="-2"/>
                  <w:sz w:val="20"/>
                  <w:lang w:eastAsia="ja-JP"/>
                </w:rPr>
              </w:ins>
            </m:ctrlPr>
          </m:dPr>
          <m:e>
            <m:r>
              <w:ins w:id="1268" w:author="John Mettrop [2]" w:date="2022-12-05T12:34:00Z">
                <m:rPr>
                  <m:sty m:val="p"/>
                </m:rPr>
                <w:rPr>
                  <w:rFonts w:ascii="Cambria Math" w:hAnsi="Cambria Math"/>
                  <w:spacing w:val="-2"/>
                  <w:sz w:val="20"/>
                  <w:lang w:eastAsia="ja-JP"/>
                </w:rPr>
                <m:t>0</m:t>
              </w:ins>
            </m:r>
          </m:e>
        </m:d>
        <m:r>
          <w:ins w:id="1269" w:author="John Mettrop [2]" w:date="2022-12-05T12:34:00Z">
            <m:rPr>
              <m:sty m:val="p"/>
            </m:rPr>
            <w:rPr>
              <w:rFonts w:ascii="Cambria Math" w:hAnsi="Cambria Math"/>
              <w:spacing w:val="-2"/>
              <w:sz w:val="20"/>
              <w:lang w:eastAsia="ja-JP"/>
            </w:rPr>
            <m:t>=1</m:t>
          </w:ins>
        </m:r>
      </m:oMath>
      <w:ins w:id="1270" w:author="John Mettrop [2]" w:date="2022-12-05T12:34:00Z">
        <w:r w:rsidRPr="00250417">
          <w:rPr>
            <w:spacing w:val="-2"/>
            <w:sz w:val="20"/>
            <w:lang w:eastAsia="ja-JP"/>
          </w:rPr>
          <w:t>.</w:t>
        </w:r>
      </w:ins>
    </w:p>
    <w:p w14:paraId="73E80BFA"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right="-85"/>
        <w:jc w:val="both"/>
        <w:rPr>
          <w:rFonts w:eastAsia="Batang"/>
          <w:sz w:val="18"/>
        </w:rPr>
      </w:pPr>
      <w:r w:rsidRPr="00250417">
        <w:rPr>
          <w:rFonts w:eastAsia="Batang"/>
          <w:sz w:val="20"/>
        </w:rPr>
        <w:t>In the Table “</w:t>
      </w:r>
      <w:proofErr w:type="gramStart"/>
      <w:r w:rsidRPr="00250417">
        <w:rPr>
          <w:rFonts w:eastAsia="Batang"/>
          <w:sz w:val="20"/>
        </w:rPr>
        <w:t>-“ means</w:t>
      </w:r>
      <w:proofErr w:type="gramEnd"/>
      <w:r w:rsidRPr="00250417">
        <w:rPr>
          <w:rFonts w:eastAsia="Batang"/>
          <w:sz w:val="20"/>
        </w:rPr>
        <w:t xml:space="preserve"> range of values, and “/” means discrete values</w:t>
      </w:r>
      <w:r w:rsidRPr="00250417">
        <w:rPr>
          <w:rFonts w:eastAsia="Batang"/>
          <w:sz w:val="18"/>
        </w:rPr>
        <w:t xml:space="preserve">. </w:t>
      </w:r>
    </w:p>
    <w:p w14:paraId="282068C3" w14:textId="77777777" w:rsidR="00FF5310" w:rsidRPr="00250417" w:rsidRDefault="00FF5310" w:rsidP="00FF531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right="-85"/>
        <w:jc w:val="both"/>
        <w:rPr>
          <w:rFonts w:eastAsia="Batang"/>
        </w:rPr>
        <w:sectPr w:rsidR="00FF5310" w:rsidRPr="00250417" w:rsidSect="00F0063B">
          <w:headerReference w:type="default" r:id="rId16"/>
          <w:footerReference w:type="default" r:id="rId17"/>
          <w:headerReference w:type="first" r:id="rId18"/>
          <w:footerReference w:type="first" r:id="rId19"/>
          <w:pgSz w:w="16834" w:h="11907" w:orient="landscape"/>
          <w:pgMar w:top="1134" w:right="1418" w:bottom="1134" w:left="1418" w:header="720" w:footer="720" w:gutter="0"/>
          <w:paperSrc w:first="15" w:other="15"/>
          <w:cols w:space="720"/>
          <w:titlePg/>
          <w:docGrid w:linePitch="326"/>
        </w:sectPr>
      </w:pPr>
    </w:p>
    <w:p w14:paraId="7E5FCCE3" w14:textId="77777777" w:rsidR="00FF5310" w:rsidRPr="00250417" w:rsidRDefault="00FF5310" w:rsidP="003D33BA">
      <w:pPr>
        <w:pStyle w:val="AnnexNo"/>
        <w:rPr>
          <w:ins w:id="1271" w:author="John Mettrop [2]" w:date="2022-12-09T08:12:00Z"/>
        </w:rPr>
      </w:pPr>
      <w:ins w:id="1272" w:author="John Mettrop [2]" w:date="2022-12-09T08:12:00Z">
        <w:r w:rsidRPr="00250417">
          <w:lastRenderedPageBreak/>
          <w:t>Annex 2</w:t>
        </w:r>
      </w:ins>
    </w:p>
    <w:p w14:paraId="3C442EAE" w14:textId="77777777" w:rsidR="00FF5310" w:rsidRPr="00250417" w:rsidRDefault="00FF5310" w:rsidP="003D33BA">
      <w:pPr>
        <w:pStyle w:val="Annextitle"/>
        <w:rPr>
          <w:ins w:id="1273" w:author="John Mettrop [2]" w:date="2022-12-09T08:12:00Z"/>
        </w:rPr>
      </w:pPr>
      <w:ins w:id="1274" w:author="John Mettrop [2]" w:date="2022-12-09T08:12:00Z">
        <w:r w:rsidRPr="00250417">
          <w:t xml:space="preserve">Technical and operational characteristics and protection criteria for systems operating in the maritime mobile </w:t>
        </w:r>
        <w:proofErr w:type="gramStart"/>
        <w:r w:rsidRPr="00250417">
          <w:t>service</w:t>
        </w:r>
        <w:proofErr w:type="gramEnd"/>
      </w:ins>
    </w:p>
    <w:p w14:paraId="1EBF99C3" w14:textId="77777777" w:rsidR="00FF5310" w:rsidRPr="00250417" w:rsidRDefault="00FF5310" w:rsidP="003D33BA">
      <w:pPr>
        <w:pStyle w:val="Heading1"/>
        <w:rPr>
          <w:ins w:id="1275" w:author="John Mettrop [2]" w:date="2022-12-09T08:12:00Z"/>
        </w:rPr>
      </w:pPr>
      <w:ins w:id="1276" w:author="John Mettrop [2]" w:date="2022-12-09T08:12:00Z">
        <w:r w:rsidRPr="00250417">
          <w:t>1</w:t>
        </w:r>
        <w:r w:rsidRPr="00250417">
          <w:tab/>
          <w:t>Introduction</w:t>
        </w:r>
      </w:ins>
    </w:p>
    <w:p w14:paraId="377A8B6F" w14:textId="77777777" w:rsidR="00FF5310" w:rsidRPr="00250417" w:rsidRDefault="00FF5310" w:rsidP="00FF5310">
      <w:pPr>
        <w:jc w:val="both"/>
        <w:rPr>
          <w:ins w:id="1277" w:author="John Mettrop [2]" w:date="2022-12-09T08:12:00Z"/>
        </w:rPr>
      </w:pPr>
      <w:ins w:id="1278" w:author="John Mettrop [2]" w:date="2022-12-09T08:12:00Z">
        <w:r w:rsidRPr="00250417">
          <w:t xml:space="preserve">Systems and networks operating in the MMS use broadband </w:t>
        </w:r>
        <w:proofErr w:type="gramStart"/>
        <w:r w:rsidRPr="00250417">
          <w:t>data-links</w:t>
        </w:r>
        <w:proofErr w:type="gramEnd"/>
        <w:r w:rsidRPr="00250417">
          <w:t xml:space="preserve"> to support various applications, such as remote sensing for earth sciences, and energy distribution system monitoring.</w:t>
        </w:r>
      </w:ins>
    </w:p>
    <w:p w14:paraId="7343E0A3" w14:textId="77777777" w:rsidR="00FF5310" w:rsidRPr="00250417" w:rsidRDefault="00FF5310" w:rsidP="00FF5310">
      <w:pPr>
        <w:jc w:val="both"/>
        <w:rPr>
          <w:ins w:id="1279" w:author="John Mettrop [2]" w:date="2022-12-09T08:12:00Z"/>
        </w:rPr>
      </w:pPr>
      <w:ins w:id="1280" w:author="John Mettrop [2]" w:date="2022-12-09T08:12:00Z">
        <w:r w:rsidRPr="00250417">
          <w:t>These maritime mobile systems operating throughout the 4 400</w:t>
        </w:r>
        <w:r w:rsidRPr="00250417">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250417" w:rsidDel="000A2CEF">
          <w:t xml:space="preserve"> </w:t>
        </w:r>
        <w:r w:rsidRPr="00250417">
          <w:t xml:space="preserve">can be </w:t>
        </w:r>
        <w:proofErr w:type="gramStart"/>
        <w:r w:rsidRPr="00250417">
          <w:t>planned in advance</w:t>
        </w:r>
        <w:proofErr w:type="gramEnd"/>
        <w:r w:rsidRPr="00250417">
          <w:t xml:space="preserve">, </w:t>
        </w:r>
        <w:r w:rsidRPr="00250417">
          <w:rPr>
            <w:rPrChange w:id="1281" w:author="Sinanis, Nick" w:date="2022-11-24T12:03:00Z">
              <w:rPr>
                <w:highlight w:val="yellow"/>
              </w:rPr>
            </w:rPrChange>
          </w:rPr>
          <w:t>for which any coordinated use with relevant national authorities is possible</w:t>
        </w:r>
        <w:r w:rsidRPr="00250417">
          <w:t xml:space="preserve">. </w:t>
        </w:r>
      </w:ins>
    </w:p>
    <w:p w14:paraId="0E0DB9B7" w14:textId="77777777" w:rsidR="00FF5310" w:rsidRPr="00250417" w:rsidRDefault="00FF5310" w:rsidP="00FF5310">
      <w:pPr>
        <w:jc w:val="both"/>
        <w:rPr>
          <w:ins w:id="1282" w:author="John Mettrop [2]" w:date="2022-12-09T08:12:00Z"/>
          <w:rPrChange w:id="1283" w:author="Sinanis, Nick" w:date="2022-11-24T12:03:00Z">
            <w:rPr>
              <w:ins w:id="1284" w:author="John Mettrop [2]" w:date="2022-12-09T08:12:00Z"/>
              <w:highlight w:val="yellow"/>
            </w:rPr>
          </w:rPrChange>
        </w:rPr>
      </w:pPr>
      <w:ins w:id="1285" w:author="John Mettrop [2]" w:date="2022-12-09T08:12:00Z">
        <w:r w:rsidRPr="00250417">
          <w:t>Additionally, some operations (e.g.</w:t>
        </w:r>
      </w:ins>
      <w:ins w:id="1286" w:author="Limousin, Catherine" w:date="2022-12-09T10:56:00Z">
        <w:r w:rsidRPr="00250417">
          <w:t>,</w:t>
        </w:r>
      </w:ins>
      <w:ins w:id="1287" w:author="John Mettrop [2]" w:date="2022-12-09T08:12:00Z">
        <w:r w:rsidRPr="00250417">
          <w:t xml:space="preserve"> to fight against piracy deep sea rescue, for search and rescue/emergency operations at sea, etc) can also take place in </w:t>
        </w:r>
        <w:del w:id="1288" w:author="USA" w:date="2023-03-06T17:33:00Z">
          <w:r w:rsidRPr="00C0420D" w:rsidDel="00C0420D">
            <w:rPr>
              <w:highlight w:val="yellow"/>
              <w:rPrChange w:id="1289" w:author="USA" w:date="2023-03-06T17:33:00Z">
                <w:rPr/>
              </w:rPrChange>
            </w:rPr>
            <w:delText>the</w:delText>
          </w:r>
          <w:r w:rsidRPr="00250417" w:rsidDel="00C0420D">
            <w:delText xml:space="preserve"> </w:delText>
          </w:r>
        </w:del>
      </w:ins>
      <w:ins w:id="1290" w:author="USA" w:date="2023-03-06T17:32:00Z">
        <w:r w:rsidRPr="00C0420D">
          <w:rPr>
            <w:highlight w:val="yellow"/>
            <w:rPrChange w:id="1291" w:author="USA" w:date="2023-03-06T17:32:00Z">
              <w:rPr/>
            </w:rPrChange>
          </w:rPr>
          <w:t>areas which are not administered by any ITU Member State</w:t>
        </w:r>
      </w:ins>
      <w:ins w:id="1292" w:author="John Mettrop [2]" w:date="2022-12-09T08:12:00Z">
        <w:del w:id="1293" w:author="USA" w:date="2023-03-06T17:32:00Z">
          <w:r w:rsidRPr="00FA78C4" w:rsidDel="00C0420D">
            <w:rPr>
              <w:highlight w:val="yellow"/>
            </w:rPr>
            <w:delText>[</w:delText>
          </w:r>
          <w:r w:rsidRPr="00C0420D" w:rsidDel="00C0420D">
            <w:rPr>
              <w:highlight w:val="yellow"/>
              <w:rPrChange w:id="1294" w:author="USA" w:date="2023-03-06T17:32:00Z">
                <w:rPr/>
              </w:rPrChange>
            </w:rPr>
            <w:delText>areas that are outside the territories under the jurisdiction of any countries/</w:delText>
          </w:r>
          <w:r w:rsidRPr="00FA78C4" w:rsidDel="00C0420D">
            <w:rPr>
              <w:highlight w:val="yellow"/>
            </w:rPr>
            <w:delText>areas that are outside national airspace and territorial seas/areas that are outside national airspace/waters from any ITU-R member state/</w:delText>
          </w:r>
          <w:r w:rsidRPr="00FA78C4" w:rsidDel="00C0420D">
            <w:rPr>
              <w:highlight w:val="yellow"/>
              <w:lang w:eastAsia="zh-CN"/>
            </w:rPr>
            <w:delText xml:space="preserve"> outside territorial sea of any country</w:delText>
          </w:r>
          <w:r w:rsidRPr="00FA78C4" w:rsidDel="00C0420D">
            <w:rPr>
              <w:highlight w:val="yellow"/>
            </w:rPr>
            <w:delText>]</w:delText>
          </w:r>
        </w:del>
        <w:r w:rsidRPr="00C0420D">
          <w:rPr>
            <w:rPrChange w:id="1295" w:author="USA" w:date="2023-03-06T17:32:00Z">
              <w:rPr>
                <w:highlight w:val="yellow"/>
              </w:rPr>
            </w:rPrChange>
          </w:rPr>
          <w:t>.</w:t>
        </w:r>
        <w:r w:rsidRPr="00250417">
          <w:rPr>
            <w:rPrChange w:id="1296" w:author="Sinanis, Nick" w:date="2022-11-24T12:03:00Z">
              <w:rPr>
                <w:highlight w:val="yellow"/>
              </w:rPr>
            </w:rPrChange>
          </w:rPr>
          <w:t xml:space="preserve">  </w:t>
        </w:r>
      </w:ins>
    </w:p>
    <w:p w14:paraId="3F9A558E" w14:textId="77777777" w:rsidR="00FF5310" w:rsidRPr="00250417" w:rsidRDefault="00FF5310" w:rsidP="00FF5310">
      <w:pPr>
        <w:jc w:val="both"/>
        <w:rPr>
          <w:ins w:id="1297" w:author="John Mettrop [2]" w:date="2022-12-09T08:12:00Z"/>
        </w:rPr>
      </w:pPr>
      <w:ins w:id="1298" w:author="John Mettrop [2]" w:date="2022-12-09T08:12:00Z">
        <w:r w:rsidRPr="00250417">
          <w:t xml:space="preserve">It can be single link involving MMS stations (between </w:t>
        </w:r>
        <w:r w:rsidRPr="00250417">
          <w:rPr>
            <w:iCs/>
          </w:rPr>
          <w:t>coast stations</w:t>
        </w:r>
        <w:r w:rsidRPr="00250417">
          <w:t xml:space="preserve"> and </w:t>
        </w:r>
        <w:r w:rsidRPr="00250417">
          <w:rPr>
            <w:iCs/>
          </w:rPr>
          <w:t>ship stations</w:t>
        </w:r>
        <w:r w:rsidRPr="00250417">
          <w:t xml:space="preserve">, or between </w:t>
        </w:r>
        <w:r w:rsidRPr="00250417">
          <w:rPr>
            <w:iCs/>
          </w:rPr>
          <w:t>ship stations)</w:t>
        </w:r>
        <w:r w:rsidRPr="00250417">
          <w:t xml:space="preserve"> or a mesh network involving several MMS stations.</w:t>
        </w:r>
      </w:ins>
    </w:p>
    <w:p w14:paraId="1ED10BA5" w14:textId="77777777" w:rsidR="00FF5310" w:rsidRPr="00250417" w:rsidRDefault="00FF5310" w:rsidP="00302FDE">
      <w:pPr>
        <w:pStyle w:val="Heading1"/>
        <w:rPr>
          <w:ins w:id="1299" w:author="John Mettrop [2]" w:date="2022-12-09T08:12:00Z"/>
        </w:rPr>
      </w:pPr>
      <w:ins w:id="1300" w:author="John Mettrop [2]" w:date="2022-12-09T08:12:00Z">
        <w:r w:rsidRPr="00250417">
          <w:t>2</w:t>
        </w:r>
        <w:r w:rsidRPr="00250417">
          <w:tab/>
          <w:t xml:space="preserve">Operational </w:t>
        </w:r>
        <w:proofErr w:type="gramStart"/>
        <w:r w:rsidRPr="00250417">
          <w:t>deployment</w:t>
        </w:r>
        <w:proofErr w:type="gramEnd"/>
      </w:ins>
    </w:p>
    <w:p w14:paraId="54B8715D" w14:textId="77777777" w:rsidR="00FF5310" w:rsidRPr="00250417" w:rsidRDefault="00FF5310" w:rsidP="00FF5310">
      <w:pPr>
        <w:jc w:val="both"/>
        <w:rPr>
          <w:ins w:id="1301" w:author="John Mettrop [2]" w:date="2022-12-09T08:12:00Z"/>
          <w:lang w:eastAsia="ja-JP"/>
        </w:rPr>
      </w:pPr>
      <w:ins w:id="1302" w:author="John Mettrop [2]" w:date="2022-12-09T08:12:00Z">
        <w:r w:rsidRPr="00250417">
          <w:rPr>
            <w:lang w:eastAsia="ja-JP"/>
          </w:rPr>
          <w:t>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w:t>
        </w:r>
        <w:del w:id="1303" w:author="USA" w:date="2023-03-06T17:33:00Z">
          <w:r w:rsidRPr="00250417" w:rsidDel="00C0420D">
            <w:rPr>
              <w:lang w:eastAsia="ja-JP"/>
            </w:rPr>
            <w:delText xml:space="preserve"> </w:delText>
          </w:r>
          <w:r w:rsidRPr="00074A63" w:rsidDel="00C0420D">
            <w:rPr>
              <w:highlight w:val="yellow"/>
              <w:rPrChange w:id="1304" w:author="USA" w:date="2023-04-21T18:10:00Z">
                <w:rPr/>
              </w:rPrChange>
            </w:rPr>
            <w:delText xml:space="preserve">the </w:delText>
          </w:r>
        </w:del>
      </w:ins>
      <w:ins w:id="1305" w:author="USA" w:date="2023-03-06T17:33:00Z">
        <w:r w:rsidRPr="00074A63">
          <w:rPr>
            <w:highlight w:val="yellow"/>
            <w:rPrChange w:id="1306" w:author="USA" w:date="2023-04-21T18:10:00Z">
              <w:rPr/>
            </w:rPrChange>
          </w:rPr>
          <w:t xml:space="preserve"> areas</w:t>
        </w:r>
        <w:r w:rsidRPr="00C0420D">
          <w:rPr>
            <w:highlight w:val="yellow"/>
            <w:rPrChange w:id="1307" w:author="USA" w:date="2023-03-06T17:33:00Z">
              <w:rPr/>
            </w:rPrChange>
          </w:rPr>
          <w:t xml:space="preserve"> which are not administered by any ITU Member State</w:t>
        </w:r>
      </w:ins>
      <w:ins w:id="1308" w:author="John Mettrop [2]" w:date="2022-12-09T08:12:00Z">
        <w:del w:id="1309" w:author="USA" w:date="2023-03-06T17:34:00Z">
          <w:r w:rsidRPr="00C0420D" w:rsidDel="00C0420D">
            <w:rPr>
              <w:highlight w:val="yellow"/>
              <w:rPrChange w:id="1310" w:author="USA" w:date="2023-03-06T17:33:00Z">
                <w:rPr/>
              </w:rPrChange>
            </w:rPr>
            <w:delText>[areas that are outside the territories under the jurisdiction of any countries/</w:delText>
          </w:r>
          <w:r w:rsidRPr="00FA78C4" w:rsidDel="00C0420D">
            <w:rPr>
              <w:highlight w:val="yellow"/>
            </w:rPr>
            <w:delText xml:space="preserve"> outside national waters/</w:delText>
          </w:r>
          <w:r w:rsidRPr="00FA78C4" w:rsidDel="00C0420D">
            <w:rPr>
              <w:highlight w:val="yellow"/>
              <w:lang w:eastAsia="zh-CN"/>
            </w:rPr>
            <w:delText xml:space="preserve"> outside territorial sea]</w:delText>
          </w:r>
        </w:del>
        <w:r w:rsidRPr="00250417">
          <w:rPr>
            <w:lang w:eastAsia="ja-JP"/>
          </w:rPr>
          <w:t>.</w:t>
        </w:r>
        <w:del w:id="1311" w:author="Vladislav Sorokin" w:date="2022-11-22T23:14:00Z">
          <w:r w:rsidRPr="00250417" w:rsidDel="00515816">
            <w:rPr>
              <w:lang w:eastAsia="ja-JP"/>
            </w:rPr>
            <w:delText xml:space="preserve"> </w:delText>
          </w:r>
        </w:del>
      </w:ins>
    </w:p>
    <w:p w14:paraId="42E1CE02" w14:textId="77777777" w:rsidR="00FF5310" w:rsidRPr="00FA78C4" w:rsidDel="00C0420D" w:rsidRDefault="00FF5310" w:rsidP="00FF5310">
      <w:pPr>
        <w:tabs>
          <w:tab w:val="left" w:pos="2608"/>
          <w:tab w:val="left" w:pos="3345"/>
        </w:tabs>
        <w:spacing w:before="80"/>
        <w:ind w:left="1276" w:hanging="1276"/>
        <w:jc w:val="both"/>
        <w:rPr>
          <w:ins w:id="1312" w:author="John Mettrop [2]" w:date="2022-12-09T08:12:00Z"/>
          <w:del w:id="1313" w:author="USA" w:date="2023-03-06T17:36:00Z"/>
          <w:iCs/>
          <w:color w:val="FF0000"/>
          <w:highlight w:val="yellow"/>
        </w:rPr>
      </w:pPr>
      <w:ins w:id="1314" w:author="John Mettrop [2]" w:date="2022-12-09T08:12:00Z">
        <w:del w:id="1315" w:author="USA" w:date="2023-03-06T17:36:00Z">
          <w:r w:rsidRPr="00FA78C4" w:rsidDel="00C0420D">
            <w:rPr>
              <w:iCs/>
              <w:color w:val="FF0000"/>
              <w:highlight w:val="yellow"/>
            </w:rPr>
            <w:delText>OPTION 1</w:delText>
          </w:r>
          <w:r w:rsidRPr="00C0420D" w:rsidDel="00C0420D">
            <w:rPr>
              <w:iCs/>
              <w:color w:val="FF0000"/>
              <w:highlight w:val="yellow"/>
              <w:rPrChange w:id="1316" w:author="USA" w:date="2023-03-06T17:36:00Z">
                <w:rPr>
                  <w:iCs/>
                  <w:color w:val="FF0000"/>
                </w:rPr>
              </w:rPrChange>
            </w:rPr>
            <w:delText>:</w:delText>
          </w:r>
        </w:del>
      </w:ins>
      <w:ins w:id="1317" w:author="Limousin, Catherine" w:date="2022-12-09T10:57:00Z">
        <w:del w:id="1318" w:author="USA" w:date="2023-03-06T17:36:00Z">
          <w:r w:rsidRPr="00C0420D" w:rsidDel="00C0420D">
            <w:rPr>
              <w:iCs/>
              <w:color w:val="FF0000"/>
              <w:highlight w:val="yellow"/>
              <w:rPrChange w:id="1319" w:author="USA" w:date="2023-03-06T17:36:00Z">
                <w:rPr>
                  <w:iCs/>
                  <w:color w:val="FF0000"/>
                </w:rPr>
              </w:rPrChange>
            </w:rPr>
            <w:tab/>
          </w:r>
        </w:del>
      </w:ins>
      <w:ins w:id="1320" w:author="John Mettrop [2]" w:date="2022-12-09T08:12:00Z">
        <w:del w:id="1321" w:author="USA" w:date="2023-03-06T17:36:00Z">
          <w:r w:rsidRPr="00C0420D" w:rsidDel="00C0420D">
            <w:rPr>
              <w:iCs/>
              <w:color w:val="FF0000"/>
              <w:highlight w:val="yellow"/>
              <w:rPrChange w:id="1322" w:author="USA" w:date="2023-03-06T17:36:00Z">
                <w:rPr>
                  <w:iCs/>
                  <w:color w:val="FF0000"/>
                </w:rPr>
              </w:rPrChange>
            </w:rPr>
            <w:tab/>
          </w:r>
          <w:r w:rsidRPr="00C0420D" w:rsidDel="00C0420D">
            <w:rPr>
              <w:highlight w:val="yellow"/>
              <w:lang w:eastAsia="ja-JP"/>
              <w:rPrChange w:id="1323" w:author="USA" w:date="2023-03-06T17:36:00Z">
                <w:rPr>
                  <w:lang w:eastAsia="ja-JP"/>
                </w:rPr>
              </w:rPrChange>
            </w:rPr>
            <w:delText xml:space="preserve">In such areas </w:delText>
          </w:r>
          <w:r w:rsidRPr="00C0420D" w:rsidDel="00C0420D">
            <w:rPr>
              <w:highlight w:val="yellow"/>
              <w:rPrChange w:id="1324" w:author="USA" w:date="2023-03-06T17:36:00Z">
                <w:rPr/>
              </w:rPrChange>
            </w:rPr>
            <w:delText>MMS stations are only authorized by the administration of the flag state of ship and are not notified to the Bureau or registered in the MIFR.</w:delText>
          </w:r>
          <w:r w:rsidRPr="00FA78C4" w:rsidDel="00C0420D">
            <w:rPr>
              <w:iCs/>
              <w:color w:val="FF0000"/>
              <w:highlight w:val="yellow"/>
            </w:rPr>
            <w:delText xml:space="preserve"> </w:delText>
          </w:r>
        </w:del>
      </w:ins>
    </w:p>
    <w:p w14:paraId="6BA8F8AB" w14:textId="77777777" w:rsidR="00FF5310" w:rsidRPr="00250417" w:rsidDel="00C0420D" w:rsidRDefault="00FF5310" w:rsidP="00FF5310">
      <w:pPr>
        <w:tabs>
          <w:tab w:val="left" w:pos="2608"/>
          <w:tab w:val="left" w:pos="3345"/>
        </w:tabs>
        <w:spacing w:before="80"/>
        <w:ind w:left="1276" w:hanging="1276"/>
        <w:jc w:val="both"/>
        <w:rPr>
          <w:ins w:id="1325" w:author="John Mettrop [2]" w:date="2022-12-09T08:12:00Z"/>
          <w:del w:id="1326" w:author="USA" w:date="2023-03-06T17:36:00Z"/>
        </w:rPr>
      </w:pPr>
      <w:ins w:id="1327" w:author="John Mettrop [2]" w:date="2022-12-09T08:12:00Z">
        <w:del w:id="1328" w:author="USA" w:date="2023-03-06T17:36:00Z">
          <w:r w:rsidRPr="00FA78C4" w:rsidDel="00C0420D">
            <w:rPr>
              <w:iCs/>
              <w:color w:val="FF0000"/>
              <w:highlight w:val="yellow"/>
            </w:rPr>
            <w:delText>OPTION 2:</w:delText>
          </w:r>
          <w:r w:rsidRPr="00C0420D" w:rsidDel="00C0420D">
            <w:rPr>
              <w:iCs/>
              <w:color w:val="FF0000"/>
              <w:highlight w:val="yellow"/>
              <w:rPrChange w:id="1329" w:author="USA" w:date="2023-03-06T17:36:00Z">
                <w:rPr>
                  <w:iCs/>
                  <w:color w:val="FF0000"/>
                </w:rPr>
              </w:rPrChange>
            </w:rPr>
            <w:tab/>
          </w:r>
        </w:del>
      </w:ins>
      <w:ins w:id="1330" w:author="Limousin, Catherine" w:date="2022-12-09T10:57:00Z">
        <w:del w:id="1331" w:author="USA" w:date="2023-03-06T17:36:00Z">
          <w:r w:rsidRPr="00C0420D" w:rsidDel="00C0420D">
            <w:rPr>
              <w:iCs/>
              <w:color w:val="FF0000"/>
              <w:highlight w:val="yellow"/>
              <w:rPrChange w:id="1332" w:author="USA" w:date="2023-03-06T17:36:00Z">
                <w:rPr>
                  <w:iCs/>
                  <w:color w:val="FF0000"/>
                </w:rPr>
              </w:rPrChange>
            </w:rPr>
            <w:tab/>
          </w:r>
        </w:del>
      </w:ins>
      <w:ins w:id="1333" w:author="John Mettrop [2]" w:date="2022-12-09T08:12:00Z">
        <w:del w:id="1334" w:author="USA" w:date="2023-03-06T17:36:00Z">
          <w:r w:rsidRPr="00FA78C4" w:rsidDel="00C0420D">
            <w:rPr>
              <w:highlight w:val="yellow"/>
            </w:rPr>
            <w:delText xml:space="preserve">The stations </w:delText>
          </w:r>
          <w:r w:rsidRPr="00FA78C4" w:rsidDel="00C0420D">
            <w:rPr>
              <w:highlight w:val="yellow"/>
              <w:lang w:eastAsia="zh-CN"/>
            </w:rPr>
            <w:delText>outside national</w:delText>
          </w:r>
          <w:r w:rsidRPr="00FA78C4" w:rsidDel="00C0420D">
            <w:rPr>
              <w:highlight w:val="yellow"/>
            </w:rPr>
            <w:delText xml:space="preserve"> waters are only authorized by the administration of the flag state of ship.</w:delText>
          </w:r>
        </w:del>
      </w:ins>
    </w:p>
    <w:p w14:paraId="4C589F12" w14:textId="77777777" w:rsidR="00FF5310" w:rsidRPr="00250417" w:rsidRDefault="00FF5310" w:rsidP="00FF5310">
      <w:pPr>
        <w:jc w:val="both"/>
        <w:rPr>
          <w:ins w:id="1335" w:author="John Mettrop [2]" w:date="2022-12-09T08:12:00Z"/>
          <w:lang w:eastAsia="ja-JP"/>
        </w:rPr>
      </w:pPr>
      <w:ins w:id="1336" w:author="John Mettrop [2]" w:date="2022-12-09T08:12:00Z">
        <w:r w:rsidRPr="00250417">
          <w:rPr>
            <w:lang w:eastAsia="ja-JP"/>
          </w:rPr>
          <w:t>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337" w:author="Limousin, Catherine" w:date="2022-12-09T10:57:00Z">
        <w:r w:rsidRPr="00250417">
          <w:rPr>
            <w:lang w:eastAsia="ja-JP"/>
          </w:rPr>
          <w:t>,</w:t>
        </w:r>
      </w:ins>
      <w:ins w:id="1338" w:author="John Mettrop [2]" w:date="2022-12-09T08:12:00Z">
        <w:r w:rsidRPr="00250417">
          <w:rPr>
            <w:lang w:eastAsia="ja-JP"/>
          </w:rPr>
          <w:t xml:space="preserve"> line-of-sight link) than any one individual desired link. </w:t>
        </w:r>
      </w:ins>
    </w:p>
    <w:p w14:paraId="7EDB658E" w14:textId="77777777" w:rsidR="00FF5310" w:rsidRPr="00250417" w:rsidRDefault="00FF5310" w:rsidP="00FF5310">
      <w:pPr>
        <w:jc w:val="both"/>
        <w:rPr>
          <w:ins w:id="1339" w:author="John Mettrop [2]" w:date="2022-12-09T08:12:00Z"/>
        </w:rPr>
      </w:pPr>
      <w:ins w:id="1340" w:author="John Mettrop [2]" w:date="2022-12-09T08:12:00Z">
        <w:r w:rsidRPr="00250417">
          <w:t>Depending on the area</w:t>
        </w:r>
        <w:del w:id="1341" w:author="USA" w:date="2023-03-06T17:34:00Z">
          <w:r w:rsidRPr="00250417" w:rsidDel="00C0420D">
            <w:delText xml:space="preserve"> </w:delText>
          </w:r>
        </w:del>
      </w:ins>
      <w:ins w:id="1342" w:author="USA" w:date="2023-03-07T17:39:00Z">
        <w:r>
          <w:t xml:space="preserve"> </w:t>
        </w:r>
      </w:ins>
      <w:ins w:id="1343" w:author="USA" w:date="2023-03-06T17:34:00Z">
        <w:r w:rsidRPr="00C0420D">
          <w:rPr>
            <w:highlight w:val="yellow"/>
            <w:rPrChange w:id="1344" w:author="USA" w:date="2023-03-06T17:35:00Z">
              <w:rPr/>
            </w:rPrChange>
          </w:rPr>
          <w:t xml:space="preserve">not administered by any ITU Member State </w:t>
        </w:r>
      </w:ins>
      <w:ins w:id="1345" w:author="John Mettrop [2]" w:date="2022-12-09T08:12:00Z">
        <w:del w:id="1346" w:author="USA" w:date="2023-03-06T17:35:00Z">
          <w:r w:rsidRPr="00C0420D" w:rsidDel="00C0420D">
            <w:rPr>
              <w:highlight w:val="yellow"/>
              <w:rPrChange w:id="1347" w:author="USA" w:date="2023-03-06T17:35:00Z">
                <w:rPr/>
              </w:rPrChange>
            </w:rPr>
            <w:delText xml:space="preserve">[outside </w:delText>
          </w:r>
          <w:r w:rsidRPr="00FA78C4" w:rsidDel="00C0420D">
            <w:rPr>
              <w:highlight w:val="yellow"/>
            </w:rPr>
            <w:delText>the territories under</w:delText>
          </w:r>
          <w:r w:rsidRPr="00C0420D" w:rsidDel="00C0420D">
            <w:rPr>
              <w:highlight w:val="yellow"/>
              <w:rPrChange w:id="1348" w:author="USA" w:date="2023-03-06T17:35:00Z">
                <w:rPr/>
              </w:rPrChange>
            </w:rPr>
            <w:delText xml:space="preserve"> the jurisdiction of any countries /</w:delText>
          </w:r>
          <w:r w:rsidRPr="00FA78C4" w:rsidDel="00C0420D">
            <w:rPr>
              <w:highlight w:val="yellow"/>
            </w:rPr>
            <w:delText xml:space="preserve"> outside national waters/</w:delText>
          </w:r>
          <w:r w:rsidRPr="00FA78C4" w:rsidDel="00C0420D">
            <w:rPr>
              <w:highlight w:val="yellow"/>
              <w:lang w:eastAsia="zh-CN"/>
            </w:rPr>
            <w:delText xml:space="preserve"> outside territorial sea]</w:delText>
          </w:r>
          <w:r w:rsidRPr="00250417" w:rsidDel="00C0420D">
            <w:delText xml:space="preserve"> </w:delText>
          </w:r>
        </w:del>
        <w:r w:rsidRPr="00250417">
          <w:t>some of these operations</w:t>
        </w:r>
        <w:r w:rsidRPr="00250417" w:rsidDel="000A2CEF">
          <w:t xml:space="preserve"> </w:t>
        </w:r>
        <w:r w:rsidRPr="00250417">
          <w:t xml:space="preserve">can be planned in advance. </w:t>
        </w:r>
        <w:r w:rsidRPr="00250417">
          <w:rPr>
            <w:rPrChange w:id="1349" w:author="Sinanis, Nick" w:date="2022-11-24T12:04:00Z">
              <w:rPr>
                <w:highlight w:val="yellow"/>
              </w:rPr>
            </w:rPrChange>
          </w:rPr>
          <w:t xml:space="preserve">Coordinated use with the relevant national authorities is a typical practice for planned operations, where </w:t>
        </w:r>
        <w:proofErr w:type="gramStart"/>
        <w:r w:rsidRPr="00250417">
          <w:rPr>
            <w:rPrChange w:id="1350" w:author="Sinanis, Nick" w:date="2022-11-24T12:04:00Z">
              <w:rPr>
                <w:highlight w:val="yellow"/>
              </w:rPr>
            </w:rPrChange>
          </w:rPr>
          <w:t>appropriate</w:t>
        </w:r>
        <w:r w:rsidRPr="00250417">
          <w:t>;</w:t>
        </w:r>
        <w:proofErr w:type="gramEnd"/>
        <w:r w:rsidRPr="00250417">
          <w:t xml:space="preserve"> whereas some other operations (e.g.</w:t>
        </w:r>
      </w:ins>
      <w:ins w:id="1351" w:author="Limousin, Catherine" w:date="2022-12-09T10:57:00Z">
        <w:r w:rsidRPr="00250417">
          <w:t>,</w:t>
        </w:r>
      </w:ins>
      <w:ins w:id="1352" w:author="John Mettrop [2]" w:date="2022-12-09T08:12:00Z">
        <w:r w:rsidRPr="00250417">
          <w:t xml:space="preserve"> emergency cases) may take place at an unpredictable time and location. </w:t>
        </w:r>
      </w:ins>
    </w:p>
    <w:p w14:paraId="41D3E7A1" w14:textId="77777777" w:rsidR="00FF5310" w:rsidRPr="00FA78C4" w:rsidDel="00C0420D" w:rsidRDefault="00FF5310" w:rsidP="00FF5310">
      <w:pPr>
        <w:jc w:val="both"/>
        <w:rPr>
          <w:ins w:id="1353" w:author="John Mettrop [2]" w:date="2022-12-09T08:12:00Z"/>
          <w:del w:id="1354" w:author="USA" w:date="2023-03-06T17:36:00Z"/>
          <w:highlight w:val="yellow"/>
        </w:rPr>
      </w:pPr>
      <w:ins w:id="1355" w:author="John Mettrop [2]" w:date="2022-12-09T08:12:00Z">
        <w:del w:id="1356" w:author="USA" w:date="2023-03-06T17:36:00Z">
          <w:r w:rsidRPr="00FA78C4" w:rsidDel="00C0420D">
            <w:rPr>
              <w:highlight w:val="yellow"/>
            </w:rPr>
            <w:lastRenderedPageBreak/>
            <w:delText>[MMS stations authorised by a costal state can freely operate within as well as beyond the territorial sea of this state if such an operation does not breach international law.</w:delText>
          </w:r>
        </w:del>
      </w:ins>
    </w:p>
    <w:p w14:paraId="7969ECD1" w14:textId="77777777" w:rsidR="00FF5310" w:rsidRPr="00250417" w:rsidDel="00C0420D" w:rsidRDefault="00FF5310" w:rsidP="00FF5310">
      <w:pPr>
        <w:jc w:val="both"/>
        <w:rPr>
          <w:ins w:id="1357" w:author="John Mettrop [2]" w:date="2022-12-09T08:12:00Z"/>
          <w:del w:id="1358" w:author="USA" w:date="2023-03-06T17:36:00Z"/>
        </w:rPr>
      </w:pPr>
      <w:ins w:id="1359" w:author="John Mettrop [2]" w:date="2022-12-09T08:12:00Z">
        <w:del w:id="1360" w:author="USA" w:date="2023-03-06T17:36:00Z">
          <w:r w:rsidRPr="00FA78C4" w:rsidDel="00C0420D">
            <w:rPr>
              <w:highlight w:val="yellow"/>
            </w:rPr>
            <w:delText>It should be noted that MMS stations of foreign states can be operated in the areas immediately adjacent to the territorial sea of coastal states. However</w:delText>
          </w:r>
          <w:r w:rsidRPr="00C0420D" w:rsidDel="00C0420D">
            <w:rPr>
              <w:highlight w:val="yellow"/>
              <w:rPrChange w:id="1361" w:author="USA" w:date="2023-03-06T17:36:00Z">
                <w:rPr/>
              </w:rPrChange>
            </w:rPr>
            <w:delText>,</w:delText>
          </w:r>
          <w:r w:rsidRPr="00FA78C4" w:rsidDel="00C0420D">
            <w:rPr>
              <w:highlight w:val="yellow"/>
            </w:rPr>
            <w:delText xml:space="preserve"> in practice the operation of MMS stations in the areas close to the territorial sea of other coastal states is typically conducted well beyond 12</w:delText>
          </w:r>
        </w:del>
      </w:ins>
      <w:ins w:id="1362" w:author="Limousin, Catherine" w:date="2022-12-09T10:57:00Z">
        <w:del w:id="1363" w:author="USA" w:date="2023-03-06T17:36:00Z">
          <w:r w:rsidRPr="00C0420D" w:rsidDel="00C0420D">
            <w:rPr>
              <w:highlight w:val="yellow"/>
              <w:rPrChange w:id="1364" w:author="USA" w:date="2023-03-06T17:36:00Z">
                <w:rPr/>
              </w:rPrChange>
            </w:rPr>
            <w:delText> </w:delText>
          </w:r>
        </w:del>
      </w:ins>
      <w:ins w:id="1365" w:author="John Mettrop [2]" w:date="2022-12-09T08:12:00Z">
        <w:del w:id="1366" w:author="USA" w:date="2023-03-06T17:36:00Z">
          <w:r w:rsidRPr="00FA78C4" w:rsidDel="00C0420D">
            <w:rPr>
              <w:highlight w:val="yellow"/>
            </w:rPr>
            <w:delText>nautical miles from the low-water mark of any state, unless such a use is coordinated with the concerned coastal state.</w:delText>
          </w:r>
          <w:r w:rsidRPr="00C0420D" w:rsidDel="00C0420D">
            <w:rPr>
              <w:highlight w:val="yellow"/>
              <w:rPrChange w:id="1367" w:author="USA" w:date="2023-03-06T17:36:00Z">
                <w:rPr/>
              </w:rPrChange>
            </w:rPr>
            <w:delText>]</w:delText>
          </w:r>
        </w:del>
      </w:ins>
    </w:p>
    <w:p w14:paraId="6FAF0C41" w14:textId="77777777" w:rsidR="00FF5310" w:rsidRPr="00250417" w:rsidRDefault="00FF5310" w:rsidP="003D33BA">
      <w:pPr>
        <w:pStyle w:val="Heading1"/>
        <w:rPr>
          <w:ins w:id="1368" w:author="John Mettrop [2]" w:date="2022-12-09T08:12:00Z"/>
        </w:rPr>
      </w:pPr>
      <w:ins w:id="1369" w:author="John Mettrop [2]" w:date="2022-12-09T08:12:00Z">
        <w:r w:rsidRPr="00250417">
          <w:t>3</w:t>
        </w:r>
        <w:r w:rsidRPr="00250417">
          <w:tab/>
          <w:t xml:space="preserve">Technical characteristics of systems operating in the maritime mobile </w:t>
        </w:r>
        <w:proofErr w:type="gramStart"/>
        <w:r w:rsidRPr="00250417">
          <w:t>service</w:t>
        </w:r>
        <w:proofErr w:type="gramEnd"/>
      </w:ins>
    </w:p>
    <w:p w14:paraId="2975FD0B" w14:textId="77777777" w:rsidR="00FF5310" w:rsidRPr="00250417" w:rsidRDefault="00FF5310" w:rsidP="00FF5310">
      <w:pPr>
        <w:jc w:val="both"/>
        <w:rPr>
          <w:ins w:id="1370" w:author="John Mettrop [2]" w:date="2022-12-09T08:12:00Z"/>
        </w:rPr>
      </w:pPr>
      <w:ins w:id="1371" w:author="John Mettrop [2]" w:date="2022-12-09T08:12:00Z">
        <w:r w:rsidRPr="00250417">
          <w:t xml:space="preserve">Typical technical characteristics for representative maritime data links for the frequency range </w:t>
        </w:r>
        <w:r w:rsidRPr="00250417">
          <w:rPr>
            <w:lang w:eastAsia="ja-JP"/>
          </w:rPr>
          <w:t>4 400-4 990 MHz</w:t>
        </w:r>
        <w:r w:rsidRPr="00250417">
          <w:t xml:space="preserve"> are provided in Table 2. </w:t>
        </w:r>
      </w:ins>
    </w:p>
    <w:p w14:paraId="2E796A56" w14:textId="77777777" w:rsidR="00FF5310" w:rsidRPr="00250417" w:rsidRDefault="00FF5310" w:rsidP="003D33BA">
      <w:pPr>
        <w:pStyle w:val="Heading2"/>
        <w:rPr>
          <w:ins w:id="1372" w:author="John Mettrop [2]" w:date="2022-12-09T08:12:00Z"/>
        </w:rPr>
      </w:pPr>
      <w:ins w:id="1373" w:author="John Mettrop [2]" w:date="2022-12-09T08:12:00Z">
        <w:r w:rsidRPr="00250417">
          <w:t>3.1</w:t>
        </w:r>
        <w:r w:rsidRPr="00250417">
          <w:tab/>
          <w:t>Transmitter and receiver characteristics</w:t>
        </w:r>
      </w:ins>
    </w:p>
    <w:p w14:paraId="02F128D5" w14:textId="77777777" w:rsidR="00FF5310" w:rsidRPr="00250417" w:rsidRDefault="00FF5310" w:rsidP="00FF5310">
      <w:pPr>
        <w:jc w:val="both"/>
        <w:rPr>
          <w:ins w:id="1374" w:author="John Mettrop [2]" w:date="2022-12-09T08:12:00Z"/>
        </w:rPr>
      </w:pPr>
      <w:ins w:id="1375" w:author="John Mettrop [2]" w:date="2022-12-09T08:12:00Z">
        <w:r w:rsidRPr="00250417">
          <w:t xml:space="preserve">The maritime mobile systems operating or planned to operate within the frequency range </w:t>
        </w:r>
        <w:r w:rsidRPr="00250417">
          <w:rPr>
            <w:lang w:eastAsia="ja-JP"/>
          </w:rPr>
          <w:t>4 400</w:t>
        </w:r>
        <w:r w:rsidRPr="00250417">
          <w:rPr>
            <w:lang w:eastAsia="ja-JP"/>
          </w:rPr>
          <w:noBreakHyphen/>
          <w:t>4 990 MHz</w:t>
        </w:r>
        <w:r w:rsidRPr="00250417">
          <w:t xml:space="preserve"> typically use digital modulations. A given transmitter may be capable of radiating more than one waveform. The out-of-band and spurious emissions of these maritime systems are compliant with Recommendation ITU-R </w:t>
        </w:r>
        <w:proofErr w:type="spellStart"/>
        <w:r w:rsidRPr="00250417">
          <w:t>SM.1541</w:t>
        </w:r>
        <w:proofErr w:type="spellEnd"/>
        <w:r w:rsidRPr="00250417">
          <w:t xml:space="preserve"> (Annex 11) and Recommendation ITU-R </w:t>
        </w:r>
        <w:proofErr w:type="spellStart"/>
        <w:r w:rsidRPr="00250417">
          <w:t>SM.329</w:t>
        </w:r>
        <w:proofErr w:type="spellEnd"/>
        <w:r w:rsidRPr="00250417">
          <w:t xml:space="preserve"> (Category A), respectively.</w:t>
        </w:r>
      </w:ins>
    </w:p>
    <w:p w14:paraId="78B820B5" w14:textId="77777777" w:rsidR="00FF5310" w:rsidRPr="00250417" w:rsidRDefault="00FF5310" w:rsidP="003D33BA">
      <w:pPr>
        <w:pStyle w:val="Heading2"/>
        <w:rPr>
          <w:ins w:id="1376" w:author="John Mettrop [2]" w:date="2022-12-09T08:12:00Z"/>
        </w:rPr>
      </w:pPr>
      <w:ins w:id="1377" w:author="John Mettrop [2]" w:date="2022-12-09T08:12:00Z">
        <w:r w:rsidRPr="00250417">
          <w:t>3.2</w:t>
        </w:r>
        <w:r w:rsidRPr="00250417">
          <w:tab/>
          <w:t>Antenna characteristics</w:t>
        </w:r>
      </w:ins>
    </w:p>
    <w:p w14:paraId="4ACBBBD6" w14:textId="77777777" w:rsidR="00FF5310" w:rsidRPr="00250417" w:rsidRDefault="00FF5310" w:rsidP="00FF5310">
      <w:pPr>
        <w:jc w:val="both"/>
        <w:rPr>
          <w:ins w:id="1378" w:author="John Mettrop [2]" w:date="2022-12-09T08:12:00Z"/>
        </w:rPr>
      </w:pPr>
      <w:ins w:id="1379" w:author="John Mettrop [2]" w:date="2022-12-09T08:12:00Z">
        <w:r w:rsidRPr="00250417">
          <w:t xml:space="preserve">The maritime mobile systems listed in Table 2 may use a variety of types of antennas that can be installed on either the ship station or ground station. These antenna gains are typically between 2.5 and 15 </w:t>
        </w:r>
        <w:proofErr w:type="spellStart"/>
        <w:r w:rsidRPr="00250417">
          <w:t>dBi</w:t>
        </w:r>
        <w:proofErr w:type="spellEnd"/>
        <w:r w:rsidRPr="00250417">
          <w:t xml:space="preserve">. </w:t>
        </w:r>
      </w:ins>
    </w:p>
    <w:p w14:paraId="04F1E9DF" w14:textId="77777777" w:rsidR="00FF5310" w:rsidRPr="00250417" w:rsidRDefault="00FF5310" w:rsidP="00FF5310">
      <w:pPr>
        <w:jc w:val="both"/>
        <w:rPr>
          <w:ins w:id="1380" w:author="John Mettrop [2]" w:date="2022-12-09T08:12:00Z"/>
          <w:szCs w:val="24"/>
        </w:rPr>
      </w:pPr>
      <w:ins w:id="1381" w:author="John Mettrop [2]" w:date="2022-12-09T08:12:00Z">
        <w:r w:rsidRPr="00250417">
          <w:t>The shipborne antenna height as described in Table 2 is in the range of 10 to 30 metres.</w:t>
        </w:r>
      </w:ins>
    </w:p>
    <w:p w14:paraId="4FA5BD6B" w14:textId="77777777" w:rsidR="00FF5310" w:rsidRPr="00250417" w:rsidRDefault="00FF5310" w:rsidP="003D33BA">
      <w:pPr>
        <w:pStyle w:val="Heading1"/>
        <w:rPr>
          <w:ins w:id="1382" w:author="John Mettrop [2]" w:date="2022-12-09T08:12:00Z"/>
        </w:rPr>
      </w:pPr>
      <w:ins w:id="1383" w:author="John Mettrop [2]" w:date="2022-12-09T08:12:00Z">
        <w:r w:rsidRPr="00250417">
          <w:t>4</w:t>
        </w:r>
        <w:r w:rsidRPr="00250417">
          <w:tab/>
          <w:t xml:space="preserve">Protection criteria </w:t>
        </w:r>
      </w:ins>
    </w:p>
    <w:p w14:paraId="24608E8F" w14:textId="77777777" w:rsidR="00FF5310" w:rsidRPr="00250417" w:rsidRDefault="00FF5310" w:rsidP="00FF5310">
      <w:pPr>
        <w:keepNext/>
        <w:keepLines/>
        <w:jc w:val="both"/>
        <w:rPr>
          <w:ins w:id="1384" w:author="John Mettrop [2]" w:date="2022-12-09T08:12:00Z"/>
        </w:rPr>
      </w:pPr>
      <w:ins w:id="1385" w:author="John Mettrop [2]" w:date="2022-12-09T08:12:00Z">
        <w:r w:rsidRPr="00250417">
          <w:t xml:space="preserve">An increase in receiver effective noise of 1 dB </w:t>
        </w:r>
        <w:del w:id="1386" w:author="Lisa" w:date="2022-11-22T16:24:00Z">
          <w:r w:rsidRPr="00250417" w:rsidDel="009607F6">
            <w:delText xml:space="preserve">[for 20% of time] </w:delText>
          </w:r>
        </w:del>
        <w:r w:rsidRPr="00250417">
          <w:t>would result in significant degradation in communication range.</w:t>
        </w:r>
      </w:ins>
    </w:p>
    <w:p w14:paraId="2749D1E0" w14:textId="77777777" w:rsidR="00FF5310" w:rsidRPr="00250417" w:rsidRDefault="00FF5310" w:rsidP="00FF5310">
      <w:pPr>
        <w:jc w:val="both"/>
        <w:rPr>
          <w:ins w:id="1387" w:author="John Mettrop [2]" w:date="2022-12-09T08:12:00Z"/>
        </w:rPr>
      </w:pPr>
      <w:ins w:id="1388" w:author="John Mettrop [2]" w:date="2022-12-09T08:12:00Z">
        <w:r w:rsidRPr="00250417">
          <w:t>Such an increase in effective receiver noise level corresponds to an (</w:t>
        </w:r>
        <w:r w:rsidRPr="00250417">
          <w:rPr>
            <w:i/>
            <w:iCs/>
          </w:rPr>
          <w:t>I</w:t>
        </w:r>
        <w:r w:rsidRPr="00250417">
          <w:t> + </w:t>
        </w:r>
        <w:r w:rsidRPr="00250417">
          <w:rPr>
            <w:i/>
            <w:iCs/>
          </w:rPr>
          <w:t>N</w:t>
        </w:r>
        <w:r w:rsidRPr="00250417">
          <w:t>)/</w:t>
        </w:r>
        <w:r w:rsidRPr="00250417">
          <w:rPr>
            <w:i/>
            <w:iCs/>
          </w:rPr>
          <w:t>N</w:t>
        </w:r>
        <w:r w:rsidRPr="00250417">
          <w:t xml:space="preserve"> ratio of 1.26, or an </w:t>
        </w:r>
        <w:r w:rsidRPr="00250417">
          <w:rPr>
            <w:i/>
            <w:iCs/>
          </w:rPr>
          <w:t>I/N</w:t>
        </w:r>
        <w:r w:rsidRPr="00250417">
          <w:t xml:space="preserve"> ratio of about -6 dB </w:t>
        </w:r>
        <w:del w:id="1389" w:author="USA" w:date="2023-03-06T17:37:00Z">
          <w:r w:rsidRPr="00C0420D" w:rsidDel="00C0420D">
            <w:rPr>
              <w:highlight w:val="yellow"/>
              <w:rPrChange w:id="1390" w:author="USA" w:date="2023-03-06T17:37:00Z">
                <w:rPr/>
              </w:rPrChange>
            </w:rPr>
            <w:delText>[</w:delText>
          </w:r>
        </w:del>
        <w:del w:id="1391" w:author="Lisa" w:date="2022-11-22T16:24:00Z">
          <w:r w:rsidRPr="00250417" w:rsidDel="009607F6">
            <w:delText>for 20% of time</w:delText>
          </w:r>
        </w:del>
        <w:del w:id="1392" w:author="USA" w:date="2023-03-06T17:37:00Z">
          <w:r w:rsidRPr="00C0420D" w:rsidDel="00C0420D">
            <w:rPr>
              <w:highlight w:val="yellow"/>
              <w:rPrChange w:id="1393" w:author="USA" w:date="2023-03-06T17:37:00Z">
                <w:rPr/>
              </w:rPrChange>
            </w:rPr>
            <w:delText>]</w:delText>
          </w:r>
        </w:del>
        <w:r w:rsidRPr="00250417">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5605549E" w14:textId="77777777" w:rsidR="00FF5310" w:rsidRPr="00250417" w:rsidDel="00C0420D" w:rsidRDefault="00FF5310" w:rsidP="00FF5310">
      <w:pPr>
        <w:jc w:val="both"/>
        <w:rPr>
          <w:ins w:id="1394" w:author="John Mettrop [2]" w:date="2022-12-09T08:12:00Z"/>
          <w:del w:id="1395" w:author="USA" w:date="2023-03-06T17:37:00Z"/>
        </w:rPr>
      </w:pPr>
      <w:ins w:id="1396" w:author="John Mettrop [2]" w:date="2022-12-09T08:12:00Z">
        <w:del w:id="1397" w:author="USA" w:date="2023-03-06T17:37:00Z">
          <w:r w:rsidRPr="00FA78C4" w:rsidDel="00C0420D">
            <w:rPr>
              <w:highlight w:val="yellow"/>
            </w:rPr>
            <w:delText>[The mentioned above protection criterion can be applied in sharing studies with a certain time percentage depending on the scenarios of potential interference to AMS stations from other radio systems.</w:delText>
          </w:r>
          <w:r w:rsidRPr="00C0420D" w:rsidDel="00C0420D">
            <w:rPr>
              <w:highlight w:val="yellow"/>
              <w:rPrChange w:id="1398" w:author="USA" w:date="2023-03-06T17:37:00Z">
                <w:rPr/>
              </w:rPrChange>
            </w:rPr>
            <w:delText>]</w:delText>
          </w:r>
        </w:del>
      </w:ins>
    </w:p>
    <w:p w14:paraId="258C0DDD" w14:textId="77777777" w:rsidR="00FF5310" w:rsidRDefault="00FF5310" w:rsidP="00302FDE">
      <w:pPr>
        <w:pStyle w:val="EditorsNote"/>
        <w:rPr>
          <w:ins w:id="1399" w:author="USA" w:date="2023-03-06T17:37:00Z"/>
          <w:highlight w:val="green"/>
        </w:rPr>
      </w:pPr>
      <w:ins w:id="1400" w:author="John Mettrop [2]" w:date="2022-12-09T08:12:00Z">
        <w:r w:rsidRPr="00250417">
          <w:rPr>
            <w:highlight w:val="green"/>
          </w:rPr>
          <w:t>[Editor’s note: No agreement on removal of 20% of time or addition of sentence regarding sharing studies.]</w:t>
        </w:r>
      </w:ins>
    </w:p>
    <w:p w14:paraId="08FC904F" w14:textId="77777777" w:rsidR="00FF5310" w:rsidRPr="00FA78C4" w:rsidRDefault="00FF5310" w:rsidP="00FF5310">
      <w:pPr>
        <w:rPr>
          <w:ins w:id="1401" w:author="John Mettrop [2]" w:date="2022-12-09T08:12:00Z"/>
        </w:rPr>
        <w:pPrChange w:id="1402" w:author="USA" w:date="2023-03-06T17:37:00Z">
          <w:pPr>
            <w:spacing w:before="240" w:after="240"/>
          </w:pPr>
        </w:pPrChange>
      </w:pPr>
      <w:ins w:id="1403" w:author="USA" w:date="2023-03-06T17:37:00Z">
        <w:r w:rsidRPr="00F57A39">
          <w:rPr>
            <w:highlight w:val="yellow"/>
          </w:rPr>
          <w:t xml:space="preserve">[USA note: The US </w:t>
        </w:r>
      </w:ins>
      <w:ins w:id="1404" w:author="USA" w:date="2023-03-06T17:38:00Z">
        <w:r>
          <w:rPr>
            <w:highlight w:val="yellow"/>
          </w:rPr>
          <w:t xml:space="preserve">supports a -6 dB I/N for protection criteria for this application of the </w:t>
        </w:r>
      </w:ins>
      <w:ins w:id="1405" w:author="USA" w:date="2023-03-06T17:39:00Z">
        <w:r>
          <w:rPr>
            <w:highlight w:val="yellow"/>
          </w:rPr>
          <w:t>M</w:t>
        </w:r>
      </w:ins>
      <w:ins w:id="1406" w:author="USA" w:date="2023-03-06T17:38:00Z">
        <w:r>
          <w:rPr>
            <w:highlight w:val="yellow"/>
          </w:rPr>
          <w:t xml:space="preserve">obile </w:t>
        </w:r>
      </w:ins>
      <w:ins w:id="1407" w:author="USA" w:date="2023-03-06T17:39:00Z">
        <w:r>
          <w:rPr>
            <w:highlight w:val="yellow"/>
          </w:rPr>
          <w:t>S</w:t>
        </w:r>
      </w:ins>
      <w:ins w:id="1408" w:author="USA" w:date="2023-03-06T17:38:00Z">
        <w:r>
          <w:rPr>
            <w:highlight w:val="yellow"/>
          </w:rPr>
          <w:t>ervice</w:t>
        </w:r>
      </w:ins>
      <w:ins w:id="1409" w:author="USA " w:date="2023-04-05T03:23:00Z">
        <w:r>
          <w:rPr>
            <w:highlight w:val="yellow"/>
          </w:rPr>
          <w:t xml:space="preserve"> </w:t>
        </w:r>
      </w:ins>
      <w:ins w:id="1410" w:author="USA" w:date="2023-04-21T18:13:00Z">
        <w:r>
          <w:rPr>
            <w:highlight w:val="yellow"/>
          </w:rPr>
          <w:t>as is consistent with other applications of the Mobile Service</w:t>
        </w:r>
      </w:ins>
      <w:proofErr w:type="gramStart"/>
      <w:ins w:id="1411" w:author="USA" w:date="2023-03-06T17:38:00Z">
        <w:r>
          <w:rPr>
            <w:highlight w:val="yellow"/>
          </w:rPr>
          <w:t xml:space="preserve">. </w:t>
        </w:r>
      </w:ins>
      <w:ins w:id="1412" w:author="USA" w:date="2023-03-06T17:37:00Z">
        <w:r w:rsidRPr="00F57A39">
          <w:rPr>
            <w:highlight w:val="yellow"/>
          </w:rPr>
          <w:t>]</w:t>
        </w:r>
      </w:ins>
      <w:proofErr w:type="gramEnd"/>
    </w:p>
    <w:p w14:paraId="5C38E2F1" w14:textId="77777777" w:rsidR="00FF5310" w:rsidRPr="00250417" w:rsidRDefault="00FF5310" w:rsidP="003D33BA">
      <w:pPr>
        <w:pStyle w:val="TableNo"/>
        <w:rPr>
          <w:ins w:id="1413" w:author="John Mettrop [2]" w:date="2022-12-09T08:12:00Z"/>
        </w:rPr>
      </w:pPr>
      <w:ins w:id="1414" w:author="John Mettrop [2]" w:date="2022-12-09T08:12:00Z">
        <w:r w:rsidRPr="00250417">
          <w:lastRenderedPageBreak/>
          <w:t>TABLE 2</w:t>
        </w:r>
      </w:ins>
    </w:p>
    <w:p w14:paraId="0D6712E4" w14:textId="77777777" w:rsidR="00FF5310" w:rsidRPr="00250417" w:rsidRDefault="00FF5310" w:rsidP="003D33BA">
      <w:pPr>
        <w:pStyle w:val="Tabletitle"/>
        <w:rPr>
          <w:ins w:id="1415" w:author="John Mettrop [2]" w:date="2022-12-09T08:12:00Z"/>
        </w:rPr>
      </w:pPr>
      <w:ins w:id="1416" w:author="John Mettrop [2]" w:date="2022-12-09T08:12:00Z">
        <w:r w:rsidRPr="00250417">
          <w:t>Typical technical characteristics of representative systems operating in the maritime mobile service</w:t>
        </w:r>
        <w:r w:rsidRPr="00250417">
          <w:br/>
          <w:t xml:space="preserve">in the frequency range 4 400-4 990 </w:t>
        </w:r>
        <w:proofErr w:type="gramStart"/>
        <w:r w:rsidRPr="00250417">
          <w:t>MHz</w:t>
        </w:r>
        <w:proofErr w:type="gramEnd"/>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72"/>
        <w:gridCol w:w="470"/>
        <w:gridCol w:w="650"/>
        <w:gridCol w:w="652"/>
        <w:gridCol w:w="530"/>
        <w:gridCol w:w="709"/>
        <w:gridCol w:w="650"/>
        <w:gridCol w:w="1726"/>
        <w:gridCol w:w="1720"/>
        <w:tblGridChange w:id="1417">
          <w:tblGrid>
            <w:gridCol w:w="1650"/>
            <w:gridCol w:w="9"/>
            <w:gridCol w:w="806"/>
            <w:gridCol w:w="57"/>
            <w:gridCol w:w="470"/>
            <w:gridCol w:w="650"/>
            <w:gridCol w:w="615"/>
            <w:gridCol w:w="37"/>
            <w:gridCol w:w="530"/>
            <w:gridCol w:w="709"/>
            <w:gridCol w:w="634"/>
            <w:gridCol w:w="16"/>
            <w:gridCol w:w="1717"/>
            <w:gridCol w:w="9"/>
            <w:gridCol w:w="1720"/>
          </w:tblGrid>
        </w:tblGridChange>
      </w:tblGrid>
      <w:tr w:rsidR="00FF5310" w:rsidRPr="00250417" w14:paraId="54FBF912" w14:textId="77777777" w:rsidTr="004F3957">
        <w:trPr>
          <w:cantSplit/>
          <w:jc w:val="center"/>
          <w:ins w:id="1418" w:author="John Mettrop [2]"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64C786A" w14:textId="77777777" w:rsidR="00FF5310" w:rsidRPr="00250417" w:rsidRDefault="00FF5310" w:rsidP="003D33BA">
            <w:pPr>
              <w:pStyle w:val="Tablehead"/>
              <w:rPr>
                <w:ins w:id="1419" w:author="John Mettrop [2]" w:date="2022-12-09T08:12:00Z"/>
                <w:lang w:eastAsia="ja-JP"/>
              </w:rPr>
            </w:pPr>
            <w:ins w:id="1420" w:author="John Mettrop [2]" w:date="2022-12-09T08:12:00Z">
              <w:r w:rsidRPr="00250417">
                <w:rPr>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EB44E33" w14:textId="77777777" w:rsidR="00FF5310" w:rsidRPr="00250417" w:rsidRDefault="00FF5310" w:rsidP="003D33BA">
            <w:pPr>
              <w:pStyle w:val="Tablehead"/>
              <w:rPr>
                <w:ins w:id="1421" w:author="John Mettrop [2]" w:date="2022-12-09T08:12:00Z"/>
                <w:lang w:eastAsia="ja-JP"/>
              </w:rPr>
            </w:pPr>
            <w:ins w:id="1422" w:author="John Mettrop [2]" w:date="2022-12-09T08:12:00Z">
              <w:r w:rsidRPr="00250417">
                <w:rPr>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6628F69B" w14:textId="77777777" w:rsidR="00FF5310" w:rsidRPr="00250417" w:rsidRDefault="00FF5310" w:rsidP="003D33BA">
            <w:pPr>
              <w:pStyle w:val="Tablehead"/>
              <w:rPr>
                <w:ins w:id="1423" w:author="John Mettrop [2]" w:date="2022-12-09T08:12:00Z"/>
                <w:lang w:eastAsia="ja-JP"/>
              </w:rPr>
            </w:pPr>
            <w:ins w:id="1424" w:author="John Mettrop [2]" w:date="2022-12-09T08:12:00Z">
              <w:r w:rsidRPr="00250417">
                <w:rPr>
                  <w:lang w:eastAsia="ja-JP"/>
                </w:rPr>
                <w:t>System 1</w:t>
              </w:r>
              <w:r w:rsidRPr="00250417">
                <w:rPr>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4C8990B8" w14:textId="77777777" w:rsidR="00FF5310" w:rsidRPr="00250417" w:rsidRDefault="00FF5310" w:rsidP="003D33BA">
            <w:pPr>
              <w:pStyle w:val="Tablehead"/>
              <w:rPr>
                <w:ins w:id="1425" w:author="John Mettrop [2]" w:date="2022-12-09T08:12:00Z"/>
                <w:lang w:eastAsia="ja-JP"/>
              </w:rPr>
            </w:pPr>
            <w:ins w:id="1426" w:author="John Mettrop [2]" w:date="2022-12-09T08:12:00Z">
              <w:r w:rsidRPr="00250417">
                <w:rPr>
                  <w:lang w:eastAsia="ja-JP"/>
                </w:rPr>
                <w:t>System 1</w:t>
              </w:r>
              <w:r w:rsidRPr="00250417">
                <w:rPr>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cPr>
          <w:p w14:paraId="5481B8B6" w14:textId="77777777" w:rsidR="00FF5310" w:rsidRPr="00250417" w:rsidRDefault="00FF5310" w:rsidP="003D33BA">
            <w:pPr>
              <w:pStyle w:val="Tablehead"/>
              <w:rPr>
                <w:ins w:id="1427" w:author="John Mettrop [2]" w:date="2022-12-09T08:12:00Z"/>
                <w:lang w:eastAsia="ja-JP"/>
              </w:rPr>
            </w:pPr>
            <w:ins w:id="1428" w:author="John Mettrop [2]" w:date="2022-12-09T08:12:00Z">
              <w:r w:rsidRPr="00250417">
                <w:rPr>
                  <w:lang w:eastAsia="ja-JP"/>
                </w:rPr>
                <w:t>System 2</w:t>
              </w:r>
              <w:r w:rsidRPr="00250417">
                <w:rPr>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cPr>
          <w:p w14:paraId="0F97FE1B" w14:textId="77777777" w:rsidR="00FF5310" w:rsidRPr="00250417" w:rsidRDefault="00FF5310" w:rsidP="003D33BA">
            <w:pPr>
              <w:pStyle w:val="Tablehead"/>
              <w:rPr>
                <w:ins w:id="1429" w:author="John Mettrop [2]" w:date="2022-12-09T08:12:00Z"/>
                <w:lang w:eastAsia="ja-JP"/>
              </w:rPr>
            </w:pPr>
            <w:ins w:id="1430" w:author="John Mettrop [2]" w:date="2022-12-09T08:12:00Z">
              <w:r w:rsidRPr="00250417">
                <w:rPr>
                  <w:lang w:eastAsia="ja-JP"/>
                </w:rPr>
                <w:t>System 2</w:t>
              </w:r>
              <w:r w:rsidRPr="00250417">
                <w:rPr>
                  <w:lang w:eastAsia="ja-JP"/>
                </w:rPr>
                <w:br/>
                <w:t>Ground</w:t>
              </w:r>
            </w:ins>
          </w:p>
        </w:tc>
      </w:tr>
      <w:tr w:rsidR="00FF5310" w:rsidRPr="00250417" w14:paraId="473D2C03" w14:textId="77777777" w:rsidTr="004F3957">
        <w:trPr>
          <w:cantSplit/>
          <w:jc w:val="center"/>
          <w:ins w:id="1431"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618F0845"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32" w:author="John Mettrop [2]" w:date="2022-12-09T08:12:00Z"/>
                <w:b/>
                <w:bCs/>
                <w:sz w:val="18"/>
                <w:szCs w:val="18"/>
                <w:lang w:eastAsia="ja-JP"/>
              </w:rPr>
            </w:pPr>
            <w:ins w:id="1433" w:author="John Mettrop [2]" w:date="2022-12-09T08:12:00Z">
              <w:r w:rsidRPr="00250417">
                <w:rPr>
                  <w:b/>
                  <w:bCs/>
                  <w:sz w:val="18"/>
                  <w:szCs w:val="18"/>
                  <w:lang w:eastAsia="ja-JP"/>
                </w:rPr>
                <w:t>Transmitter</w:t>
              </w:r>
            </w:ins>
          </w:p>
        </w:tc>
      </w:tr>
      <w:tr w:rsidR="00FF5310" w:rsidRPr="00250417" w14:paraId="6D400FD3"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3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435" w:author="John Mettrop [2]" w:date="2022-12-09T08:12:00Z"/>
          <w:trPrChange w:id="143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43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0CE4CFA" w14:textId="77777777" w:rsidR="00FF5310" w:rsidRPr="003D33BA" w:rsidRDefault="00FF5310" w:rsidP="003D33BA">
            <w:pPr>
              <w:pStyle w:val="Tabletext"/>
              <w:rPr>
                <w:ins w:id="1438" w:author="John Mettrop [2]" w:date="2022-12-09T08:12:00Z"/>
                <w:lang w:eastAsia="ja-JP"/>
              </w:rPr>
            </w:pPr>
            <w:ins w:id="1439" w:author="John Mettrop [2]" w:date="2022-12-09T08:12:00Z">
              <w:r w:rsidRPr="003D33BA">
                <w:rPr>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440"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556BDD26" w14:textId="77777777" w:rsidR="00FF5310" w:rsidRPr="003D33BA" w:rsidRDefault="00FF5310" w:rsidP="003D33BA">
            <w:pPr>
              <w:pStyle w:val="Tabletext"/>
              <w:rPr>
                <w:ins w:id="1441" w:author="John Mettrop [2]" w:date="2022-12-09T08:12:00Z"/>
                <w:lang w:eastAsia="ja-JP"/>
              </w:rPr>
            </w:pPr>
            <w:ins w:id="1442" w:author="John Mettrop [2]" w:date="2022-12-09T08:12:00Z">
              <w:r w:rsidRPr="003D33BA">
                <w:rPr>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44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60FDBD7" w14:textId="77777777" w:rsidR="00FF5310" w:rsidRPr="003D33BA" w:rsidRDefault="00FF5310" w:rsidP="003D33BA">
            <w:pPr>
              <w:pStyle w:val="Tabletext"/>
              <w:rPr>
                <w:ins w:id="1444" w:author="John Mettrop [2]" w:date="2022-12-09T08:12:00Z"/>
                <w:lang w:eastAsia="ja-JP"/>
              </w:rPr>
            </w:pPr>
            <w:ins w:id="1445" w:author="John Mettrop [2]" w:date="2022-12-09T08:12:00Z">
              <w:r w:rsidRPr="003D33BA">
                <w:rPr>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44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9718333" w14:textId="77777777" w:rsidR="00FF5310" w:rsidRPr="003D33BA" w:rsidRDefault="00FF5310" w:rsidP="003D33BA">
            <w:pPr>
              <w:pStyle w:val="Tabletext"/>
              <w:rPr>
                <w:ins w:id="1447" w:author="John Mettrop [2]" w:date="2022-12-09T08:12:00Z"/>
                <w:lang w:eastAsia="ja-JP"/>
              </w:rPr>
            </w:pPr>
            <w:ins w:id="1448" w:author="John Mettrop [2]" w:date="2022-12-09T08:12:00Z">
              <w:r w:rsidRPr="003D33BA">
                <w:rPr>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44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2C308EE" w14:textId="77777777" w:rsidR="00FF5310" w:rsidRPr="003D33BA" w:rsidRDefault="00FF5310" w:rsidP="003D33BA">
            <w:pPr>
              <w:pStyle w:val="Tabletext"/>
              <w:rPr>
                <w:ins w:id="1450" w:author="John Mettrop [2]" w:date="2022-12-09T08:12:00Z"/>
                <w:lang w:eastAsia="ja-JP"/>
              </w:rPr>
            </w:pPr>
            <w:ins w:id="1451" w:author="John Mettrop [2]" w:date="2022-12-09T08:12:00Z">
              <w:r w:rsidRPr="003D33BA">
                <w:rPr>
                  <w:lang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45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F3A5E4A" w14:textId="77777777" w:rsidR="00FF5310" w:rsidRPr="003D33BA" w:rsidRDefault="00FF5310" w:rsidP="003D33BA">
            <w:pPr>
              <w:pStyle w:val="Tabletext"/>
              <w:rPr>
                <w:ins w:id="1453" w:author="John Mettrop [2]" w:date="2022-12-09T08:12:00Z"/>
                <w:lang w:eastAsia="ja-JP"/>
              </w:rPr>
            </w:pPr>
            <w:ins w:id="1454" w:author="John Mettrop [2]" w:date="2022-12-09T08:12:00Z">
              <w:r w:rsidRPr="003D33BA">
                <w:rPr>
                  <w:lang w:eastAsia="ja-JP"/>
                </w:rPr>
                <w:t>4 800-4 990</w:t>
              </w:r>
            </w:ins>
          </w:p>
        </w:tc>
      </w:tr>
      <w:tr w:rsidR="00FF5310" w:rsidRPr="00250417" w14:paraId="2BDF828C"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5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456" w:author="John Mettrop [2]" w:date="2022-12-09T08:12:00Z"/>
          <w:trPrChange w:id="145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45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DAC14C7" w14:textId="77777777" w:rsidR="00FF5310" w:rsidRPr="003D33BA" w:rsidRDefault="00FF5310" w:rsidP="003D33BA">
            <w:pPr>
              <w:pStyle w:val="Tabletext"/>
              <w:rPr>
                <w:ins w:id="1459" w:author="John Mettrop [2]" w:date="2022-12-09T08:12:00Z"/>
                <w:lang w:eastAsia="ja-JP"/>
              </w:rPr>
            </w:pPr>
            <w:ins w:id="1460" w:author="John Mettrop [2]" w:date="2022-12-09T08:12:00Z">
              <w:r w:rsidRPr="003D33BA">
                <w:rPr>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461"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5DA5EB56" w14:textId="77777777" w:rsidR="00FF5310" w:rsidRPr="003D33BA" w:rsidRDefault="00FF5310" w:rsidP="003D33BA">
            <w:pPr>
              <w:pStyle w:val="Tabletext"/>
              <w:rPr>
                <w:ins w:id="1462" w:author="John Mettrop [2]" w:date="2022-12-09T08:12:00Z"/>
                <w:lang w:eastAsia="ja-JP"/>
              </w:rPr>
            </w:pPr>
            <w:ins w:id="1463" w:author="John Mettrop [2]" w:date="2022-12-09T08:12:00Z">
              <w:r w:rsidRPr="003D33BA">
                <w:rPr>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46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142224D" w14:textId="77777777" w:rsidR="00FF5310" w:rsidRPr="003D33BA" w:rsidRDefault="00FF5310" w:rsidP="003D33BA">
            <w:pPr>
              <w:pStyle w:val="Tabletext"/>
              <w:rPr>
                <w:ins w:id="1465" w:author="John Mettrop [2]" w:date="2022-12-09T08:12:00Z"/>
                <w:lang w:eastAsia="ja-JP"/>
              </w:rPr>
            </w:pPr>
            <w:ins w:id="1466" w:author="John Mettrop [2]" w:date="2022-12-09T08:12:00Z">
              <w:r w:rsidRPr="003D33BA">
                <w:rPr>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46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12AB892" w14:textId="77777777" w:rsidR="00FF5310" w:rsidRPr="003D33BA" w:rsidRDefault="00FF5310" w:rsidP="003D33BA">
            <w:pPr>
              <w:pStyle w:val="Tabletext"/>
              <w:rPr>
                <w:ins w:id="1468" w:author="John Mettrop [2]" w:date="2022-12-09T08:12:00Z"/>
                <w:lang w:eastAsia="ja-JP"/>
              </w:rPr>
            </w:pPr>
            <w:ins w:id="1469" w:author="John Mettrop [2]" w:date="2022-12-09T08:12:00Z">
              <w:r w:rsidRPr="003D33BA">
                <w:rPr>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47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EF76F49" w14:textId="77777777" w:rsidR="00FF5310" w:rsidRPr="003D33BA" w:rsidRDefault="00FF5310" w:rsidP="003D33BA">
            <w:pPr>
              <w:pStyle w:val="Tabletext"/>
              <w:rPr>
                <w:ins w:id="1471" w:author="John Mettrop [2]" w:date="2022-12-09T08:12:00Z"/>
                <w:lang w:eastAsia="ja-JP"/>
              </w:rPr>
            </w:pPr>
            <w:ins w:id="1472" w:author="John Mettrop [2]" w:date="2022-12-09T08:12:00Z">
              <w:r w:rsidRPr="003D33BA">
                <w:rPr>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47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57530D6" w14:textId="77777777" w:rsidR="00FF5310" w:rsidRPr="003D33BA" w:rsidRDefault="00FF5310" w:rsidP="003D33BA">
            <w:pPr>
              <w:pStyle w:val="Tabletext"/>
              <w:rPr>
                <w:ins w:id="1474" w:author="John Mettrop [2]" w:date="2022-12-09T08:12:00Z"/>
                <w:lang w:eastAsia="ja-JP"/>
              </w:rPr>
            </w:pPr>
            <w:ins w:id="1475" w:author="John Mettrop [2]" w:date="2022-12-09T08:12:00Z">
              <w:r w:rsidRPr="003D33BA">
                <w:rPr>
                  <w:lang w:eastAsia="ja-JP"/>
                </w:rPr>
                <w:t>46</w:t>
              </w:r>
            </w:ins>
          </w:p>
        </w:tc>
      </w:tr>
      <w:tr w:rsidR="00FF5310" w:rsidRPr="00250417" w14:paraId="7E3DFBFF"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7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477" w:author="John Mettrop [2]" w:date="2022-12-09T08:12:00Z"/>
          <w:trPrChange w:id="147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479"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389FF1A1" w14:textId="77777777" w:rsidR="00FF5310" w:rsidRPr="003D33BA" w:rsidRDefault="00FF5310" w:rsidP="003D33BA">
            <w:pPr>
              <w:pStyle w:val="Tabletext"/>
              <w:rPr>
                <w:ins w:id="1480" w:author="John Mettrop [2]" w:date="2022-12-09T08:12:00Z"/>
                <w:lang w:eastAsia="ja-JP"/>
              </w:rPr>
            </w:pPr>
            <w:ins w:id="1481" w:author="John Mettrop [2]" w:date="2022-12-09T08:12:00Z">
              <w:r w:rsidRPr="003D33BA">
                <w:rPr>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482"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6B056CE0" w14:textId="77777777" w:rsidR="00FF5310" w:rsidRPr="003D33BA" w:rsidRDefault="00FF5310" w:rsidP="003D33BA">
            <w:pPr>
              <w:pStyle w:val="Tabletext"/>
              <w:rPr>
                <w:ins w:id="1483" w:author="John Mettrop [2]" w:date="2022-12-09T08:12:00Z"/>
                <w:lang w:eastAsia="ja-JP"/>
              </w:rPr>
            </w:pPr>
            <w:ins w:id="1484" w:author="John Mettrop [2]" w:date="2022-12-09T08:12:00Z">
              <w:r w:rsidRPr="003D33BA">
                <w:rPr>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48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A2EC0D7" w14:textId="77777777" w:rsidR="00FF5310" w:rsidRPr="003D33BA" w:rsidRDefault="00FF5310" w:rsidP="003D33BA">
            <w:pPr>
              <w:pStyle w:val="Tabletext"/>
              <w:rPr>
                <w:ins w:id="1486" w:author="John Mettrop [2]" w:date="2022-12-09T08:12:00Z"/>
                <w:lang w:eastAsia="ja-JP"/>
              </w:rPr>
            </w:pPr>
            <w:ins w:id="1487" w:author="John Mettrop [2]" w:date="2022-12-09T08:12:00Z">
              <w:r w:rsidRPr="003D33BA">
                <w:rPr>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48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EA8CE7F" w14:textId="77777777" w:rsidR="00FF5310" w:rsidRPr="003D33BA" w:rsidRDefault="00FF5310" w:rsidP="003D33BA">
            <w:pPr>
              <w:pStyle w:val="Tabletext"/>
              <w:rPr>
                <w:ins w:id="1489" w:author="John Mettrop [2]" w:date="2022-12-09T08:12:00Z"/>
                <w:lang w:eastAsia="ja-JP"/>
              </w:rPr>
            </w:pPr>
            <w:ins w:id="1490" w:author="John Mettrop [2]" w:date="2022-12-09T08:12:00Z">
              <w:r w:rsidRPr="003D33BA">
                <w:rPr>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49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D06C889" w14:textId="77777777" w:rsidR="00FF5310" w:rsidRPr="003D33BA" w:rsidRDefault="00FF5310" w:rsidP="003D33BA">
            <w:pPr>
              <w:pStyle w:val="Tabletext"/>
              <w:rPr>
                <w:ins w:id="1492" w:author="John Mettrop [2]" w:date="2022-12-09T08:12:00Z"/>
                <w:lang w:eastAsia="ja-JP"/>
              </w:rPr>
            </w:pPr>
            <w:ins w:id="1493" w:author="John Mettrop [2]" w:date="2022-12-09T08:12:00Z">
              <w:r w:rsidRPr="003D33BA">
                <w:rPr>
                  <w:lang w:eastAsia="ja-JP"/>
                </w:rPr>
                <w:t>40/50/60/80/100</w:t>
              </w:r>
              <w:r w:rsidRPr="003D33BA">
                <w:rPr>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49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84806E8" w14:textId="77777777" w:rsidR="00FF5310" w:rsidRPr="003D33BA" w:rsidRDefault="00FF5310" w:rsidP="003D33BA">
            <w:pPr>
              <w:pStyle w:val="Tabletext"/>
              <w:rPr>
                <w:ins w:id="1495" w:author="John Mettrop [2]" w:date="2022-12-09T08:12:00Z"/>
                <w:lang w:eastAsia="ja-JP"/>
              </w:rPr>
            </w:pPr>
            <w:ins w:id="1496" w:author="John Mettrop [2]" w:date="2022-12-09T08:12:00Z">
              <w:r w:rsidRPr="003D33BA">
                <w:rPr>
                  <w:lang w:eastAsia="ja-JP"/>
                </w:rPr>
                <w:t>40/50/60/80/100</w:t>
              </w:r>
              <w:r w:rsidRPr="003D33BA">
                <w:rPr>
                  <w:lang w:eastAsia="ja-JP"/>
                </w:rPr>
                <w:br/>
                <w:t>(software configurable)</w:t>
              </w:r>
            </w:ins>
          </w:p>
        </w:tc>
      </w:tr>
      <w:tr w:rsidR="00FF5310" w:rsidRPr="00250417" w14:paraId="3BF5C42A" w14:textId="77777777" w:rsidTr="004F3957">
        <w:trPr>
          <w:cantSplit/>
          <w:jc w:val="center"/>
          <w:ins w:id="1497"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2AF96072"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98" w:author="John Mettrop [2]" w:date="2022-12-09T08:12:00Z"/>
                <w:b/>
                <w:bCs/>
                <w:sz w:val="18"/>
                <w:szCs w:val="18"/>
                <w:lang w:eastAsia="ja-JP"/>
              </w:rPr>
            </w:pPr>
            <w:proofErr w:type="gramStart"/>
            <w:ins w:id="1499" w:author="John Mettrop [2]" w:date="2022-12-09T08:12:00Z">
              <w:r w:rsidRPr="00250417">
                <w:rPr>
                  <w:b/>
                  <w:bCs/>
                  <w:sz w:val="18"/>
                  <w:szCs w:val="18"/>
                  <w:lang w:eastAsia="ja-JP"/>
                </w:rPr>
                <w:t>Receiver</w:t>
              </w:r>
              <w:r w:rsidRPr="00250417">
                <w:rPr>
                  <w:rFonts w:eastAsia="Calibri"/>
                  <w:sz w:val="18"/>
                  <w:szCs w:val="18"/>
                  <w:vertAlign w:val="superscript"/>
                  <w:lang w:eastAsia="ja-JP"/>
                </w:rPr>
                <w:t>(</w:t>
              </w:r>
              <w:proofErr w:type="gramEnd"/>
              <w:r w:rsidRPr="00250417">
                <w:rPr>
                  <w:rFonts w:eastAsia="Calibri"/>
                  <w:sz w:val="18"/>
                  <w:szCs w:val="18"/>
                  <w:vertAlign w:val="superscript"/>
                  <w:lang w:eastAsia="ja-JP"/>
                </w:rPr>
                <w:t xml:space="preserve">2) </w:t>
              </w:r>
              <w:r w:rsidRPr="00250417">
                <w:rPr>
                  <w:color w:val="FF0000"/>
                  <w:sz w:val="18"/>
                  <w:szCs w:val="18"/>
                </w:rPr>
                <w:t xml:space="preserve"> </w:t>
              </w:r>
            </w:ins>
          </w:p>
        </w:tc>
      </w:tr>
      <w:tr w:rsidR="00FF5310" w:rsidRPr="00250417" w14:paraId="47F1BC6A"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0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01" w:author="John Mettrop [2]" w:date="2022-12-09T08:12:00Z"/>
          <w:trPrChange w:id="150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03"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E73556C" w14:textId="77777777" w:rsidR="00FF5310" w:rsidRPr="00250417" w:rsidRDefault="00FF5310" w:rsidP="003D33BA">
            <w:pPr>
              <w:pStyle w:val="Tabletext"/>
              <w:rPr>
                <w:ins w:id="1504" w:author="John Mettrop [2]" w:date="2022-12-09T08:12:00Z"/>
                <w:lang w:eastAsia="ja-JP"/>
              </w:rPr>
            </w:pPr>
            <w:ins w:id="1505" w:author="John Mettrop [2]" w:date="2022-12-09T08:12:00Z">
              <w:r w:rsidRPr="00250417">
                <w:rPr>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506"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09A10C18" w14:textId="77777777" w:rsidR="00FF5310" w:rsidRPr="00250417" w:rsidRDefault="00FF5310" w:rsidP="003D33BA">
            <w:pPr>
              <w:pStyle w:val="Tabletext"/>
              <w:rPr>
                <w:ins w:id="1507" w:author="John Mettrop [2]" w:date="2022-12-09T08:12:00Z"/>
                <w:lang w:eastAsia="ja-JP"/>
              </w:rPr>
            </w:pPr>
            <w:ins w:id="1508" w:author="John Mettrop [2]" w:date="2022-12-09T08:12:00Z">
              <w:r w:rsidRPr="00250417">
                <w:rPr>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09"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259B1DD" w14:textId="77777777" w:rsidR="00FF5310" w:rsidRPr="00250417" w:rsidRDefault="00FF5310" w:rsidP="003D33BA">
            <w:pPr>
              <w:pStyle w:val="Tabletext"/>
              <w:rPr>
                <w:ins w:id="1510" w:author="John Mettrop [2]" w:date="2022-12-09T08:12:00Z"/>
                <w:lang w:eastAsia="ja-JP"/>
              </w:rPr>
            </w:pPr>
            <w:ins w:id="1511" w:author="John Mettrop [2]" w:date="2022-12-09T08:12:00Z">
              <w:r w:rsidRPr="00250417">
                <w:rPr>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1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6092727" w14:textId="77777777" w:rsidR="00FF5310" w:rsidRPr="00250417" w:rsidRDefault="00FF5310" w:rsidP="003D33BA">
            <w:pPr>
              <w:pStyle w:val="Tabletext"/>
              <w:rPr>
                <w:ins w:id="1513" w:author="John Mettrop [2]" w:date="2022-12-09T08:12:00Z"/>
                <w:lang w:eastAsia="ja-JP"/>
              </w:rPr>
            </w:pPr>
            <w:ins w:id="1514" w:author="John Mettrop [2]" w:date="2022-12-09T08:12:00Z">
              <w:r w:rsidRPr="00250417">
                <w:rPr>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51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82FE207" w14:textId="77777777" w:rsidR="00FF5310" w:rsidRPr="00250417" w:rsidRDefault="00FF5310" w:rsidP="003D33BA">
            <w:pPr>
              <w:pStyle w:val="Tabletext"/>
              <w:rPr>
                <w:ins w:id="1516" w:author="John Mettrop [2]" w:date="2022-12-09T08:12:00Z"/>
                <w:lang w:eastAsia="ja-JP"/>
              </w:rPr>
            </w:pPr>
            <w:ins w:id="1517" w:author="John Mettrop [2]" w:date="2022-12-09T08:12:00Z">
              <w:r w:rsidRPr="00250417">
                <w:rPr>
                  <w:lang w:eastAsia="ja-JP"/>
                </w:rPr>
                <w:t>4 800-4 990</w:t>
              </w:r>
            </w:ins>
          </w:p>
        </w:tc>
        <w:tc>
          <w:tcPr>
            <w:tcW w:w="898" w:type="pct"/>
            <w:tcBorders>
              <w:top w:val="single" w:sz="4" w:space="0" w:color="auto"/>
              <w:left w:val="single" w:sz="4" w:space="0" w:color="auto"/>
              <w:bottom w:val="single" w:sz="4" w:space="0" w:color="auto"/>
              <w:right w:val="single" w:sz="4" w:space="0" w:color="auto"/>
            </w:tcBorders>
            <w:vAlign w:val="center"/>
            <w:tcPrChange w:id="151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FFF15BD" w14:textId="77777777" w:rsidR="00FF5310" w:rsidRPr="00250417" w:rsidRDefault="00FF5310" w:rsidP="003D33BA">
            <w:pPr>
              <w:pStyle w:val="Tabletext"/>
              <w:rPr>
                <w:ins w:id="1519" w:author="John Mettrop [2]" w:date="2022-12-09T08:12:00Z"/>
                <w:lang w:eastAsia="ja-JP"/>
              </w:rPr>
            </w:pPr>
            <w:ins w:id="1520" w:author="John Mettrop [2]" w:date="2022-12-09T08:12:00Z">
              <w:r w:rsidRPr="00250417">
                <w:rPr>
                  <w:lang w:eastAsia="ja-JP"/>
                </w:rPr>
                <w:t>4 800-4 990</w:t>
              </w:r>
            </w:ins>
          </w:p>
        </w:tc>
      </w:tr>
      <w:tr w:rsidR="00FF5310" w:rsidRPr="00250417" w14:paraId="453A8670"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2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22" w:author="John Mettrop [2]" w:date="2022-12-09T08:12:00Z"/>
          <w:trPrChange w:id="152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24"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FD616A9" w14:textId="77777777" w:rsidR="00FF5310" w:rsidRPr="00250417" w:rsidRDefault="00FF5310" w:rsidP="003D33BA">
            <w:pPr>
              <w:pStyle w:val="Tabletext"/>
              <w:rPr>
                <w:ins w:id="1525" w:author="John Mettrop [2]" w:date="2022-12-09T08:12:00Z"/>
                <w:lang w:eastAsia="ja-JP"/>
              </w:rPr>
            </w:pPr>
            <w:ins w:id="1526" w:author="John Mettrop [2]" w:date="2022-12-09T08:12:00Z">
              <w:r w:rsidRPr="00250417">
                <w:rPr>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527"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330174D" w14:textId="77777777" w:rsidR="00FF5310" w:rsidRPr="00250417" w:rsidRDefault="00FF5310" w:rsidP="003D33BA">
            <w:pPr>
              <w:pStyle w:val="Tabletext"/>
              <w:rPr>
                <w:ins w:id="1528" w:author="John Mettrop [2]" w:date="2022-12-09T08:12:00Z"/>
                <w:lang w:eastAsia="ja-JP"/>
              </w:rPr>
            </w:pPr>
            <w:ins w:id="1529" w:author="John Mettrop [2]" w:date="2022-12-09T08:12:00Z">
              <w:r w:rsidRPr="00250417">
                <w:rPr>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30"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6FAD0DF" w14:textId="77777777" w:rsidR="00FF5310" w:rsidRPr="00250417" w:rsidRDefault="00FF5310" w:rsidP="003D33BA">
            <w:pPr>
              <w:pStyle w:val="Tabletext"/>
              <w:rPr>
                <w:ins w:id="1531" w:author="John Mettrop [2]" w:date="2022-12-09T08:12:00Z"/>
                <w:lang w:eastAsia="ja-JP"/>
              </w:rPr>
            </w:pPr>
            <w:ins w:id="1532" w:author="John Mettrop [2]" w:date="2022-12-09T08:12:00Z">
              <w:r w:rsidRPr="00250417">
                <w:rPr>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3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F2BC411" w14:textId="77777777" w:rsidR="00FF5310" w:rsidRPr="00250417" w:rsidRDefault="00FF5310" w:rsidP="003D33BA">
            <w:pPr>
              <w:pStyle w:val="Tabletext"/>
              <w:rPr>
                <w:ins w:id="1534" w:author="John Mettrop [2]" w:date="2022-12-09T08:12:00Z"/>
                <w:lang w:eastAsia="ja-JP"/>
              </w:rPr>
            </w:pPr>
            <w:ins w:id="1535" w:author="John Mettrop [2]" w:date="2022-12-09T08:12:00Z">
              <w:r w:rsidRPr="00250417">
                <w:rPr>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53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D0D9DD6" w14:textId="77777777" w:rsidR="00FF5310" w:rsidRPr="00250417" w:rsidRDefault="00FF5310" w:rsidP="003D33BA">
            <w:pPr>
              <w:pStyle w:val="Tabletext"/>
              <w:rPr>
                <w:ins w:id="1537" w:author="John Mettrop [2]" w:date="2022-12-09T08:12:00Z"/>
                <w:lang w:eastAsia="ja-JP"/>
              </w:rPr>
            </w:pPr>
            <w:ins w:id="1538" w:author="John Mettrop [2]" w:date="2022-12-09T08:12:00Z">
              <w:r w:rsidRPr="00250417">
                <w:rPr>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53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E6CF687" w14:textId="77777777" w:rsidR="00FF5310" w:rsidRPr="00250417" w:rsidRDefault="00FF5310" w:rsidP="003D33BA">
            <w:pPr>
              <w:pStyle w:val="Tabletext"/>
              <w:rPr>
                <w:ins w:id="1540" w:author="John Mettrop [2]" w:date="2022-12-09T08:12:00Z"/>
                <w:lang w:eastAsia="ja-JP"/>
              </w:rPr>
            </w:pPr>
            <w:ins w:id="1541" w:author="John Mettrop [2]" w:date="2022-12-09T08:12:00Z">
              <w:r w:rsidRPr="00250417">
                <w:rPr>
                  <w:lang w:eastAsia="ja-JP"/>
                </w:rPr>
                <w:t>40/50/60/80/100</w:t>
              </w:r>
            </w:ins>
          </w:p>
        </w:tc>
      </w:tr>
      <w:tr w:rsidR="00FF5310" w:rsidRPr="00250417" w14:paraId="24F92765"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4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43" w:author="John Mettrop [2]" w:date="2022-12-09T08:12:00Z"/>
          <w:trPrChange w:id="154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4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71445804" w14:textId="77777777" w:rsidR="00FF5310" w:rsidRPr="00250417" w:rsidRDefault="00FF5310" w:rsidP="003D33BA">
            <w:pPr>
              <w:pStyle w:val="Tabletext"/>
              <w:rPr>
                <w:ins w:id="1546" w:author="John Mettrop [2]" w:date="2022-12-09T08:12:00Z"/>
                <w:lang w:eastAsia="ja-JP"/>
              </w:rPr>
            </w:pPr>
            <w:ins w:id="1547" w:author="John Mettrop [2]" w:date="2022-12-09T08:12:00Z">
              <w:r w:rsidRPr="00250417">
                <w:rPr>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548"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65F18FC8" w14:textId="77777777" w:rsidR="00FF5310" w:rsidRPr="00250417" w:rsidRDefault="00FF5310" w:rsidP="003D33BA">
            <w:pPr>
              <w:pStyle w:val="Tabletext"/>
              <w:rPr>
                <w:ins w:id="1549" w:author="John Mettrop [2]" w:date="2022-12-09T08:12:00Z"/>
                <w:lang w:eastAsia="ja-JP"/>
              </w:rPr>
            </w:pPr>
            <w:ins w:id="1550" w:author="John Mettrop [2]" w:date="2022-12-09T08:12:00Z">
              <w:r w:rsidRPr="00250417">
                <w:rPr>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5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F25CF15" w14:textId="77777777" w:rsidR="00FF5310" w:rsidRPr="00250417" w:rsidRDefault="00FF5310" w:rsidP="003D33BA">
            <w:pPr>
              <w:pStyle w:val="Tabletext"/>
              <w:rPr>
                <w:ins w:id="1552" w:author="John Mettrop [2]" w:date="2022-12-09T08:12:00Z"/>
                <w:lang w:eastAsia="ja-JP"/>
              </w:rPr>
            </w:pPr>
            <w:ins w:id="1553" w:author="John Mettrop [2]" w:date="2022-12-09T08:12:00Z">
              <w:r w:rsidRPr="00250417">
                <w:rPr>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5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865A41" w14:textId="77777777" w:rsidR="00FF5310" w:rsidRPr="00250417" w:rsidRDefault="00FF5310" w:rsidP="003D33BA">
            <w:pPr>
              <w:pStyle w:val="Tabletext"/>
              <w:rPr>
                <w:ins w:id="1555" w:author="John Mettrop [2]" w:date="2022-12-09T08:12:00Z"/>
                <w:lang w:eastAsia="ja-JP"/>
              </w:rPr>
            </w:pPr>
            <w:ins w:id="1556" w:author="John Mettrop [2]" w:date="2022-12-09T08:12:00Z">
              <w:r w:rsidRPr="00250417">
                <w:rPr>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55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54152BF" w14:textId="77777777" w:rsidR="00FF5310" w:rsidRPr="00250417" w:rsidRDefault="00FF5310" w:rsidP="003D33BA">
            <w:pPr>
              <w:pStyle w:val="Tabletext"/>
              <w:rPr>
                <w:ins w:id="1558" w:author="John Mettrop [2]" w:date="2022-12-09T08:12:00Z"/>
                <w:lang w:eastAsia="ja-JP"/>
              </w:rPr>
            </w:pPr>
            <w:ins w:id="1559" w:author="John Mettrop [2]" w:date="2022-12-09T08:12:00Z">
              <w:r w:rsidRPr="00250417">
                <w:rPr>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56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61028C7" w14:textId="77777777" w:rsidR="00FF5310" w:rsidRPr="00250417" w:rsidRDefault="00FF5310" w:rsidP="003D33BA">
            <w:pPr>
              <w:pStyle w:val="Tabletext"/>
              <w:rPr>
                <w:ins w:id="1561" w:author="John Mettrop [2]" w:date="2022-12-09T08:12:00Z"/>
                <w:lang w:eastAsia="ja-JP"/>
              </w:rPr>
            </w:pPr>
            <w:ins w:id="1562" w:author="John Mettrop [2]" w:date="2022-12-09T08:12:00Z">
              <w:r w:rsidRPr="00250417">
                <w:rPr>
                  <w:lang w:eastAsia="ja-JP"/>
                </w:rPr>
                <w:t>5</w:t>
              </w:r>
            </w:ins>
          </w:p>
        </w:tc>
      </w:tr>
      <w:tr w:rsidR="00FF5310" w:rsidRPr="00250417" w14:paraId="740F1D44"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6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64" w:author="John Mettrop [2]" w:date="2022-12-09T08:12:00Z"/>
          <w:trPrChange w:id="156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56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05692403" w14:textId="77777777" w:rsidR="00FF5310" w:rsidRPr="00250417" w:rsidRDefault="00FF5310" w:rsidP="003D33BA">
            <w:pPr>
              <w:pStyle w:val="Tabletext"/>
              <w:rPr>
                <w:ins w:id="1567" w:author="John Mettrop [2]" w:date="2022-12-09T08:12:00Z"/>
                <w:lang w:eastAsia="ja-JP"/>
              </w:rPr>
            </w:pPr>
            <w:ins w:id="1568" w:author="John Mettrop [2]" w:date="2022-12-09T08:12:00Z">
              <w:r w:rsidRPr="00250417">
                <w:rPr>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569"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2D974428" w14:textId="77777777" w:rsidR="00FF5310" w:rsidRPr="00250417" w:rsidRDefault="00FF5310" w:rsidP="003D33BA">
            <w:pPr>
              <w:pStyle w:val="Tabletext"/>
              <w:rPr>
                <w:ins w:id="1570" w:author="John Mettrop [2]" w:date="2022-12-09T08:12:00Z"/>
                <w:lang w:eastAsia="ja-JP"/>
              </w:rPr>
            </w:pPr>
            <w:ins w:id="1571" w:author="John Mettrop [2]" w:date="2022-12-09T08:12:00Z">
              <w:r w:rsidRPr="00250417">
                <w:rPr>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72"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F1E8DCC" w14:textId="77777777" w:rsidR="00FF5310" w:rsidRPr="00250417" w:rsidRDefault="00FF5310" w:rsidP="003D33BA">
            <w:pPr>
              <w:pStyle w:val="Tabletext"/>
              <w:rPr>
                <w:ins w:id="1573" w:author="John Mettrop [2]" w:date="2022-12-09T08:12:00Z"/>
                <w:lang w:eastAsia="ja-JP"/>
              </w:rPr>
            </w:pPr>
            <w:ins w:id="1574" w:author="John Mettrop [2]" w:date="2022-12-09T08:12:00Z">
              <w:r w:rsidRPr="00250417">
                <w:rPr>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7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23287B9" w14:textId="77777777" w:rsidR="00FF5310" w:rsidRPr="00250417" w:rsidRDefault="00FF5310" w:rsidP="003D33BA">
            <w:pPr>
              <w:pStyle w:val="Tabletext"/>
              <w:rPr>
                <w:ins w:id="1576" w:author="John Mettrop [2]" w:date="2022-12-09T08:12:00Z"/>
                <w:lang w:eastAsia="ja-JP"/>
              </w:rPr>
            </w:pPr>
            <w:ins w:id="1577" w:author="John Mettrop [2]" w:date="2022-12-09T08:12:00Z">
              <w:r w:rsidRPr="00250417">
                <w:rPr>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57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8DC264" w14:textId="77777777" w:rsidR="00FF5310" w:rsidRPr="00250417" w:rsidRDefault="00FF5310" w:rsidP="003D33BA">
            <w:pPr>
              <w:pStyle w:val="Tabletext"/>
              <w:rPr>
                <w:ins w:id="1579" w:author="John Mettrop [2]" w:date="2022-12-09T08:12:00Z"/>
                <w:lang w:eastAsia="ja-JP"/>
              </w:rPr>
            </w:pPr>
            <w:ins w:id="1580" w:author="John Mettrop [2]" w:date="2022-12-09T08:12:00Z">
              <w:r w:rsidRPr="00250417">
                <w:rPr>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58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467254F" w14:textId="77777777" w:rsidR="00FF5310" w:rsidRPr="00250417" w:rsidRDefault="00FF5310" w:rsidP="003D33BA">
            <w:pPr>
              <w:pStyle w:val="Tabletext"/>
              <w:rPr>
                <w:ins w:id="1582" w:author="John Mettrop [2]" w:date="2022-12-09T08:12:00Z"/>
                <w:lang w:eastAsia="ja-JP"/>
              </w:rPr>
            </w:pPr>
            <w:ins w:id="1583" w:author="John Mettrop [2]" w:date="2022-12-09T08:12:00Z">
              <w:r w:rsidRPr="00250417">
                <w:rPr>
                  <w:lang w:eastAsia="ja-JP"/>
                </w:rPr>
                <w:t>−93 … −89</w:t>
              </w:r>
            </w:ins>
          </w:p>
        </w:tc>
      </w:tr>
      <w:tr w:rsidR="00FF5310" w:rsidRPr="00250417" w14:paraId="4BC13088" w14:textId="77777777" w:rsidTr="004F3957">
        <w:trPr>
          <w:cantSplit/>
          <w:jc w:val="center"/>
          <w:ins w:id="1584" w:author="John Mettrop [2]"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02E2A42E" w14:textId="77777777" w:rsidR="00FF5310" w:rsidRPr="00250417" w:rsidRDefault="00FF5310" w:rsidP="004F395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85" w:author="John Mettrop [2]" w:date="2022-12-09T08:12:00Z"/>
                <w:b/>
                <w:bCs/>
                <w:sz w:val="18"/>
                <w:szCs w:val="18"/>
                <w:lang w:eastAsia="ja-JP"/>
              </w:rPr>
            </w:pPr>
            <w:proofErr w:type="gramStart"/>
            <w:ins w:id="1586" w:author="John Mettrop [2]" w:date="2022-12-09T08:12:00Z">
              <w:r w:rsidRPr="00250417">
                <w:rPr>
                  <w:b/>
                  <w:bCs/>
                  <w:sz w:val="18"/>
                  <w:szCs w:val="18"/>
                  <w:lang w:eastAsia="ja-JP"/>
                </w:rPr>
                <w:t>Antenna</w:t>
              </w:r>
              <w:r w:rsidRPr="00250417">
                <w:rPr>
                  <w:rFonts w:eastAsia="Calibri"/>
                  <w:sz w:val="18"/>
                  <w:szCs w:val="18"/>
                  <w:vertAlign w:val="superscript"/>
                  <w:lang w:eastAsia="ja-JP"/>
                </w:rPr>
                <w:t>(</w:t>
              </w:r>
              <w:proofErr w:type="gramEnd"/>
              <w:r w:rsidRPr="00250417">
                <w:rPr>
                  <w:rFonts w:eastAsia="Calibri"/>
                  <w:sz w:val="18"/>
                  <w:szCs w:val="18"/>
                  <w:vertAlign w:val="superscript"/>
                  <w:lang w:eastAsia="ja-JP"/>
                </w:rPr>
                <w:t xml:space="preserve">2) </w:t>
              </w:r>
              <w:r w:rsidRPr="00250417">
                <w:rPr>
                  <w:color w:val="FF0000"/>
                  <w:sz w:val="18"/>
                  <w:szCs w:val="18"/>
                </w:rPr>
                <w:t xml:space="preserve"> </w:t>
              </w:r>
            </w:ins>
          </w:p>
        </w:tc>
      </w:tr>
      <w:tr w:rsidR="00FF5310" w:rsidRPr="00250417" w14:paraId="499B074F"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8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588" w:author="John Mettrop [2]" w:date="2022-12-09T08:12:00Z"/>
          <w:trPrChange w:id="158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590"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D6FB79C" w14:textId="77777777" w:rsidR="00FF5310" w:rsidRPr="00250417" w:rsidRDefault="00FF5310" w:rsidP="003D33BA">
            <w:pPr>
              <w:pStyle w:val="Tabletext"/>
              <w:rPr>
                <w:ins w:id="1591" w:author="John Mettrop [2]" w:date="2022-12-09T08:12:00Z"/>
                <w:lang w:eastAsia="ja-JP"/>
              </w:rPr>
            </w:pPr>
            <w:ins w:id="1592" w:author="John Mettrop [2]" w:date="2022-12-09T08:12:00Z">
              <w:r w:rsidRPr="00250417">
                <w:rPr>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593"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51E3C339" w14:textId="77777777" w:rsidR="00FF5310" w:rsidRPr="00250417" w:rsidRDefault="00FF5310" w:rsidP="003D33BA">
            <w:pPr>
              <w:pStyle w:val="Tabletext"/>
              <w:rPr>
                <w:ins w:id="1594" w:author="John Mettrop [2]" w:date="2022-12-09T08:12:00Z"/>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595"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9C53C99" w14:textId="77777777" w:rsidR="00FF5310" w:rsidRPr="00250417" w:rsidRDefault="00FF5310" w:rsidP="003D33BA">
            <w:pPr>
              <w:pStyle w:val="Tabletext"/>
              <w:rPr>
                <w:ins w:id="1596" w:author="John Mettrop [2]" w:date="2022-12-09T08:12:00Z"/>
                <w:lang w:eastAsia="ja-JP"/>
              </w:rPr>
            </w:pPr>
            <w:ins w:id="1597" w:author="John Mettrop [2]" w:date="2022-12-09T08:12:00Z">
              <w:r w:rsidRPr="00250417">
                <w:rPr>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598"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EB279B9" w14:textId="77777777" w:rsidR="00FF5310" w:rsidRPr="00250417" w:rsidRDefault="00FF5310" w:rsidP="003D33BA">
            <w:pPr>
              <w:pStyle w:val="Tabletext"/>
              <w:rPr>
                <w:ins w:id="1599" w:author="John Mettrop [2]" w:date="2022-12-09T08:12:00Z"/>
                <w:lang w:eastAsia="ja-JP"/>
              </w:rPr>
            </w:pPr>
            <w:ins w:id="1600" w:author="John Mettrop [2]" w:date="2022-12-09T08:12:00Z">
              <w:r w:rsidRPr="00250417">
                <w:rPr>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60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FF47443" w14:textId="77777777" w:rsidR="00FF5310" w:rsidRPr="00250417" w:rsidRDefault="00FF5310" w:rsidP="003D33BA">
            <w:pPr>
              <w:pStyle w:val="Tabletext"/>
              <w:rPr>
                <w:ins w:id="1602" w:author="John Mettrop [2]" w:date="2022-12-09T08:12:00Z"/>
                <w:lang w:eastAsia="ja-JP"/>
              </w:rPr>
            </w:pPr>
            <w:ins w:id="1603" w:author="John Mettrop [2]" w:date="2022-12-09T08:12:00Z">
              <w:r w:rsidRPr="00250417">
                <w:rPr>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60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01D282D" w14:textId="77777777" w:rsidR="00FF5310" w:rsidRPr="00250417" w:rsidRDefault="00FF5310" w:rsidP="003D33BA">
            <w:pPr>
              <w:pStyle w:val="Tabletext"/>
              <w:rPr>
                <w:ins w:id="1605" w:author="John Mettrop [2]" w:date="2022-12-09T08:12:00Z"/>
                <w:lang w:eastAsia="ja-JP"/>
              </w:rPr>
            </w:pPr>
            <w:ins w:id="1606" w:author="John Mettrop [2]" w:date="2022-12-09T08:12:00Z">
              <w:r w:rsidRPr="00250417">
                <w:rPr>
                  <w:lang w:eastAsia="ja-JP"/>
                </w:rPr>
                <w:t>Directional (steerable, MIMO)</w:t>
              </w:r>
            </w:ins>
          </w:p>
        </w:tc>
      </w:tr>
      <w:tr w:rsidR="00FF5310" w:rsidRPr="00250417" w14:paraId="01635543" w14:textId="77777777" w:rsidTr="004F3957">
        <w:trPr>
          <w:cantSplit/>
          <w:jc w:val="center"/>
          <w:ins w:id="1607"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B744E0B" w14:textId="77777777" w:rsidR="00FF5310" w:rsidRPr="00250417" w:rsidRDefault="00FF5310" w:rsidP="003D33BA">
            <w:pPr>
              <w:pStyle w:val="Tabletext"/>
              <w:rPr>
                <w:ins w:id="1608" w:author="John Mettrop [2]" w:date="2022-12-09T08:12:00Z"/>
                <w:lang w:eastAsia="ja-JP"/>
              </w:rPr>
            </w:pPr>
            <w:ins w:id="1609" w:author="John Mettrop [2]" w:date="2022-12-09T08:12:00Z">
              <w:r w:rsidRPr="00250417">
                <w:rPr>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17E2EEDD" w14:textId="77777777" w:rsidR="00FF5310" w:rsidRPr="00250417" w:rsidRDefault="00FF5310" w:rsidP="003D33BA">
            <w:pPr>
              <w:pStyle w:val="Tabletext"/>
              <w:rPr>
                <w:ins w:id="1610" w:author="John Mettrop [2]" w:date="2022-12-09T08:12:00Z"/>
                <w:lang w:eastAsia="ja-JP"/>
              </w:rPr>
            </w:pPr>
            <w:proofErr w:type="spellStart"/>
            <w:ins w:id="1611" w:author="John Mettrop [2]" w:date="2022-12-09T08:12:00Z">
              <w:r w:rsidRPr="00250417">
                <w:rPr>
                  <w:lang w:eastAsia="ja-JP"/>
                </w:rPr>
                <w:t>dBi</w:t>
              </w:r>
              <w:proofErr w:type="spellEnd"/>
            </w:ins>
          </w:p>
        </w:tc>
        <w:tc>
          <w:tcPr>
            <w:tcW w:w="248" w:type="pct"/>
            <w:tcBorders>
              <w:top w:val="single" w:sz="4" w:space="0" w:color="auto"/>
              <w:left w:val="single" w:sz="4" w:space="0" w:color="auto"/>
              <w:bottom w:val="single" w:sz="4" w:space="0" w:color="auto"/>
              <w:right w:val="single" w:sz="4" w:space="0" w:color="auto"/>
            </w:tcBorders>
            <w:vAlign w:val="center"/>
            <w:hideMark/>
          </w:tcPr>
          <w:p w14:paraId="77F25937" w14:textId="77777777" w:rsidR="00FF5310" w:rsidRPr="00250417" w:rsidRDefault="00FF5310" w:rsidP="003D33BA">
            <w:pPr>
              <w:pStyle w:val="Tabletext"/>
              <w:rPr>
                <w:ins w:id="1612" w:author="John Mettrop [2]" w:date="2022-12-09T08:12:00Z"/>
                <w:lang w:eastAsia="ja-JP"/>
              </w:rPr>
            </w:pPr>
            <w:ins w:id="1613" w:author="John Mettrop [2]" w:date="2022-12-09T08:12:00Z">
              <w:r w:rsidRPr="00250417">
                <w:rPr>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7559761" w14:textId="77777777" w:rsidR="00FF5310" w:rsidRPr="00250417" w:rsidRDefault="00FF5310" w:rsidP="003D33BA">
            <w:pPr>
              <w:pStyle w:val="Tabletext"/>
              <w:rPr>
                <w:ins w:id="1614" w:author="John Mettrop [2]" w:date="2022-12-09T08:12:00Z"/>
                <w:lang w:eastAsia="ja-JP"/>
              </w:rPr>
            </w:pPr>
            <w:ins w:id="1615" w:author="John Mettrop [2]" w:date="2022-12-09T08:12:00Z">
              <w:r w:rsidRPr="00250417">
                <w:rPr>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199D3C95" w14:textId="77777777" w:rsidR="00FF5310" w:rsidRPr="00250417" w:rsidRDefault="00FF5310" w:rsidP="003D33BA">
            <w:pPr>
              <w:pStyle w:val="Tabletext"/>
              <w:rPr>
                <w:ins w:id="1616" w:author="John Mettrop [2]" w:date="2022-12-09T08:12:00Z"/>
                <w:lang w:eastAsia="ja-JP"/>
              </w:rPr>
            </w:pPr>
            <w:ins w:id="1617" w:author="John Mettrop [2]" w:date="2022-12-09T08:12:00Z">
              <w:r w:rsidRPr="00250417">
                <w:rPr>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4029D986" w14:textId="77777777" w:rsidR="00FF5310" w:rsidRPr="00250417" w:rsidRDefault="00FF5310" w:rsidP="003D33BA">
            <w:pPr>
              <w:pStyle w:val="Tabletext"/>
              <w:rPr>
                <w:ins w:id="1618" w:author="John Mettrop [2]" w:date="2022-12-09T08:12:00Z"/>
                <w:lang w:eastAsia="ja-JP"/>
              </w:rPr>
            </w:pPr>
            <w:ins w:id="1619" w:author="John Mettrop [2]" w:date="2022-12-09T08:12:00Z">
              <w:r w:rsidRPr="00250417">
                <w:rPr>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208AC8C4" w14:textId="77777777" w:rsidR="00FF5310" w:rsidRPr="00250417" w:rsidRDefault="00FF5310" w:rsidP="003D33BA">
            <w:pPr>
              <w:pStyle w:val="Tabletext"/>
              <w:rPr>
                <w:ins w:id="1620" w:author="John Mettrop [2]" w:date="2022-12-09T08:12:00Z"/>
                <w:lang w:eastAsia="ja-JP"/>
              </w:rPr>
            </w:pPr>
            <w:ins w:id="1621" w:author="John Mettrop [2]" w:date="2022-12-09T08:12:00Z">
              <w:r w:rsidRPr="00250417">
                <w:rPr>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744CDF0" w14:textId="77777777" w:rsidR="00FF5310" w:rsidRPr="00250417" w:rsidRDefault="00FF5310" w:rsidP="003D33BA">
            <w:pPr>
              <w:pStyle w:val="Tabletext"/>
              <w:rPr>
                <w:ins w:id="1622" w:author="John Mettrop [2]" w:date="2022-12-09T08:12:00Z"/>
                <w:lang w:eastAsia="ja-JP"/>
              </w:rPr>
            </w:pPr>
            <w:ins w:id="1623" w:author="John Mettrop [2]" w:date="2022-12-09T08:12:00Z">
              <w:r w:rsidRPr="00250417">
                <w:rPr>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759D35A5" w14:textId="77777777" w:rsidR="00FF5310" w:rsidRPr="00250417" w:rsidRDefault="00FF5310" w:rsidP="003D33BA">
            <w:pPr>
              <w:pStyle w:val="Tabletext"/>
              <w:rPr>
                <w:ins w:id="1624" w:author="John Mettrop [2]" w:date="2022-12-09T08:12:00Z"/>
                <w:lang w:eastAsia="ja-JP"/>
              </w:rPr>
            </w:pPr>
            <w:ins w:id="1625" w:author="John Mettrop [2]" w:date="2022-12-09T08:12:00Z">
              <w:r w:rsidRPr="00250417">
                <w:rPr>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2B1FE365" w14:textId="77777777" w:rsidR="00FF5310" w:rsidRPr="00250417" w:rsidRDefault="00FF5310" w:rsidP="003D33BA">
            <w:pPr>
              <w:pStyle w:val="Tabletext"/>
              <w:rPr>
                <w:ins w:id="1626" w:author="John Mettrop [2]" w:date="2022-12-09T08:12:00Z"/>
                <w:lang w:eastAsia="ja-JP"/>
              </w:rPr>
            </w:pPr>
            <w:ins w:id="1627" w:author="John Mettrop [2]" w:date="2022-12-09T08:12:00Z">
              <w:r w:rsidRPr="00250417">
                <w:rPr>
                  <w:lang w:eastAsia="ja-JP"/>
                </w:rPr>
                <w:t>15</w:t>
              </w:r>
            </w:ins>
          </w:p>
        </w:tc>
      </w:tr>
      <w:tr w:rsidR="00FF5310" w:rsidRPr="00250417" w14:paraId="35237216"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2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29" w:author="John Mettrop [2]" w:date="2022-12-09T08:12:00Z"/>
          <w:trPrChange w:id="163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631"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ACAAE53" w14:textId="77777777" w:rsidR="00FF5310" w:rsidRPr="00250417" w:rsidRDefault="00FF5310" w:rsidP="003D33BA">
            <w:pPr>
              <w:pStyle w:val="Tabletext"/>
              <w:rPr>
                <w:ins w:id="1632" w:author="John Mettrop [2]" w:date="2022-12-09T08:12:00Z"/>
                <w:lang w:eastAsia="ja-JP"/>
              </w:rPr>
            </w:pPr>
            <w:ins w:id="1633" w:author="John Mettrop [2]" w:date="2022-12-09T08:12:00Z">
              <w:r w:rsidRPr="00250417">
                <w:rPr>
                  <w:lang w:eastAsia="ja-JP"/>
                </w:rPr>
                <w:t>1</w:t>
              </w:r>
              <w:r w:rsidRPr="00250417">
                <w:rPr>
                  <w:vertAlign w:val="superscript"/>
                  <w:lang w:eastAsia="ja-JP"/>
                </w:rPr>
                <w:t xml:space="preserve">st </w:t>
              </w:r>
              <w:r w:rsidRPr="00250417">
                <w:rPr>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634"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2C8E8ED4" w14:textId="77777777" w:rsidR="00FF5310" w:rsidRPr="00250417" w:rsidRDefault="00FF5310" w:rsidP="003D33BA">
            <w:pPr>
              <w:pStyle w:val="Tabletext"/>
              <w:rPr>
                <w:ins w:id="1635" w:author="John Mettrop [2]" w:date="2022-12-09T08:12:00Z"/>
                <w:lang w:eastAsia="ja-JP"/>
              </w:rPr>
            </w:pPr>
            <w:proofErr w:type="spellStart"/>
            <w:ins w:id="1636" w:author="John Mettrop [2]" w:date="2022-12-09T08:12:00Z">
              <w:r w:rsidRPr="00250417">
                <w:rPr>
                  <w:lang w:eastAsia="ja-JP"/>
                </w:rPr>
                <w:t>dBi</w:t>
              </w:r>
              <w:proofErr w:type="spellEnd"/>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3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40A36CD" w14:textId="77777777" w:rsidR="00FF5310" w:rsidRPr="00250417" w:rsidRDefault="00FF5310" w:rsidP="003D33BA">
            <w:pPr>
              <w:pStyle w:val="Tabletext"/>
              <w:rPr>
                <w:ins w:id="1638" w:author="John Mettrop [2]" w:date="2022-12-09T08:12:00Z"/>
                <w:lang w:eastAsia="ja-JP"/>
              </w:rPr>
            </w:pPr>
            <w:ins w:id="1639" w:author="John Mettrop [2]" w:date="2022-12-09T08:12:00Z">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4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6E543DE" w14:textId="77777777" w:rsidR="00FF5310" w:rsidRPr="00250417" w:rsidRDefault="00FF5310" w:rsidP="003D33BA">
            <w:pPr>
              <w:pStyle w:val="Tabletext"/>
              <w:rPr>
                <w:ins w:id="1641" w:author="John Mettrop [2]" w:date="2022-12-09T08:12:00Z"/>
                <w:lang w:eastAsia="ja-JP"/>
              </w:rPr>
            </w:pPr>
            <w:ins w:id="1642" w:author="John Mettrop [2]" w:date="2022-12-09T08:12:00Z">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64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4697CFA" w14:textId="77777777" w:rsidR="00FF5310" w:rsidRPr="00250417" w:rsidRDefault="00FF5310" w:rsidP="003D33BA">
            <w:pPr>
              <w:pStyle w:val="Tabletext"/>
              <w:rPr>
                <w:ins w:id="1644" w:author="John Mettrop [2]" w:date="2022-12-09T08:12:00Z"/>
                <w:lang w:eastAsia="ja-JP"/>
              </w:rPr>
            </w:pPr>
            <w:ins w:id="1645" w:author="John Mettrop [2]" w:date="2022-12-09T08:12:00Z">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64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DEC8126" w14:textId="77777777" w:rsidR="00FF5310" w:rsidRPr="00250417" w:rsidRDefault="00FF5310" w:rsidP="003D33BA">
            <w:pPr>
              <w:pStyle w:val="Tabletext"/>
              <w:rPr>
                <w:ins w:id="1647" w:author="John Mettrop [2]" w:date="2022-12-09T08:12:00Z"/>
                <w:lang w:eastAsia="ja-JP"/>
              </w:rPr>
            </w:pPr>
            <w:ins w:id="1648" w:author="John Mettrop [2]" w:date="2022-12-09T08:12:00Z">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1)</w:t>
              </w:r>
            </w:ins>
          </w:p>
        </w:tc>
      </w:tr>
      <w:tr w:rsidR="00FF5310" w:rsidRPr="00250417" w14:paraId="5459CA40"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4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50" w:author="John Mettrop [2]" w:date="2022-12-09T08:12:00Z"/>
          <w:trPrChange w:id="165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652"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2BDC8352" w14:textId="77777777" w:rsidR="00FF5310" w:rsidRPr="00250417" w:rsidRDefault="00FF5310" w:rsidP="003D33BA">
            <w:pPr>
              <w:pStyle w:val="Tabletext"/>
              <w:rPr>
                <w:ins w:id="1653" w:author="John Mettrop [2]" w:date="2022-12-09T08:12:00Z"/>
                <w:lang w:eastAsia="ja-JP"/>
              </w:rPr>
            </w:pPr>
            <w:ins w:id="1654" w:author="John Mettrop [2]" w:date="2022-12-09T08:12:00Z">
              <w:r w:rsidRPr="00250417">
                <w:rPr>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655"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45A6A5A6" w14:textId="77777777" w:rsidR="00FF5310" w:rsidRPr="00250417" w:rsidRDefault="00FF5310" w:rsidP="003D33BA">
            <w:pPr>
              <w:pStyle w:val="Tabletext"/>
              <w:rPr>
                <w:ins w:id="1656" w:author="John Mettrop [2]" w:date="2022-12-09T08:12:00Z"/>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5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52DA860" w14:textId="77777777" w:rsidR="00FF5310" w:rsidRPr="00250417" w:rsidRDefault="00FF5310" w:rsidP="003D33BA">
            <w:pPr>
              <w:pStyle w:val="Tabletext"/>
              <w:rPr>
                <w:ins w:id="1658" w:author="John Mettrop [2]" w:date="2022-12-09T08:12:00Z"/>
                <w:lang w:eastAsia="ja-JP"/>
              </w:rPr>
            </w:pPr>
            <w:ins w:id="1659" w:author="John Mettrop [2]" w:date="2022-12-09T08:12:00Z">
              <w:r w:rsidRPr="00250417">
                <w:rPr>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6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3A120E5" w14:textId="77777777" w:rsidR="00FF5310" w:rsidRPr="00250417" w:rsidRDefault="00FF5310" w:rsidP="003D33BA">
            <w:pPr>
              <w:pStyle w:val="Tabletext"/>
              <w:rPr>
                <w:ins w:id="1661" w:author="John Mettrop [2]" w:date="2022-12-09T08:12:00Z"/>
                <w:lang w:eastAsia="ja-JP"/>
              </w:rPr>
            </w:pPr>
            <w:ins w:id="1662" w:author="John Mettrop [2]" w:date="2022-12-09T08:12:00Z">
              <w:r w:rsidRPr="00250417">
                <w:rPr>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66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777EFF9" w14:textId="77777777" w:rsidR="00FF5310" w:rsidRPr="00250417" w:rsidRDefault="00FF5310" w:rsidP="003D33BA">
            <w:pPr>
              <w:pStyle w:val="Tabletext"/>
              <w:rPr>
                <w:ins w:id="1664" w:author="John Mettrop [2]" w:date="2022-12-09T08:12:00Z"/>
                <w:lang w:eastAsia="ja-JP"/>
              </w:rPr>
            </w:pPr>
            <w:ins w:id="1665" w:author="John Mettrop [2]" w:date="2022-12-09T08:12:00Z">
              <w:r w:rsidRPr="00250417">
                <w:rPr>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66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F3DE3D3" w14:textId="77777777" w:rsidR="00FF5310" w:rsidRPr="00250417" w:rsidRDefault="00FF5310" w:rsidP="003D33BA">
            <w:pPr>
              <w:pStyle w:val="Tabletext"/>
              <w:rPr>
                <w:ins w:id="1667" w:author="John Mettrop [2]" w:date="2022-12-09T08:12:00Z"/>
                <w:lang w:eastAsia="ja-JP"/>
              </w:rPr>
            </w:pPr>
            <w:ins w:id="1668" w:author="John Mettrop [2]" w:date="2022-12-09T08:12:00Z">
              <w:r w:rsidRPr="00250417">
                <w:rPr>
                  <w:lang w:eastAsia="ja-JP"/>
                </w:rPr>
                <w:t>Vertical</w:t>
              </w:r>
            </w:ins>
          </w:p>
        </w:tc>
      </w:tr>
      <w:tr w:rsidR="00FF5310" w:rsidRPr="00250417" w14:paraId="39C9FDF6"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6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70" w:author="John Mettrop [2]" w:date="2022-12-09T08:12:00Z"/>
          <w:trPrChange w:id="167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672"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3B0E6B9" w14:textId="77777777" w:rsidR="00FF5310" w:rsidRPr="00250417" w:rsidRDefault="00FF5310" w:rsidP="003D33BA">
            <w:pPr>
              <w:pStyle w:val="Tabletext"/>
              <w:rPr>
                <w:ins w:id="1673" w:author="John Mettrop [2]" w:date="2022-12-09T08:12:00Z"/>
                <w:lang w:eastAsia="ja-JP"/>
              </w:rPr>
            </w:pPr>
            <w:ins w:id="1674" w:author="John Mettrop [2]" w:date="2022-12-09T08:12:00Z">
              <w:r w:rsidRPr="00250417">
                <w:rPr>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675"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04900926" w14:textId="77777777" w:rsidR="00FF5310" w:rsidRPr="00250417" w:rsidRDefault="00FF5310" w:rsidP="003D33BA">
            <w:pPr>
              <w:pStyle w:val="Tabletext"/>
              <w:rPr>
                <w:ins w:id="1676" w:author="John Mettrop [2]" w:date="2022-12-09T08:12:00Z"/>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7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4BBA44A" w14:textId="77777777" w:rsidR="00FF5310" w:rsidRPr="00250417" w:rsidRDefault="00FF5310" w:rsidP="003D33BA">
            <w:pPr>
              <w:pStyle w:val="Tabletext"/>
              <w:rPr>
                <w:ins w:id="1678" w:author="John Mettrop [2]" w:date="2022-12-09T08:12:00Z"/>
                <w:lang w:eastAsia="ja-JP"/>
              </w:rPr>
            </w:pPr>
            <w:ins w:id="1679" w:author="John Mettrop [2]" w:date="2022-12-09T08:12:00Z">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8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9A682C" w14:textId="77777777" w:rsidR="00FF5310" w:rsidRPr="00250417" w:rsidRDefault="00FF5310" w:rsidP="003D33BA">
            <w:pPr>
              <w:pStyle w:val="Tabletext"/>
              <w:rPr>
                <w:ins w:id="1681" w:author="John Mettrop [2]" w:date="2022-12-09T08:12:00Z"/>
                <w:lang w:eastAsia="ja-JP"/>
              </w:rPr>
            </w:pPr>
            <w:ins w:id="1682" w:author="John Mettrop [2]" w:date="2022-12-09T08:12:00Z">
              <w:r w:rsidRPr="00250417">
                <w:rPr>
                  <w:lang w:eastAsia="ja-JP"/>
                </w:rPr>
                <w:t>N/</w:t>
              </w:r>
              <w:proofErr w:type="gramStart"/>
              <w:r w:rsidRPr="00250417">
                <w:rPr>
                  <w:lang w:eastAsia="ja-JP"/>
                </w:rPr>
                <w:t>A</w:t>
              </w:r>
              <w:r w:rsidRPr="00250417">
                <w:rPr>
                  <w:vertAlign w:val="superscript"/>
                  <w:lang w:eastAsia="ja-JP"/>
                </w:rPr>
                <w:t>(</w:t>
              </w:r>
              <w:proofErr w:type="gramEnd"/>
              <w:r w:rsidRPr="00250417">
                <w:rPr>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68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79B5027" w14:textId="77777777" w:rsidR="00FF5310" w:rsidRPr="00250417" w:rsidRDefault="00FF5310" w:rsidP="003D33BA">
            <w:pPr>
              <w:pStyle w:val="Tabletext"/>
              <w:rPr>
                <w:ins w:id="1684" w:author="John Mettrop [2]" w:date="2022-12-09T08:12:00Z"/>
                <w:lang w:eastAsia="ja-JP"/>
              </w:rPr>
            </w:pPr>
            <w:ins w:id="1685" w:author="John Mettrop [2]" w:date="2022-12-09T08:12:00Z">
              <w:r w:rsidRPr="00250417">
                <w:rPr>
                  <w:lang w:eastAsia="ja-JP"/>
                </w:rPr>
                <w:t xml:space="preserve">Rec. ITU-R </w:t>
              </w:r>
              <w:proofErr w:type="spellStart"/>
              <w:r w:rsidRPr="00250417">
                <w:rPr>
                  <w:lang w:eastAsia="ja-JP"/>
                </w:rPr>
                <w:t>F.1336</w:t>
              </w:r>
              <w:proofErr w:type="spellEnd"/>
            </w:ins>
          </w:p>
        </w:tc>
        <w:tc>
          <w:tcPr>
            <w:tcW w:w="898" w:type="pct"/>
            <w:tcBorders>
              <w:top w:val="single" w:sz="4" w:space="0" w:color="auto"/>
              <w:left w:val="single" w:sz="4" w:space="0" w:color="auto"/>
              <w:bottom w:val="single" w:sz="4" w:space="0" w:color="auto"/>
              <w:right w:val="single" w:sz="4" w:space="0" w:color="auto"/>
            </w:tcBorders>
            <w:vAlign w:val="center"/>
            <w:tcPrChange w:id="168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C5EBEC9" w14:textId="77777777" w:rsidR="00FF5310" w:rsidRPr="00250417" w:rsidRDefault="00FF5310" w:rsidP="003D33BA">
            <w:pPr>
              <w:pStyle w:val="Tabletext"/>
              <w:rPr>
                <w:ins w:id="1687" w:author="John Mettrop [2]" w:date="2022-12-09T08:12:00Z"/>
                <w:lang w:eastAsia="ja-JP"/>
              </w:rPr>
            </w:pPr>
            <w:ins w:id="1688" w:author="John Mettrop [2]" w:date="2022-12-09T08:12:00Z">
              <w:r w:rsidRPr="00250417">
                <w:rPr>
                  <w:lang w:eastAsia="ja-JP"/>
                </w:rPr>
                <w:t xml:space="preserve">Rec. ITU-R </w:t>
              </w:r>
              <w:proofErr w:type="spellStart"/>
              <w:r w:rsidRPr="00250417">
                <w:rPr>
                  <w:lang w:eastAsia="ja-JP"/>
                </w:rPr>
                <w:t>F.1336</w:t>
              </w:r>
              <w:proofErr w:type="spellEnd"/>
            </w:ins>
          </w:p>
        </w:tc>
      </w:tr>
      <w:tr w:rsidR="00FF5310" w:rsidRPr="00250417" w14:paraId="00B24845" w14:textId="77777777" w:rsidTr="004F395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8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90" w:author="John Mettrop [2]" w:date="2022-12-09T08:12:00Z"/>
          <w:trPrChange w:id="169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692"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5209126" w14:textId="77777777" w:rsidR="00FF5310" w:rsidRPr="00250417" w:rsidRDefault="00FF5310" w:rsidP="003D33BA">
            <w:pPr>
              <w:pStyle w:val="Tabletext"/>
              <w:rPr>
                <w:ins w:id="1693" w:author="John Mettrop [2]" w:date="2022-12-09T08:12:00Z"/>
                <w:lang w:eastAsia="ja-JP"/>
              </w:rPr>
            </w:pPr>
            <w:ins w:id="1694" w:author="John Mettrop [2]" w:date="2022-12-09T08:12:00Z">
              <w:r w:rsidRPr="00250417">
                <w:rPr>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695"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1D6D1CEC" w14:textId="77777777" w:rsidR="00FF5310" w:rsidRPr="00250417" w:rsidRDefault="00FF5310" w:rsidP="003D33BA">
            <w:pPr>
              <w:pStyle w:val="Tabletext"/>
              <w:rPr>
                <w:ins w:id="1696" w:author="John Mettrop [2]" w:date="2022-12-09T08:12:00Z"/>
                <w:lang w:eastAsia="ja-JP"/>
              </w:rPr>
            </w:pPr>
            <w:ins w:id="1697" w:author="John Mettrop [2]" w:date="2022-12-09T08:12:00Z">
              <w:r w:rsidRPr="00250417">
                <w:rPr>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9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DFB5376" w14:textId="77777777" w:rsidR="00FF5310" w:rsidRPr="00250417" w:rsidRDefault="00FF5310" w:rsidP="003D33BA">
            <w:pPr>
              <w:pStyle w:val="Tabletext"/>
              <w:rPr>
                <w:ins w:id="1699" w:author="John Mettrop [2]" w:date="2022-12-09T08:12:00Z"/>
                <w:lang w:eastAsia="ja-JP"/>
              </w:rPr>
            </w:pPr>
            <w:ins w:id="1700" w:author="John Mettrop [2]" w:date="2022-12-09T08:12:00Z">
              <w:r w:rsidRPr="00250417">
                <w:rPr>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0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DBDCBE1" w14:textId="77777777" w:rsidR="00FF5310" w:rsidRPr="00250417" w:rsidRDefault="00FF5310" w:rsidP="003D33BA">
            <w:pPr>
              <w:pStyle w:val="Tabletext"/>
              <w:rPr>
                <w:ins w:id="1702" w:author="John Mettrop [2]" w:date="2022-12-09T08:12:00Z"/>
                <w:lang w:eastAsia="ja-JP"/>
              </w:rPr>
            </w:pPr>
            <w:ins w:id="1703" w:author="John Mettrop [2]" w:date="2022-12-09T08:12:00Z">
              <w:r w:rsidRPr="00250417">
                <w:rPr>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70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54353DF" w14:textId="77777777" w:rsidR="00FF5310" w:rsidRPr="00250417" w:rsidRDefault="00FF5310" w:rsidP="003D33BA">
            <w:pPr>
              <w:pStyle w:val="Tabletext"/>
              <w:rPr>
                <w:ins w:id="1705" w:author="John Mettrop [2]" w:date="2022-12-09T08:12:00Z"/>
                <w:lang w:eastAsia="ja-JP"/>
              </w:rPr>
            </w:pPr>
            <w:ins w:id="1706" w:author="John Mettrop [2]" w:date="2022-12-09T08:12:00Z">
              <w:r w:rsidRPr="00250417">
                <w:rPr>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70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2F589BF" w14:textId="77777777" w:rsidR="00FF5310" w:rsidRPr="00250417" w:rsidRDefault="00FF5310" w:rsidP="003D33BA">
            <w:pPr>
              <w:pStyle w:val="Tabletext"/>
              <w:rPr>
                <w:ins w:id="1708" w:author="John Mettrop [2]" w:date="2022-12-09T08:12:00Z"/>
                <w:lang w:eastAsia="ja-JP"/>
              </w:rPr>
            </w:pPr>
            <w:ins w:id="1709" w:author="John Mettrop [2]" w:date="2022-12-09T08:12:00Z">
              <w:r w:rsidRPr="00250417">
                <w:rPr>
                  <w:lang w:eastAsia="ja-JP"/>
                </w:rPr>
                <w:t>65</w:t>
              </w:r>
            </w:ins>
          </w:p>
        </w:tc>
      </w:tr>
      <w:tr w:rsidR="00FF5310" w:rsidRPr="00250417" w14:paraId="5B08B569" w14:textId="77777777" w:rsidTr="004F3957">
        <w:trPr>
          <w:cantSplit/>
          <w:jc w:val="center"/>
          <w:ins w:id="1710" w:author="John Mettrop [2]"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28B3769" w14:textId="77777777" w:rsidR="00FF5310" w:rsidRPr="00250417" w:rsidRDefault="00FF5310" w:rsidP="003D33BA">
            <w:pPr>
              <w:pStyle w:val="Tabletext"/>
              <w:rPr>
                <w:ins w:id="1711" w:author="John Mettrop [2]" w:date="2022-12-09T08:12:00Z"/>
                <w:lang w:eastAsia="ja-JP"/>
              </w:rPr>
            </w:pPr>
            <w:ins w:id="1712" w:author="John Mettrop [2]" w:date="2022-12-09T08:12:00Z">
              <w:r w:rsidRPr="00250417">
                <w:rPr>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41D9A7C3" w14:textId="77777777" w:rsidR="00FF5310" w:rsidRPr="00250417" w:rsidRDefault="00FF5310" w:rsidP="003D33BA">
            <w:pPr>
              <w:pStyle w:val="Tabletext"/>
              <w:rPr>
                <w:ins w:id="1713" w:author="John Mettrop [2]" w:date="2022-12-09T08:12:00Z"/>
                <w:lang w:eastAsia="ja-JP"/>
              </w:rPr>
            </w:pPr>
            <w:ins w:id="1714" w:author="John Mettrop [2]" w:date="2022-12-09T08:12:00Z">
              <w:r w:rsidRPr="00250417">
                <w:rPr>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5605C95E" w14:textId="77777777" w:rsidR="00FF5310" w:rsidRPr="00250417" w:rsidRDefault="00FF5310" w:rsidP="003D33BA">
            <w:pPr>
              <w:pStyle w:val="Tabletext"/>
              <w:rPr>
                <w:ins w:id="1715" w:author="John Mettrop [2]" w:date="2022-12-09T08:12:00Z"/>
                <w:lang w:eastAsia="ja-JP"/>
              </w:rPr>
            </w:pPr>
            <w:ins w:id="1716" w:author="John Mettrop [2]" w:date="2022-12-09T08:12:00Z">
              <w:r w:rsidRPr="00250417">
                <w:rPr>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70AF9B5" w14:textId="77777777" w:rsidR="00FF5310" w:rsidRPr="00250417" w:rsidRDefault="00FF5310" w:rsidP="003D33BA">
            <w:pPr>
              <w:pStyle w:val="Tabletext"/>
              <w:rPr>
                <w:ins w:id="1717" w:author="John Mettrop [2]" w:date="2022-12-09T08:12:00Z"/>
                <w:lang w:eastAsia="ja-JP"/>
              </w:rPr>
            </w:pPr>
            <w:ins w:id="1718" w:author="John Mettrop [2]" w:date="2022-12-09T08:12:00Z">
              <w:r w:rsidRPr="00250417">
                <w:rPr>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B1A776F" w14:textId="77777777" w:rsidR="00FF5310" w:rsidRPr="00250417" w:rsidRDefault="00FF5310" w:rsidP="003D33BA">
            <w:pPr>
              <w:pStyle w:val="Tabletext"/>
              <w:rPr>
                <w:ins w:id="1719" w:author="John Mettrop [2]" w:date="2022-12-09T08:12:00Z"/>
                <w:lang w:eastAsia="ja-JP"/>
              </w:rPr>
            </w:pPr>
            <w:ins w:id="1720" w:author="John Mettrop [2]" w:date="2022-12-09T08:12:00Z">
              <w:r w:rsidRPr="00250417">
                <w:rPr>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0164BFA2" w14:textId="77777777" w:rsidR="00FF5310" w:rsidRPr="00250417" w:rsidRDefault="00FF5310" w:rsidP="003D33BA">
            <w:pPr>
              <w:pStyle w:val="Tabletext"/>
              <w:rPr>
                <w:ins w:id="1721" w:author="John Mettrop [2]" w:date="2022-12-09T08:12:00Z"/>
                <w:lang w:eastAsia="ja-JP"/>
              </w:rPr>
            </w:pPr>
            <w:ins w:id="1722" w:author="John Mettrop [2]" w:date="2022-12-09T08:12:00Z">
              <w:r w:rsidRPr="00250417">
                <w:rPr>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1186952" w14:textId="77777777" w:rsidR="00FF5310" w:rsidRPr="00250417" w:rsidRDefault="00FF5310" w:rsidP="003D33BA">
            <w:pPr>
              <w:pStyle w:val="Tabletext"/>
              <w:rPr>
                <w:ins w:id="1723" w:author="John Mettrop [2]" w:date="2022-12-09T08:12:00Z"/>
                <w:lang w:eastAsia="ja-JP"/>
              </w:rPr>
            </w:pPr>
            <w:ins w:id="1724" w:author="John Mettrop [2]" w:date="2022-12-09T08:12:00Z">
              <w:r w:rsidRPr="00250417">
                <w:rPr>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708D1C7E" w14:textId="77777777" w:rsidR="00FF5310" w:rsidRPr="00250417" w:rsidRDefault="00FF5310" w:rsidP="003D33BA">
            <w:pPr>
              <w:pStyle w:val="Tabletext"/>
              <w:rPr>
                <w:ins w:id="1725" w:author="John Mettrop [2]" w:date="2022-12-09T08:12:00Z"/>
                <w:lang w:eastAsia="ja-JP"/>
              </w:rPr>
            </w:pPr>
            <w:ins w:id="1726" w:author="John Mettrop [2]" w:date="2022-12-09T08:12:00Z">
              <w:r w:rsidRPr="00250417">
                <w:rPr>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708B11D5" w14:textId="77777777" w:rsidR="00FF5310" w:rsidRPr="00250417" w:rsidRDefault="00FF5310" w:rsidP="003D33BA">
            <w:pPr>
              <w:pStyle w:val="Tabletext"/>
              <w:rPr>
                <w:ins w:id="1727" w:author="John Mettrop [2]" w:date="2022-12-09T08:12:00Z"/>
                <w:lang w:eastAsia="ja-JP"/>
              </w:rPr>
            </w:pPr>
            <w:ins w:id="1728" w:author="John Mettrop [2]" w:date="2022-12-09T08:12:00Z">
              <w:r w:rsidRPr="00250417">
                <w:rPr>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22380AF2" w14:textId="77777777" w:rsidR="00FF5310" w:rsidRPr="00250417" w:rsidRDefault="00FF5310" w:rsidP="003D33BA">
            <w:pPr>
              <w:pStyle w:val="Tabletext"/>
              <w:rPr>
                <w:ins w:id="1729" w:author="John Mettrop [2]" w:date="2022-12-09T08:12:00Z"/>
                <w:lang w:eastAsia="ja-JP"/>
              </w:rPr>
            </w:pPr>
            <w:ins w:id="1730" w:author="John Mettrop [2]" w:date="2022-12-09T08:12:00Z">
              <w:r w:rsidRPr="00250417">
                <w:rPr>
                  <w:lang w:eastAsia="ja-JP"/>
                </w:rPr>
                <w:t>90</w:t>
              </w:r>
            </w:ins>
          </w:p>
        </w:tc>
      </w:tr>
      <w:tr w:rsidR="00FF5310" w:rsidRPr="00250417" w14:paraId="558E4936" w14:textId="77777777" w:rsidTr="004F3957">
        <w:trPr>
          <w:cantSplit/>
          <w:jc w:val="center"/>
          <w:ins w:id="1731" w:author="John Mettrop [2]" w:date="2022-12-09T08:12:00Z"/>
        </w:trPr>
        <w:tc>
          <w:tcPr>
            <w:tcW w:w="5000" w:type="pct"/>
            <w:gridSpan w:val="10"/>
            <w:tcBorders>
              <w:top w:val="single" w:sz="4" w:space="0" w:color="auto"/>
              <w:left w:val="nil"/>
              <w:bottom w:val="nil"/>
              <w:right w:val="nil"/>
            </w:tcBorders>
            <w:vAlign w:val="center"/>
            <w:hideMark/>
          </w:tcPr>
          <w:p w14:paraId="782472A1" w14:textId="77777777" w:rsidR="00FF5310" w:rsidRPr="00250417" w:rsidRDefault="00FF5310" w:rsidP="004F3957">
            <w:pPr>
              <w:tabs>
                <w:tab w:val="left" w:pos="284"/>
                <w:tab w:val="left" w:pos="567"/>
                <w:tab w:val="left" w:pos="851"/>
              </w:tabs>
              <w:spacing w:before="40" w:after="40"/>
              <w:rPr>
                <w:ins w:id="1732" w:author="John Mettrop [2]" w:date="2022-12-09T08:12:00Z"/>
                <w:sz w:val="18"/>
                <w:lang w:eastAsia="ja-JP"/>
              </w:rPr>
            </w:pPr>
            <w:ins w:id="1733" w:author="John Mettrop [2]" w:date="2022-12-09T08:12:00Z">
              <w:r w:rsidRPr="00250417">
                <w:rPr>
                  <w:sz w:val="18"/>
                  <w:lang w:eastAsia="ja-JP"/>
                </w:rPr>
                <w:t>Notes:</w:t>
              </w:r>
            </w:ins>
          </w:p>
          <w:p w14:paraId="294E8380" w14:textId="77777777" w:rsidR="00FF5310" w:rsidRPr="00250417" w:rsidRDefault="00FF5310" w:rsidP="004F3957">
            <w:pPr>
              <w:tabs>
                <w:tab w:val="left" w:pos="284"/>
                <w:tab w:val="left" w:pos="567"/>
                <w:tab w:val="left" w:pos="851"/>
              </w:tabs>
              <w:spacing w:before="40" w:after="40"/>
              <w:rPr>
                <w:ins w:id="1734" w:author="John Mettrop [2]" w:date="2022-12-09T08:12:00Z"/>
                <w:sz w:val="18"/>
                <w:lang w:eastAsia="ja-JP"/>
              </w:rPr>
            </w:pPr>
            <w:ins w:id="1735" w:author="John Mettrop [2]" w:date="2022-12-09T08:12:00Z">
              <w:r w:rsidRPr="00250417">
                <w:rPr>
                  <w:sz w:val="18"/>
                  <w:vertAlign w:val="superscript"/>
                  <w:lang w:eastAsia="ja-JP"/>
                </w:rPr>
                <w:t>(1)</w:t>
              </w:r>
              <w:r w:rsidRPr="00250417">
                <w:rPr>
                  <w:sz w:val="18"/>
                  <w:lang w:eastAsia="ja-JP"/>
                </w:rPr>
                <w:tab/>
                <w:t>N/A – Not applicable.</w:t>
              </w:r>
            </w:ins>
          </w:p>
          <w:p w14:paraId="44178677" w14:textId="77777777" w:rsidR="00FF5310" w:rsidRPr="00250417" w:rsidRDefault="00FF5310" w:rsidP="004F3957">
            <w:pPr>
              <w:tabs>
                <w:tab w:val="left" w:pos="284"/>
                <w:tab w:val="left" w:pos="567"/>
                <w:tab w:val="left" w:pos="851"/>
              </w:tabs>
              <w:spacing w:before="40" w:after="40"/>
              <w:rPr>
                <w:ins w:id="1736" w:author="John Mettrop [2]" w:date="2022-12-09T08:12:00Z"/>
                <w:sz w:val="18"/>
                <w:lang w:eastAsia="ja-JP"/>
              </w:rPr>
            </w:pPr>
            <w:ins w:id="1737" w:author="John Mettrop [2]" w:date="2022-12-09T08:12:00Z">
              <w:r w:rsidRPr="00250417">
                <w:rPr>
                  <w:sz w:val="18"/>
                  <w:vertAlign w:val="superscript"/>
                </w:rPr>
                <w:t>(2)</w:t>
              </w:r>
              <w:r w:rsidRPr="00250417">
                <w:rPr>
                  <w:sz w:val="18"/>
                  <w:vertAlign w:val="superscript"/>
                </w:rPr>
                <w:tab/>
              </w:r>
              <w:r w:rsidRPr="00250417">
                <w:rPr>
                  <w:sz w:val="18"/>
                </w:rPr>
                <w:t>A typical value of the feeder loss associated with these systems can range from 0-3 dB with 2 dB as the representative value.</w:t>
              </w:r>
            </w:ins>
          </w:p>
        </w:tc>
      </w:tr>
    </w:tbl>
    <w:p w14:paraId="4E9B8F7B" w14:textId="77777777" w:rsidR="00FF5310" w:rsidRPr="00250417" w:rsidRDefault="00FF5310" w:rsidP="00302FDE">
      <w:pPr>
        <w:pStyle w:val="Tablefin"/>
      </w:pPr>
    </w:p>
    <w:p w14:paraId="54189678" w14:textId="0802D658" w:rsidR="00E34360" w:rsidRPr="00FF5310" w:rsidRDefault="00E34360">
      <w:pPr>
        <w:tabs>
          <w:tab w:val="clear" w:pos="1134"/>
          <w:tab w:val="clear" w:pos="1871"/>
          <w:tab w:val="clear" w:pos="2268"/>
        </w:tabs>
        <w:overflowPunct/>
        <w:autoSpaceDE/>
        <w:autoSpaceDN/>
        <w:adjustRightInd/>
        <w:spacing w:before="0"/>
        <w:textAlignment w:val="auto"/>
        <w:rPr>
          <w:lang w:eastAsia="zh-CN"/>
        </w:rPr>
      </w:pPr>
    </w:p>
    <w:p w14:paraId="3644496B" w14:textId="77777777" w:rsidR="003D33BA" w:rsidRDefault="003D33BA" w:rsidP="0032202E">
      <w:pPr>
        <w:pStyle w:val="Reasons"/>
      </w:pPr>
    </w:p>
    <w:p w14:paraId="4E516A83" w14:textId="68B2255F" w:rsidR="000069D4" w:rsidRPr="00FF5310" w:rsidRDefault="003D33BA" w:rsidP="003D33BA">
      <w:pPr>
        <w:jc w:val="center"/>
        <w:rPr>
          <w:lang w:eastAsia="zh-CN"/>
        </w:rPr>
      </w:pPr>
      <w:r>
        <w:t>______________</w:t>
      </w:r>
    </w:p>
    <w:sectPr w:rsidR="000069D4" w:rsidRPr="00FF5310" w:rsidSect="00D02712">
      <w:headerReference w:type="default" r:id="rId20"/>
      <w:footerReference w:type="defaul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4935D" w14:textId="77777777" w:rsidR="00E34360" w:rsidRDefault="00E34360">
      <w:r>
        <w:separator/>
      </w:r>
    </w:p>
  </w:endnote>
  <w:endnote w:type="continuationSeparator" w:id="0">
    <w:p w14:paraId="441A5CF6" w14:textId="77777777" w:rsidR="00E34360" w:rsidRDefault="00E3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angSong_GB2312">
    <w:altName w:val="仿宋"/>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C6EE" w14:textId="35A41583" w:rsidR="00FF5310" w:rsidRPr="00F0063B" w:rsidRDefault="00FF5310" w:rsidP="00F0063B">
    <w:pPr>
      <w:pStyle w:val="Footer"/>
      <w:rPr>
        <w:lang w:val="en-US"/>
      </w:rPr>
    </w:pPr>
    <w:r>
      <w:fldChar w:fldCharType="begin"/>
    </w:r>
    <w:r>
      <w:instrText xml:space="preserve"> FILENAME \p \* MERGEFORMAT </w:instrText>
    </w:r>
    <w:r>
      <w:fldChar w:fldCharType="separate"/>
    </w:r>
    <w:r w:rsidR="003D33BA" w:rsidRPr="003D33BA">
      <w:rPr>
        <w:lang w:val="en-US"/>
      </w:rPr>
      <w:t>M</w:t>
    </w:r>
    <w:r w:rsidR="003D33BA">
      <w:t>:\BRSGD\TEXT2019\SG05\WP5B\700\796e.docx</w:t>
    </w:r>
    <w:r>
      <w:fldChar w:fldCharType="end"/>
    </w:r>
    <w:r w:rsidRPr="00622706">
      <w:rPr>
        <w:lang w:val="en-US"/>
      </w:rPr>
      <w:tab/>
    </w:r>
    <w:r>
      <w:rPr>
        <w:lang w:val="en-US"/>
      </w:rPr>
      <w:tab/>
    </w:r>
    <w:r w:rsidRPr="00622706">
      <w:fldChar w:fldCharType="begin"/>
    </w:r>
    <w:r w:rsidRPr="00622706">
      <w:instrText xml:space="preserve"> savedate \@ dd.MM.yy </w:instrText>
    </w:r>
    <w:r w:rsidRPr="00622706">
      <w:fldChar w:fldCharType="separate"/>
    </w:r>
    <w:r>
      <w:t>30.06.23</w:t>
    </w:r>
    <w:r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4A647" w14:textId="47B9E692" w:rsidR="00FF5310" w:rsidRPr="00F17076" w:rsidRDefault="00FF5310" w:rsidP="00F17076">
    <w:pPr>
      <w:pStyle w:val="Footer"/>
    </w:pPr>
    <w:r>
      <w:fldChar w:fldCharType="begin"/>
    </w:r>
    <w:r>
      <w:rPr>
        <w:lang w:val="en-US"/>
      </w:rPr>
      <w:instrText xml:space="preserve"> FILENAME \p \* MERGEFORMAT </w:instrText>
    </w:r>
    <w:r>
      <w:fldChar w:fldCharType="separate"/>
    </w:r>
    <w:r w:rsidR="003D33BA">
      <w:rPr>
        <w:lang w:val="en-US"/>
      </w:rPr>
      <w:t>M:\BRSGD\TEXT2019\SG05\WP5B\700\796e.docx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895F" w14:textId="01BE070F" w:rsidR="00FF5310" w:rsidRPr="00F0063B" w:rsidRDefault="00FF5310">
    <w:pPr>
      <w:pStyle w:val="Footer"/>
      <w:rPr>
        <w:lang w:val="en-US"/>
      </w:rPr>
    </w:pPr>
    <w:r>
      <w:fldChar w:fldCharType="begin"/>
    </w:r>
    <w:r>
      <w:instrText xml:space="preserve"> FILENAME \p \* MERGEFORMAT </w:instrText>
    </w:r>
    <w:r>
      <w:fldChar w:fldCharType="separate"/>
    </w:r>
    <w:r w:rsidR="003D33BA" w:rsidRPr="003D33BA">
      <w:rPr>
        <w:lang w:val="en-US"/>
      </w:rPr>
      <w:t>M</w:t>
    </w:r>
    <w:r w:rsidR="003D33BA">
      <w:t>:\BRSGD\TEXT2019\SG05\WP5B\700\796e.docx</w:t>
    </w:r>
    <w:r>
      <w:fldChar w:fldCharType="end"/>
    </w:r>
    <w:r w:rsidRPr="00622706">
      <w:rPr>
        <w:lang w:val="en-US"/>
      </w:rPr>
      <w:tab/>
    </w:r>
    <w:r>
      <w:rPr>
        <w:lang w:val="en-US"/>
      </w:rPr>
      <w:tab/>
    </w:r>
    <w:r w:rsidRPr="00622706">
      <w:fldChar w:fldCharType="begin"/>
    </w:r>
    <w:r w:rsidRPr="00622706">
      <w:instrText xml:space="preserve"> savedate \@ dd.MM.yy </w:instrText>
    </w:r>
    <w:r w:rsidRPr="00622706">
      <w:fldChar w:fldCharType="separate"/>
    </w:r>
    <w:r>
      <w:t>30.06.23</w:t>
    </w:r>
    <w:r w:rsidRPr="0062270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89B6" w14:textId="32F2A63C" w:rsidR="00FF5310" w:rsidRPr="00F0063B" w:rsidRDefault="00FF5310" w:rsidP="00E6257C">
    <w:pPr>
      <w:pStyle w:val="Footer"/>
      <w:rPr>
        <w:lang w:val="en-US"/>
      </w:rPr>
    </w:pPr>
    <w:r>
      <w:fldChar w:fldCharType="begin"/>
    </w:r>
    <w:r>
      <w:instrText xml:space="preserve"> FILENAME \p \* MERGEFORMAT </w:instrText>
    </w:r>
    <w:r>
      <w:fldChar w:fldCharType="separate"/>
    </w:r>
    <w:r w:rsidR="003D33BA" w:rsidRPr="003D33BA">
      <w:rPr>
        <w:lang w:val="en-US"/>
      </w:rPr>
      <w:t>M</w:t>
    </w:r>
    <w:r w:rsidR="003D33BA">
      <w:t>:\BRSGD\TEXT2019\SG05\WP5B\700\796e.docx</w:t>
    </w:r>
    <w:r>
      <w:fldChar w:fldCharType="end"/>
    </w:r>
    <w:r w:rsidRPr="00622706">
      <w:rPr>
        <w:lang w:val="en-US"/>
      </w:rPr>
      <w:tab/>
    </w:r>
    <w:r>
      <w:rPr>
        <w:lang w:val="en-US"/>
      </w:rPr>
      <w:tab/>
    </w:r>
    <w:r w:rsidRPr="00622706">
      <w:fldChar w:fldCharType="begin"/>
    </w:r>
    <w:r w:rsidRPr="00622706">
      <w:instrText xml:space="preserve"> savedate \@ dd.MM.yy </w:instrText>
    </w:r>
    <w:r w:rsidRPr="00622706">
      <w:fldChar w:fldCharType="separate"/>
    </w:r>
    <w:r>
      <w:t>30.06.23</w:t>
    </w:r>
    <w:r w:rsidRPr="00622706">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C64C" w14:textId="357043EB" w:rsidR="00FA124A" w:rsidRPr="002F7CB3" w:rsidRDefault="009C185B">
    <w:pPr>
      <w:pStyle w:val="Footer"/>
      <w:rPr>
        <w:lang w:val="en-US"/>
      </w:rPr>
    </w:pPr>
    <w:r>
      <w:fldChar w:fldCharType="begin"/>
    </w:r>
    <w:r>
      <w:instrText xml:space="preserve"> FILENAME \p \* MERGEFORMAT </w:instrText>
    </w:r>
    <w:r>
      <w:fldChar w:fldCharType="separate"/>
    </w:r>
    <w:r w:rsidR="003D33BA" w:rsidRPr="003D33BA">
      <w:rPr>
        <w:lang w:val="en-US"/>
      </w:rPr>
      <w:t>M</w:t>
    </w:r>
    <w:r w:rsidR="003D33BA">
      <w:t>:\BRSGD\TEXT2019\SG05\WP5B\700\796e.docx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E34360">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34360">
      <w:t>21.02.08</w:t>
    </w:r>
    <w:r w:rsidR="00D0271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4F2A" w14:textId="7895DF56" w:rsidR="00FA124A" w:rsidRPr="002F7CB3" w:rsidRDefault="009C185B" w:rsidP="00E6257C">
    <w:pPr>
      <w:pStyle w:val="Footer"/>
      <w:rPr>
        <w:lang w:val="en-US"/>
      </w:rPr>
    </w:pPr>
    <w:r>
      <w:fldChar w:fldCharType="begin"/>
    </w:r>
    <w:r>
      <w:instrText xml:space="preserve"> FILENAME \p \* MERGEFORMAT </w:instrText>
    </w:r>
    <w:r>
      <w:fldChar w:fldCharType="separate"/>
    </w:r>
    <w:r w:rsidR="00FA0AED" w:rsidRPr="00FA0AED">
      <w:rPr>
        <w:lang w:val="en-US"/>
      </w:rPr>
      <w:t>M</w:t>
    </w:r>
    <w:r w:rsidR="00FA0AED">
      <w:t>:\BRSGD\TEXT2019\SG05\WP5B\700\796e.docx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E34360">
      <w:t>00.00.00</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E34360">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8D6A5" w14:textId="77777777" w:rsidR="00E34360" w:rsidRDefault="00E34360">
      <w:r>
        <w:t>____________________</w:t>
      </w:r>
    </w:p>
  </w:footnote>
  <w:footnote w:type="continuationSeparator" w:id="0">
    <w:p w14:paraId="775D0994" w14:textId="77777777" w:rsidR="00E34360" w:rsidRDefault="00E34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15870" w14:textId="77777777" w:rsidR="00FF5310" w:rsidRDefault="00FF5310" w:rsidP="00F0063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678A87A4" w14:textId="10A8C7CD" w:rsidR="00FF5310" w:rsidRPr="00F0063B" w:rsidRDefault="00FF5310">
    <w:pPr>
      <w:pStyle w:val="Header"/>
      <w:rPr>
        <w:lang w:val="en-US"/>
      </w:rPr>
    </w:pPr>
    <w:proofErr w:type="spellStart"/>
    <w:r>
      <w:rPr>
        <w:lang w:val="en-US"/>
      </w:rPr>
      <w:t>5B</w:t>
    </w:r>
    <w:proofErr w:type="spellEnd"/>
    <w:r>
      <w:rPr>
        <w:lang w:val="en-US"/>
      </w:rPr>
      <w:t>/</w:t>
    </w:r>
    <w:r w:rsidR="003D33BA">
      <w:rPr>
        <w:lang w:val="en-US"/>
      </w:rPr>
      <w:t>796-</w:t>
    </w:r>
    <w:r>
      <w:rPr>
        <w:lang w:val="en-US"/>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368F" w14:textId="77777777" w:rsidR="003D33BA" w:rsidRDefault="003D33BA" w:rsidP="003D33B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w:t>
    </w:r>
  </w:p>
  <w:p w14:paraId="6815B1E9" w14:textId="61FAC38B" w:rsidR="00FF5310" w:rsidRPr="00F0063B" w:rsidRDefault="003D33BA" w:rsidP="003D33BA">
    <w:pPr>
      <w:pStyle w:val="Header"/>
    </w:pPr>
    <w:proofErr w:type="spellStart"/>
    <w:r>
      <w:rPr>
        <w:lang w:val="en-US"/>
      </w:rPr>
      <w:t>5B</w:t>
    </w:r>
    <w:proofErr w:type="spellEnd"/>
    <w:r>
      <w:rPr>
        <w:lang w:val="en-US"/>
      </w:rPr>
      <w:t>/796-E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B7AFD" w14:textId="77777777" w:rsidR="003D33BA" w:rsidRDefault="003D33BA" w:rsidP="003D33B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w:t>
    </w:r>
  </w:p>
  <w:p w14:paraId="2235C674" w14:textId="57FA2DA6" w:rsidR="00FF5310" w:rsidRDefault="003D33BA" w:rsidP="003D33BA">
    <w:pPr>
      <w:pStyle w:val="Header"/>
    </w:pPr>
    <w:proofErr w:type="spellStart"/>
    <w:r>
      <w:rPr>
        <w:lang w:val="en-US"/>
      </w:rPr>
      <w:t>5B</w:t>
    </w:r>
    <w:proofErr w:type="spellEnd"/>
    <w:r>
      <w:rPr>
        <w:lang w:val="en-US"/>
      </w:rPr>
      <w:t>/796-E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A5CE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75BACF00" w14:textId="77777777" w:rsidR="00FA124A" w:rsidRDefault="00E34360">
    <w:pPr>
      <w:pStyle w:val="Header"/>
      <w:rPr>
        <w:lang w:val="en-US"/>
      </w:rPr>
    </w:pPr>
    <w:proofErr w:type="spellStart"/>
    <w:r>
      <w:rPr>
        <w:lang w:val="en-US"/>
      </w:rPr>
      <w:t>5B</w:t>
    </w:r>
    <w:proofErr w:type="spellEnd"/>
    <w:r>
      <w:rPr>
        <w:lang w:val="en-US"/>
      </w:rPr>
      <w:t>/796-E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28C88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0E89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542D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2821A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7CE9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7C88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46EB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64A0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1686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FC3C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3"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16"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17"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50065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4708025">
    <w:abstractNumId w:val="17"/>
  </w:num>
  <w:num w:numId="3" w16cid:durableId="1140149354">
    <w:abstractNumId w:val="16"/>
  </w:num>
  <w:num w:numId="4" w16cid:durableId="1231886130">
    <w:abstractNumId w:val="13"/>
  </w:num>
  <w:num w:numId="5" w16cid:durableId="450249064">
    <w:abstractNumId w:val="18"/>
  </w:num>
  <w:num w:numId="6" w16cid:durableId="2039308368">
    <w:abstractNumId w:val="14"/>
  </w:num>
  <w:num w:numId="7" w16cid:durableId="451291769">
    <w:abstractNumId w:val="9"/>
  </w:num>
  <w:num w:numId="8" w16cid:durableId="254242402">
    <w:abstractNumId w:val="7"/>
  </w:num>
  <w:num w:numId="9" w16cid:durableId="1700397704">
    <w:abstractNumId w:val="6"/>
  </w:num>
  <w:num w:numId="10" w16cid:durableId="1098524035">
    <w:abstractNumId w:val="5"/>
  </w:num>
  <w:num w:numId="11" w16cid:durableId="1431124969">
    <w:abstractNumId w:val="4"/>
  </w:num>
  <w:num w:numId="12" w16cid:durableId="233781231">
    <w:abstractNumId w:val="8"/>
  </w:num>
  <w:num w:numId="13" w16cid:durableId="446973964">
    <w:abstractNumId w:val="3"/>
  </w:num>
  <w:num w:numId="14" w16cid:durableId="869563733">
    <w:abstractNumId w:val="2"/>
  </w:num>
  <w:num w:numId="15" w16cid:durableId="168910163">
    <w:abstractNumId w:val="1"/>
  </w:num>
  <w:num w:numId="16" w16cid:durableId="165218676">
    <w:abstractNumId w:val="0"/>
  </w:num>
  <w:num w:numId="17" w16cid:durableId="1431504986">
    <w:abstractNumId w:val="19"/>
  </w:num>
  <w:num w:numId="18" w16cid:durableId="508184215">
    <w:abstractNumId w:val="12"/>
  </w:num>
  <w:num w:numId="19" w16cid:durableId="1398934742">
    <w:abstractNumId w:val="10"/>
  </w:num>
  <w:num w:numId="20" w16cid:durableId="563636891">
    <w:abstractNumId w:val="21"/>
  </w:num>
  <w:num w:numId="21" w16cid:durableId="208566337">
    <w:abstractNumId w:val="11"/>
  </w:num>
  <w:num w:numId="22" w16cid:durableId="630550860">
    <w:abstractNumId w:val="20"/>
  </w:num>
  <w:num w:numId="23" w16cid:durableId="78107153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Windows Live" w15:userId="65f2e9fc180cefd7"/>
  </w15:person>
  <w15:person w15:author="John Mettrop [2]">
    <w15:presenceInfo w15:providerId="AD" w15:userId="S::John.Mettrop@caa.co.uk::1c954854-dade-408e-a8cb-1728ed819f03"/>
  </w15:person>
  <w15:person w15:author="Song, Xiaojing">
    <w15:presenceInfo w15:providerId="AD" w15:userId="S::xiaojing.song@itu.int::b1dd998c-8972-4ce9-a7be-e2479ab3d6fa"/>
  </w15:person>
  <w15:person w15:author="USA ">
    <w15:presenceInfo w15:providerId="None" w15:userId="USA "/>
  </w15:person>
  <w15:person w15:author="Sinanis, Nick">
    <w15:presenceInfo w15:providerId="AD" w15:userId="S::nick.sinanis@itu.int::85edf828-e15e-47d3-b7fd-0cc9828f2e63"/>
  </w15:person>
  <w15:person w15:author="Limousin, Catherine">
    <w15:presenceInfo w15:providerId="AD" w15:userId="S::catherine.limousin@itu.int::f989ae12-b841-415c-86df-5ec5cb96e9e1"/>
  </w15:person>
  <w15:person w15:author="5B-2">
    <w15:presenceInfo w15:providerId="None" w15:userId="5B-2"/>
  </w15:person>
  <w15:person w15:author="Vladislav Sorokin">
    <w15:presenceInfo w15:providerId="None" w15:userId="Vladislav Sorokin"/>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360"/>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A7FE2"/>
    <w:rsid w:val="002E1B4F"/>
    <w:rsid w:val="002F2E67"/>
    <w:rsid w:val="002F7CB3"/>
    <w:rsid w:val="00302FDE"/>
    <w:rsid w:val="00315546"/>
    <w:rsid w:val="00330567"/>
    <w:rsid w:val="00386A9D"/>
    <w:rsid w:val="00391081"/>
    <w:rsid w:val="003B2789"/>
    <w:rsid w:val="003C13CE"/>
    <w:rsid w:val="003C697E"/>
    <w:rsid w:val="003D33BA"/>
    <w:rsid w:val="003E2518"/>
    <w:rsid w:val="003E7CEF"/>
    <w:rsid w:val="004B1EF7"/>
    <w:rsid w:val="004B3FAD"/>
    <w:rsid w:val="004C5749"/>
    <w:rsid w:val="00501DCA"/>
    <w:rsid w:val="00513A47"/>
    <w:rsid w:val="005408DF"/>
    <w:rsid w:val="00573344"/>
    <w:rsid w:val="00583F9B"/>
    <w:rsid w:val="005B0D29"/>
    <w:rsid w:val="005E5C10"/>
    <w:rsid w:val="005F2C78"/>
    <w:rsid w:val="006144E4"/>
    <w:rsid w:val="00650299"/>
    <w:rsid w:val="00655FC5"/>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E470B"/>
    <w:rsid w:val="00C13D79"/>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34360"/>
    <w:rsid w:val="00E42E13"/>
    <w:rsid w:val="00E56D5C"/>
    <w:rsid w:val="00E6257C"/>
    <w:rsid w:val="00E63C59"/>
    <w:rsid w:val="00F25662"/>
    <w:rsid w:val="00FA0AED"/>
    <w:rsid w:val="00FA124A"/>
    <w:rsid w:val="00FA78C4"/>
    <w:rsid w:val="00FC08DD"/>
    <w:rsid w:val="00FC2316"/>
    <w:rsid w:val="00FC2CFD"/>
    <w:rsid w:val="00FF53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E12570"/>
  <w15:docId w15:val="{6750BB9E-3B79-479C-BA13-A57F67B0A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FF5310"/>
    <w:rPr>
      <w:color w:val="0000FF" w:themeColor="hyperlink"/>
      <w:u w:val="single"/>
    </w:rPr>
  </w:style>
  <w:style w:type="table" w:styleId="TableGrid">
    <w:name w:val="Table Grid"/>
    <w:basedOn w:val="TableNormal"/>
    <w:uiPriority w:val="59"/>
    <w:rsid w:val="00FF5310"/>
    <w:pPr>
      <w:jc w:val="center"/>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F5310"/>
    <w:rPr>
      <w:b/>
      <w:bCs/>
    </w:rPr>
  </w:style>
  <w:style w:type="character" w:customStyle="1" w:styleId="Heading1Char">
    <w:name w:val="Heading 1 Char"/>
    <w:basedOn w:val="DefaultParagraphFont"/>
    <w:link w:val="Heading1"/>
    <w:rsid w:val="00FF5310"/>
    <w:rPr>
      <w:rFonts w:ascii="Times New Roman" w:hAnsi="Times New Roman"/>
      <w:b/>
      <w:sz w:val="28"/>
      <w:lang w:val="en-GB" w:eastAsia="en-US"/>
    </w:rPr>
  </w:style>
  <w:style w:type="character" w:customStyle="1" w:styleId="Heading2Char">
    <w:name w:val="Heading 2 Char"/>
    <w:basedOn w:val="DefaultParagraphFont"/>
    <w:link w:val="Heading2"/>
    <w:rsid w:val="00FF5310"/>
    <w:rPr>
      <w:rFonts w:ascii="Times New Roman" w:hAnsi="Times New Roman"/>
      <w:b/>
      <w:sz w:val="24"/>
      <w:lang w:val="en-GB" w:eastAsia="en-US"/>
    </w:rPr>
  </w:style>
  <w:style w:type="character" w:customStyle="1" w:styleId="Heading3Char">
    <w:name w:val="Heading 3 Char"/>
    <w:basedOn w:val="DefaultParagraphFont"/>
    <w:link w:val="Heading3"/>
    <w:rsid w:val="00FF5310"/>
    <w:rPr>
      <w:rFonts w:ascii="Times New Roman" w:hAnsi="Times New Roman"/>
      <w:b/>
      <w:sz w:val="24"/>
      <w:lang w:val="en-GB" w:eastAsia="en-US"/>
    </w:rPr>
  </w:style>
  <w:style w:type="character" w:customStyle="1" w:styleId="Heading4Char">
    <w:name w:val="Heading 4 Char"/>
    <w:basedOn w:val="DefaultParagraphFont"/>
    <w:link w:val="Heading4"/>
    <w:rsid w:val="00FF5310"/>
    <w:rPr>
      <w:rFonts w:ascii="Times New Roman" w:hAnsi="Times New Roman"/>
      <w:b/>
      <w:sz w:val="24"/>
      <w:lang w:val="en-GB" w:eastAsia="en-US"/>
    </w:rPr>
  </w:style>
  <w:style w:type="character" w:customStyle="1" w:styleId="Heading5Char">
    <w:name w:val="Heading 5 Char"/>
    <w:basedOn w:val="DefaultParagraphFont"/>
    <w:link w:val="Heading5"/>
    <w:rsid w:val="00FF5310"/>
    <w:rPr>
      <w:rFonts w:ascii="Times New Roman" w:hAnsi="Times New Roman"/>
      <w:b/>
      <w:sz w:val="24"/>
      <w:lang w:val="en-GB" w:eastAsia="en-US"/>
    </w:rPr>
  </w:style>
  <w:style w:type="character" w:customStyle="1" w:styleId="Heading6Char">
    <w:name w:val="Heading 6 Char"/>
    <w:basedOn w:val="DefaultParagraphFont"/>
    <w:link w:val="Heading6"/>
    <w:rsid w:val="00FF5310"/>
    <w:rPr>
      <w:rFonts w:ascii="Times New Roman" w:hAnsi="Times New Roman"/>
      <w:b/>
      <w:sz w:val="24"/>
      <w:lang w:val="en-GB" w:eastAsia="en-US"/>
    </w:rPr>
  </w:style>
  <w:style w:type="character" w:customStyle="1" w:styleId="Heading7Char">
    <w:name w:val="Heading 7 Char"/>
    <w:basedOn w:val="DefaultParagraphFont"/>
    <w:link w:val="Heading7"/>
    <w:rsid w:val="00FF5310"/>
    <w:rPr>
      <w:rFonts w:ascii="Times New Roman" w:hAnsi="Times New Roman"/>
      <w:b/>
      <w:sz w:val="24"/>
      <w:lang w:val="en-GB" w:eastAsia="en-US"/>
    </w:rPr>
  </w:style>
  <w:style w:type="character" w:customStyle="1" w:styleId="Heading8Char">
    <w:name w:val="Heading 8 Char"/>
    <w:basedOn w:val="DefaultParagraphFont"/>
    <w:link w:val="Heading8"/>
    <w:rsid w:val="00FF5310"/>
    <w:rPr>
      <w:rFonts w:ascii="Times New Roman" w:hAnsi="Times New Roman"/>
      <w:b/>
      <w:sz w:val="24"/>
      <w:lang w:val="en-GB" w:eastAsia="en-US"/>
    </w:rPr>
  </w:style>
  <w:style w:type="character" w:customStyle="1" w:styleId="Heading9Char">
    <w:name w:val="Heading 9 Char"/>
    <w:basedOn w:val="DefaultParagraphFont"/>
    <w:link w:val="Heading9"/>
    <w:rsid w:val="00FF5310"/>
    <w:rPr>
      <w:rFonts w:ascii="Times New Roman" w:hAnsi="Times New Roman"/>
      <w:b/>
      <w:sz w:val="24"/>
      <w:lang w:val="en-GB" w:eastAsia="en-US"/>
    </w:rPr>
  </w:style>
  <w:style w:type="numbering" w:customStyle="1" w:styleId="NoList1">
    <w:name w:val="No List1"/>
    <w:next w:val="NoList"/>
    <w:uiPriority w:val="99"/>
    <w:semiHidden/>
    <w:unhideWhenUsed/>
    <w:rsid w:val="00FF5310"/>
  </w:style>
  <w:style w:type="character" w:customStyle="1" w:styleId="HeadingbChar">
    <w:name w:val="Heading_b Char"/>
    <w:basedOn w:val="DefaultParagraphFont"/>
    <w:link w:val="Headingb"/>
    <w:locked/>
    <w:rsid w:val="00FF5310"/>
    <w:rPr>
      <w:rFonts w:ascii="Times New Roman Bold" w:hAnsi="Times New Roman Bold" w:cs="Times New Roman Bold"/>
      <w:b/>
      <w:sz w:val="24"/>
      <w:lang w:val="en-GB"/>
    </w:rPr>
  </w:style>
  <w:style w:type="character" w:customStyle="1" w:styleId="NormalaftertitleChar">
    <w:name w:val="Normal_after_title Char"/>
    <w:basedOn w:val="DefaultParagraphFont"/>
    <w:link w:val="Normalaftertitle"/>
    <w:locked/>
    <w:rsid w:val="00FF5310"/>
    <w:rPr>
      <w:rFonts w:ascii="Times New Roman" w:hAnsi="Times New Roman"/>
      <w:sz w:val="24"/>
      <w:lang w:val="en-GB" w:eastAsia="en-US"/>
    </w:rPr>
  </w:style>
  <w:style w:type="character" w:customStyle="1" w:styleId="Recdef">
    <w:name w:val="Rec_def"/>
    <w:basedOn w:val="DefaultParagraphFont"/>
    <w:rsid w:val="00FF5310"/>
    <w:rPr>
      <w:b/>
    </w:rPr>
  </w:style>
  <w:style w:type="character" w:customStyle="1" w:styleId="Resdef">
    <w:name w:val="Res_def"/>
    <w:basedOn w:val="DefaultParagraphFont"/>
    <w:rsid w:val="00FF5310"/>
    <w:rPr>
      <w:rFonts w:ascii="Times New Roman" w:hAnsi="Times New Roman"/>
      <w:b/>
    </w:rPr>
  </w:style>
  <w:style w:type="paragraph" w:customStyle="1" w:styleId="ListParagraph1">
    <w:name w:val="List Paragraph1"/>
    <w:basedOn w:val="Normal"/>
    <w:next w:val="ListParagraph"/>
    <w:uiPriority w:val="34"/>
    <w:qFormat/>
    <w:rsid w:val="00FF5310"/>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FF5310"/>
    <w:rPr>
      <w:rFonts w:ascii="Times New Roman Bold" w:hAnsi="Times New Roman Bold" w:cs="Times New Roman Bold"/>
      <w:b/>
      <w:lang w:val="en-GB" w:eastAsia="en-US"/>
    </w:rPr>
  </w:style>
  <w:style w:type="character" w:customStyle="1" w:styleId="TableNo0">
    <w:name w:val="Table_No Знак"/>
    <w:link w:val="TableNo"/>
    <w:locked/>
    <w:rsid w:val="00FF5310"/>
    <w:rPr>
      <w:rFonts w:ascii="Times New Roman" w:hAnsi="Times New Roman"/>
      <w:caps/>
      <w:lang w:val="en-GB" w:eastAsia="en-US"/>
    </w:rPr>
  </w:style>
  <w:style w:type="character" w:customStyle="1" w:styleId="TabletextChar">
    <w:name w:val="Table_text Char"/>
    <w:basedOn w:val="DefaultParagraphFont"/>
    <w:link w:val="Tabletext"/>
    <w:locked/>
    <w:rsid w:val="00FF5310"/>
    <w:rPr>
      <w:rFonts w:ascii="Times New Roman" w:hAnsi="Times New Roman"/>
      <w:lang w:val="en-GB" w:eastAsia="en-US"/>
    </w:rPr>
  </w:style>
  <w:style w:type="character" w:customStyle="1" w:styleId="Tabletitle0">
    <w:name w:val="Table_title Знак"/>
    <w:link w:val="Tabletitle"/>
    <w:locked/>
    <w:rsid w:val="00FF5310"/>
    <w:rPr>
      <w:rFonts w:ascii="Times New Roman Bold" w:hAnsi="Times New Roman Bold"/>
      <w:b/>
      <w:lang w:val="en-GB" w:eastAsia="en-US"/>
    </w:rPr>
  </w:style>
  <w:style w:type="paragraph" w:customStyle="1" w:styleId="a">
    <w:name w:val="a"/>
    <w:basedOn w:val="RecNo"/>
    <w:rsid w:val="00FF5310"/>
    <w:pPr>
      <w:tabs>
        <w:tab w:val="clear" w:pos="1134"/>
        <w:tab w:val="clear" w:pos="1871"/>
        <w:tab w:val="clear" w:pos="2268"/>
      </w:tabs>
      <w:textAlignment w:val="auto"/>
    </w:pPr>
    <w:rPr>
      <w:rFonts w:eastAsia="Batang"/>
      <w:caps w:val="0"/>
      <w:sz w:val="24"/>
      <w:szCs w:val="24"/>
    </w:rPr>
  </w:style>
  <w:style w:type="paragraph" w:customStyle="1" w:styleId="fy">
    <w:name w:val="fy"/>
    <w:rsid w:val="00FF5310"/>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semiHidden/>
    <w:unhideWhenUsed/>
    <w:rsid w:val="00FF5310"/>
    <w:pPr>
      <w:spacing w:before="0"/>
    </w:pPr>
    <w:rPr>
      <w:rFonts w:ascii="Tahoma" w:eastAsia="Batang" w:hAnsi="Tahoma" w:cs="Tahoma"/>
      <w:sz w:val="16"/>
      <w:szCs w:val="16"/>
    </w:rPr>
  </w:style>
  <w:style w:type="character" w:customStyle="1" w:styleId="BalloonTextChar">
    <w:name w:val="Balloon Text Char"/>
    <w:basedOn w:val="DefaultParagraphFont"/>
    <w:link w:val="BalloonText"/>
    <w:semiHidden/>
    <w:rsid w:val="00FF5310"/>
    <w:rPr>
      <w:rFonts w:ascii="Tahoma" w:eastAsia="Batang" w:hAnsi="Tahoma" w:cs="Tahoma"/>
      <w:sz w:val="16"/>
      <w:szCs w:val="16"/>
      <w:lang w:val="en-GB" w:eastAsia="en-US"/>
    </w:rPr>
  </w:style>
  <w:style w:type="paragraph" w:customStyle="1" w:styleId="TableLegendNote">
    <w:name w:val="Table_Legend_Note"/>
    <w:basedOn w:val="Tablelegend"/>
    <w:next w:val="Tablelegend"/>
    <w:rsid w:val="00FF531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FF5310"/>
    <w:rPr>
      <w:rFonts w:ascii="Times New Roman" w:hAnsi="Times New Roman"/>
      <w:sz w:val="24"/>
      <w:lang w:val="en-GB" w:eastAsia="en-US"/>
    </w:rPr>
  </w:style>
  <w:style w:type="table" w:customStyle="1" w:styleId="TableGrid1">
    <w:name w:val="Table Grid1"/>
    <w:basedOn w:val="TableNormal"/>
    <w:next w:val="TableGrid"/>
    <w:rsid w:val="00FF5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FF5310"/>
    <w:rPr>
      <w:sz w:val="16"/>
      <w:szCs w:val="16"/>
    </w:rPr>
  </w:style>
  <w:style w:type="paragraph" w:styleId="CommentText">
    <w:name w:val="annotation text"/>
    <w:basedOn w:val="Normal"/>
    <w:link w:val="CommentTextChar"/>
    <w:uiPriority w:val="99"/>
    <w:unhideWhenUsed/>
    <w:qFormat/>
    <w:rsid w:val="00FF5310"/>
    <w:rPr>
      <w:sz w:val="20"/>
    </w:rPr>
  </w:style>
  <w:style w:type="character" w:customStyle="1" w:styleId="CommentTextChar">
    <w:name w:val="Comment Text Char"/>
    <w:basedOn w:val="DefaultParagraphFont"/>
    <w:link w:val="CommentText"/>
    <w:uiPriority w:val="99"/>
    <w:qFormat/>
    <w:rsid w:val="00FF531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F5310"/>
    <w:rPr>
      <w:b/>
      <w:bCs/>
    </w:rPr>
  </w:style>
  <w:style w:type="character" w:customStyle="1" w:styleId="CommentSubjectChar">
    <w:name w:val="Comment Subject Char"/>
    <w:basedOn w:val="CommentTextChar"/>
    <w:link w:val="CommentSubject"/>
    <w:semiHidden/>
    <w:rsid w:val="00FF5310"/>
    <w:rPr>
      <w:rFonts w:ascii="Times New Roman" w:hAnsi="Times New Roman"/>
      <w:b/>
      <w:bCs/>
      <w:lang w:val="en-GB" w:eastAsia="en-US"/>
    </w:rPr>
  </w:style>
  <w:style w:type="paragraph" w:styleId="Revision">
    <w:name w:val="Revision"/>
    <w:hidden/>
    <w:uiPriority w:val="99"/>
    <w:semiHidden/>
    <w:rsid w:val="00FF5310"/>
    <w:rPr>
      <w:rFonts w:ascii="Times New Roman" w:hAnsi="Times New Roman"/>
      <w:sz w:val="24"/>
      <w:lang w:val="en-GB" w:eastAsia="en-US"/>
    </w:rPr>
  </w:style>
  <w:style w:type="paragraph" w:customStyle="1" w:styleId="msolistparagraphmrcssattr">
    <w:name w:val="msolistparagraph_mr_css_attr"/>
    <w:basedOn w:val="Normal"/>
    <w:rsid w:val="00FF5310"/>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FF5310"/>
  </w:style>
  <w:style w:type="paragraph" w:customStyle="1" w:styleId="msonormalmrcssattr">
    <w:name w:val="msonormal_mr_css_attr"/>
    <w:basedOn w:val="Normal"/>
    <w:rsid w:val="00FF5310"/>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FF5310"/>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FF5310"/>
  </w:style>
  <w:style w:type="character" w:customStyle="1" w:styleId="Title1Char">
    <w:name w:val="Title 1 Char"/>
    <w:basedOn w:val="DefaultParagraphFont"/>
    <w:link w:val="Title1"/>
    <w:locked/>
    <w:rsid w:val="00FF5310"/>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FF5310"/>
    <w:rPr>
      <w:color w:val="605E5C"/>
      <w:shd w:val="clear" w:color="auto" w:fill="E1DFDD"/>
    </w:rPr>
  </w:style>
  <w:style w:type="character" w:customStyle="1" w:styleId="href">
    <w:name w:val="href"/>
    <w:basedOn w:val="DefaultParagraphFont"/>
    <w:rsid w:val="00FF5310"/>
  </w:style>
  <w:style w:type="paragraph" w:customStyle="1" w:styleId="AnnexNoTitle">
    <w:name w:val="Annex_NoTitle"/>
    <w:basedOn w:val="Normal"/>
    <w:next w:val="Normalaftertitle"/>
    <w:rsid w:val="00FF5310"/>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rsid w:val="00FF531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FF5310"/>
  </w:style>
  <w:style w:type="character" w:customStyle="1" w:styleId="TablelegendChar">
    <w:name w:val="Table_legend Char"/>
    <w:link w:val="Tablelegend"/>
    <w:locked/>
    <w:rsid w:val="00FF5310"/>
    <w:rPr>
      <w:rFonts w:ascii="Times New Roman" w:hAnsi="Times New Roman"/>
      <w:sz w:val="18"/>
      <w:lang w:val="en-GB" w:eastAsia="en-US"/>
    </w:rPr>
  </w:style>
  <w:style w:type="character" w:customStyle="1" w:styleId="EquationlegendChar">
    <w:name w:val="Equation_legend Char"/>
    <w:link w:val="Equationlegend"/>
    <w:locked/>
    <w:rsid w:val="00FF5310"/>
    <w:rPr>
      <w:rFonts w:ascii="Times New Roman" w:hAnsi="Times New Roman"/>
      <w:sz w:val="24"/>
      <w:lang w:val="en-GB" w:eastAsia="en-US"/>
    </w:rPr>
  </w:style>
  <w:style w:type="character" w:customStyle="1" w:styleId="FigureChar">
    <w:name w:val="Figure Char"/>
    <w:basedOn w:val="DefaultParagraphFont"/>
    <w:link w:val="Figure"/>
    <w:locked/>
    <w:rsid w:val="00FF5310"/>
    <w:rPr>
      <w:rFonts w:ascii="Times New Roman" w:hAnsi="Times New Roman"/>
      <w:noProof/>
      <w:sz w:val="24"/>
      <w:lang w:val="en-GB"/>
    </w:rPr>
  </w:style>
  <w:style w:type="character" w:customStyle="1" w:styleId="FigureNoChar">
    <w:name w:val="Figure_No Char"/>
    <w:basedOn w:val="DefaultParagraphFont"/>
    <w:link w:val="FigureNo"/>
    <w:locked/>
    <w:rsid w:val="00FF5310"/>
    <w:rPr>
      <w:rFonts w:ascii="Times New Roman" w:hAnsi="Times New Roman"/>
      <w:caps/>
      <w:lang w:val="en-GB" w:eastAsia="en-US"/>
    </w:rPr>
  </w:style>
  <w:style w:type="paragraph" w:customStyle="1" w:styleId="tocpart">
    <w:name w:val="tocpart"/>
    <w:basedOn w:val="Normal"/>
    <w:rsid w:val="00FF531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FF5310"/>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FF5310"/>
    <w:rPr>
      <w:rFonts w:ascii="Times New Roman" w:hAnsi="Times New Roman"/>
      <w:i/>
      <w:sz w:val="24"/>
      <w:lang w:val="en-GB" w:eastAsia="en-US"/>
    </w:rPr>
  </w:style>
  <w:style w:type="paragraph" w:customStyle="1" w:styleId="Line">
    <w:name w:val="Line"/>
    <w:basedOn w:val="Normal"/>
    <w:next w:val="Normal"/>
    <w:rsid w:val="00FF531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FF531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rsid w:val="00FF5310"/>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UnresolvedMention2">
    <w:name w:val="Unresolved Mention2"/>
    <w:basedOn w:val="DefaultParagraphFont"/>
    <w:uiPriority w:val="99"/>
    <w:semiHidden/>
    <w:unhideWhenUsed/>
    <w:rsid w:val="00FF5310"/>
    <w:rPr>
      <w:color w:val="605E5C"/>
      <w:shd w:val="clear" w:color="auto" w:fill="E1DFDD"/>
    </w:rPr>
  </w:style>
  <w:style w:type="character" w:customStyle="1" w:styleId="NormalaftertitleChar0">
    <w:name w:val="Normal after title Char"/>
    <w:basedOn w:val="DefaultParagraphFont"/>
    <w:link w:val="Normalaftertitle0"/>
    <w:locked/>
    <w:rsid w:val="00FF5310"/>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FF5310"/>
    <w:rPr>
      <w:color w:val="605E5C"/>
      <w:shd w:val="clear" w:color="auto" w:fill="E1DFDD"/>
    </w:rPr>
  </w:style>
  <w:style w:type="paragraph" w:customStyle="1" w:styleId="qn">
    <w:name w:val="qn"/>
    <w:rsid w:val="00FF5310"/>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FF5310"/>
    <w:rPr>
      <w:color w:val="605E5C"/>
      <w:shd w:val="clear" w:color="auto" w:fill="E1DFDD"/>
    </w:rPr>
  </w:style>
  <w:style w:type="paragraph" w:customStyle="1" w:styleId="NormalWeb1">
    <w:name w:val="Normal (Web)1"/>
    <w:basedOn w:val="Normal"/>
    <w:next w:val="NormalWeb"/>
    <w:uiPriority w:val="99"/>
    <w:semiHidden/>
    <w:unhideWhenUsed/>
    <w:rsid w:val="00FF5310"/>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paragraph" w:styleId="ListParagraph">
    <w:name w:val="List Paragraph"/>
    <w:basedOn w:val="Normal"/>
    <w:uiPriority w:val="34"/>
    <w:qFormat/>
    <w:rsid w:val="00FF5310"/>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paragraph" w:styleId="NormalWeb">
    <w:name w:val="Normal (Web)"/>
    <w:basedOn w:val="Normal"/>
    <w:uiPriority w:val="99"/>
    <w:semiHidden/>
    <w:unhideWhenUsed/>
    <w:rsid w:val="00FF5310"/>
    <w:pPr>
      <w:tabs>
        <w:tab w:val="clear" w:pos="1134"/>
        <w:tab w:val="clear" w:pos="1871"/>
        <w:tab w:val="clear" w:pos="2268"/>
      </w:tabs>
      <w:overflowPunct/>
      <w:autoSpaceDE/>
      <w:autoSpaceDN/>
      <w:adjustRightInd/>
      <w:spacing w:before="0" w:line="276" w:lineRule="auto"/>
      <w:jc w:val="center"/>
      <w:textAlignment w:val="auto"/>
    </w:pPr>
    <w:rPr>
      <w:rFonts w:eastAsiaTheme="minorHAnsi"/>
      <w:szCs w:val="24"/>
      <w:lang w:val="en-US"/>
    </w:rPr>
  </w:style>
  <w:style w:type="character" w:styleId="UnresolvedMention">
    <w:name w:val="Unresolved Mention"/>
    <w:basedOn w:val="DefaultParagraphFont"/>
    <w:uiPriority w:val="99"/>
    <w:semiHidden/>
    <w:unhideWhenUsed/>
    <w:rsid w:val="00FA0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9-WP5B-C-0731/en"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www.itu.int/rec/R-REC-M.2116/en" TargetMode="Externa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24</TotalTime>
  <Pages>18</Pages>
  <Words>5160</Words>
  <Characters>29415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Song, Xiaojing</cp:lastModifiedBy>
  <cp:revision>7</cp:revision>
  <cp:lastPrinted>2008-02-21T14:04:00Z</cp:lastPrinted>
  <dcterms:created xsi:type="dcterms:W3CDTF">2023-06-30T14:31:00Z</dcterms:created>
  <dcterms:modified xsi:type="dcterms:W3CDTF">2023-06-30T14:56:00Z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