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5409"/>
      </w:tblGrid>
      <w:tr w:rsidR="00822118" w:rsidRPr="00F62E12" w14:paraId="1A7B4ACB" w14:textId="77777777" w:rsidTr="00321A3A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204297FA" w14:textId="77777777" w:rsidR="00822118" w:rsidRPr="00F62E12" w:rsidRDefault="00822118" w:rsidP="00321A3A">
            <w:pPr>
              <w:tabs>
                <w:tab w:val="center" w:pos="4680"/>
              </w:tabs>
              <w:suppressAutoHyphens/>
              <w:spacing w:before="0"/>
              <w:jc w:val="center"/>
              <w:rPr>
                <w:b/>
                <w:spacing w:val="-3"/>
                <w:szCs w:val="24"/>
              </w:rPr>
            </w:pPr>
            <w:r w:rsidRPr="00F62E12">
              <w:rPr>
                <w:b/>
              </w:rPr>
              <w:br w:type="page"/>
            </w:r>
            <w:r w:rsidRPr="00F62E12">
              <w:rPr>
                <w:b/>
                <w:spacing w:val="-3"/>
                <w:szCs w:val="24"/>
              </w:rPr>
              <w:t>U.S. Radiocommunications Sector</w:t>
            </w:r>
          </w:p>
          <w:p w14:paraId="35CD27C4" w14:textId="77777777" w:rsidR="00822118" w:rsidRPr="00F62E12" w:rsidRDefault="00822118" w:rsidP="00321A3A">
            <w:pPr>
              <w:keepNext/>
              <w:keepLines/>
              <w:spacing w:before="0" w:after="120"/>
              <w:jc w:val="center"/>
              <w:rPr>
                <w:b/>
                <w:spacing w:val="-3"/>
                <w:szCs w:val="24"/>
              </w:rPr>
            </w:pPr>
            <w:r w:rsidRPr="00F62E12">
              <w:rPr>
                <w:b/>
                <w:spacing w:val="-3"/>
                <w:szCs w:val="24"/>
              </w:rPr>
              <w:t>Fact Sheet</w:t>
            </w:r>
          </w:p>
        </w:tc>
      </w:tr>
      <w:tr w:rsidR="00822118" w:rsidRPr="00F62E12" w14:paraId="625A337B" w14:textId="77777777" w:rsidTr="00321A3A">
        <w:trPr>
          <w:trHeight w:val="348"/>
        </w:trPr>
        <w:tc>
          <w:tcPr>
            <w:tcW w:w="3984" w:type="dxa"/>
            <w:tcBorders>
              <w:left w:val="double" w:sz="6" w:space="0" w:color="auto"/>
            </w:tcBorders>
          </w:tcPr>
          <w:p w14:paraId="06F11741" w14:textId="77777777" w:rsidR="00822118" w:rsidRPr="00F62E12" w:rsidRDefault="00822118" w:rsidP="00321A3A">
            <w:pPr>
              <w:spacing w:after="120"/>
              <w:ind w:left="900" w:right="144" w:hanging="756"/>
              <w:rPr>
                <w:szCs w:val="24"/>
              </w:rPr>
            </w:pPr>
            <w:r w:rsidRPr="00F62E12">
              <w:rPr>
                <w:b/>
                <w:szCs w:val="24"/>
              </w:rPr>
              <w:t>Working Party:</w:t>
            </w:r>
            <w:r w:rsidRPr="00F62E12">
              <w:rPr>
                <w:szCs w:val="24"/>
              </w:rPr>
              <w:t xml:space="preserve">  ITU-R WP 5</w:t>
            </w:r>
            <w:r>
              <w:rPr>
                <w:szCs w:val="24"/>
              </w:rPr>
              <w:t xml:space="preserve">C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A15D35B" w14:textId="77777777" w:rsidR="00822118" w:rsidRPr="00F62E12" w:rsidRDefault="00822118" w:rsidP="00321A3A">
            <w:pPr>
              <w:spacing w:after="120"/>
              <w:ind w:left="144" w:right="144"/>
              <w:rPr>
                <w:szCs w:val="24"/>
              </w:rPr>
            </w:pPr>
            <w:r w:rsidRPr="00F62E12">
              <w:rPr>
                <w:b/>
                <w:szCs w:val="24"/>
              </w:rPr>
              <w:t>Document No:</w:t>
            </w:r>
            <w:r w:rsidRPr="00F62E12">
              <w:rPr>
                <w:szCs w:val="24"/>
              </w:rPr>
              <w:t xml:space="preserve"> </w:t>
            </w:r>
            <w:r w:rsidR="0065649F">
              <w:rPr>
                <w:szCs w:val="24"/>
              </w:rPr>
              <w:t>USWP 5C</w:t>
            </w:r>
            <w:r w:rsidR="00517EC6">
              <w:rPr>
                <w:szCs w:val="24"/>
              </w:rPr>
              <w:t xml:space="preserve"> </w:t>
            </w:r>
            <w:r w:rsidR="00BA2E76">
              <w:rPr>
                <w:szCs w:val="24"/>
              </w:rPr>
              <w:t>31-01</w:t>
            </w:r>
          </w:p>
        </w:tc>
      </w:tr>
      <w:tr w:rsidR="00822118" w:rsidRPr="00F62E12" w14:paraId="12CC243A" w14:textId="77777777" w:rsidTr="00321A3A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3975E554" w14:textId="77777777" w:rsidR="00822118" w:rsidRPr="00F62E12" w:rsidRDefault="00822118" w:rsidP="00321A3A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F62E12">
              <w:rPr>
                <w:b/>
                <w:szCs w:val="24"/>
                <w:lang w:val="pt-BR"/>
              </w:rPr>
              <w:t>Ref:</w:t>
            </w:r>
            <w:r w:rsidRPr="00F62E12">
              <w:rPr>
                <w:szCs w:val="24"/>
                <w:lang w:val="pt-BR"/>
              </w:rPr>
              <w:tab/>
            </w:r>
            <w:r>
              <w:rPr>
                <w:szCs w:val="24"/>
                <w:lang w:val="pt-BR"/>
              </w:rPr>
              <w:t>WRC-27 Agenda Item 1.9 – Resolution 411 (WRC-23)</w:t>
            </w:r>
          </w:p>
          <w:p w14:paraId="7AEB93B7" w14:textId="77777777" w:rsidR="00822118" w:rsidRPr="00F62E12" w:rsidRDefault="00822118" w:rsidP="00321A3A">
            <w:pPr>
              <w:spacing w:before="0"/>
              <w:ind w:left="144" w:right="144"/>
              <w:rPr>
                <w:szCs w:val="24"/>
              </w:rPr>
            </w:pPr>
            <w:r w:rsidRPr="00F62E12">
              <w:rPr>
                <w:b/>
                <w:szCs w:val="24"/>
                <w:lang w:val="pt-BR"/>
              </w:rPr>
              <w:tab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A8EC945" w14:textId="77777777" w:rsidR="00822118" w:rsidRPr="00F62E12" w:rsidRDefault="00822118" w:rsidP="00321A3A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F62E12">
              <w:rPr>
                <w:b/>
                <w:szCs w:val="24"/>
              </w:rPr>
              <w:t>Date:</w:t>
            </w:r>
            <w:r w:rsidRPr="00F62E12">
              <w:rPr>
                <w:szCs w:val="24"/>
              </w:rPr>
              <w:t xml:space="preserve">  </w:t>
            </w:r>
            <w:r>
              <w:rPr>
                <w:szCs w:val="24"/>
              </w:rPr>
              <w:t>7/30/2024</w:t>
            </w:r>
          </w:p>
        </w:tc>
      </w:tr>
      <w:tr w:rsidR="00822118" w:rsidRPr="00F62E12" w14:paraId="732589D5" w14:textId="77777777" w:rsidTr="00321A3A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C967579" w14:textId="77777777" w:rsidR="00822118" w:rsidRPr="00F62E12" w:rsidRDefault="00822118" w:rsidP="00321A3A">
            <w:pPr>
              <w:spacing w:before="0" w:after="120"/>
              <w:ind w:left="187"/>
              <w:rPr>
                <w:szCs w:val="24"/>
              </w:rPr>
            </w:pPr>
            <w:r w:rsidRPr="00F62E12">
              <w:rPr>
                <w:b/>
                <w:bCs/>
                <w:szCs w:val="24"/>
              </w:rPr>
              <w:t>Document Title:</w:t>
            </w:r>
            <w:r w:rsidRPr="00F62E12">
              <w:rPr>
                <w:bCs/>
                <w:szCs w:val="24"/>
              </w:rPr>
              <w:t xml:space="preserve">  </w:t>
            </w:r>
            <w:bookmarkStart w:id="0" w:name="_Hlk99374996"/>
            <w:bookmarkStart w:id="1" w:name="_Hlk93660584"/>
            <w:bookmarkStart w:id="2" w:name="_Hlk172795692"/>
            <w:r>
              <w:rPr>
                <w:bCs/>
                <w:szCs w:val="24"/>
              </w:rPr>
              <w:t>Working Party 5C reply to Working Party 5B Liaison Statement on WRC-27 Agenda Item 1.9</w:t>
            </w:r>
            <w:bookmarkEnd w:id="0"/>
            <w:bookmarkEnd w:id="1"/>
            <w:bookmarkEnd w:id="2"/>
            <w:r>
              <w:rPr>
                <w:bCs/>
                <w:szCs w:val="24"/>
              </w:rPr>
              <w:t xml:space="preserve"> – Update of Appendix 26</w:t>
            </w:r>
          </w:p>
        </w:tc>
      </w:tr>
      <w:tr w:rsidR="00822118" w:rsidRPr="00000E35" w14:paraId="015AC11D" w14:textId="77777777" w:rsidTr="00321A3A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02259948" w14:textId="77777777" w:rsidR="00822118" w:rsidRPr="00F62E12" w:rsidRDefault="00822118" w:rsidP="00321A3A">
            <w:pPr>
              <w:ind w:left="144" w:right="144"/>
              <w:rPr>
                <w:b/>
                <w:szCs w:val="24"/>
              </w:rPr>
            </w:pPr>
            <w:r w:rsidRPr="00F62E12">
              <w:rPr>
                <w:b/>
                <w:szCs w:val="24"/>
              </w:rPr>
              <w:t>Author(s)/Contributors(s):</w:t>
            </w:r>
          </w:p>
          <w:p w14:paraId="77761E05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096A8EDF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Fumie Wingo</w:t>
            </w:r>
          </w:p>
          <w:p w14:paraId="57F7BE87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Department of the Navy</w:t>
            </w:r>
          </w:p>
          <w:p w14:paraId="56551FC0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1AAFF95F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Robert Leck</w:t>
            </w:r>
          </w:p>
          <w:p w14:paraId="6BFE6536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ACES in support of the Department of the Navy</w:t>
            </w:r>
          </w:p>
          <w:p w14:paraId="197DAF32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05B6DE45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Taylor King</w:t>
            </w:r>
          </w:p>
          <w:p w14:paraId="5379AD05" w14:textId="77777777" w:rsidR="00822118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ACES in support of the Department of the Navy</w:t>
            </w:r>
          </w:p>
          <w:p w14:paraId="7DEF7C3E" w14:textId="77777777" w:rsidR="00822118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677E5826" w14:textId="77777777" w:rsidR="00822118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Carmelo Rivera</w:t>
            </w:r>
          </w:p>
          <w:p w14:paraId="75088CEF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586D7A">
              <w:rPr>
                <w:bCs/>
                <w:iCs/>
                <w:szCs w:val="24"/>
              </w:rPr>
              <w:t>ACES in support of the Department of the Navy</w:t>
            </w:r>
          </w:p>
          <w:p w14:paraId="64139293" w14:textId="77777777" w:rsidR="00822118" w:rsidRPr="00F62E12" w:rsidRDefault="00822118" w:rsidP="00321A3A">
            <w:pPr>
              <w:spacing w:before="0"/>
              <w:ind w:right="144"/>
              <w:rPr>
                <w:bCs/>
                <w:iCs/>
                <w:szCs w:val="24"/>
              </w:rPr>
            </w:pPr>
          </w:p>
          <w:p w14:paraId="5DEB0504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1C2C4EB6" w14:textId="77777777" w:rsidR="00822118" w:rsidRPr="00000E35" w:rsidRDefault="00822118" w:rsidP="00321A3A">
            <w:pPr>
              <w:ind w:left="144" w:right="144"/>
              <w:rPr>
                <w:bCs/>
                <w:szCs w:val="24"/>
              </w:rPr>
            </w:pPr>
          </w:p>
          <w:p w14:paraId="6AD450F0" w14:textId="77777777" w:rsidR="00822118" w:rsidRPr="00000E35" w:rsidRDefault="00822118" w:rsidP="00321A3A">
            <w:pPr>
              <w:spacing w:before="0"/>
              <w:ind w:left="144" w:right="144"/>
              <w:rPr>
                <w:bCs/>
                <w:szCs w:val="24"/>
              </w:rPr>
            </w:pPr>
            <w:r w:rsidRPr="00000E35">
              <w:rPr>
                <w:bCs/>
                <w:szCs w:val="24"/>
              </w:rPr>
              <w:t xml:space="preserve">  </w:t>
            </w:r>
          </w:p>
          <w:p w14:paraId="6E32098F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Phone:   +1-703-697-0066 </w:t>
            </w:r>
          </w:p>
          <w:p w14:paraId="10A5B541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Email:    </w:t>
            </w:r>
            <w:hyperlink r:id="rId7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fumie.n.wingo.civ@us.navy.mil</w:t>
              </w:r>
            </w:hyperlink>
          </w:p>
          <w:p w14:paraId="40272D4B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3A01764E" w14:textId="77777777" w:rsidR="00822118" w:rsidRPr="00F62E12" w:rsidRDefault="00822118" w:rsidP="00321A3A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 </w:t>
            </w:r>
          </w:p>
          <w:p w14:paraId="652462EE" w14:textId="77777777" w:rsidR="00822118" w:rsidRPr="00F62E12" w:rsidRDefault="00822118" w:rsidP="00321A3A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 Phone :   +1-321-332-2111</w:t>
            </w:r>
          </w:p>
          <w:p w14:paraId="3FF42113" w14:textId="77777777" w:rsidR="00822118" w:rsidRPr="00F62E12" w:rsidRDefault="00822118" w:rsidP="00321A3A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 Email :     </w:t>
            </w:r>
            <w:hyperlink r:id="rId8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robert.leck@aces-inc.com</w:t>
              </w:r>
            </w:hyperlink>
          </w:p>
          <w:p w14:paraId="13A59CDD" w14:textId="77777777" w:rsidR="00822118" w:rsidRPr="00F62E12" w:rsidRDefault="00822118" w:rsidP="00321A3A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537F7E49" w14:textId="77777777" w:rsidR="00822118" w:rsidRPr="00F62E12" w:rsidRDefault="00822118" w:rsidP="00321A3A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5D1C929B" w14:textId="77777777" w:rsidR="00822118" w:rsidRPr="00F62E12" w:rsidRDefault="00822118" w:rsidP="00321A3A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>Phone :   +1-</w:t>
            </w:r>
            <w:r w:rsidRPr="00000E35">
              <w:rPr>
                <w:lang w:val="fr-FR"/>
              </w:rPr>
              <w:t xml:space="preserve"> 443-966-0550</w:t>
            </w:r>
          </w:p>
          <w:p w14:paraId="2C312737" w14:textId="77777777" w:rsidR="00822118" w:rsidRPr="00F62E12" w:rsidRDefault="00822118" w:rsidP="00321A3A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Email :    </w:t>
            </w:r>
            <w:hyperlink r:id="rId9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taylor.king@ACES-INC.COM</w:t>
              </w:r>
            </w:hyperlink>
          </w:p>
          <w:p w14:paraId="74BA39D3" w14:textId="77777777" w:rsidR="00822118" w:rsidRPr="00F62E12" w:rsidRDefault="00822118" w:rsidP="00321A3A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2749537B" w14:textId="77777777" w:rsidR="00822118" w:rsidRPr="00F62E12" w:rsidRDefault="00822118" w:rsidP="00321A3A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>Phone :   +1-</w:t>
            </w:r>
            <w:r w:rsidRPr="00000E35">
              <w:rPr>
                <w:lang w:val="fr-FR"/>
              </w:rPr>
              <w:t xml:space="preserve"> </w:t>
            </w:r>
            <w:r>
              <w:rPr>
                <w:lang w:val="fr-FR"/>
              </w:rPr>
              <w:t>240-818-2766</w:t>
            </w:r>
          </w:p>
          <w:p w14:paraId="43146B07" w14:textId="77777777" w:rsidR="00822118" w:rsidRPr="00F62E12" w:rsidRDefault="00822118" w:rsidP="00321A3A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Email :    </w:t>
            </w:r>
            <w:hyperlink r:id="rId10" w:history="1">
              <w:r>
                <w:rPr>
                  <w:rStyle w:val="Hyperlink"/>
                </w:rPr>
                <w:t>carmelo.rivera@ACES-INC.COM</w:t>
              </w:r>
            </w:hyperlink>
            <w:r>
              <w:t>&gt;</w:t>
            </w:r>
          </w:p>
        </w:tc>
      </w:tr>
      <w:tr w:rsidR="00822118" w:rsidRPr="00F62E12" w14:paraId="0A434D0E" w14:textId="77777777" w:rsidTr="00321A3A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11AF39A6" w14:textId="77777777" w:rsidR="00822118" w:rsidRPr="00F62E12" w:rsidRDefault="00822118" w:rsidP="00321A3A">
            <w:pPr>
              <w:spacing w:after="120"/>
              <w:ind w:left="187" w:right="144"/>
              <w:rPr>
                <w:szCs w:val="24"/>
              </w:rPr>
            </w:pPr>
            <w:r w:rsidRPr="00F62E12">
              <w:rPr>
                <w:b/>
                <w:szCs w:val="24"/>
              </w:rPr>
              <w:t>Purpose/Objective:</w:t>
            </w:r>
            <w:r w:rsidRPr="00F62E12">
              <w:rPr>
                <w:bCs/>
                <w:szCs w:val="24"/>
              </w:rPr>
              <w:t xml:space="preserve">  This is a Fact Sheet for </w:t>
            </w:r>
            <w:r>
              <w:rPr>
                <w:bCs/>
                <w:szCs w:val="24"/>
              </w:rPr>
              <w:t>the reply from WP-5C to WP-5B’s liaison statement for Agenda Item 1.9</w:t>
            </w:r>
          </w:p>
        </w:tc>
      </w:tr>
      <w:tr w:rsidR="00822118" w:rsidRPr="00F62E12" w14:paraId="560329D2" w14:textId="77777777" w:rsidTr="00321A3A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52EFD675" w14:textId="662BB942" w:rsidR="00822118" w:rsidRPr="00F62E12" w:rsidRDefault="00822118" w:rsidP="00321A3A">
            <w:pPr>
              <w:ind w:left="180" w:right="144"/>
              <w:rPr>
                <w:bCs/>
                <w:szCs w:val="24"/>
              </w:rPr>
            </w:pPr>
            <w:r w:rsidRPr="00F62E12">
              <w:rPr>
                <w:b/>
                <w:szCs w:val="24"/>
              </w:rPr>
              <w:t>Abstract</w:t>
            </w:r>
            <w:bookmarkStart w:id="3" w:name="_Hlk87347427"/>
            <w:bookmarkStart w:id="4" w:name="_Hlk93409219"/>
            <w:bookmarkStart w:id="5" w:name="_Hlk93499397"/>
            <w:r w:rsidRPr="00F62E12">
              <w:rPr>
                <w:b/>
                <w:szCs w:val="24"/>
              </w:rPr>
              <w:t>:</w:t>
            </w:r>
            <w:r>
              <w:rPr>
                <w:bCs/>
                <w:szCs w:val="24"/>
              </w:rPr>
              <w:t xml:space="preserve"> </w:t>
            </w:r>
            <w:bookmarkEnd w:id="3"/>
            <w:bookmarkEnd w:id="4"/>
            <w:bookmarkEnd w:id="5"/>
            <w:r>
              <w:rPr>
                <w:bCs/>
                <w:szCs w:val="24"/>
              </w:rPr>
              <w:t>This document contains the references WP-5B should use when determining methodology and performing studies to determine potential interference with incumbents in the 3025 – 18030 kHz band under the purview of WP-5C.</w:t>
            </w:r>
          </w:p>
        </w:tc>
      </w:tr>
    </w:tbl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:rsidRPr="00132EBF" w14:paraId="681C0A05" w14:textId="77777777" w:rsidTr="00876A8A">
        <w:trPr>
          <w:cantSplit/>
        </w:trPr>
        <w:tc>
          <w:tcPr>
            <w:tcW w:w="6487" w:type="dxa"/>
            <w:vAlign w:val="center"/>
          </w:tcPr>
          <w:p w14:paraId="5268413E" w14:textId="77777777" w:rsidR="009F6520" w:rsidRPr="00132EBF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132EBF"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049BCD35" w14:textId="77777777" w:rsidR="009F6520" w:rsidRPr="00132EBF" w:rsidRDefault="00185AA4" w:rsidP="00185AA4">
            <w:pPr>
              <w:shd w:val="solid" w:color="FFFFFF" w:fill="FFFFFF"/>
              <w:spacing w:before="0" w:line="240" w:lineRule="atLeast"/>
            </w:pPr>
            <w:bookmarkStart w:id="6" w:name="ditulogo"/>
            <w:bookmarkEnd w:id="6"/>
            <w:r w:rsidRPr="00132EBF">
              <w:rPr>
                <w:noProof/>
              </w:rPr>
              <w:drawing>
                <wp:inline distT="0" distB="0" distL="0" distR="0" wp14:anchorId="7A643422" wp14:editId="00E4BDEB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132EBF" w14:paraId="37AE82ED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16B9629F" w14:textId="77777777" w:rsidR="000069D4" w:rsidRPr="00132EBF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61092A74" w14:textId="77777777" w:rsidR="000069D4" w:rsidRPr="00132EBF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</w:rPr>
            </w:pPr>
          </w:p>
        </w:tc>
      </w:tr>
      <w:tr w:rsidR="000069D4" w:rsidRPr="00132EBF" w14:paraId="328F76E3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3CE18F52" w14:textId="77777777" w:rsidR="000069D4" w:rsidRPr="00132EBF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344412BC" w14:textId="77777777" w:rsidR="000069D4" w:rsidRPr="00132EBF" w:rsidRDefault="000069D4" w:rsidP="00A5173C">
            <w:pPr>
              <w:shd w:val="solid" w:color="FFFFFF" w:fill="FFFFFF"/>
              <w:spacing w:before="0" w:after="48" w:line="240" w:lineRule="atLeast"/>
            </w:pPr>
          </w:p>
        </w:tc>
      </w:tr>
      <w:tr w:rsidR="000069D4" w:rsidRPr="00132EBF" w14:paraId="14F9CFF4" w14:textId="77777777" w:rsidTr="00876A8A">
        <w:trPr>
          <w:cantSplit/>
        </w:trPr>
        <w:tc>
          <w:tcPr>
            <w:tcW w:w="6487" w:type="dxa"/>
            <w:vMerge w:val="restart"/>
          </w:tcPr>
          <w:p w14:paraId="44D0ABF8" w14:textId="77777777" w:rsidR="00185AA4" w:rsidRPr="00132EBF" w:rsidRDefault="00833BA7" w:rsidP="00185AA4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7" w:name="recibido"/>
            <w:bookmarkStart w:id="8" w:name="dnum" w:colFirst="1" w:colLast="1"/>
            <w:bookmarkEnd w:id="7"/>
            <w:r w:rsidRPr="00132EBF">
              <w:rPr>
                <w:rFonts w:ascii="Verdana" w:hAnsi="Verdana"/>
                <w:sz w:val="20"/>
              </w:rPr>
              <w:t>Source</w:t>
            </w:r>
            <w:r w:rsidR="00185AA4" w:rsidRPr="00132EBF">
              <w:rPr>
                <w:rFonts w:ascii="Verdana" w:hAnsi="Verdana"/>
                <w:sz w:val="20"/>
              </w:rPr>
              <w:t>:</w:t>
            </w:r>
            <w:r w:rsidR="00600AAF" w:rsidRPr="00132EBF">
              <w:rPr>
                <w:rFonts w:ascii="Verdana" w:hAnsi="Verdana"/>
                <w:sz w:val="20"/>
              </w:rPr>
              <w:tab/>
            </w:r>
            <w:r w:rsidR="006A0292" w:rsidRPr="00132EBF">
              <w:rPr>
                <w:rFonts w:ascii="Verdana" w:hAnsi="Verdana"/>
                <w:sz w:val="20"/>
              </w:rPr>
              <w:t>Document 5C/TEMP/</w:t>
            </w:r>
          </w:p>
        </w:tc>
        <w:tc>
          <w:tcPr>
            <w:tcW w:w="3402" w:type="dxa"/>
          </w:tcPr>
          <w:p w14:paraId="14622A34" w14:textId="77777777" w:rsidR="000069D4" w:rsidRPr="00132EBF" w:rsidRDefault="000069D4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b/>
                <w:sz w:val="20"/>
                <w:lang w:eastAsia="zh-CN"/>
              </w:rPr>
            </w:pPr>
          </w:p>
        </w:tc>
      </w:tr>
      <w:tr w:rsidR="000069D4" w:rsidRPr="00132EBF" w14:paraId="00D2979E" w14:textId="77777777" w:rsidTr="00876A8A">
        <w:trPr>
          <w:cantSplit/>
        </w:trPr>
        <w:tc>
          <w:tcPr>
            <w:tcW w:w="6487" w:type="dxa"/>
            <w:vMerge/>
          </w:tcPr>
          <w:p w14:paraId="4EAB8CEC" w14:textId="77777777" w:rsidR="000069D4" w:rsidRPr="00132EBF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9" w:name="ddate" w:colFirst="1" w:colLast="1"/>
            <w:bookmarkEnd w:id="8"/>
          </w:p>
        </w:tc>
        <w:tc>
          <w:tcPr>
            <w:tcW w:w="3402" w:type="dxa"/>
          </w:tcPr>
          <w:p w14:paraId="264A05F0" w14:textId="77777777" w:rsidR="000069D4" w:rsidRPr="00132EBF" w:rsidRDefault="000069D4" w:rsidP="006A0292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</w:p>
        </w:tc>
      </w:tr>
      <w:tr w:rsidR="000069D4" w:rsidRPr="00132EBF" w14:paraId="7E355D0D" w14:textId="77777777" w:rsidTr="00876A8A">
        <w:trPr>
          <w:cantSplit/>
        </w:trPr>
        <w:tc>
          <w:tcPr>
            <w:tcW w:w="6487" w:type="dxa"/>
            <w:vMerge/>
          </w:tcPr>
          <w:p w14:paraId="2A0F2A31" w14:textId="77777777" w:rsidR="000069D4" w:rsidRPr="00132EBF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10" w:name="dorlang" w:colFirst="1" w:colLast="1"/>
            <w:bookmarkEnd w:id="9"/>
          </w:p>
        </w:tc>
        <w:tc>
          <w:tcPr>
            <w:tcW w:w="3402" w:type="dxa"/>
          </w:tcPr>
          <w:p w14:paraId="22D27092" w14:textId="77777777" w:rsidR="000069D4" w:rsidRPr="00132EBF" w:rsidRDefault="00185AA4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 w:rsidRPr="00132EBF"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185AA4" w:rsidRPr="00132EBF" w14:paraId="06CD43BF" w14:textId="77777777" w:rsidTr="00D046A7">
        <w:trPr>
          <w:cantSplit/>
        </w:trPr>
        <w:tc>
          <w:tcPr>
            <w:tcW w:w="9889" w:type="dxa"/>
            <w:gridSpan w:val="2"/>
          </w:tcPr>
          <w:p w14:paraId="603FB345" w14:textId="77777777" w:rsidR="00185AA4" w:rsidRPr="00132EBF" w:rsidRDefault="00185AA4" w:rsidP="00185AA4">
            <w:pPr>
              <w:pStyle w:val="Source"/>
              <w:rPr>
                <w:lang w:eastAsia="zh-CN"/>
              </w:rPr>
            </w:pPr>
            <w:bookmarkStart w:id="11" w:name="dsource" w:colFirst="0" w:colLast="0"/>
            <w:bookmarkEnd w:id="10"/>
            <w:r w:rsidRPr="00132EBF">
              <w:rPr>
                <w:lang w:eastAsia="zh-CN"/>
              </w:rPr>
              <w:t>Working Party 5C</w:t>
            </w:r>
          </w:p>
        </w:tc>
      </w:tr>
      <w:tr w:rsidR="00185AA4" w:rsidRPr="00132EBF" w14:paraId="7CC914C0" w14:textId="77777777" w:rsidTr="00D046A7">
        <w:trPr>
          <w:cantSplit/>
        </w:trPr>
        <w:tc>
          <w:tcPr>
            <w:tcW w:w="9889" w:type="dxa"/>
            <w:gridSpan w:val="2"/>
          </w:tcPr>
          <w:p w14:paraId="0BACBC86" w14:textId="77777777" w:rsidR="00185AA4" w:rsidRPr="00132EBF" w:rsidRDefault="00600AAF" w:rsidP="00185AA4">
            <w:pPr>
              <w:pStyle w:val="Title1"/>
              <w:rPr>
                <w:lang w:eastAsia="zh-CN"/>
              </w:rPr>
            </w:pPr>
            <w:bookmarkStart w:id="12" w:name="drec" w:colFirst="0" w:colLast="0"/>
            <w:bookmarkEnd w:id="11"/>
            <w:r w:rsidRPr="00132EBF">
              <w:rPr>
                <w:caps w:val="0"/>
              </w:rPr>
              <w:t>REPLY LIAISON STATEMENT TO WORKING PARTY 5B</w:t>
            </w:r>
          </w:p>
        </w:tc>
      </w:tr>
      <w:tr w:rsidR="00185AA4" w:rsidRPr="00132EBF" w14:paraId="07A2378F" w14:textId="77777777" w:rsidTr="00D046A7">
        <w:trPr>
          <w:cantSplit/>
        </w:trPr>
        <w:tc>
          <w:tcPr>
            <w:tcW w:w="9889" w:type="dxa"/>
            <w:gridSpan w:val="2"/>
          </w:tcPr>
          <w:p w14:paraId="492E132B" w14:textId="77777777" w:rsidR="00185AA4" w:rsidRPr="00132EBF" w:rsidRDefault="00185AA4" w:rsidP="00010659">
            <w:pPr>
              <w:pStyle w:val="Title4"/>
              <w:rPr>
                <w:lang w:eastAsia="zh-CN"/>
              </w:rPr>
            </w:pPr>
            <w:bookmarkStart w:id="13" w:name="dtitle1" w:colFirst="0" w:colLast="0"/>
            <w:bookmarkEnd w:id="12"/>
            <w:r w:rsidRPr="00132EBF">
              <w:t>Information for studies on WRC-2</w:t>
            </w:r>
            <w:r w:rsidR="00577885">
              <w:t>7</w:t>
            </w:r>
            <w:r w:rsidRPr="00132EBF">
              <w:t xml:space="preserve"> agenda item 1.9 </w:t>
            </w:r>
          </w:p>
        </w:tc>
      </w:tr>
    </w:tbl>
    <w:bookmarkEnd w:id="13"/>
    <w:p w14:paraId="753A21BE" w14:textId="77777777" w:rsidR="00010659" w:rsidRPr="00132EBF" w:rsidRDefault="00010659" w:rsidP="00D66BBA">
      <w:pPr>
        <w:pStyle w:val="Normalaftertitle"/>
        <w:jc w:val="both"/>
      </w:pPr>
      <w:r w:rsidRPr="00132EBF">
        <w:t>Working Party (WP) 5C thanks WP 5B for its liaison statement (Doc.</w:t>
      </w:r>
      <w:r w:rsidR="00E5217A">
        <w:t>5C/70</w:t>
      </w:r>
      <w:r w:rsidRPr="00132EBF">
        <w:t xml:space="preserve">) requesting any relevant information for the work of WP 5B to review Appendix </w:t>
      </w:r>
      <w:r w:rsidRPr="00132EBF">
        <w:rPr>
          <w:b/>
          <w:bCs/>
        </w:rPr>
        <w:t>2</w:t>
      </w:r>
      <w:r w:rsidR="00577885">
        <w:rPr>
          <w:b/>
          <w:bCs/>
        </w:rPr>
        <w:t>6</w:t>
      </w:r>
      <w:r w:rsidRPr="00132EBF">
        <w:t xml:space="preserve"> of the Radio Regulations to accommodate digital aeronautical HF technologies </w:t>
      </w:r>
      <w:r w:rsidRPr="00132EBF">
        <w:rPr>
          <w:lang w:eastAsia="zh-CN"/>
        </w:rPr>
        <w:t>for the AM(</w:t>
      </w:r>
      <w:r w:rsidR="00577885">
        <w:rPr>
          <w:lang w:eastAsia="zh-CN"/>
        </w:rPr>
        <w:t>O</w:t>
      </w:r>
      <w:r w:rsidRPr="00132EBF">
        <w:rPr>
          <w:lang w:eastAsia="zh-CN"/>
        </w:rPr>
        <w:t xml:space="preserve">R)S between </w:t>
      </w:r>
      <w:r w:rsidR="00577885">
        <w:rPr>
          <w:lang w:eastAsia="zh-CN"/>
        </w:rPr>
        <w:t>3025</w:t>
      </w:r>
      <w:r w:rsidRPr="00132EBF">
        <w:rPr>
          <w:lang w:eastAsia="zh-CN"/>
        </w:rPr>
        <w:t xml:space="preserve"> and </w:t>
      </w:r>
      <w:r w:rsidR="00577885">
        <w:rPr>
          <w:lang w:eastAsia="zh-CN"/>
        </w:rPr>
        <w:t>18</w:t>
      </w:r>
      <w:r w:rsidR="00132EBF">
        <w:rPr>
          <w:lang w:eastAsia="zh-CN"/>
        </w:rPr>
        <w:t> </w:t>
      </w:r>
      <w:r w:rsidRPr="00132EBF">
        <w:rPr>
          <w:lang w:eastAsia="zh-CN"/>
        </w:rPr>
        <w:t>0</w:t>
      </w:r>
      <w:r w:rsidR="00577885">
        <w:rPr>
          <w:lang w:eastAsia="zh-CN"/>
        </w:rPr>
        <w:t>3</w:t>
      </w:r>
      <w:r w:rsidRPr="00132EBF">
        <w:rPr>
          <w:lang w:eastAsia="zh-CN"/>
        </w:rPr>
        <w:t xml:space="preserve">0 kHz in accordance with Resolution </w:t>
      </w:r>
      <w:r w:rsidR="00577885">
        <w:rPr>
          <w:lang w:eastAsia="zh-CN"/>
        </w:rPr>
        <w:t xml:space="preserve">411 </w:t>
      </w:r>
      <w:r w:rsidRPr="00132EBF">
        <w:rPr>
          <w:b/>
          <w:bCs/>
          <w:lang w:eastAsia="zh-CN"/>
        </w:rPr>
        <w:t>(WRC-</w:t>
      </w:r>
      <w:r w:rsidR="00577885">
        <w:rPr>
          <w:b/>
          <w:bCs/>
          <w:lang w:eastAsia="zh-CN"/>
        </w:rPr>
        <w:t>23</w:t>
      </w:r>
      <w:r w:rsidRPr="00132EBF">
        <w:rPr>
          <w:b/>
          <w:bCs/>
          <w:lang w:eastAsia="zh-CN"/>
        </w:rPr>
        <w:t>)</w:t>
      </w:r>
      <w:r w:rsidRPr="00132EBF">
        <w:rPr>
          <w:lang w:eastAsia="zh-CN"/>
        </w:rPr>
        <w:t>.</w:t>
      </w:r>
    </w:p>
    <w:p w14:paraId="522D6A16" w14:textId="77777777" w:rsidR="00010659" w:rsidRPr="00132EBF" w:rsidRDefault="00010659" w:rsidP="00D66BBA">
      <w:pPr>
        <w:jc w:val="both"/>
      </w:pPr>
      <w:r w:rsidRPr="00132EBF">
        <w:t>WP 5C has currently identified the following ITU-R Recommendations under the purview of WP 5C</w:t>
      </w:r>
      <w:r w:rsidR="00F304EF">
        <w:t>.</w:t>
      </w:r>
      <w:r w:rsidRPr="00132EBF">
        <w:t xml:space="preserve"> </w:t>
      </w:r>
      <w:r w:rsidR="00F304EF">
        <w:t xml:space="preserve">These </w:t>
      </w:r>
      <w:r w:rsidR="004C226F">
        <w:t xml:space="preserve">are the most </w:t>
      </w:r>
      <w:r w:rsidR="00F304EF">
        <w:t>relevant</w:t>
      </w:r>
      <w:r w:rsidR="004C226F">
        <w:t xml:space="preserve"> documents </w:t>
      </w:r>
      <w:r w:rsidRPr="00132EBF">
        <w:t xml:space="preserve">that </w:t>
      </w:r>
      <w:r w:rsidR="00136642">
        <w:t xml:space="preserve">are </w:t>
      </w:r>
      <w:r w:rsidRPr="00132EBF">
        <w:t xml:space="preserve">applicable to the frequency range </w:t>
      </w:r>
      <w:r w:rsidR="00577885">
        <w:rPr>
          <w:lang w:eastAsia="zh-CN"/>
        </w:rPr>
        <w:t>3025 - 18030</w:t>
      </w:r>
      <w:r w:rsidRPr="00132EBF">
        <w:rPr>
          <w:lang w:eastAsia="zh-CN"/>
        </w:rPr>
        <w:t xml:space="preserve"> kHz</w:t>
      </w:r>
      <w:r w:rsidRPr="00132EBF">
        <w:t>:</w:t>
      </w:r>
    </w:p>
    <w:p w14:paraId="334BB5C5" w14:textId="77777777" w:rsidR="00010659" w:rsidRPr="00132EBF" w:rsidRDefault="00010659" w:rsidP="00D66BBA">
      <w:pPr>
        <w:pStyle w:val="enumlev1"/>
        <w:jc w:val="both"/>
      </w:pPr>
      <w:r w:rsidRPr="00132EBF">
        <w:t>–</w:t>
      </w:r>
      <w:r w:rsidRPr="00132EBF">
        <w:tab/>
        <w:t>Recommendation ITU-R F.1761 “Characteristics of HF fixed radiocommunication systems”</w:t>
      </w:r>
    </w:p>
    <w:p w14:paraId="7A890FFE" w14:textId="5F2727B0" w:rsidR="00010659" w:rsidRPr="00132EBF" w:rsidRDefault="00010659" w:rsidP="00D66BBA">
      <w:pPr>
        <w:pStyle w:val="enumlev1"/>
        <w:jc w:val="both"/>
      </w:pPr>
      <w:r w:rsidRPr="00132EBF">
        <w:t>–</w:t>
      </w:r>
      <w:r w:rsidRPr="00132EBF">
        <w:tab/>
      </w:r>
      <w:bookmarkStart w:id="14" w:name="_Hlk178162643"/>
      <w:r w:rsidRPr="00132EBF">
        <w:t>Recommendation ITU-R F.1762</w:t>
      </w:r>
      <w:bookmarkEnd w:id="14"/>
      <w:r w:rsidR="00AC0D7A">
        <w:t>*</w:t>
      </w:r>
      <w:r w:rsidRPr="00132EBF">
        <w:t xml:space="preserve"> “Characteristics of enhanced applications for high frequency (HF) radiocommunication systems”</w:t>
      </w:r>
    </w:p>
    <w:p w14:paraId="773783C6" w14:textId="7C2A6154" w:rsidR="00010659" w:rsidRDefault="00010659" w:rsidP="00D66BBA">
      <w:pPr>
        <w:pStyle w:val="enumlev1"/>
        <w:jc w:val="both"/>
      </w:pPr>
      <w:r w:rsidRPr="00132EBF">
        <w:t>–</w:t>
      </w:r>
      <w:r w:rsidRPr="00132EBF">
        <w:tab/>
      </w:r>
      <w:bookmarkStart w:id="15" w:name="_Hlk178162659"/>
      <w:r w:rsidRPr="00132EBF">
        <w:t>Recommendation ITU-R F.1821</w:t>
      </w:r>
      <w:r w:rsidR="00AC0D7A">
        <w:t>*</w:t>
      </w:r>
      <w:r w:rsidRPr="00132EBF">
        <w:t xml:space="preserve"> </w:t>
      </w:r>
      <w:bookmarkEnd w:id="15"/>
      <w:r w:rsidRPr="00132EBF">
        <w:t>“Characteristics of advanced digital high frequency (HF) radiocommunication systems”</w:t>
      </w:r>
    </w:p>
    <w:p w14:paraId="2909580B" w14:textId="506C207C" w:rsidR="00AC0D7A" w:rsidRPr="00132EBF" w:rsidRDefault="00AC0D7A" w:rsidP="00AC0D7A">
      <w:pPr>
        <w:pStyle w:val="enumlev1"/>
        <w:ind w:left="-90" w:firstLine="0"/>
      </w:pPr>
      <w:r>
        <w:t>*</w:t>
      </w:r>
      <w:r w:rsidRPr="00AC0D7A">
        <w:t>Updates to Recommendation ITU-R F.1762 and Recommendation ITU-R F.1821 are currently under consideration in Working Party 5C</w:t>
      </w:r>
      <w:r>
        <w:t>.</w:t>
      </w:r>
    </w:p>
    <w:p w14:paraId="27C7308D" w14:textId="77777777" w:rsidR="004C226F" w:rsidRDefault="004C226F" w:rsidP="00D66BBA">
      <w:pPr>
        <w:pStyle w:val="enumlev1"/>
        <w:jc w:val="both"/>
      </w:pPr>
    </w:p>
    <w:p w14:paraId="1F9E612C" w14:textId="77777777" w:rsidR="004C226F" w:rsidRDefault="004C226F" w:rsidP="00D66BBA">
      <w:pPr>
        <w:pStyle w:val="enumlev1"/>
        <w:jc w:val="both"/>
      </w:pPr>
      <w:r>
        <w:t xml:space="preserve">The following Recommendations and Reports may also be used in determining methodology and </w:t>
      </w:r>
    </w:p>
    <w:p w14:paraId="1A02A78F" w14:textId="77777777" w:rsidR="004C226F" w:rsidRDefault="004C226F" w:rsidP="00D66BBA">
      <w:pPr>
        <w:pStyle w:val="enumlev1"/>
        <w:jc w:val="both"/>
      </w:pPr>
      <w:r>
        <w:t>performing studies:</w:t>
      </w:r>
    </w:p>
    <w:p w14:paraId="72E2D2DE" w14:textId="1F139297" w:rsidR="004C226F" w:rsidRPr="00132EBF" w:rsidRDefault="000E00E8" w:rsidP="004C226F">
      <w:pPr>
        <w:pStyle w:val="enumlev1"/>
        <w:jc w:val="both"/>
      </w:pPr>
      <w:r w:rsidRPr="00132EBF">
        <w:t>–</w:t>
      </w:r>
      <w:r w:rsidR="004C226F">
        <w:tab/>
      </w:r>
      <w:r w:rsidR="004C226F" w:rsidRPr="00132EBF">
        <w:t>Recommendation ITU-R F.106 “The use of diversity for voice-frequency telegraphy on HF radio circuits”</w:t>
      </w:r>
    </w:p>
    <w:p w14:paraId="02C07827" w14:textId="77777777" w:rsidR="004C226F" w:rsidRPr="00132EBF" w:rsidRDefault="004C226F" w:rsidP="004C226F">
      <w:pPr>
        <w:pStyle w:val="enumlev1"/>
        <w:jc w:val="both"/>
      </w:pPr>
      <w:r w:rsidRPr="00132EBF">
        <w:t>–</w:t>
      </w:r>
      <w:r w:rsidRPr="00132EBF">
        <w:tab/>
        <w:t>Recommendation ITU-R F.339 “Bandwidths, signal-to-noise ratios and fading allowances in HF fixed and land mobile radiocommunication systems”</w:t>
      </w:r>
    </w:p>
    <w:p w14:paraId="2CCE1A0E" w14:textId="77777777" w:rsidR="004C226F" w:rsidRPr="00132EBF" w:rsidRDefault="004C226F" w:rsidP="004C226F">
      <w:pPr>
        <w:pStyle w:val="enumlev1"/>
        <w:jc w:val="both"/>
      </w:pPr>
      <w:r w:rsidRPr="00132EBF">
        <w:t>–</w:t>
      </w:r>
      <w:r w:rsidRPr="00132EBF">
        <w:tab/>
        <w:t>Recommendation ITU-R F.454 “Pilot carrier level for HF single-sideband and independent-sideband reduced-carrier systems”</w:t>
      </w:r>
    </w:p>
    <w:p w14:paraId="79CA532B" w14:textId="77777777" w:rsidR="004C226F" w:rsidRPr="00132EBF" w:rsidRDefault="004C226F" w:rsidP="004C226F">
      <w:pPr>
        <w:pStyle w:val="enumlev1"/>
        <w:jc w:val="both"/>
      </w:pPr>
      <w:r w:rsidRPr="00132EBF">
        <w:t>–</w:t>
      </w:r>
      <w:r w:rsidRPr="00132EBF">
        <w:tab/>
        <w:t>Recommendation ITU-R F.612 “Measurement of reciprocal mixing in HF communication receivers in the fixed service”</w:t>
      </w:r>
    </w:p>
    <w:p w14:paraId="61E57F6C" w14:textId="77777777" w:rsidR="004C226F" w:rsidRPr="00132EBF" w:rsidRDefault="004C226F" w:rsidP="004C226F">
      <w:pPr>
        <w:pStyle w:val="enumlev1"/>
        <w:jc w:val="both"/>
      </w:pPr>
      <w:r w:rsidRPr="00132EBF">
        <w:t>–</w:t>
      </w:r>
      <w:r w:rsidRPr="00132EBF">
        <w:tab/>
        <w:t>Recommendation ITU-R F.763 “Data transmission over HF circuits using phase shift keying or quadrature amplitude modulation”</w:t>
      </w:r>
    </w:p>
    <w:p w14:paraId="3C56342B" w14:textId="77777777" w:rsidR="004C226F" w:rsidRPr="00132EBF" w:rsidRDefault="004C226F" w:rsidP="004C226F">
      <w:pPr>
        <w:pStyle w:val="enumlev1"/>
        <w:jc w:val="both"/>
      </w:pPr>
      <w:r w:rsidRPr="00132EBF">
        <w:t>–</w:t>
      </w:r>
      <w:r w:rsidRPr="00132EBF">
        <w:tab/>
        <w:t>Recommendation ITU-R F.1111 “Improved Lincompex system for HF radiotelephone circuits”</w:t>
      </w:r>
    </w:p>
    <w:p w14:paraId="521C189B" w14:textId="77777777" w:rsidR="004C226F" w:rsidRPr="00132EBF" w:rsidRDefault="004C226F" w:rsidP="004C226F">
      <w:pPr>
        <w:pStyle w:val="enumlev1"/>
        <w:jc w:val="both"/>
      </w:pPr>
      <w:r w:rsidRPr="00132EBF">
        <w:lastRenderedPageBreak/>
        <w:t>–</w:t>
      </w:r>
      <w:r w:rsidRPr="00132EBF">
        <w:tab/>
        <w:t>Recommendation ITU-R F.1192 “Traffic capacity of automatically controlled radio systems and networks in the HF fixed service”</w:t>
      </w:r>
    </w:p>
    <w:p w14:paraId="1AE8DAFC" w14:textId="77777777" w:rsidR="004C226F" w:rsidRPr="00132EBF" w:rsidRDefault="004C226F" w:rsidP="004C226F">
      <w:pPr>
        <w:pStyle w:val="enumlev1"/>
        <w:jc w:val="both"/>
      </w:pPr>
      <w:r w:rsidRPr="00132EBF">
        <w:t>–</w:t>
      </w:r>
      <w:r w:rsidRPr="00132EBF">
        <w:tab/>
        <w:t>Recommendation ITU-R F.1337 “Frequency management of adaptive HF radio systems and networks using FMCW oblique-incidence sounding”</w:t>
      </w:r>
    </w:p>
    <w:p w14:paraId="7225C5DE" w14:textId="77777777" w:rsidR="004C226F" w:rsidRPr="00132EBF" w:rsidRDefault="004C226F" w:rsidP="004C226F">
      <w:pPr>
        <w:pStyle w:val="enumlev1"/>
        <w:jc w:val="both"/>
      </w:pPr>
      <w:r w:rsidRPr="00132EBF">
        <w:t>–</w:t>
      </w:r>
      <w:r w:rsidRPr="00132EBF">
        <w:tab/>
        <w:t>Recommendation ITU-R F.1487 “Testing of HF modems with bandwidths of up to about 12 kHz using ionospheric channel simulators”</w:t>
      </w:r>
    </w:p>
    <w:p w14:paraId="2E24CB10" w14:textId="77777777" w:rsidR="004C226F" w:rsidRPr="00132EBF" w:rsidRDefault="004C226F" w:rsidP="004C226F">
      <w:pPr>
        <w:pStyle w:val="enumlev1"/>
        <w:jc w:val="both"/>
      </w:pPr>
      <w:r w:rsidRPr="00132EBF">
        <w:t>–</w:t>
      </w:r>
      <w:r w:rsidRPr="00132EBF">
        <w:tab/>
        <w:t>Recommendation ITU-R F.1610 “Planning, design and implementation of HF fixed service radio systems”</w:t>
      </w:r>
    </w:p>
    <w:p w14:paraId="548EF090" w14:textId="77777777" w:rsidR="004C226F" w:rsidRPr="00132EBF" w:rsidRDefault="004C226F" w:rsidP="004C226F">
      <w:pPr>
        <w:pStyle w:val="enumlev1"/>
        <w:jc w:val="both"/>
      </w:pPr>
      <w:r w:rsidRPr="00132EBF">
        <w:t>–</w:t>
      </w:r>
      <w:r w:rsidRPr="00132EBF">
        <w:tab/>
        <w:t>Recommendation ITU-R F.1611 “Prediction methods for adaptive HF system planning and operation”</w:t>
      </w:r>
    </w:p>
    <w:p w14:paraId="0AAFB6A8" w14:textId="77777777" w:rsidR="004C226F" w:rsidRPr="00132EBF" w:rsidRDefault="004C226F" w:rsidP="004C226F">
      <w:pPr>
        <w:pStyle w:val="enumlev1"/>
        <w:jc w:val="both"/>
      </w:pPr>
      <w:r w:rsidRPr="00132EBF">
        <w:t>–</w:t>
      </w:r>
      <w:r w:rsidRPr="00132EBF">
        <w:tab/>
        <w:t>Recommendation ITU-R F.1778 “Channel access requirements for HF adaptive systems in the fixed and land mobile services”</w:t>
      </w:r>
    </w:p>
    <w:p w14:paraId="11FF058E" w14:textId="77777777" w:rsidR="004C226F" w:rsidRPr="00132EBF" w:rsidRDefault="004C226F" w:rsidP="004C226F">
      <w:pPr>
        <w:pStyle w:val="enumlev1"/>
        <w:jc w:val="both"/>
      </w:pPr>
      <w:r w:rsidRPr="00132EBF">
        <w:t>–</w:t>
      </w:r>
      <w:r w:rsidRPr="00132EBF">
        <w:tab/>
        <w:t>Report ITU-R F.2061 “HF fixed radiocommunications systems”</w:t>
      </w:r>
    </w:p>
    <w:p w14:paraId="7F84C6BD" w14:textId="77777777" w:rsidR="004C226F" w:rsidRPr="00132EBF" w:rsidRDefault="004C226F" w:rsidP="004C226F">
      <w:pPr>
        <w:pStyle w:val="enumlev1"/>
        <w:jc w:val="both"/>
      </w:pPr>
      <w:r w:rsidRPr="00132EBF">
        <w:t>–</w:t>
      </w:r>
      <w:r w:rsidRPr="00132EBF">
        <w:tab/>
        <w:t>Report ITU-R F.2087 “Requirements for high frequency (HF) radiocommunication systems in the fixed service”</w:t>
      </w:r>
    </w:p>
    <w:p w14:paraId="23C93CAB" w14:textId="77777777" w:rsidR="004C226F" w:rsidRDefault="004C226F" w:rsidP="004C226F">
      <w:pPr>
        <w:pStyle w:val="enumlev1"/>
        <w:jc w:val="both"/>
      </w:pPr>
      <w:r w:rsidRPr="00132EBF">
        <w:t>–</w:t>
      </w:r>
      <w:r w:rsidRPr="00132EBF">
        <w:tab/>
        <w:t>Report ITU-R F.2484 “Cooperative frequency competition model and the corresponding algorithms and protocols for improving the HF sky-wave electromagnetic environment”.</w:t>
      </w:r>
    </w:p>
    <w:p w14:paraId="7A293745" w14:textId="77777777" w:rsidR="004C226F" w:rsidRDefault="004C226F" w:rsidP="00D66BBA">
      <w:pPr>
        <w:pStyle w:val="enumlev1"/>
        <w:jc w:val="both"/>
      </w:pPr>
    </w:p>
    <w:p w14:paraId="1A3A5964" w14:textId="2751CA59" w:rsidR="00010659" w:rsidRPr="00132EBF" w:rsidRDefault="00010659" w:rsidP="00D66BBA">
      <w:pPr>
        <w:jc w:val="both"/>
        <w:rPr>
          <w:lang w:eastAsia="zh-CN"/>
        </w:rPr>
      </w:pPr>
      <w:r w:rsidRPr="00132EBF">
        <w:rPr>
          <w:lang w:eastAsia="zh-CN"/>
        </w:rPr>
        <w:t>If WP 5B has any questions with regards to the use of these documents in their studies under agenda item 1.9, WP 5C would be happy to provide additional advice.</w:t>
      </w:r>
    </w:p>
    <w:p w14:paraId="4B84069A" w14:textId="77777777" w:rsidR="00010659" w:rsidRPr="00132EBF" w:rsidRDefault="00010659" w:rsidP="00D66BBA">
      <w:pPr>
        <w:spacing w:after="240"/>
        <w:jc w:val="both"/>
        <w:rPr>
          <w:lang w:eastAsia="zh-CN"/>
        </w:rPr>
      </w:pPr>
      <w:r w:rsidRPr="00132EBF">
        <w:rPr>
          <w:lang w:eastAsia="zh-CN"/>
        </w:rPr>
        <w:t>WP 5C looks forward to further collaboration on this agenda item with WP 5B.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010659" w:rsidRPr="00132EBF" w14:paraId="0A5455FF" w14:textId="77777777" w:rsidTr="007C629F">
        <w:tc>
          <w:tcPr>
            <w:tcW w:w="9639" w:type="dxa"/>
            <w:gridSpan w:val="2"/>
            <w:hideMark/>
          </w:tcPr>
          <w:p w14:paraId="22FE2168" w14:textId="77777777" w:rsidR="00010659" w:rsidRPr="00132EBF" w:rsidRDefault="00010659" w:rsidP="00D66BBA">
            <w:pPr>
              <w:rPr>
                <w:b/>
                <w:lang w:eastAsia="zh-CN"/>
              </w:rPr>
            </w:pPr>
            <w:r w:rsidRPr="00132EBF">
              <w:rPr>
                <w:b/>
                <w:lang w:eastAsia="zh-CN"/>
              </w:rPr>
              <w:t xml:space="preserve">Status: </w:t>
            </w:r>
            <w:r w:rsidRPr="00132EBF">
              <w:rPr>
                <w:b/>
                <w:lang w:eastAsia="zh-CN"/>
              </w:rPr>
              <w:tab/>
            </w:r>
            <w:r w:rsidRPr="00132EBF">
              <w:rPr>
                <w:lang w:eastAsia="zh-CN"/>
              </w:rPr>
              <w:t xml:space="preserve">For information </w:t>
            </w:r>
          </w:p>
        </w:tc>
      </w:tr>
      <w:tr w:rsidR="00010659" w:rsidRPr="00132EBF" w14:paraId="15B5F579" w14:textId="77777777" w:rsidTr="00D66BBA">
        <w:tc>
          <w:tcPr>
            <w:tcW w:w="4819" w:type="dxa"/>
            <w:hideMark/>
          </w:tcPr>
          <w:p w14:paraId="6073C87D" w14:textId="77777777" w:rsidR="00010659" w:rsidRPr="00132EBF" w:rsidRDefault="00010659" w:rsidP="00D66BBA">
            <w:pPr>
              <w:rPr>
                <w:b/>
                <w:lang w:eastAsia="zh-CN"/>
              </w:rPr>
            </w:pPr>
            <w:r w:rsidRPr="00132EBF">
              <w:rPr>
                <w:b/>
                <w:lang w:eastAsia="zh-CN"/>
              </w:rPr>
              <w:t>Contact:</w:t>
            </w:r>
            <w:r w:rsidRPr="00132EBF">
              <w:rPr>
                <w:lang w:eastAsia="zh-CN"/>
              </w:rPr>
              <w:tab/>
            </w:r>
          </w:p>
        </w:tc>
        <w:tc>
          <w:tcPr>
            <w:tcW w:w="4820" w:type="dxa"/>
            <w:hideMark/>
          </w:tcPr>
          <w:p w14:paraId="54DF4DBC" w14:textId="77777777" w:rsidR="00010659" w:rsidRPr="00132EBF" w:rsidRDefault="00010659" w:rsidP="00D66BBA">
            <w:pPr>
              <w:rPr>
                <w:bCs/>
                <w:lang w:eastAsia="zh-CN"/>
              </w:rPr>
            </w:pPr>
            <w:r w:rsidRPr="00132EBF">
              <w:rPr>
                <w:b/>
                <w:lang w:eastAsia="zh-CN"/>
              </w:rPr>
              <w:t>E-mail:</w:t>
            </w:r>
            <w:r w:rsidRPr="00132EBF">
              <w:rPr>
                <w:b/>
                <w:lang w:eastAsia="zh-CN"/>
              </w:rPr>
              <w:tab/>
            </w:r>
          </w:p>
        </w:tc>
      </w:tr>
    </w:tbl>
    <w:p w14:paraId="0096E413" w14:textId="77777777" w:rsidR="000069D4" w:rsidRPr="00132EBF" w:rsidRDefault="000069D4" w:rsidP="00DD4BED"/>
    <w:p w14:paraId="37B85A76" w14:textId="77777777" w:rsidR="00D66BBA" w:rsidRPr="00132EBF" w:rsidRDefault="00D66BBA" w:rsidP="0032202E">
      <w:pPr>
        <w:pStyle w:val="Reasons"/>
      </w:pPr>
    </w:p>
    <w:p w14:paraId="36732521" w14:textId="77777777" w:rsidR="00D66BBA" w:rsidRPr="00132EBF" w:rsidRDefault="00D66BBA" w:rsidP="00D66BBA">
      <w:pPr>
        <w:jc w:val="center"/>
      </w:pPr>
      <w:r w:rsidRPr="00132EBF">
        <w:t>______________</w:t>
      </w:r>
    </w:p>
    <w:sectPr w:rsidR="00D66BBA" w:rsidRPr="00132EBF" w:rsidSect="00E21170">
      <w:headerReference w:type="default" r:id="rId12"/>
      <w:footerReference w:type="default" r:id="rId13"/>
      <w:footerReference w:type="first" r:id="rId14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5F116" w14:textId="77777777" w:rsidR="00747C01" w:rsidRDefault="00747C01">
      <w:r>
        <w:separator/>
      </w:r>
    </w:p>
  </w:endnote>
  <w:endnote w:type="continuationSeparator" w:id="0">
    <w:p w14:paraId="018D5655" w14:textId="77777777" w:rsidR="00747C01" w:rsidRDefault="00747C01">
      <w:r>
        <w:continuationSeparator/>
      </w:r>
    </w:p>
  </w:endnote>
  <w:endnote w:type="continuationNotice" w:id="1">
    <w:p w14:paraId="76F231C7" w14:textId="77777777" w:rsidR="00747C01" w:rsidRDefault="00747C01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 Bold"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08868" w14:textId="77777777" w:rsidR="00600AAF" w:rsidRPr="00600AAF" w:rsidRDefault="00600AAF" w:rsidP="00600AAF">
    <w:pPr>
      <w:pStyle w:val="Footer"/>
    </w:pPr>
    <w:r>
      <w:fldChar w:fldCharType="begin"/>
    </w:r>
    <w:r>
      <w:rPr>
        <w:lang w:val="en-US"/>
      </w:rPr>
      <w:instrText xml:space="preserve"> FILENAME \p \* MERGEFORMAT </w:instrText>
    </w:r>
    <w:r>
      <w:fldChar w:fldCharType="separate"/>
    </w:r>
    <w:r>
      <w:rPr>
        <w:lang w:val="en-US"/>
      </w:rPr>
      <w:t>M:\BRSGD\TEXT2019\SG05\WP5B\300\344e.docx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ECBDF" w14:textId="77777777" w:rsidR="002C6BCF" w:rsidRDefault="002C6BCF">
    <w:pPr>
      <w:pStyle w:val="Footer"/>
    </w:pPr>
    <w:r>
      <w:fldChar w:fldCharType="begin"/>
    </w:r>
    <w:r>
      <w:rPr>
        <w:lang w:val="en-US"/>
      </w:rPr>
      <w:instrText xml:space="preserve"> FILENAME \p \* MERGEFORMAT </w:instrText>
    </w:r>
    <w:r>
      <w:fldChar w:fldCharType="separate"/>
    </w:r>
    <w:r w:rsidR="00600AAF">
      <w:rPr>
        <w:lang w:val="en-US"/>
      </w:rPr>
      <w:t>M:\BRSGD\TEXT2019\SG05\WP5B\300\344e.docx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34390" w14:textId="77777777" w:rsidR="00747C01" w:rsidRDefault="00747C01">
      <w:r>
        <w:t>____________________</w:t>
      </w:r>
    </w:p>
  </w:footnote>
  <w:footnote w:type="continuationSeparator" w:id="0">
    <w:p w14:paraId="13938132" w14:textId="77777777" w:rsidR="00747C01" w:rsidRDefault="00747C01">
      <w:r>
        <w:continuationSeparator/>
      </w:r>
    </w:p>
  </w:footnote>
  <w:footnote w:type="continuationNotice" w:id="1">
    <w:p w14:paraId="77411F0E" w14:textId="77777777" w:rsidR="00747C01" w:rsidRDefault="00747C01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33E60" w14:textId="77777777"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2C6BCF">
      <w:rPr>
        <w:rStyle w:val="PageNumber"/>
        <w:noProof/>
      </w:rPr>
      <w:t>2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14:paraId="719CD55E" w14:textId="77777777" w:rsidR="00600AAF" w:rsidRDefault="00600AAF" w:rsidP="00330567">
    <w:pPr>
      <w:pStyle w:val="Header"/>
      <w:rPr>
        <w:rStyle w:val="PageNumber"/>
      </w:rPr>
    </w:pPr>
    <w:r>
      <w:rPr>
        <w:rStyle w:val="PageNumber"/>
      </w:rPr>
      <w:t>5B/344-E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E0474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546C9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BE262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3BC02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D82AD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176AE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584D0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47ACC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AA76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CAC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020A85"/>
    <w:multiLevelType w:val="hybridMultilevel"/>
    <w:tmpl w:val="2B06F27E"/>
    <w:lvl w:ilvl="0" w:tplc="087CFB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6054731">
    <w:abstractNumId w:val="9"/>
  </w:num>
  <w:num w:numId="2" w16cid:durableId="595795816">
    <w:abstractNumId w:val="7"/>
  </w:num>
  <w:num w:numId="3" w16cid:durableId="2081294984">
    <w:abstractNumId w:val="6"/>
  </w:num>
  <w:num w:numId="4" w16cid:durableId="912544700">
    <w:abstractNumId w:val="5"/>
  </w:num>
  <w:num w:numId="5" w16cid:durableId="1082876183">
    <w:abstractNumId w:val="4"/>
  </w:num>
  <w:num w:numId="6" w16cid:durableId="1966035149">
    <w:abstractNumId w:val="8"/>
  </w:num>
  <w:num w:numId="7" w16cid:durableId="1242060133">
    <w:abstractNumId w:val="3"/>
  </w:num>
  <w:num w:numId="8" w16cid:durableId="1160652369">
    <w:abstractNumId w:val="2"/>
  </w:num>
  <w:num w:numId="9" w16cid:durableId="1954702952">
    <w:abstractNumId w:val="1"/>
  </w:num>
  <w:num w:numId="10" w16cid:durableId="596524262">
    <w:abstractNumId w:val="0"/>
  </w:num>
  <w:num w:numId="11" w16cid:durableId="2009451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6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AA4"/>
    <w:rsid w:val="000069D4"/>
    <w:rsid w:val="00010659"/>
    <w:rsid w:val="000174AD"/>
    <w:rsid w:val="00047A1D"/>
    <w:rsid w:val="000604B9"/>
    <w:rsid w:val="00073F63"/>
    <w:rsid w:val="000A7D55"/>
    <w:rsid w:val="000C12C8"/>
    <w:rsid w:val="000C2E8E"/>
    <w:rsid w:val="000E00E8"/>
    <w:rsid w:val="000E0E7C"/>
    <w:rsid w:val="000F1B4B"/>
    <w:rsid w:val="0011065F"/>
    <w:rsid w:val="0012744F"/>
    <w:rsid w:val="00131178"/>
    <w:rsid w:val="00132EBF"/>
    <w:rsid w:val="00136642"/>
    <w:rsid w:val="00156F66"/>
    <w:rsid w:val="00163271"/>
    <w:rsid w:val="00172122"/>
    <w:rsid w:val="00182528"/>
    <w:rsid w:val="0018500B"/>
    <w:rsid w:val="00185AA4"/>
    <w:rsid w:val="00196A19"/>
    <w:rsid w:val="001A394C"/>
    <w:rsid w:val="00202DC1"/>
    <w:rsid w:val="002116EE"/>
    <w:rsid w:val="002309D8"/>
    <w:rsid w:val="00246919"/>
    <w:rsid w:val="00252EE5"/>
    <w:rsid w:val="00261C76"/>
    <w:rsid w:val="00270E72"/>
    <w:rsid w:val="002A7FE2"/>
    <w:rsid w:val="002B7575"/>
    <w:rsid w:val="002C6BCF"/>
    <w:rsid w:val="002E1B4F"/>
    <w:rsid w:val="002F2E67"/>
    <w:rsid w:val="002F7CB3"/>
    <w:rsid w:val="00315546"/>
    <w:rsid w:val="003268DB"/>
    <w:rsid w:val="00330567"/>
    <w:rsid w:val="00360795"/>
    <w:rsid w:val="00386A9D"/>
    <w:rsid w:val="00387115"/>
    <w:rsid w:val="00391081"/>
    <w:rsid w:val="003B2789"/>
    <w:rsid w:val="003B2E89"/>
    <w:rsid w:val="003C13CE"/>
    <w:rsid w:val="003C697E"/>
    <w:rsid w:val="003E2518"/>
    <w:rsid w:val="003E43ED"/>
    <w:rsid w:val="003E7CEF"/>
    <w:rsid w:val="00430EED"/>
    <w:rsid w:val="00437927"/>
    <w:rsid w:val="004B1EF7"/>
    <w:rsid w:val="004B3FAD"/>
    <w:rsid w:val="004C226F"/>
    <w:rsid w:val="004C5749"/>
    <w:rsid w:val="00500DBC"/>
    <w:rsid w:val="00501DCA"/>
    <w:rsid w:val="00513A47"/>
    <w:rsid w:val="00517EC6"/>
    <w:rsid w:val="00525375"/>
    <w:rsid w:val="005408DF"/>
    <w:rsid w:val="00540985"/>
    <w:rsid w:val="00573344"/>
    <w:rsid w:val="00577885"/>
    <w:rsid w:val="00583F9B"/>
    <w:rsid w:val="005A73D8"/>
    <w:rsid w:val="005B0D29"/>
    <w:rsid w:val="005C15A6"/>
    <w:rsid w:val="005E5C10"/>
    <w:rsid w:val="005F2C78"/>
    <w:rsid w:val="00600AAF"/>
    <w:rsid w:val="006144E4"/>
    <w:rsid w:val="006447F1"/>
    <w:rsid w:val="00650299"/>
    <w:rsid w:val="00655FC5"/>
    <w:rsid w:val="0065649F"/>
    <w:rsid w:val="00695430"/>
    <w:rsid w:val="006A0292"/>
    <w:rsid w:val="006F5D9B"/>
    <w:rsid w:val="007065C9"/>
    <w:rsid w:val="00713BAE"/>
    <w:rsid w:val="00747C01"/>
    <w:rsid w:val="007A1172"/>
    <w:rsid w:val="007C32E0"/>
    <w:rsid w:val="00803E11"/>
    <w:rsid w:val="0080538C"/>
    <w:rsid w:val="00814E0A"/>
    <w:rsid w:val="00822118"/>
    <w:rsid w:val="00822581"/>
    <w:rsid w:val="00824725"/>
    <w:rsid w:val="008309DD"/>
    <w:rsid w:val="0083227A"/>
    <w:rsid w:val="00833BA7"/>
    <w:rsid w:val="00866900"/>
    <w:rsid w:val="00876A8A"/>
    <w:rsid w:val="00881BA1"/>
    <w:rsid w:val="008A3424"/>
    <w:rsid w:val="008C2302"/>
    <w:rsid w:val="008C26B8"/>
    <w:rsid w:val="008F208F"/>
    <w:rsid w:val="00920F2C"/>
    <w:rsid w:val="00961C09"/>
    <w:rsid w:val="00966E5B"/>
    <w:rsid w:val="00982084"/>
    <w:rsid w:val="00986E02"/>
    <w:rsid w:val="00992BBE"/>
    <w:rsid w:val="00995963"/>
    <w:rsid w:val="009B5BE8"/>
    <w:rsid w:val="009B61EB"/>
    <w:rsid w:val="009C185B"/>
    <w:rsid w:val="009C2064"/>
    <w:rsid w:val="009D1697"/>
    <w:rsid w:val="009F3A46"/>
    <w:rsid w:val="009F6520"/>
    <w:rsid w:val="00A014F8"/>
    <w:rsid w:val="00A5173C"/>
    <w:rsid w:val="00A61AEF"/>
    <w:rsid w:val="00A845FB"/>
    <w:rsid w:val="00AC0D7A"/>
    <w:rsid w:val="00AD2345"/>
    <w:rsid w:val="00AE05C0"/>
    <w:rsid w:val="00AF173A"/>
    <w:rsid w:val="00B066A4"/>
    <w:rsid w:val="00B07A13"/>
    <w:rsid w:val="00B253A6"/>
    <w:rsid w:val="00B4279B"/>
    <w:rsid w:val="00B45FC9"/>
    <w:rsid w:val="00B76F35"/>
    <w:rsid w:val="00B81138"/>
    <w:rsid w:val="00BA2E76"/>
    <w:rsid w:val="00BC7CCF"/>
    <w:rsid w:val="00BD22BA"/>
    <w:rsid w:val="00BE470B"/>
    <w:rsid w:val="00C14BF4"/>
    <w:rsid w:val="00C57A91"/>
    <w:rsid w:val="00C7514D"/>
    <w:rsid w:val="00C90FDB"/>
    <w:rsid w:val="00CC01C2"/>
    <w:rsid w:val="00CF21F2"/>
    <w:rsid w:val="00D02712"/>
    <w:rsid w:val="00D046A7"/>
    <w:rsid w:val="00D214D0"/>
    <w:rsid w:val="00D6546B"/>
    <w:rsid w:val="00D66BBA"/>
    <w:rsid w:val="00DB178B"/>
    <w:rsid w:val="00DC17D3"/>
    <w:rsid w:val="00DD4BED"/>
    <w:rsid w:val="00DE39F0"/>
    <w:rsid w:val="00DF0AF3"/>
    <w:rsid w:val="00DF7E9F"/>
    <w:rsid w:val="00E21170"/>
    <w:rsid w:val="00E27D7E"/>
    <w:rsid w:val="00E42E13"/>
    <w:rsid w:val="00E5217A"/>
    <w:rsid w:val="00E56D5C"/>
    <w:rsid w:val="00E6257C"/>
    <w:rsid w:val="00E63C59"/>
    <w:rsid w:val="00E74163"/>
    <w:rsid w:val="00EB41F5"/>
    <w:rsid w:val="00EC3F29"/>
    <w:rsid w:val="00F02BAC"/>
    <w:rsid w:val="00F07304"/>
    <w:rsid w:val="00F25662"/>
    <w:rsid w:val="00F304EF"/>
    <w:rsid w:val="00F313CE"/>
    <w:rsid w:val="00F37CD7"/>
    <w:rsid w:val="00F77ACD"/>
    <w:rsid w:val="00FA124A"/>
    <w:rsid w:val="00FC08DD"/>
    <w:rsid w:val="00FC2316"/>
    <w:rsid w:val="00FC2A6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FAE554"/>
  <w15:docId w15:val="{DCAE1236-1600-42BA-9F62-ABB3AC89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185B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9C185B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9C185B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9C185B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9C185B"/>
    <w:pPr>
      <w:outlineLvl w:val="3"/>
    </w:pPr>
  </w:style>
  <w:style w:type="paragraph" w:styleId="Heading5">
    <w:name w:val="heading 5"/>
    <w:basedOn w:val="Heading4"/>
    <w:next w:val="Normal"/>
    <w:qFormat/>
    <w:rsid w:val="009C185B"/>
    <w:pPr>
      <w:outlineLvl w:val="4"/>
    </w:pPr>
  </w:style>
  <w:style w:type="paragraph" w:styleId="Heading6">
    <w:name w:val="heading 6"/>
    <w:basedOn w:val="Heading4"/>
    <w:next w:val="Normal"/>
    <w:qFormat/>
    <w:rsid w:val="009C185B"/>
    <w:pPr>
      <w:outlineLvl w:val="5"/>
    </w:pPr>
  </w:style>
  <w:style w:type="paragraph" w:styleId="Heading7">
    <w:name w:val="heading 7"/>
    <w:basedOn w:val="Heading6"/>
    <w:next w:val="Normal"/>
    <w:qFormat/>
    <w:rsid w:val="009C185B"/>
    <w:pPr>
      <w:outlineLvl w:val="6"/>
    </w:pPr>
  </w:style>
  <w:style w:type="paragraph" w:styleId="Heading8">
    <w:name w:val="heading 8"/>
    <w:basedOn w:val="Heading6"/>
    <w:next w:val="Normal"/>
    <w:qFormat/>
    <w:rsid w:val="009C185B"/>
    <w:pPr>
      <w:outlineLvl w:val="7"/>
    </w:pPr>
  </w:style>
  <w:style w:type="paragraph" w:styleId="Heading9">
    <w:name w:val="heading 9"/>
    <w:basedOn w:val="Heading6"/>
    <w:next w:val="Normal"/>
    <w:qFormat/>
    <w:rsid w:val="009C185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9C185B"/>
    <w:pPr>
      <w:spacing w:before="360"/>
    </w:pPr>
  </w:style>
  <w:style w:type="paragraph" w:customStyle="1" w:styleId="Artheading">
    <w:name w:val="Art_heading"/>
    <w:basedOn w:val="Normal"/>
    <w:next w:val="Normal"/>
    <w:rsid w:val="009C185B"/>
    <w:pPr>
      <w:keepNext/>
      <w:keepLines/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9C185B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9C185B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9C185B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9C185B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9C185B"/>
  </w:style>
  <w:style w:type="character" w:styleId="EndnoteReference">
    <w:name w:val="endnote reference"/>
    <w:basedOn w:val="DefaultParagraphFont"/>
    <w:rsid w:val="009C185B"/>
    <w:rPr>
      <w:vertAlign w:val="superscript"/>
    </w:rPr>
  </w:style>
  <w:style w:type="paragraph" w:customStyle="1" w:styleId="enumlev1">
    <w:name w:val="enumlev1"/>
    <w:basedOn w:val="Normal"/>
    <w:rsid w:val="009C185B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9C185B"/>
    <w:pPr>
      <w:ind w:left="1871" w:hanging="737"/>
    </w:pPr>
  </w:style>
  <w:style w:type="paragraph" w:customStyle="1" w:styleId="enumlev3">
    <w:name w:val="enumlev3"/>
    <w:basedOn w:val="enumlev2"/>
    <w:rsid w:val="009C185B"/>
    <w:pPr>
      <w:ind w:left="2268" w:hanging="397"/>
    </w:pPr>
  </w:style>
  <w:style w:type="paragraph" w:customStyle="1" w:styleId="Equation">
    <w:name w:val="Equation"/>
    <w:basedOn w:val="Normal"/>
    <w:rsid w:val="009C185B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9C185B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9C185B"/>
    <w:pPr>
      <w:spacing w:before="20" w:after="240"/>
    </w:pPr>
    <w:rPr>
      <w:sz w:val="18"/>
    </w:rPr>
  </w:style>
  <w:style w:type="paragraph" w:customStyle="1" w:styleId="Tabletext">
    <w:name w:val="Table_text"/>
    <w:basedOn w:val="Normal"/>
    <w:rsid w:val="009C185B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9C185B"/>
    <w:pPr>
      <w:keepNext w:val="0"/>
    </w:pPr>
  </w:style>
  <w:style w:type="paragraph" w:styleId="Footer">
    <w:name w:val="footer"/>
    <w:basedOn w:val="Normal"/>
    <w:link w:val="FooterChar"/>
    <w:rsid w:val="009C185B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9C185B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9C185B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9C185B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9C185B"/>
    <w:pPr>
      <w:tabs>
        <w:tab w:val="left" w:pos="284"/>
      </w:tabs>
      <w:spacing w:before="80"/>
    </w:pPr>
    <w:rPr>
      <w:sz w:val="22"/>
    </w:rPr>
  </w:style>
  <w:style w:type="paragraph" w:styleId="Header">
    <w:name w:val="header"/>
    <w:basedOn w:val="Normal"/>
    <w:link w:val="HeaderChar"/>
    <w:rsid w:val="009C185B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9C185B"/>
  </w:style>
  <w:style w:type="paragraph" w:styleId="Index2">
    <w:name w:val="index 2"/>
    <w:basedOn w:val="Normal"/>
    <w:next w:val="Normal"/>
    <w:semiHidden/>
    <w:rsid w:val="009C185B"/>
    <w:pPr>
      <w:ind w:left="283"/>
    </w:pPr>
  </w:style>
  <w:style w:type="paragraph" w:styleId="Index3">
    <w:name w:val="index 3"/>
    <w:basedOn w:val="Normal"/>
    <w:next w:val="Normal"/>
    <w:semiHidden/>
    <w:rsid w:val="009C185B"/>
    <w:pPr>
      <w:ind w:left="566"/>
    </w:pPr>
  </w:style>
  <w:style w:type="paragraph" w:customStyle="1" w:styleId="PartNo">
    <w:name w:val="Part_No"/>
    <w:basedOn w:val="AnnexNo"/>
    <w:next w:val="Normal"/>
    <w:rsid w:val="009C185B"/>
  </w:style>
  <w:style w:type="paragraph" w:customStyle="1" w:styleId="Partref">
    <w:name w:val="Part_ref"/>
    <w:basedOn w:val="Annexref"/>
    <w:next w:val="Normal"/>
    <w:rsid w:val="009C185B"/>
  </w:style>
  <w:style w:type="paragraph" w:customStyle="1" w:styleId="Parttitle">
    <w:name w:val="Part_title"/>
    <w:basedOn w:val="Annextitle"/>
    <w:next w:val="Normalaftertitle0"/>
    <w:rsid w:val="009C185B"/>
  </w:style>
  <w:style w:type="paragraph" w:customStyle="1" w:styleId="RecNo">
    <w:name w:val="Rec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9C185B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9C185B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9C185B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9C185B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9C185B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9C185B"/>
  </w:style>
  <w:style w:type="paragraph" w:customStyle="1" w:styleId="Reftext">
    <w:name w:val="Ref_text"/>
    <w:basedOn w:val="Normal"/>
    <w:rsid w:val="009C185B"/>
    <w:pPr>
      <w:ind w:left="1134" w:hanging="1134"/>
    </w:pPr>
  </w:style>
  <w:style w:type="paragraph" w:customStyle="1" w:styleId="Reftitle">
    <w:name w:val="Ref_title"/>
    <w:basedOn w:val="Normal"/>
    <w:next w:val="Reftext"/>
    <w:rsid w:val="009C185B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9C185B"/>
  </w:style>
  <w:style w:type="paragraph" w:customStyle="1" w:styleId="RepNo">
    <w:name w:val="Rep_No"/>
    <w:basedOn w:val="RecNo"/>
    <w:next w:val="Reptitle"/>
    <w:rsid w:val="009C185B"/>
  </w:style>
  <w:style w:type="paragraph" w:customStyle="1" w:styleId="Reptitle">
    <w:name w:val="Rep_title"/>
    <w:basedOn w:val="Rectitle"/>
    <w:next w:val="Repref"/>
    <w:rsid w:val="009C185B"/>
  </w:style>
  <w:style w:type="paragraph" w:customStyle="1" w:styleId="Repref">
    <w:name w:val="Rep_ref"/>
    <w:basedOn w:val="Recref"/>
    <w:next w:val="Repdate"/>
    <w:rsid w:val="009C185B"/>
  </w:style>
  <w:style w:type="paragraph" w:customStyle="1" w:styleId="Resdate">
    <w:name w:val="Res_date"/>
    <w:basedOn w:val="Recdate"/>
    <w:next w:val="Normalaftertitle0"/>
    <w:rsid w:val="009C185B"/>
  </w:style>
  <w:style w:type="paragraph" w:customStyle="1" w:styleId="ResNo">
    <w:name w:val="Res_No"/>
    <w:basedOn w:val="RecNo"/>
    <w:next w:val="Normal"/>
    <w:rsid w:val="009C185B"/>
  </w:style>
  <w:style w:type="paragraph" w:customStyle="1" w:styleId="Restitle">
    <w:name w:val="Res_title"/>
    <w:basedOn w:val="Rectitle"/>
    <w:next w:val="Normal"/>
    <w:rsid w:val="009C185B"/>
  </w:style>
  <w:style w:type="paragraph" w:customStyle="1" w:styleId="Resref">
    <w:name w:val="Res_ref"/>
    <w:basedOn w:val="Recref"/>
    <w:next w:val="Resdate"/>
    <w:rsid w:val="009C185B"/>
  </w:style>
  <w:style w:type="paragraph" w:customStyle="1" w:styleId="SectionNo">
    <w:name w:val="Section_No"/>
    <w:basedOn w:val="AnnexNo"/>
    <w:next w:val="Normal"/>
    <w:rsid w:val="009C185B"/>
  </w:style>
  <w:style w:type="paragraph" w:customStyle="1" w:styleId="Sectiontitle">
    <w:name w:val="Section_title"/>
    <w:basedOn w:val="Annextitle"/>
    <w:next w:val="Normalaftertitle0"/>
    <w:rsid w:val="009C185B"/>
  </w:style>
  <w:style w:type="paragraph" w:customStyle="1" w:styleId="Source">
    <w:name w:val="Source"/>
    <w:basedOn w:val="Normal"/>
    <w:next w:val="Normal"/>
    <w:rsid w:val="009C185B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9C185B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9C185B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9C185B"/>
    <w:pPr>
      <w:tabs>
        <w:tab w:val="left" w:pos="284"/>
        <w:tab w:val="left" w:pos="567"/>
        <w:tab w:val="left" w:pos="851"/>
      </w:tabs>
      <w:spacing w:before="40" w:after="40"/>
    </w:pPr>
    <w:rPr>
      <w:sz w:val="18"/>
    </w:rPr>
  </w:style>
  <w:style w:type="paragraph" w:customStyle="1" w:styleId="TableNo">
    <w:name w:val="Table_No"/>
    <w:basedOn w:val="Normal"/>
    <w:next w:val="Normal"/>
    <w:rsid w:val="009C185B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9C185B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9C185B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9C185B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9C185B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9C185B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9C185B"/>
    <w:rPr>
      <w:b/>
    </w:rPr>
  </w:style>
  <w:style w:type="paragraph" w:customStyle="1" w:styleId="toc0">
    <w:name w:val="toc 0"/>
    <w:basedOn w:val="Normal"/>
    <w:next w:val="TOC1"/>
    <w:rsid w:val="009C185B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9C185B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9C185B"/>
    <w:pPr>
      <w:spacing w:before="120"/>
    </w:pPr>
  </w:style>
  <w:style w:type="paragraph" w:styleId="TOC3">
    <w:name w:val="toc 3"/>
    <w:basedOn w:val="TOC2"/>
    <w:rsid w:val="009C185B"/>
  </w:style>
  <w:style w:type="paragraph" w:styleId="TOC4">
    <w:name w:val="toc 4"/>
    <w:basedOn w:val="TOC3"/>
    <w:rsid w:val="009C185B"/>
  </w:style>
  <w:style w:type="paragraph" w:styleId="TOC5">
    <w:name w:val="toc 5"/>
    <w:basedOn w:val="TOC4"/>
    <w:rsid w:val="009C185B"/>
  </w:style>
  <w:style w:type="paragraph" w:styleId="TOC6">
    <w:name w:val="toc 6"/>
    <w:basedOn w:val="TOC4"/>
    <w:rsid w:val="009C185B"/>
  </w:style>
  <w:style w:type="paragraph" w:styleId="TOC7">
    <w:name w:val="toc 7"/>
    <w:basedOn w:val="TOC4"/>
    <w:rsid w:val="009C185B"/>
  </w:style>
  <w:style w:type="paragraph" w:styleId="TOC8">
    <w:name w:val="toc 8"/>
    <w:basedOn w:val="TOC4"/>
    <w:rsid w:val="009C185B"/>
  </w:style>
  <w:style w:type="character" w:customStyle="1" w:styleId="Appdef">
    <w:name w:val="App_def"/>
    <w:basedOn w:val="DefaultParagraphFont"/>
    <w:rsid w:val="009C185B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9C185B"/>
  </w:style>
  <w:style w:type="character" w:customStyle="1" w:styleId="Artdef">
    <w:name w:val="Art_def"/>
    <w:basedOn w:val="DefaultParagraphFont"/>
    <w:rsid w:val="009C185B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9C185B"/>
  </w:style>
  <w:style w:type="character" w:customStyle="1" w:styleId="Tablefreq">
    <w:name w:val="Table_freq"/>
    <w:basedOn w:val="DefaultParagraphFont"/>
    <w:rsid w:val="009C185B"/>
    <w:rPr>
      <w:b/>
      <w:color w:val="auto"/>
      <w:sz w:val="20"/>
    </w:rPr>
  </w:style>
  <w:style w:type="paragraph" w:customStyle="1" w:styleId="Formal">
    <w:name w:val="Formal"/>
    <w:basedOn w:val="ASN1"/>
    <w:rsid w:val="009C185B"/>
    <w:rPr>
      <w:b w:val="0"/>
    </w:rPr>
  </w:style>
  <w:style w:type="paragraph" w:customStyle="1" w:styleId="Section1">
    <w:name w:val="Section_1"/>
    <w:basedOn w:val="Normal"/>
    <w:rsid w:val="009C185B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9C185B"/>
    <w:rPr>
      <w:b w:val="0"/>
      <w:i/>
    </w:rPr>
  </w:style>
  <w:style w:type="paragraph" w:customStyle="1" w:styleId="Headingi">
    <w:name w:val="Heading_i"/>
    <w:basedOn w:val="Normal"/>
    <w:next w:val="Normal"/>
    <w:qFormat/>
    <w:rsid w:val="009C185B"/>
    <w:pPr>
      <w:keepNext/>
      <w:keepLines/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9C185B"/>
    <w:pPr>
      <w:keepNext/>
      <w:keepLines/>
      <w:spacing w:before="160"/>
    </w:pPr>
    <w:rPr>
      <w:rFonts w:ascii="Times New Roman Bold" w:hAnsi="Times New Roman Bold" w:cs="Times New Roman Bold"/>
      <w:b/>
      <w:lang w:eastAsia="zh-CN"/>
    </w:rPr>
  </w:style>
  <w:style w:type="paragraph" w:customStyle="1" w:styleId="Figure">
    <w:name w:val="Figure"/>
    <w:basedOn w:val="Normal"/>
    <w:next w:val="Normal"/>
    <w:rsid w:val="009C185B"/>
    <w:pPr>
      <w:spacing w:after="240"/>
      <w:jc w:val="center"/>
    </w:pPr>
    <w:rPr>
      <w:noProof/>
      <w:lang w:eastAsia="zh-CN"/>
    </w:rPr>
  </w:style>
  <w:style w:type="character" w:styleId="PageNumber">
    <w:name w:val="page number"/>
    <w:basedOn w:val="DefaultParagraphFont"/>
    <w:rsid w:val="009C185B"/>
  </w:style>
  <w:style w:type="paragraph" w:customStyle="1" w:styleId="Figuretitle">
    <w:name w:val="Figure_title"/>
    <w:basedOn w:val="Normal"/>
    <w:next w:val="Normal"/>
    <w:link w:val="FiguretitleChar"/>
    <w:rsid w:val="009C185B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9C185B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9C185B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9C185B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9C185B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9C185B"/>
  </w:style>
  <w:style w:type="paragraph" w:customStyle="1" w:styleId="Appendixref">
    <w:name w:val="Appendix_ref"/>
    <w:basedOn w:val="Annexref"/>
    <w:next w:val="Annextitle"/>
    <w:rsid w:val="009C185B"/>
  </w:style>
  <w:style w:type="paragraph" w:customStyle="1" w:styleId="Appendixtitle">
    <w:name w:val="Appendix_title"/>
    <w:basedOn w:val="Annextitle"/>
    <w:next w:val="Normal"/>
    <w:rsid w:val="009C185B"/>
  </w:style>
  <w:style w:type="paragraph" w:customStyle="1" w:styleId="Border">
    <w:name w:val="Border"/>
    <w:basedOn w:val="Normal"/>
    <w:rsid w:val="009C185B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9C185B"/>
    <w:pPr>
      <w:ind w:left="1134"/>
    </w:pPr>
  </w:style>
  <w:style w:type="paragraph" w:styleId="Index4">
    <w:name w:val="index 4"/>
    <w:basedOn w:val="Normal"/>
    <w:next w:val="Normal"/>
    <w:rsid w:val="009C185B"/>
    <w:pPr>
      <w:ind w:left="849"/>
    </w:pPr>
  </w:style>
  <w:style w:type="paragraph" w:styleId="Index5">
    <w:name w:val="index 5"/>
    <w:basedOn w:val="Normal"/>
    <w:next w:val="Normal"/>
    <w:rsid w:val="009C185B"/>
    <w:pPr>
      <w:ind w:left="1132"/>
    </w:pPr>
  </w:style>
  <w:style w:type="paragraph" w:styleId="Index6">
    <w:name w:val="index 6"/>
    <w:basedOn w:val="Normal"/>
    <w:next w:val="Normal"/>
    <w:rsid w:val="009C185B"/>
    <w:pPr>
      <w:ind w:left="1415"/>
    </w:pPr>
  </w:style>
  <w:style w:type="paragraph" w:styleId="Index7">
    <w:name w:val="index 7"/>
    <w:basedOn w:val="Normal"/>
    <w:next w:val="Normal"/>
    <w:rsid w:val="009C185B"/>
    <w:pPr>
      <w:ind w:left="1698"/>
    </w:pPr>
  </w:style>
  <w:style w:type="paragraph" w:styleId="IndexHeading">
    <w:name w:val="index heading"/>
    <w:basedOn w:val="Normal"/>
    <w:next w:val="Index1"/>
    <w:rsid w:val="009C185B"/>
  </w:style>
  <w:style w:type="character" w:styleId="LineNumber">
    <w:name w:val="line number"/>
    <w:basedOn w:val="DefaultParagraphFont"/>
    <w:rsid w:val="009C185B"/>
  </w:style>
  <w:style w:type="paragraph" w:customStyle="1" w:styleId="Normalaftertitle0">
    <w:name w:val="Normal after title"/>
    <w:basedOn w:val="Normal"/>
    <w:next w:val="Normal"/>
    <w:rsid w:val="009C185B"/>
    <w:pPr>
      <w:spacing w:before="280"/>
    </w:pPr>
  </w:style>
  <w:style w:type="paragraph" w:customStyle="1" w:styleId="Proposal">
    <w:name w:val="Proposal"/>
    <w:basedOn w:val="Normal"/>
    <w:next w:val="Normal"/>
    <w:rsid w:val="009C185B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9C185B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9C185B"/>
    <w:rPr>
      <w:b w:val="0"/>
    </w:rPr>
  </w:style>
  <w:style w:type="paragraph" w:customStyle="1" w:styleId="TableTextS5">
    <w:name w:val="Table_TextS5"/>
    <w:basedOn w:val="Normal"/>
    <w:rsid w:val="009C185B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9C185B"/>
    <w:pPr>
      <w:overflowPunct/>
      <w:autoSpaceDE/>
      <w:autoSpaceDN/>
      <w:adjustRightInd/>
      <w:spacing w:before="240"/>
      <w:jc w:val="center"/>
      <w:textAlignment w:val="auto"/>
    </w:pPr>
    <w:rPr>
      <w:sz w:val="28"/>
    </w:rPr>
  </w:style>
  <w:style w:type="paragraph" w:customStyle="1" w:styleId="AppArtNo">
    <w:name w:val="App_Art_No"/>
    <w:basedOn w:val="ArtNo"/>
    <w:qFormat/>
    <w:rsid w:val="009C185B"/>
  </w:style>
  <w:style w:type="paragraph" w:customStyle="1" w:styleId="AppArttitle">
    <w:name w:val="App_Art_title"/>
    <w:basedOn w:val="Arttitle"/>
    <w:qFormat/>
    <w:rsid w:val="009C185B"/>
  </w:style>
  <w:style w:type="paragraph" w:customStyle="1" w:styleId="ApptoAnnex">
    <w:name w:val="App_to_Annex"/>
    <w:basedOn w:val="AppendixNo"/>
    <w:next w:val="Normal"/>
    <w:qFormat/>
    <w:rsid w:val="009C185B"/>
  </w:style>
  <w:style w:type="paragraph" w:customStyle="1" w:styleId="Committee">
    <w:name w:val="Committee"/>
    <w:basedOn w:val="Normal"/>
    <w:qFormat/>
    <w:rsid w:val="009C185B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9C185B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9C185B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9C185B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9C185B"/>
    <w:rPr>
      <w:lang w:val="en-US"/>
    </w:rPr>
  </w:style>
  <w:style w:type="paragraph" w:customStyle="1" w:styleId="Part1">
    <w:name w:val="Part_1"/>
    <w:basedOn w:val="Section1"/>
    <w:next w:val="Section1"/>
    <w:qFormat/>
    <w:rsid w:val="009C185B"/>
    <w:pPr>
      <w:keepNext/>
      <w:keepLines/>
    </w:pPr>
  </w:style>
  <w:style w:type="paragraph" w:customStyle="1" w:styleId="Subsection1">
    <w:name w:val="Subsection_1"/>
    <w:basedOn w:val="Section1"/>
    <w:next w:val="Normalaftertitle0"/>
    <w:qFormat/>
    <w:rsid w:val="009C185B"/>
  </w:style>
  <w:style w:type="paragraph" w:customStyle="1" w:styleId="Volumetitle">
    <w:name w:val="Volume_title"/>
    <w:basedOn w:val="Normal"/>
    <w:qFormat/>
    <w:rsid w:val="009C185B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9C185B"/>
    <w:rPr>
      <w:lang w:val="en-US"/>
    </w:rPr>
  </w:style>
  <w:style w:type="paragraph" w:customStyle="1" w:styleId="Normalsplit">
    <w:name w:val="Normal_split"/>
    <w:basedOn w:val="Normal"/>
    <w:qFormat/>
    <w:rsid w:val="009C185B"/>
  </w:style>
  <w:style w:type="character" w:customStyle="1" w:styleId="Provsplit">
    <w:name w:val="Prov_split"/>
    <w:basedOn w:val="DefaultParagraphFont"/>
    <w:qFormat/>
    <w:rsid w:val="009C185B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9C185B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9C185B"/>
  </w:style>
  <w:style w:type="paragraph" w:customStyle="1" w:styleId="Methodheading2">
    <w:name w:val="Method_heading2"/>
    <w:basedOn w:val="Heading2"/>
    <w:next w:val="Normal"/>
    <w:qFormat/>
    <w:rsid w:val="009C185B"/>
  </w:style>
  <w:style w:type="paragraph" w:customStyle="1" w:styleId="Methodheading3">
    <w:name w:val="Method_heading3"/>
    <w:basedOn w:val="Heading3"/>
    <w:next w:val="Normal"/>
    <w:qFormat/>
    <w:rsid w:val="009C185B"/>
  </w:style>
  <w:style w:type="paragraph" w:customStyle="1" w:styleId="Methodheading4">
    <w:name w:val="Method_heading4"/>
    <w:basedOn w:val="Heading4"/>
    <w:next w:val="Normal"/>
    <w:qFormat/>
    <w:rsid w:val="009C185B"/>
  </w:style>
  <w:style w:type="paragraph" w:customStyle="1" w:styleId="MethodHeadingb">
    <w:name w:val="Method_Headingb"/>
    <w:basedOn w:val="Headingb"/>
    <w:next w:val="Normal"/>
    <w:qFormat/>
    <w:rsid w:val="009C185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EditorsNote">
    <w:name w:val="EditorsNote"/>
    <w:basedOn w:val="Normal"/>
    <w:rsid w:val="009C185B"/>
    <w:pPr>
      <w:spacing w:before="240" w:after="240"/>
    </w:pPr>
    <w:rPr>
      <w:i/>
      <w:iCs/>
    </w:rPr>
  </w:style>
  <w:style w:type="character" w:customStyle="1" w:styleId="FiguretitleChar">
    <w:name w:val="Figure_title Char"/>
    <w:basedOn w:val="DefaultParagraphFont"/>
    <w:link w:val="Figuretitle"/>
    <w:rsid w:val="009C185B"/>
    <w:rPr>
      <w:rFonts w:ascii="Times New Roman Bold" w:hAnsi="Times New Roman Bold"/>
      <w:b/>
      <w:lang w:val="en-GB" w:eastAsia="en-US"/>
    </w:rPr>
  </w:style>
  <w:style w:type="paragraph" w:customStyle="1" w:styleId="Figurewithlegend">
    <w:name w:val="Figure_with_legend"/>
    <w:basedOn w:val="Figure"/>
    <w:rsid w:val="009C185B"/>
  </w:style>
  <w:style w:type="paragraph" w:styleId="Signature">
    <w:name w:val="Signature"/>
    <w:basedOn w:val="Normal"/>
    <w:link w:val="SignatureChar"/>
    <w:unhideWhenUsed/>
    <w:rsid w:val="009C185B"/>
    <w:pPr>
      <w:tabs>
        <w:tab w:val="clear" w:pos="1134"/>
        <w:tab w:val="clear" w:pos="1871"/>
        <w:tab w:val="clear" w:pos="2268"/>
        <w:tab w:val="center" w:pos="7371"/>
      </w:tabs>
      <w:spacing w:before="600"/>
    </w:pPr>
  </w:style>
  <w:style w:type="character" w:customStyle="1" w:styleId="SignatureChar">
    <w:name w:val="Signature Char"/>
    <w:basedOn w:val="DefaultParagraphFont"/>
    <w:link w:val="Signature"/>
    <w:rsid w:val="009C185B"/>
    <w:rPr>
      <w:rFonts w:ascii="Times New Roman" w:hAnsi="Times New Roman"/>
      <w:sz w:val="24"/>
      <w:lang w:val="en-GB" w:eastAsia="en-US"/>
    </w:rPr>
  </w:style>
  <w:style w:type="paragraph" w:customStyle="1" w:styleId="Tablefin">
    <w:name w:val="Table_fin"/>
    <w:basedOn w:val="Normalaftertitle"/>
    <w:rsid w:val="009C185B"/>
    <w:pPr>
      <w:tabs>
        <w:tab w:val="clear" w:pos="1134"/>
        <w:tab w:val="clear" w:pos="1871"/>
        <w:tab w:val="clear" w:pos="2268"/>
      </w:tabs>
      <w:spacing w:before="0"/>
    </w:pPr>
    <w:rPr>
      <w:sz w:val="20"/>
      <w:lang w:eastAsia="zh-CN"/>
    </w:rPr>
  </w:style>
  <w:style w:type="table" w:styleId="TableGrid">
    <w:name w:val="Table Grid"/>
    <w:basedOn w:val="TableNormal"/>
    <w:uiPriority w:val="59"/>
    <w:rsid w:val="0001065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10659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1065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F5D9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bert.leck@aces-inc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umie.n.wingo.civ@us.navy.mi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carmelo.rivera@ACES-INC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aylor.king@ACES-INC.COM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movaa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6</TotalTime>
  <Pages>3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Chamova, Alisa</dc:creator>
  <cp:lastModifiedBy>Tarpinian, Andre (HII-Mission Technologies)</cp:lastModifiedBy>
  <cp:revision>3</cp:revision>
  <cp:lastPrinted>2008-02-21T14:04:00Z</cp:lastPrinted>
  <dcterms:created xsi:type="dcterms:W3CDTF">2024-09-26T13:31:00Z</dcterms:created>
  <dcterms:modified xsi:type="dcterms:W3CDTF">2024-09-27T14:52:00Z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