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2F1F4E" w:rsidRPr="00A02BF0" w14:paraId="6B4A75B3" w14:textId="77777777" w:rsidTr="002F1F4E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89F3161" w14:textId="77777777" w:rsidR="002F1F4E" w:rsidRPr="00A02BF0" w:rsidRDefault="002F1F4E" w:rsidP="006B7B8C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2E361182" w14:textId="77777777" w:rsidR="002F1F4E" w:rsidRPr="00A02BF0" w:rsidRDefault="002F1F4E" w:rsidP="006B7B8C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2F1F4E" w:rsidRPr="00A02BF0" w14:paraId="04153C5A" w14:textId="77777777" w:rsidTr="00F94FC2">
        <w:trPr>
          <w:trHeight w:val="633"/>
        </w:trPr>
        <w:tc>
          <w:tcPr>
            <w:tcW w:w="3984" w:type="dxa"/>
            <w:tcBorders>
              <w:left w:val="double" w:sz="6" w:space="0" w:color="auto"/>
            </w:tcBorders>
          </w:tcPr>
          <w:p w14:paraId="22924D30" w14:textId="77777777" w:rsidR="002F1F4E" w:rsidRPr="00A02BF0" w:rsidRDefault="002F1F4E" w:rsidP="006B7B8C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1A7F956" w14:textId="77777777" w:rsidR="002F1F4E" w:rsidRPr="00A02BF0" w:rsidRDefault="002F1F4E" w:rsidP="006B7B8C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5B</w:t>
            </w:r>
            <w:r w:rsidR="00FC06A7">
              <w:t>24</w:t>
            </w:r>
            <w:r w:rsidR="00BD62C5">
              <w:t>-</w:t>
            </w:r>
            <w:r w:rsidR="00BE64B9">
              <w:t>12</w:t>
            </w:r>
          </w:p>
        </w:tc>
      </w:tr>
      <w:tr w:rsidR="002F1F4E" w:rsidRPr="00A02BF0" w14:paraId="00DD89CB" w14:textId="77777777" w:rsidTr="00E90A65">
        <w:trPr>
          <w:trHeight w:val="525"/>
        </w:trPr>
        <w:tc>
          <w:tcPr>
            <w:tcW w:w="3984" w:type="dxa"/>
            <w:tcBorders>
              <w:left w:val="double" w:sz="6" w:space="0" w:color="auto"/>
            </w:tcBorders>
          </w:tcPr>
          <w:p w14:paraId="3DB8EF95" w14:textId="77777777" w:rsidR="002F1F4E" w:rsidRPr="00A02BF0" w:rsidRDefault="002F1F4E" w:rsidP="006B7B8C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ACC0B61" w14:textId="46C47697" w:rsidR="002F1F4E" w:rsidRPr="00A02BF0" w:rsidRDefault="002F1F4E" w:rsidP="00EB174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EB174F">
              <w:rPr>
                <w:szCs w:val="24"/>
              </w:rPr>
              <w:t>6 May</w:t>
            </w:r>
            <w:r w:rsidR="00542580">
              <w:rPr>
                <w:szCs w:val="24"/>
              </w:rPr>
              <w:t xml:space="preserve"> </w:t>
            </w:r>
            <w:r w:rsidR="00E90A65">
              <w:rPr>
                <w:szCs w:val="24"/>
              </w:rPr>
              <w:t>2020</w:t>
            </w:r>
          </w:p>
        </w:tc>
      </w:tr>
      <w:tr w:rsidR="002F1F4E" w:rsidRPr="00A02BF0" w14:paraId="57E046CF" w14:textId="77777777" w:rsidTr="00E90A65">
        <w:trPr>
          <w:trHeight w:val="282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DFBE678" w14:textId="77777777" w:rsidR="002F1F4E" w:rsidRDefault="002F1F4E" w:rsidP="006B7B8C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5F3E88">
              <w:rPr>
                <w:b w:val="0"/>
                <w:lang w:eastAsia="zh-CN"/>
              </w:rPr>
              <w:t>Proposed work plan for WRC-23 Agenda Item 1.</w:t>
            </w:r>
            <w:r w:rsidR="00670D28">
              <w:rPr>
                <w:b w:val="0"/>
                <w:lang w:eastAsia="zh-CN"/>
              </w:rPr>
              <w:t>9</w:t>
            </w:r>
          </w:p>
          <w:p w14:paraId="53C56C80" w14:textId="77777777" w:rsidR="002F1F4E" w:rsidRPr="00790A03" w:rsidRDefault="002F1F4E" w:rsidP="006B7B8C">
            <w:pPr>
              <w:rPr>
                <w:lang w:eastAsia="zh-CN"/>
              </w:rPr>
            </w:pPr>
          </w:p>
        </w:tc>
      </w:tr>
      <w:tr w:rsidR="002F1F4E" w:rsidRPr="00A02BF0" w14:paraId="45F62B68" w14:textId="77777777" w:rsidTr="002F1F4E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096B02" w14:textId="77777777" w:rsidR="002F1F4E" w:rsidRPr="000253F7" w:rsidRDefault="002F1F4E" w:rsidP="000253F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</w:rPr>
            </w:pPr>
            <w:r w:rsidRPr="000253F7">
              <w:rPr>
                <w:b/>
                <w:szCs w:val="24"/>
              </w:rPr>
              <w:t>Author(s)/Contributors(s):</w:t>
            </w:r>
          </w:p>
          <w:p w14:paraId="4E5B1693" w14:textId="77777777" w:rsidR="00F910A7" w:rsidRDefault="00F910A7" w:rsidP="00F910A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77DDFFE" w14:textId="77777777" w:rsidR="002F1F4E" w:rsidRPr="00F910A7" w:rsidRDefault="002F1F4E" w:rsidP="00F910A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Gregory Baker</w:t>
            </w:r>
          </w:p>
          <w:p w14:paraId="5306DDE7" w14:textId="77777777" w:rsidR="002F1F4E" w:rsidRPr="00F910A7" w:rsidRDefault="002F1F4E" w:rsidP="00F910A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Aviation Spectrum Resources, Inc.</w:t>
            </w:r>
          </w:p>
          <w:p w14:paraId="497BBD76" w14:textId="77777777" w:rsidR="002F1F4E" w:rsidRPr="00F910A7" w:rsidRDefault="002F1F4E" w:rsidP="00F910A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B2029D7" w14:textId="77777777" w:rsidR="00B60B79" w:rsidRPr="00F910A7" w:rsidRDefault="00B60B79" w:rsidP="00F910A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Sai Kalyanaraman</w:t>
            </w:r>
          </w:p>
          <w:p w14:paraId="0BF1EC02" w14:textId="77777777" w:rsidR="002F1F4E" w:rsidRPr="00F910A7" w:rsidRDefault="00F4778F" w:rsidP="00F910A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Collins Aerospace</w:t>
            </w:r>
          </w:p>
          <w:p w14:paraId="5AF7C677" w14:textId="77777777" w:rsidR="00437A2C" w:rsidRPr="00F910A7" w:rsidRDefault="00437A2C" w:rsidP="00F910A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E85B6D8" w14:textId="77777777" w:rsidR="00D56AE3" w:rsidRPr="00F910A7" w:rsidRDefault="00437A2C" w:rsidP="00F910A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Damon Lad</w:t>
            </w:r>
            <w:r w:rsidR="00D56AE3" w:rsidRPr="00F910A7">
              <w:rPr>
                <w:bCs/>
                <w:iCs/>
                <w:szCs w:val="24"/>
                <w:lang w:val="en-US"/>
              </w:rPr>
              <w:t>son</w:t>
            </w:r>
          </w:p>
          <w:p w14:paraId="1AC460BA" w14:textId="77777777" w:rsidR="002F1F4E" w:rsidRPr="00F910A7" w:rsidRDefault="00DE67CC" w:rsidP="00F910A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Harris, Wiltshire &amp; Grannis</w:t>
            </w:r>
            <w:r w:rsidR="002F1F4E" w:rsidRPr="00F910A7">
              <w:rPr>
                <w:bCs/>
                <w:iCs/>
                <w:szCs w:val="24"/>
                <w:lang w:val="en-US"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ABF748B" w14:textId="77777777" w:rsidR="00F17788" w:rsidRDefault="00F17788" w:rsidP="00F1778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DE6E272" w14:textId="77777777" w:rsidR="00F17788" w:rsidRDefault="00F17788" w:rsidP="00F1778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D8A0342" w14:textId="77777777" w:rsidR="00F17788" w:rsidRPr="006F661E" w:rsidRDefault="00F17788" w:rsidP="00F1778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 </w:t>
            </w:r>
            <w:r w:rsidR="00BB0D5C">
              <w:rPr>
                <w:bCs/>
              </w:rPr>
              <w:t xml:space="preserve">(443) 951-0335  </w:t>
            </w:r>
          </w:p>
          <w:p w14:paraId="72ABDEA1" w14:textId="77777777" w:rsidR="00F17788" w:rsidRDefault="00F17788" w:rsidP="00F1778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1" w:history="1">
              <w:r w:rsidR="00BB0D5C" w:rsidRPr="00A7483E">
                <w:rPr>
                  <w:rStyle w:val="Hyperlink"/>
                  <w:bCs/>
                  <w:szCs w:val="24"/>
                  <w:lang w:val="fr-FR"/>
                </w:rPr>
                <w:t>gdb@asri.aero</w:t>
              </w:r>
            </w:hyperlink>
          </w:p>
          <w:p w14:paraId="4688B6A8" w14:textId="77777777" w:rsidR="0011684E" w:rsidRDefault="0011684E" w:rsidP="00F1778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05D421BA" w14:textId="77777777" w:rsidR="0011684E" w:rsidRPr="006F661E" w:rsidRDefault="0011684E" w:rsidP="0011684E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 </w:t>
            </w:r>
            <w:r>
              <w:rPr>
                <w:bCs/>
              </w:rPr>
              <w:t>(</w:t>
            </w:r>
            <w:r>
              <w:t>319) 263-8152</w:t>
            </w:r>
            <w:r>
              <w:rPr>
                <w:bCs/>
              </w:rPr>
              <w:t xml:space="preserve"> </w:t>
            </w:r>
          </w:p>
          <w:p w14:paraId="361E961E" w14:textId="77777777" w:rsidR="0011684E" w:rsidRDefault="0011684E" w:rsidP="0011684E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2" w:history="1">
              <w:r w:rsidRPr="001341F5">
                <w:rPr>
                  <w:rStyle w:val="Hyperlink"/>
                </w:rPr>
                <w:t>sai.kalyanaraman@collins.com</w:t>
              </w:r>
            </w:hyperlink>
          </w:p>
          <w:p w14:paraId="4E71C38E" w14:textId="77777777" w:rsidR="0011684E" w:rsidRDefault="0011684E" w:rsidP="00F1778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D680370" w14:textId="77777777" w:rsidR="00096C11" w:rsidRPr="006F661E" w:rsidRDefault="00096C11" w:rsidP="00096C11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 </w:t>
            </w:r>
            <w:r>
              <w:rPr>
                <w:bCs/>
              </w:rPr>
              <w:t>(</w:t>
            </w:r>
            <w:r>
              <w:t>202) 730-1315</w:t>
            </w:r>
            <w:r>
              <w:rPr>
                <w:bCs/>
              </w:rPr>
              <w:t xml:space="preserve"> </w:t>
            </w:r>
          </w:p>
          <w:p w14:paraId="1A58CC43" w14:textId="77777777" w:rsidR="002F1F4E" w:rsidRPr="00096C11" w:rsidRDefault="00096C11" w:rsidP="00096C11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3" w:history="1">
              <w:r w:rsidRPr="001341F5">
                <w:rPr>
                  <w:rStyle w:val="Hyperlink"/>
                  <w:bCs/>
                </w:rPr>
                <w:t>dladson@hwglaw.com</w:t>
              </w:r>
            </w:hyperlink>
            <w:r w:rsidR="00F17788"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5BA0E175" w14:textId="77777777" w:rsidR="002F1F4E" w:rsidRPr="00F022CE" w:rsidRDefault="002F1F4E" w:rsidP="00692ED7">
            <w:pPr>
              <w:ind w:right="144"/>
              <w:rPr>
                <w:bCs/>
              </w:rPr>
            </w:pPr>
          </w:p>
        </w:tc>
      </w:tr>
      <w:tr w:rsidR="002F1F4E" w:rsidRPr="00A02BF0" w14:paraId="6E27B95D" w14:textId="77777777" w:rsidTr="002F1F4E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FEC0FD3" w14:textId="77777777" w:rsidR="002F1F4E" w:rsidRPr="00A02BF0" w:rsidRDefault="002F1F4E" w:rsidP="006B7B8C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F23BE7">
              <w:rPr>
                <w:bCs/>
              </w:rPr>
              <w:t>This proposed document</w:t>
            </w:r>
            <w:r w:rsidR="004B3BAB">
              <w:rPr>
                <w:bCs/>
              </w:rPr>
              <w:t xml:space="preserve"> </w:t>
            </w:r>
            <w:r w:rsidR="005F3E88">
              <w:rPr>
                <w:bCs/>
              </w:rPr>
              <w:t>establishes</w:t>
            </w:r>
            <w:r w:rsidR="004B3BAB">
              <w:rPr>
                <w:bCs/>
              </w:rPr>
              <w:t xml:space="preserve"> the </w:t>
            </w:r>
            <w:r w:rsidR="00E1147B">
              <w:rPr>
                <w:bCs/>
              </w:rPr>
              <w:t>work</w:t>
            </w:r>
            <w:r w:rsidR="004B3BAB">
              <w:rPr>
                <w:bCs/>
              </w:rPr>
              <w:t xml:space="preserve"> plan for complet</w:t>
            </w:r>
            <w:r w:rsidR="00F2180B">
              <w:rPr>
                <w:bCs/>
              </w:rPr>
              <w:t>ing WRC-23 Agenda Item 1.</w:t>
            </w:r>
            <w:r w:rsidR="00E672FC">
              <w:rPr>
                <w:bCs/>
              </w:rPr>
              <w:t>9</w:t>
            </w:r>
            <w:r w:rsidR="00FF3A61">
              <w:rPr>
                <w:bCs/>
              </w:rPr>
              <w:t xml:space="preserve"> in accordance with </w:t>
            </w:r>
            <w:r w:rsidR="00065117">
              <w:t xml:space="preserve">Resolution </w:t>
            </w:r>
            <w:r w:rsidR="00065117" w:rsidRPr="00065117">
              <w:rPr>
                <w:b/>
                <w:bCs/>
              </w:rPr>
              <w:t>429 (WRC-19)</w:t>
            </w:r>
          </w:p>
        </w:tc>
      </w:tr>
      <w:tr w:rsidR="002F1F4E" w:rsidRPr="00A02BF0" w14:paraId="4707C006" w14:textId="77777777" w:rsidTr="000253F7">
        <w:trPr>
          <w:trHeight w:val="543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4FF08F8" w14:textId="77777777" w:rsidR="002F1F4E" w:rsidRPr="00A02BF0" w:rsidRDefault="002F1F4E" w:rsidP="006B7B8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</w:p>
        </w:tc>
      </w:tr>
      <w:tr w:rsidR="00E658D0" w:rsidRPr="00A02BF0" w14:paraId="395EDA99" w14:textId="77777777" w:rsidTr="00E658D0">
        <w:trPr>
          <w:trHeight w:val="58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F5E8D49" w14:textId="77777777" w:rsidR="00E658D0" w:rsidRPr="00A02BF0" w:rsidRDefault="00B4137A" w:rsidP="006B7B8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/>
              </w:rPr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>
              <w:t>Greg Baker</w:t>
            </w:r>
            <w:r w:rsidRPr="00111E88">
              <w:tab/>
            </w:r>
          </w:p>
        </w:tc>
      </w:tr>
    </w:tbl>
    <w:p w14:paraId="06F4F873" w14:textId="77777777" w:rsidR="002F1F4E" w:rsidRDefault="002F1F4E"/>
    <w:p w14:paraId="7EEC1795" w14:textId="77777777" w:rsidR="002F1F4E" w:rsidRDefault="002F1F4E"/>
    <w:p w14:paraId="4251BE18" w14:textId="77777777" w:rsidR="002F1F4E" w:rsidRDefault="002F1F4E"/>
    <w:p w14:paraId="54F66813" w14:textId="77777777" w:rsidR="002F1F4E" w:rsidRDefault="002F1F4E"/>
    <w:p w14:paraId="0C037414" w14:textId="77777777" w:rsidR="002F1F4E" w:rsidRDefault="002F1F4E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321AB5" w14:paraId="37352F44" w14:textId="77777777" w:rsidTr="002F2716">
        <w:trPr>
          <w:cantSplit/>
        </w:trPr>
        <w:tc>
          <w:tcPr>
            <w:tcW w:w="6487" w:type="dxa"/>
            <w:vAlign w:val="center"/>
          </w:tcPr>
          <w:p w14:paraId="7B88C834" w14:textId="77777777" w:rsidR="00321AB5" w:rsidRPr="00D8032B" w:rsidRDefault="00321AB5" w:rsidP="00321AB5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497561C9" w14:textId="77777777" w:rsidR="00321AB5" w:rsidRDefault="00321AB5" w:rsidP="00321AB5">
            <w:pPr>
              <w:shd w:val="solid" w:color="FFFFFF" w:fill="FFFFFF"/>
              <w:spacing w:before="0" w:line="240" w:lineRule="atLeast"/>
            </w:pPr>
            <w:r w:rsidRPr="008C4CE1">
              <w:rPr>
                <w:b/>
                <w:bCs/>
                <w:noProof/>
                <w:sz w:val="20"/>
                <w:lang w:val="en-US"/>
              </w:rPr>
              <w:drawing>
                <wp:inline distT="0" distB="0" distL="0" distR="0" wp14:anchorId="724A4837" wp14:editId="26C16C8E">
                  <wp:extent cx="579396" cy="6572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AB5" w:rsidRPr="0051782D" w14:paraId="0E63970F" w14:textId="77777777" w:rsidTr="002F2716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E6315FA" w14:textId="77777777" w:rsidR="00321AB5" w:rsidRPr="00163271" w:rsidRDefault="00321AB5" w:rsidP="00321AB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A4EDC3C" w14:textId="77777777" w:rsidR="00321AB5" w:rsidRPr="0051782D" w:rsidRDefault="00321AB5" w:rsidP="00321AB5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321AB5" w14:paraId="47F1FD23" w14:textId="77777777" w:rsidTr="002F2716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1DA6C2D7" w14:textId="77777777" w:rsidR="00321AB5" w:rsidRPr="0051782D" w:rsidRDefault="00321AB5" w:rsidP="00321AB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218D61E9" w14:textId="77777777" w:rsidR="00321AB5" w:rsidRPr="00710D66" w:rsidRDefault="00321AB5" w:rsidP="00321AB5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321AB5" w14:paraId="18F9F744" w14:textId="77777777" w:rsidTr="002F2716">
        <w:trPr>
          <w:cantSplit/>
        </w:trPr>
        <w:tc>
          <w:tcPr>
            <w:tcW w:w="6487" w:type="dxa"/>
            <w:vMerge w:val="restart"/>
          </w:tcPr>
          <w:p w14:paraId="29890B39" w14:textId="77777777" w:rsidR="00321AB5" w:rsidRPr="00982084" w:rsidRDefault="00321AB5" w:rsidP="00321AB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0" w:name="dnum" w:colFirst="1" w:colLast="1"/>
            <w:proofErr w:type="spellStart"/>
            <w:r>
              <w:rPr>
                <w:rFonts w:ascii="Verdana" w:hAnsi="Verdana"/>
                <w:sz w:val="20"/>
                <w:lang w:val="fr-CH"/>
              </w:rPr>
              <w:t>Received</w:t>
            </w:r>
            <w:proofErr w:type="spellEnd"/>
            <w:r w:rsidRPr="000E2C37">
              <w:rPr>
                <w:rFonts w:ascii="Verdana" w:hAnsi="Verdana"/>
                <w:sz w:val="20"/>
                <w:lang w:val="fr-CH"/>
              </w:rPr>
              <w:t>:</w:t>
            </w:r>
            <w:r w:rsidRPr="000E2C37">
              <w:rPr>
                <w:rFonts w:ascii="Verdana" w:hAnsi="Verdana"/>
                <w:sz w:val="20"/>
                <w:lang w:val="fr-CH"/>
              </w:rPr>
              <w:tab/>
            </w:r>
          </w:p>
        </w:tc>
        <w:tc>
          <w:tcPr>
            <w:tcW w:w="3402" w:type="dxa"/>
          </w:tcPr>
          <w:p w14:paraId="09804594" w14:textId="77777777" w:rsidR="00321AB5" w:rsidRPr="00D74EC5" w:rsidRDefault="00321AB5" w:rsidP="00321AB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5B/-E</w:t>
            </w:r>
          </w:p>
        </w:tc>
      </w:tr>
      <w:tr w:rsidR="00321AB5" w14:paraId="06626466" w14:textId="77777777" w:rsidTr="002F2716">
        <w:trPr>
          <w:cantSplit/>
        </w:trPr>
        <w:tc>
          <w:tcPr>
            <w:tcW w:w="6487" w:type="dxa"/>
            <w:vMerge/>
          </w:tcPr>
          <w:p w14:paraId="488F9D88" w14:textId="77777777" w:rsidR="00321AB5" w:rsidRDefault="00321AB5" w:rsidP="00321AB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" w:name="ddate" w:colFirst="1" w:colLast="1"/>
            <w:bookmarkEnd w:id="0"/>
          </w:p>
        </w:tc>
        <w:tc>
          <w:tcPr>
            <w:tcW w:w="3402" w:type="dxa"/>
          </w:tcPr>
          <w:p w14:paraId="489B3C3A" w14:textId="77777777" w:rsidR="00321AB5" w:rsidRPr="00D74EC5" w:rsidRDefault="00321AB5" w:rsidP="00321AB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May 2020</w:t>
            </w:r>
          </w:p>
        </w:tc>
      </w:tr>
      <w:tr w:rsidR="00321AB5" w14:paraId="29B25AA7" w14:textId="77777777" w:rsidTr="002F2716">
        <w:trPr>
          <w:cantSplit/>
        </w:trPr>
        <w:tc>
          <w:tcPr>
            <w:tcW w:w="6487" w:type="dxa"/>
            <w:vMerge/>
          </w:tcPr>
          <w:p w14:paraId="07B2630B" w14:textId="77777777" w:rsidR="00321AB5" w:rsidRDefault="00321AB5" w:rsidP="00321AB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2" w:name="dorlang" w:colFirst="1" w:colLast="1"/>
            <w:bookmarkEnd w:id="1"/>
          </w:p>
        </w:tc>
        <w:tc>
          <w:tcPr>
            <w:tcW w:w="3402" w:type="dxa"/>
          </w:tcPr>
          <w:p w14:paraId="618E4322" w14:textId="77777777" w:rsidR="00321AB5" w:rsidRPr="00D74EC5" w:rsidRDefault="00321AB5" w:rsidP="00321AB5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321AB5" w14:paraId="217E91E0" w14:textId="77777777" w:rsidTr="002F2716">
        <w:trPr>
          <w:cantSplit/>
        </w:trPr>
        <w:tc>
          <w:tcPr>
            <w:tcW w:w="9889" w:type="dxa"/>
            <w:gridSpan w:val="2"/>
          </w:tcPr>
          <w:p w14:paraId="3A4C7057" w14:textId="77777777" w:rsidR="00321AB5" w:rsidRDefault="00321AB5" w:rsidP="00321AB5">
            <w:pPr>
              <w:pStyle w:val="Source"/>
              <w:rPr>
                <w:lang w:eastAsia="zh-CN"/>
              </w:rPr>
            </w:pPr>
            <w:bookmarkStart w:id="3" w:name="dsource" w:colFirst="0" w:colLast="0"/>
            <w:bookmarkEnd w:id="2"/>
            <w:r>
              <w:rPr>
                <w:lang w:eastAsia="zh-CN"/>
              </w:rPr>
              <w:t>United States of America</w:t>
            </w:r>
          </w:p>
        </w:tc>
      </w:tr>
      <w:tr w:rsidR="00321AB5" w14:paraId="7A8A9891" w14:textId="77777777" w:rsidTr="002F2716">
        <w:trPr>
          <w:cantSplit/>
        </w:trPr>
        <w:tc>
          <w:tcPr>
            <w:tcW w:w="9889" w:type="dxa"/>
            <w:gridSpan w:val="2"/>
          </w:tcPr>
          <w:p w14:paraId="0FAEF0CE" w14:textId="77777777" w:rsidR="00321AB5" w:rsidRPr="002F1F4E" w:rsidRDefault="00321AB5" w:rsidP="00321AB5">
            <w:pPr>
              <w:pStyle w:val="RepNo"/>
              <w:spacing w:before="360"/>
              <w:rPr>
                <w:lang w:eastAsia="zh-CN"/>
              </w:rPr>
            </w:pPr>
            <w:bookmarkStart w:id="4" w:name="drec" w:colFirst="0" w:colLast="0"/>
            <w:bookmarkEnd w:id="3"/>
            <w:r>
              <w:t>PROPOSED WORK PLAN FOR WRC-23 AGENDA ITEM 1.</w:t>
            </w:r>
            <w:r w:rsidR="00487BDD">
              <w:t>9</w:t>
            </w:r>
          </w:p>
          <w:p w14:paraId="4558CBAD" w14:textId="77777777" w:rsidR="00321AB5" w:rsidRDefault="00321AB5" w:rsidP="00321AB5">
            <w:pPr>
              <w:pStyle w:val="Title1"/>
              <w:rPr>
                <w:lang w:eastAsia="zh-CN"/>
              </w:rPr>
            </w:pPr>
          </w:p>
        </w:tc>
      </w:tr>
      <w:tr w:rsidR="00321AB5" w14:paraId="0CEAB0A9" w14:textId="77777777" w:rsidTr="002F2716">
        <w:trPr>
          <w:cantSplit/>
        </w:trPr>
        <w:tc>
          <w:tcPr>
            <w:tcW w:w="9889" w:type="dxa"/>
            <w:gridSpan w:val="2"/>
          </w:tcPr>
          <w:p w14:paraId="320BE205" w14:textId="77777777" w:rsidR="00321AB5" w:rsidRDefault="00321AB5" w:rsidP="00321AB5">
            <w:pPr>
              <w:pStyle w:val="Title1"/>
              <w:jc w:val="left"/>
              <w:rPr>
                <w:lang w:eastAsia="zh-CN"/>
              </w:rPr>
            </w:pPr>
            <w:bookmarkStart w:id="5" w:name="dtitle1" w:colFirst="0" w:colLast="0"/>
            <w:bookmarkEnd w:id="4"/>
          </w:p>
        </w:tc>
      </w:tr>
    </w:tbl>
    <w:p w14:paraId="22880AE1" w14:textId="77777777" w:rsidR="00954CEC" w:rsidRPr="004D43A8" w:rsidRDefault="00954CEC" w:rsidP="00954CEC">
      <w:pPr>
        <w:overflowPunct/>
        <w:autoSpaceDE/>
        <w:autoSpaceDN/>
        <w:adjustRightInd/>
        <w:spacing w:before="0"/>
        <w:textAlignment w:val="auto"/>
        <w:rPr>
          <w:szCs w:val="24"/>
        </w:rPr>
      </w:pPr>
      <w:bookmarkStart w:id="6" w:name="_Hlk498461024"/>
      <w:bookmarkEnd w:id="5"/>
      <w:r w:rsidRPr="00BB4C0D">
        <w:rPr>
          <w:b/>
          <w:lang w:val="en-US"/>
        </w:rPr>
        <w:t>Proposal</w:t>
      </w:r>
    </w:p>
    <w:p w14:paraId="58161827" w14:textId="77777777" w:rsidR="00954CEC" w:rsidRDefault="00954CEC" w:rsidP="00954CEC">
      <w:r>
        <w:rPr>
          <w:szCs w:val="24"/>
          <w:lang w:val="en-US"/>
        </w:rPr>
        <w:t xml:space="preserve">The United States of America would like to propose a detailed work plan to ensure necessary completion of the required technical work and CPM text </w:t>
      </w:r>
      <w:r w:rsidR="00014E7A">
        <w:rPr>
          <w:szCs w:val="24"/>
          <w:lang w:val="en-US"/>
        </w:rPr>
        <w:t>for WRC-23</w:t>
      </w:r>
      <w:r w:rsidR="00B43C3B">
        <w:rPr>
          <w:szCs w:val="24"/>
          <w:lang w:val="en-US"/>
        </w:rPr>
        <w:t xml:space="preserve"> in accor</w:t>
      </w:r>
      <w:r w:rsidR="009D7971">
        <w:rPr>
          <w:szCs w:val="24"/>
          <w:lang w:val="en-US"/>
        </w:rPr>
        <w:t xml:space="preserve">dance with Resolution </w:t>
      </w:r>
      <w:r w:rsidR="009D7971" w:rsidRPr="009D7971">
        <w:rPr>
          <w:b/>
          <w:bCs/>
          <w:szCs w:val="24"/>
          <w:lang w:val="en-US"/>
        </w:rPr>
        <w:t>429</w:t>
      </w:r>
      <w:r w:rsidR="009D7971">
        <w:rPr>
          <w:szCs w:val="24"/>
          <w:lang w:val="en-US"/>
        </w:rPr>
        <w:t xml:space="preserve"> </w:t>
      </w:r>
      <w:r w:rsidR="009D7971" w:rsidRPr="009D7971">
        <w:rPr>
          <w:b/>
          <w:bCs/>
          <w:szCs w:val="24"/>
          <w:lang w:val="en-US"/>
        </w:rPr>
        <w:t>(WRC-19)</w:t>
      </w:r>
      <w:r w:rsidR="00014E7A">
        <w:rPr>
          <w:szCs w:val="24"/>
          <w:lang w:val="en-US"/>
        </w:rPr>
        <w:t xml:space="preserve">. </w:t>
      </w:r>
      <w:r>
        <w:rPr>
          <w:szCs w:val="24"/>
          <w:lang w:val="en-US"/>
        </w:rPr>
        <w:t xml:space="preserve"> </w:t>
      </w:r>
      <w:r>
        <w:t>In addition, the United States proposes that the work plan should be liaised to the contributing groups on WRC-</w:t>
      </w:r>
      <w:r w:rsidR="00B43C3B">
        <w:t>23</w:t>
      </w:r>
      <w:r>
        <w:t xml:space="preserve"> agenda item </w:t>
      </w:r>
      <w:r w:rsidR="00014E7A">
        <w:t>1.</w:t>
      </w:r>
      <w:r w:rsidR="00B43C3B">
        <w:t>9</w:t>
      </w:r>
      <w:r w:rsidR="00014E7A">
        <w:t xml:space="preserve"> for their information.</w:t>
      </w:r>
    </w:p>
    <w:p w14:paraId="62A975C5" w14:textId="77777777" w:rsidR="00C569A1" w:rsidRDefault="00C569A1" w:rsidP="009B432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textAlignment w:val="auto"/>
      </w:pPr>
    </w:p>
    <w:p w14:paraId="1A17EC19" w14:textId="77777777" w:rsidR="0026514A" w:rsidRPr="00A92F62" w:rsidRDefault="0026514A" w:rsidP="0026514A">
      <w:pPr>
        <w:pStyle w:val="Appendixtitle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EB6EC1">
        <w:rPr>
          <w:rFonts w:ascii="Times New Roman" w:hAnsi="Times New Roman"/>
          <w:bCs/>
          <w:sz w:val="24"/>
          <w:szCs w:val="24"/>
          <w:lang w:val="en-US"/>
        </w:rPr>
        <w:t>ttachment</w:t>
      </w:r>
      <w:r>
        <w:rPr>
          <w:rFonts w:ascii="Times New Roman" w:hAnsi="Times New Roman"/>
          <w:b w:val="0"/>
          <w:sz w:val="24"/>
          <w:szCs w:val="24"/>
          <w:lang w:val="en-US"/>
        </w:rPr>
        <w:t>:</w:t>
      </w:r>
      <w:r>
        <w:rPr>
          <w:rFonts w:ascii="Times New Roman" w:hAnsi="Times New Roman"/>
          <w:b w:val="0"/>
          <w:sz w:val="24"/>
          <w:szCs w:val="24"/>
          <w:lang w:val="en-US"/>
        </w:rPr>
        <w:tab/>
      </w:r>
      <w:r w:rsidRPr="00A92F62">
        <w:rPr>
          <w:rFonts w:ascii="Times New Roman" w:hAnsi="Times New Roman"/>
          <w:b w:val="0"/>
          <w:sz w:val="24"/>
          <w:szCs w:val="24"/>
        </w:rPr>
        <w:t>Draft Work Plan for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A92F62">
        <w:rPr>
          <w:rFonts w:ascii="Times New Roman" w:hAnsi="Times New Roman"/>
          <w:b w:val="0"/>
          <w:sz w:val="24"/>
          <w:szCs w:val="24"/>
        </w:rPr>
        <w:t>WRC-</w:t>
      </w:r>
      <w:r>
        <w:rPr>
          <w:rFonts w:ascii="Times New Roman" w:hAnsi="Times New Roman"/>
          <w:b w:val="0"/>
          <w:sz w:val="24"/>
          <w:szCs w:val="24"/>
        </w:rPr>
        <w:t xml:space="preserve">23 </w:t>
      </w:r>
      <w:r w:rsidRPr="00A92F62">
        <w:rPr>
          <w:rFonts w:ascii="Times New Roman" w:hAnsi="Times New Roman"/>
          <w:b w:val="0"/>
          <w:sz w:val="24"/>
          <w:szCs w:val="24"/>
        </w:rPr>
        <w:t xml:space="preserve">agenda item </w:t>
      </w:r>
      <w:r w:rsidR="00292A89">
        <w:rPr>
          <w:rFonts w:ascii="Times New Roman" w:hAnsi="Times New Roman"/>
          <w:b w:val="0"/>
          <w:sz w:val="24"/>
          <w:szCs w:val="24"/>
        </w:rPr>
        <w:t>1.</w:t>
      </w:r>
      <w:r w:rsidR="00487BDD">
        <w:rPr>
          <w:rFonts w:ascii="Times New Roman" w:hAnsi="Times New Roman"/>
          <w:b w:val="0"/>
          <w:sz w:val="24"/>
          <w:szCs w:val="24"/>
        </w:rPr>
        <w:t>9</w:t>
      </w:r>
    </w:p>
    <w:p w14:paraId="22C93348" w14:textId="77777777" w:rsidR="0026514A" w:rsidRPr="00E11A5D" w:rsidRDefault="0026514A" w:rsidP="009B432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textAlignment w:val="auto"/>
      </w:pPr>
    </w:p>
    <w:bookmarkEnd w:id="6"/>
    <w:p w14:paraId="1BC10D7A" w14:textId="77777777" w:rsidR="00292A9A" w:rsidRDefault="00292A9A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sz w:val="28"/>
          <w:shd w:val="clear" w:color="auto" w:fill="FFFFFF"/>
        </w:rPr>
      </w:pPr>
      <w:r>
        <w:rPr>
          <w:shd w:val="clear" w:color="auto" w:fill="FFFFFF"/>
        </w:rPr>
        <w:br w:type="page"/>
      </w:r>
    </w:p>
    <w:p w14:paraId="582EBD43" w14:textId="77777777" w:rsidR="00B93B99" w:rsidRPr="00505458" w:rsidRDefault="00B93B99" w:rsidP="00B93B99">
      <w:pPr>
        <w:pStyle w:val="Agendaitem"/>
        <w:spacing w:before="360"/>
        <w:rPr>
          <w:lang w:val="en-US"/>
        </w:rPr>
      </w:pPr>
      <w:r w:rsidRPr="00505458">
        <w:rPr>
          <w:lang w:val="en-US"/>
        </w:rPr>
        <w:lastRenderedPageBreak/>
        <w:t>ATTACHMENT</w:t>
      </w:r>
    </w:p>
    <w:p w14:paraId="141F992C" w14:textId="093AB588" w:rsidR="00B93B99" w:rsidRDefault="00EB174F" w:rsidP="00B93B99">
      <w:pPr>
        <w:pStyle w:val="Appendixtitle"/>
      </w:pPr>
      <w:r>
        <w:t>Draft Work Plan for WRC-23 Agenda I</w:t>
      </w:r>
      <w:r w:rsidR="00B93B99">
        <w:t>tem 1.</w:t>
      </w:r>
      <w:r w:rsidR="00487BDD">
        <w:t>9</w:t>
      </w:r>
    </w:p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45"/>
        <w:gridCol w:w="7338"/>
      </w:tblGrid>
      <w:tr w:rsidR="00CF4C5C" w:rsidRPr="00A645F9" w14:paraId="75B30DF0" w14:textId="77777777" w:rsidTr="002F2716">
        <w:trPr>
          <w:trHeight w:val="800"/>
          <w:jc w:val="center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DAB1" w14:textId="77777777" w:rsidR="00CF4C5C" w:rsidRPr="008B6A37" w:rsidRDefault="00CF4C5C" w:rsidP="002F2716">
            <w:pPr>
              <w:pStyle w:val="Tabletext"/>
              <w:rPr>
                <w:lang w:val="en-US" w:eastAsia="zh-CN"/>
              </w:rPr>
            </w:pPr>
            <w:r w:rsidRPr="008B6A37">
              <w:rPr>
                <w:lang w:val="en-US" w:eastAsia="zh-CN"/>
              </w:rPr>
              <w:t>Title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8A80" w14:textId="77777777" w:rsidR="00CF4C5C" w:rsidRPr="00EB6EC1" w:rsidRDefault="00CF4C5C" w:rsidP="002F2716">
            <w:pPr>
              <w:rPr>
                <w:iCs/>
                <w:sz w:val="20"/>
              </w:rPr>
            </w:pPr>
            <w:r w:rsidRPr="00EB6EC1">
              <w:rPr>
                <w:sz w:val="20"/>
                <w:lang w:val="en-US" w:eastAsia="zh-CN"/>
              </w:rPr>
              <w:t>WRC-</w:t>
            </w:r>
            <w:r>
              <w:rPr>
                <w:sz w:val="20"/>
                <w:lang w:val="en-US" w:eastAsia="zh-CN"/>
              </w:rPr>
              <w:t>23</w:t>
            </w:r>
            <w:r w:rsidRPr="00EB6EC1">
              <w:rPr>
                <w:sz w:val="20"/>
                <w:lang w:val="en-US" w:eastAsia="zh-CN"/>
              </w:rPr>
              <w:t xml:space="preserve"> agenda item </w:t>
            </w:r>
            <w:r w:rsidR="00843693">
              <w:rPr>
                <w:sz w:val="20"/>
                <w:lang w:val="en-US" w:eastAsia="zh-CN"/>
              </w:rPr>
              <w:t>1.</w:t>
            </w:r>
            <w:r w:rsidR="00531560">
              <w:rPr>
                <w:sz w:val="20"/>
                <w:lang w:val="en-US" w:eastAsia="zh-CN"/>
              </w:rPr>
              <w:t>9</w:t>
            </w:r>
          </w:p>
        </w:tc>
      </w:tr>
      <w:tr w:rsidR="00CF4C5C" w:rsidRPr="00A645F9" w14:paraId="0A2D51A4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AE4A" w14:textId="77777777" w:rsidR="00CF4C5C" w:rsidRPr="008B6A37" w:rsidRDefault="00867812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Output </w:t>
            </w:r>
            <w:r w:rsidR="00CF4C5C" w:rsidRPr="008B6A37">
              <w:rPr>
                <w:lang w:val="en-US" w:eastAsia="zh-CN"/>
              </w:rPr>
              <w:t>Document type(s)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1B3" w14:textId="6E658ADC" w:rsidR="00CF4C5C" w:rsidRPr="00CA512A" w:rsidRDefault="00CF4C5C" w:rsidP="00CF4C5C">
            <w:pPr>
              <w:pStyle w:val="ListParagraph"/>
              <w:numPr>
                <w:ilvl w:val="0"/>
                <w:numId w:val="35"/>
              </w:numPr>
              <w:tabs>
                <w:tab w:val="clear" w:pos="1134"/>
                <w:tab w:val="clear" w:pos="1871"/>
                <w:tab w:val="clear" w:pos="2268"/>
                <w:tab w:val="left" w:pos="309"/>
              </w:tabs>
              <w:overflowPunct/>
              <w:autoSpaceDE/>
              <w:autoSpaceDN/>
              <w:adjustRightInd/>
              <w:spacing w:before="40" w:after="40"/>
              <w:textAlignment w:val="auto"/>
              <w:rPr>
                <w:sz w:val="20"/>
                <w:lang w:val="en-US" w:eastAsia="zh-CN"/>
              </w:rPr>
            </w:pPr>
            <w:r w:rsidRPr="00CA512A">
              <w:rPr>
                <w:sz w:val="20"/>
                <w:lang w:val="en-US" w:eastAsia="zh-CN"/>
              </w:rPr>
              <w:t xml:space="preserve">Development of Draft CPM Text for WRC-23 </w:t>
            </w:r>
            <w:r w:rsidR="00EB174F">
              <w:rPr>
                <w:sz w:val="20"/>
                <w:lang w:val="en-US" w:eastAsia="zh-CN"/>
              </w:rPr>
              <w:t>Agenda I</w:t>
            </w:r>
            <w:r w:rsidRPr="00CA512A">
              <w:rPr>
                <w:sz w:val="20"/>
                <w:lang w:val="en-US" w:eastAsia="zh-CN"/>
              </w:rPr>
              <w:t xml:space="preserve">tem </w:t>
            </w:r>
            <w:r w:rsidR="000E23AD">
              <w:rPr>
                <w:sz w:val="20"/>
                <w:lang w:val="en-US" w:eastAsia="zh-CN"/>
              </w:rPr>
              <w:t>1.</w:t>
            </w:r>
            <w:r w:rsidR="00531560">
              <w:rPr>
                <w:sz w:val="20"/>
                <w:lang w:val="en-US" w:eastAsia="zh-CN"/>
              </w:rPr>
              <w:t>9</w:t>
            </w:r>
          </w:p>
          <w:p w14:paraId="337E2A66" w14:textId="1946BC22" w:rsidR="00CF4C5C" w:rsidRPr="000E23AD" w:rsidRDefault="00CF4C5C" w:rsidP="000E23AD">
            <w:pPr>
              <w:pStyle w:val="ListParagraph"/>
              <w:numPr>
                <w:ilvl w:val="0"/>
                <w:numId w:val="35"/>
              </w:numPr>
              <w:tabs>
                <w:tab w:val="clear" w:pos="1134"/>
                <w:tab w:val="clear" w:pos="1871"/>
                <w:tab w:val="clear" w:pos="2268"/>
                <w:tab w:val="left" w:pos="309"/>
              </w:tabs>
              <w:overflowPunct/>
              <w:autoSpaceDE/>
              <w:autoSpaceDN/>
              <w:adjustRightInd/>
              <w:spacing w:before="40" w:after="40"/>
              <w:textAlignment w:val="auto"/>
              <w:rPr>
                <w:sz w:val="20"/>
                <w:lang w:val="en-US" w:eastAsia="zh-CN"/>
              </w:rPr>
            </w:pPr>
            <w:r w:rsidRPr="00CA512A">
              <w:rPr>
                <w:sz w:val="20"/>
                <w:lang w:val="en-US" w:eastAsia="zh-CN"/>
              </w:rPr>
              <w:t>Draft New Reports</w:t>
            </w:r>
            <w:r w:rsidR="007568B8">
              <w:rPr>
                <w:sz w:val="20"/>
                <w:lang w:val="en-US" w:eastAsia="zh-CN"/>
              </w:rPr>
              <w:t xml:space="preserve"> and/or Recommendations</w:t>
            </w:r>
            <w:r w:rsidRPr="00CA512A">
              <w:rPr>
                <w:sz w:val="20"/>
                <w:lang w:val="en-US" w:eastAsia="zh-CN"/>
              </w:rPr>
              <w:t xml:space="preserve"> </w:t>
            </w:r>
          </w:p>
        </w:tc>
      </w:tr>
      <w:tr w:rsidR="00CF4C5C" w:rsidRPr="00A645F9" w14:paraId="150597F7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1B81B" w14:textId="77777777" w:rsidR="00CF4C5C" w:rsidRPr="008B6A37" w:rsidRDefault="00CF4C5C" w:rsidP="002F2716">
            <w:pPr>
              <w:pStyle w:val="Tabletext"/>
              <w:rPr>
                <w:lang w:val="en-US" w:eastAsia="zh-CN"/>
              </w:rPr>
            </w:pPr>
            <w:r w:rsidRPr="008B6A37">
              <w:rPr>
                <w:lang w:val="en-US" w:eastAsia="zh-CN"/>
              </w:rPr>
              <w:t xml:space="preserve">WP </w:t>
            </w:r>
            <w:r>
              <w:rPr>
                <w:lang w:val="en-US" w:eastAsia="zh-CN"/>
              </w:rPr>
              <w:t>5B</w:t>
            </w:r>
            <w:r w:rsidRPr="008B6A37">
              <w:rPr>
                <w:lang w:val="en-US" w:eastAsia="zh-CN"/>
              </w:rPr>
              <w:t xml:space="preserve"> Lead Group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087C6" w14:textId="77777777" w:rsidR="00CF4C5C" w:rsidRPr="00EB6EC1" w:rsidRDefault="00CF4C5C" w:rsidP="002F2716">
            <w:pPr>
              <w:pStyle w:val="Tabletext"/>
              <w:rPr>
                <w:lang w:val="en-US" w:eastAsia="zh-CN"/>
              </w:rPr>
            </w:pPr>
            <w:r w:rsidRPr="00EB6EC1">
              <w:rPr>
                <w:lang w:val="en-US" w:eastAsia="zh-CN"/>
              </w:rPr>
              <w:t xml:space="preserve">WG </w:t>
            </w:r>
            <w:r>
              <w:rPr>
                <w:lang w:val="en-US" w:eastAsia="zh-CN"/>
              </w:rPr>
              <w:t>5B-2</w:t>
            </w:r>
            <w:r w:rsidR="00843693">
              <w:rPr>
                <w:lang w:val="en-US" w:eastAsia="zh-CN"/>
              </w:rPr>
              <w:t>x</w:t>
            </w:r>
          </w:p>
        </w:tc>
      </w:tr>
      <w:tr w:rsidR="00CF4C5C" w:rsidRPr="00A645F9" w14:paraId="63600AE9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39AD3" w14:textId="77777777" w:rsidR="00CF4C5C" w:rsidRPr="008B6A37" w:rsidRDefault="00CF4C5C" w:rsidP="002F2716">
            <w:pPr>
              <w:pStyle w:val="Tabletext"/>
              <w:rPr>
                <w:lang w:val="en-US" w:eastAsia="zh-CN"/>
              </w:rPr>
            </w:pPr>
            <w:r w:rsidRPr="008B6A37">
              <w:rPr>
                <w:lang w:val="en-US" w:eastAsia="zh-CN"/>
              </w:rPr>
              <w:t>DG Chair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5E0E" w14:textId="77777777" w:rsidR="00CF4C5C" w:rsidRPr="00EB6EC1" w:rsidRDefault="00CF4C5C" w:rsidP="002F2716">
            <w:pPr>
              <w:pStyle w:val="Tabletext"/>
              <w:ind w:left="284" w:hanging="284"/>
              <w:rPr>
                <w:lang w:val="en-US" w:eastAsia="zh-CN"/>
              </w:rPr>
            </w:pPr>
            <w:r w:rsidRPr="00EB6EC1">
              <w:rPr>
                <w:lang w:val="en-US" w:eastAsia="zh-CN"/>
              </w:rPr>
              <w:t>[</w:t>
            </w:r>
            <w:r>
              <w:rPr>
                <w:lang w:val="en-US" w:eastAsia="zh-CN"/>
              </w:rPr>
              <w:t>TBD</w:t>
            </w:r>
            <w:r w:rsidRPr="00EB6EC1">
              <w:rPr>
                <w:lang w:val="en-US" w:eastAsia="zh-CN"/>
              </w:rPr>
              <w:t>]</w:t>
            </w:r>
          </w:p>
        </w:tc>
      </w:tr>
      <w:tr w:rsidR="00CF4C5C" w:rsidRPr="00A645F9" w14:paraId="191F4A77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F85F3" w14:textId="77777777" w:rsidR="00CF4C5C" w:rsidRPr="008B6A37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>Scope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2BE66" w14:textId="77777777" w:rsidR="00CF4C5C" w:rsidRPr="00EB6EC1" w:rsidRDefault="00531560" w:rsidP="002F2716">
            <w:pPr>
              <w:pStyle w:val="Tabletext"/>
              <w:rPr>
                <w:lang w:val="en-US" w:eastAsia="zh-CN"/>
              </w:rPr>
            </w:pPr>
            <w:r>
              <w:t xml:space="preserve">to review Appendix 27 of the Radio Regulations and consider appropriate regulatory actions and updates based on ITU-R studies, in order to accommodate digital technologies for commercial aviation safety-of-life applications in existing HF bands allocated to the aeronautical mobile (route) service and ensure coexistence of current HF systems alongside modernized HF systems, in accordance with Resolution </w:t>
            </w:r>
            <w:r w:rsidRPr="00531560">
              <w:rPr>
                <w:b/>
                <w:bCs/>
              </w:rPr>
              <w:t>429</w:t>
            </w:r>
            <w:r>
              <w:t xml:space="preserve"> </w:t>
            </w:r>
            <w:r w:rsidRPr="00531560">
              <w:rPr>
                <w:b/>
                <w:bCs/>
              </w:rPr>
              <w:t>(WRC-19)</w:t>
            </w:r>
          </w:p>
        </w:tc>
      </w:tr>
      <w:tr w:rsidR="00CF4C5C" w:rsidRPr="00A645F9" w14:paraId="504DB4CD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7100" w14:textId="77777777" w:rsidR="00CF4C5C" w:rsidRPr="008B6A37" w:rsidRDefault="00CF4C5C" w:rsidP="002F2716">
            <w:pPr>
              <w:pStyle w:val="Tabletext"/>
              <w:rPr>
                <w:lang w:val="en-US" w:eastAsia="zh-CN"/>
              </w:rPr>
            </w:pPr>
            <w:r w:rsidRPr="008B6A37">
              <w:rPr>
                <w:lang w:val="en-US" w:eastAsia="zh-CN"/>
              </w:rPr>
              <w:t>Related documents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3E891" w14:textId="77777777" w:rsidR="00CF4C5C" w:rsidRPr="00531560" w:rsidRDefault="00CF4C5C" w:rsidP="002F2716">
            <w:pPr>
              <w:pStyle w:val="Tabletext"/>
              <w:rPr>
                <w:lang w:val="en-US" w:eastAsia="zh-CN"/>
              </w:rPr>
            </w:pPr>
            <w:r w:rsidRPr="00531560">
              <w:rPr>
                <w:lang w:val="en-US" w:eastAsia="zh-CN"/>
              </w:rPr>
              <w:t xml:space="preserve">Resolution </w:t>
            </w:r>
            <w:r w:rsidR="00531560" w:rsidRPr="00531560">
              <w:rPr>
                <w:b/>
                <w:bCs/>
                <w:lang w:val="en-US" w:eastAsia="zh-CN"/>
              </w:rPr>
              <w:t>429</w:t>
            </w:r>
            <w:r w:rsidRPr="00531560">
              <w:rPr>
                <w:lang w:val="en-US" w:eastAsia="zh-CN"/>
              </w:rPr>
              <w:t xml:space="preserve"> </w:t>
            </w:r>
            <w:r w:rsidRPr="00531560">
              <w:rPr>
                <w:b/>
                <w:bCs/>
                <w:lang w:val="en-US" w:eastAsia="zh-CN"/>
              </w:rPr>
              <w:t>(WRC-</w:t>
            </w:r>
            <w:r w:rsidR="00531560" w:rsidRPr="00531560">
              <w:rPr>
                <w:b/>
                <w:bCs/>
                <w:lang w:val="en-US" w:eastAsia="zh-CN"/>
              </w:rPr>
              <w:t>23</w:t>
            </w:r>
            <w:r w:rsidRPr="00531560">
              <w:rPr>
                <w:b/>
                <w:bCs/>
                <w:lang w:val="en-US" w:eastAsia="zh-CN"/>
              </w:rPr>
              <w:t>)</w:t>
            </w:r>
          </w:p>
        </w:tc>
      </w:tr>
      <w:tr w:rsidR="00CF4C5C" w14:paraId="656386CB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0A2B" w14:textId="49AC10DC" w:rsidR="00CF4C5C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Working Party </w:t>
            </w:r>
            <w:r w:rsidR="00843693">
              <w:rPr>
                <w:lang w:val="en-US" w:eastAsia="zh-CN"/>
              </w:rPr>
              <w:t>5B</w:t>
            </w:r>
            <w:r>
              <w:rPr>
                <w:lang w:val="en-US" w:eastAsia="zh-CN"/>
              </w:rPr>
              <w:t xml:space="preserve"> meeting, </w:t>
            </w:r>
            <w:r w:rsidR="00867812">
              <w:rPr>
                <w:lang w:val="en-US" w:eastAsia="zh-CN"/>
              </w:rPr>
              <w:t xml:space="preserve">July </w:t>
            </w:r>
            <w:r>
              <w:rPr>
                <w:lang w:val="en-US" w:eastAsia="zh-CN"/>
              </w:rPr>
              <w:t>2020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EA77" w14:textId="4E30EA35" w:rsidR="00CF4C5C" w:rsidRPr="00EB6EC1" w:rsidRDefault="00CF4C5C" w:rsidP="00CF4C5C">
            <w:pPr>
              <w:pStyle w:val="Tabletext"/>
              <w:numPr>
                <w:ilvl w:val="0"/>
                <w:numId w:val="33"/>
              </w:numPr>
              <w:rPr>
                <w:lang w:val="en-US" w:eastAsia="zh-CN"/>
              </w:rPr>
            </w:pPr>
            <w:r w:rsidRPr="00EB6EC1">
              <w:rPr>
                <w:lang w:val="en-US" w:eastAsia="zh-CN"/>
              </w:rPr>
              <w:t>Devel</w:t>
            </w:r>
            <w:r w:rsidR="00EB174F">
              <w:rPr>
                <w:lang w:val="en-US" w:eastAsia="zh-CN"/>
              </w:rPr>
              <w:t>op work plan for studies under Agenda I</w:t>
            </w:r>
            <w:r w:rsidRPr="00EB6EC1">
              <w:rPr>
                <w:lang w:val="en-US" w:eastAsia="zh-CN"/>
              </w:rPr>
              <w:t xml:space="preserve">tem </w:t>
            </w:r>
            <w:r w:rsidR="00014E7A">
              <w:rPr>
                <w:lang w:val="en-US" w:eastAsia="zh-CN"/>
              </w:rPr>
              <w:t>1.</w:t>
            </w:r>
            <w:r w:rsidR="00670D28">
              <w:rPr>
                <w:lang w:val="en-US" w:eastAsia="zh-CN"/>
              </w:rPr>
              <w:t>9</w:t>
            </w:r>
            <w:r w:rsidRPr="00EB6EC1">
              <w:rPr>
                <w:lang w:val="en-US" w:eastAsia="zh-CN"/>
              </w:rPr>
              <w:t xml:space="preserve"> </w:t>
            </w:r>
          </w:p>
          <w:p w14:paraId="58C79EB6" w14:textId="77777777" w:rsidR="00CF4C5C" w:rsidRDefault="00CF4C5C" w:rsidP="00CF4C5C">
            <w:pPr>
              <w:pStyle w:val="Tabletext"/>
              <w:numPr>
                <w:ilvl w:val="0"/>
                <w:numId w:val="33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Begin development of ITU-R Report </w:t>
            </w:r>
            <w:r w:rsidR="008F110E">
              <w:rPr>
                <w:lang w:val="en-US" w:eastAsia="zh-CN"/>
              </w:rPr>
              <w:t xml:space="preserve">[Aero-Wideband-HF-Studies] </w:t>
            </w:r>
            <w:r w:rsidR="00573F7A">
              <w:rPr>
                <w:lang w:val="en-US" w:eastAsia="zh-CN"/>
              </w:rPr>
              <w:t xml:space="preserve">for sharing a </w:t>
            </w:r>
            <w:r w:rsidR="006A672A">
              <w:rPr>
                <w:lang w:val="en-US" w:eastAsia="zh-CN"/>
              </w:rPr>
              <w:t>compatibility studies,</w:t>
            </w:r>
            <w:r w:rsidR="005A7A56">
              <w:rPr>
                <w:lang w:val="en-US" w:eastAsia="zh-CN"/>
              </w:rPr>
              <w:t xml:space="preserve"> </w:t>
            </w:r>
            <w:r w:rsidR="006A672A">
              <w:rPr>
                <w:lang w:val="en-US" w:eastAsia="zh-CN"/>
              </w:rPr>
              <w:t>as well</w:t>
            </w:r>
            <w:r w:rsidR="005A7A56">
              <w:rPr>
                <w:lang w:val="en-US" w:eastAsia="zh-CN"/>
              </w:rPr>
              <w:t xml:space="preserve"> as regulatory considerations</w:t>
            </w:r>
          </w:p>
          <w:p w14:paraId="7D2090E4" w14:textId="1A2A2FE3" w:rsidR="00CF4C5C" w:rsidRPr="00EB6EC1" w:rsidRDefault="00CF4C5C" w:rsidP="00CF4C5C">
            <w:pPr>
              <w:pStyle w:val="Tabletext"/>
              <w:numPr>
                <w:ilvl w:val="0"/>
                <w:numId w:val="33"/>
              </w:numPr>
              <w:rPr>
                <w:rFonts w:cs="CG Times"/>
                <w:lang w:val="en-US" w:eastAsia="zh-CN"/>
              </w:rPr>
            </w:pPr>
            <w:r w:rsidRPr="00EB6EC1">
              <w:rPr>
                <w:rFonts w:cs="CG Times"/>
                <w:lang w:val="en-US" w:eastAsia="zh-CN"/>
              </w:rPr>
              <w:t>Develop liaison statement</w:t>
            </w:r>
            <w:r>
              <w:rPr>
                <w:rFonts w:cs="CG Times"/>
                <w:lang w:val="en-US" w:eastAsia="zh-CN"/>
              </w:rPr>
              <w:t>(s)</w:t>
            </w:r>
            <w:r w:rsidRPr="00EB6EC1">
              <w:rPr>
                <w:rFonts w:cs="CG Times"/>
                <w:lang w:val="en-US" w:eastAsia="zh-CN"/>
              </w:rPr>
              <w:t xml:space="preserve"> to </w:t>
            </w:r>
            <w:r w:rsidRPr="00EB6EC1">
              <w:rPr>
                <w:rFonts w:cs="CG Times"/>
                <w:i/>
                <w:lang w:val="en-US" w:eastAsia="zh-CN"/>
              </w:rPr>
              <w:t>contributing</w:t>
            </w:r>
            <w:r w:rsidRPr="00EB6EC1">
              <w:rPr>
                <w:rFonts w:cs="CG Times"/>
                <w:lang w:val="en-US" w:eastAsia="zh-CN"/>
              </w:rPr>
              <w:t xml:space="preserve"> groups</w:t>
            </w:r>
            <w:r w:rsidR="00FB088F">
              <w:rPr>
                <w:rFonts w:cs="CG Times"/>
                <w:lang w:val="en-US" w:eastAsia="zh-CN"/>
              </w:rPr>
              <w:t xml:space="preserve"> </w:t>
            </w:r>
            <w:r w:rsidRPr="00EB6EC1">
              <w:rPr>
                <w:rFonts w:cs="CG Times"/>
                <w:lang w:val="en-US" w:eastAsia="zh-CN"/>
              </w:rPr>
              <w:t>within the ITU-R</w:t>
            </w:r>
            <w:r w:rsidR="002C2D88">
              <w:rPr>
                <w:rFonts w:cs="CG Times"/>
                <w:lang w:val="en-US" w:eastAsia="zh-CN"/>
              </w:rPr>
              <w:t xml:space="preserve"> and ICAO</w:t>
            </w:r>
            <w:r w:rsidRPr="00EB6EC1">
              <w:rPr>
                <w:rFonts w:cs="CG Times"/>
                <w:lang w:val="en-US" w:eastAsia="zh-CN"/>
              </w:rPr>
              <w:t>, as appropriate.</w:t>
            </w:r>
          </w:p>
        </w:tc>
      </w:tr>
      <w:tr w:rsidR="00CF4C5C" w14:paraId="56F8A397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FF46" w14:textId="5F7BD175" w:rsidR="00CF4C5C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Working Party </w:t>
            </w:r>
            <w:r w:rsidR="00843693">
              <w:rPr>
                <w:lang w:val="en-US" w:eastAsia="zh-CN"/>
              </w:rPr>
              <w:t>5B</w:t>
            </w:r>
            <w:r>
              <w:rPr>
                <w:lang w:val="en-US" w:eastAsia="zh-CN"/>
              </w:rPr>
              <w:t xml:space="preserve"> meeting, </w:t>
            </w:r>
            <w:r w:rsidR="00867812">
              <w:rPr>
                <w:lang w:val="en-US" w:eastAsia="zh-CN"/>
              </w:rPr>
              <w:t xml:space="preserve">November </w:t>
            </w:r>
            <w:r>
              <w:rPr>
                <w:lang w:val="en-US" w:eastAsia="zh-CN"/>
              </w:rPr>
              <w:t>2020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BFEFC" w14:textId="77777777" w:rsidR="00CF4C5C" w:rsidRPr="00AE6047" w:rsidRDefault="00AC60BA" w:rsidP="00AE6047">
            <w:pPr>
              <w:pStyle w:val="Tabletext"/>
              <w:numPr>
                <w:ilvl w:val="0"/>
                <w:numId w:val="33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>Be</w:t>
            </w:r>
            <w:r w:rsidR="0089762F">
              <w:rPr>
                <w:lang w:val="en-US" w:eastAsia="zh-CN"/>
              </w:rPr>
              <w:t>gin</w:t>
            </w:r>
            <w:r w:rsidR="00CF4C5C">
              <w:rPr>
                <w:lang w:val="en-US" w:eastAsia="zh-CN"/>
              </w:rPr>
              <w:t xml:space="preserve"> development of an </w:t>
            </w:r>
            <w:r w:rsidR="00AE6047">
              <w:rPr>
                <w:lang w:val="en-US" w:eastAsia="zh-CN"/>
              </w:rPr>
              <w:t>of ITU-R Report</w:t>
            </w:r>
            <w:r w:rsidR="00360AD8">
              <w:rPr>
                <w:lang w:val="en-US" w:eastAsia="zh-CN"/>
              </w:rPr>
              <w:t xml:space="preserve"> </w:t>
            </w:r>
            <w:r w:rsidR="00AE6047">
              <w:rPr>
                <w:lang w:val="en-US" w:eastAsia="zh-CN"/>
              </w:rPr>
              <w:t>[</w:t>
            </w:r>
            <w:r w:rsidR="008F110E">
              <w:rPr>
                <w:lang w:val="en-US" w:eastAsia="zh-CN"/>
              </w:rPr>
              <w:t>Aero-Wideband-HF-Char</w:t>
            </w:r>
            <w:r w:rsidR="00AE6047">
              <w:rPr>
                <w:lang w:val="en-US" w:eastAsia="zh-CN"/>
              </w:rPr>
              <w:t>] interference/protection criteria</w:t>
            </w:r>
            <w:r w:rsidR="0089762F">
              <w:rPr>
                <w:rStyle w:val="FootnoteReference"/>
                <w:lang w:val="en-US" w:eastAsia="zh-CN"/>
              </w:rPr>
              <w:footnoteReference w:id="2"/>
            </w:r>
          </w:p>
          <w:p w14:paraId="56A21297" w14:textId="77777777" w:rsidR="00CF4C5C" w:rsidRPr="005D74EE" w:rsidRDefault="00CF4C5C" w:rsidP="00CF4C5C">
            <w:pPr>
              <w:pStyle w:val="Tabletext"/>
              <w:numPr>
                <w:ilvl w:val="0"/>
                <w:numId w:val="34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Continue </w:t>
            </w:r>
            <w:r w:rsidR="00AE6047">
              <w:rPr>
                <w:lang w:val="en-US" w:eastAsia="zh-CN"/>
              </w:rPr>
              <w:t xml:space="preserve">development of ITU-R Report </w:t>
            </w:r>
            <w:r w:rsidR="008F110E">
              <w:rPr>
                <w:lang w:val="en-US" w:eastAsia="zh-CN"/>
              </w:rPr>
              <w:t xml:space="preserve">[Aero-Wideband-HF] </w:t>
            </w:r>
            <w:r w:rsidR="00AE6047">
              <w:rPr>
                <w:lang w:val="en-US" w:eastAsia="zh-CN"/>
              </w:rPr>
              <w:t>for sharing a compatibility studies, as well as regulatory considerations</w:t>
            </w:r>
          </w:p>
          <w:p w14:paraId="22B00D3D" w14:textId="19B6BBF3" w:rsidR="00CF4C5C" w:rsidRPr="00EB6EC1" w:rsidRDefault="00CF4C5C" w:rsidP="00CF4C5C">
            <w:pPr>
              <w:pStyle w:val="Tabletext"/>
              <w:numPr>
                <w:ilvl w:val="0"/>
                <w:numId w:val="34"/>
              </w:numPr>
              <w:rPr>
                <w:rFonts w:cs="CG Times"/>
                <w:lang w:val="en-US" w:eastAsia="zh-CN"/>
              </w:rPr>
            </w:pPr>
            <w:r w:rsidRPr="00EB6EC1">
              <w:rPr>
                <w:rFonts w:cs="CG Times"/>
                <w:lang w:val="en-US" w:eastAsia="zh-CN"/>
              </w:rPr>
              <w:t xml:space="preserve">Develop liaison statement(s) to </w:t>
            </w:r>
            <w:r w:rsidRPr="00EB6EC1">
              <w:rPr>
                <w:rFonts w:cs="CG Times"/>
                <w:i/>
                <w:lang w:val="en-US" w:eastAsia="zh-CN"/>
              </w:rPr>
              <w:t>contributing</w:t>
            </w:r>
            <w:r w:rsidRPr="00EB6EC1">
              <w:rPr>
                <w:rFonts w:cs="CG Times"/>
                <w:lang w:val="en-US" w:eastAsia="zh-CN"/>
              </w:rPr>
              <w:t xml:space="preserve"> group</w:t>
            </w:r>
            <w:r w:rsidR="00FB088F">
              <w:rPr>
                <w:rFonts w:cs="CG Times"/>
                <w:lang w:val="en-US" w:eastAsia="zh-CN"/>
              </w:rPr>
              <w:t xml:space="preserve">s </w:t>
            </w:r>
            <w:r w:rsidRPr="00EB6EC1">
              <w:rPr>
                <w:rFonts w:cs="CG Times"/>
                <w:lang w:val="en-US" w:eastAsia="zh-CN"/>
              </w:rPr>
              <w:t>within the ITU-R</w:t>
            </w:r>
            <w:r w:rsidR="00AE6047">
              <w:rPr>
                <w:rFonts w:cs="CG Times"/>
                <w:lang w:val="en-US" w:eastAsia="zh-CN"/>
              </w:rPr>
              <w:t xml:space="preserve"> and ICAO</w:t>
            </w:r>
            <w:r w:rsidRPr="00EB6EC1">
              <w:rPr>
                <w:rFonts w:cs="CG Times"/>
                <w:lang w:val="en-US" w:eastAsia="zh-CN"/>
              </w:rPr>
              <w:t>, as appropriate.</w:t>
            </w:r>
          </w:p>
        </w:tc>
      </w:tr>
      <w:tr w:rsidR="00CF4C5C" w14:paraId="2A8BAF3D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8CE2B" w14:textId="77777777" w:rsidR="00CF4C5C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Working Party </w:t>
            </w:r>
            <w:r w:rsidR="00843693">
              <w:rPr>
                <w:lang w:val="en-US" w:eastAsia="zh-CN"/>
              </w:rPr>
              <w:t>5B</w:t>
            </w:r>
            <w:r>
              <w:rPr>
                <w:lang w:val="en-US" w:eastAsia="zh-CN"/>
              </w:rPr>
              <w:t xml:space="preserve"> meeting, First Half of 2021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1A31" w14:textId="77777777" w:rsidR="006E4D0E" w:rsidRPr="00AE6047" w:rsidRDefault="006E4D0E" w:rsidP="006E4D0E">
            <w:pPr>
              <w:pStyle w:val="Tabletext"/>
              <w:numPr>
                <w:ilvl w:val="0"/>
                <w:numId w:val="33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>Continue development of an of ITU-R Report</w:t>
            </w:r>
            <w:r w:rsidR="00360AD8">
              <w:rPr>
                <w:lang w:val="en-US" w:eastAsia="zh-CN"/>
              </w:rPr>
              <w:t xml:space="preserve"> </w:t>
            </w:r>
            <w:r w:rsidR="008F110E">
              <w:rPr>
                <w:lang w:val="en-US" w:eastAsia="zh-CN"/>
              </w:rPr>
              <w:t xml:space="preserve">[Aero-Wideband-HF-Char] </w:t>
            </w:r>
            <w:r>
              <w:rPr>
                <w:lang w:val="en-US" w:eastAsia="zh-CN"/>
              </w:rPr>
              <w:t xml:space="preserve">interference/protection criteria </w:t>
            </w:r>
          </w:p>
          <w:p w14:paraId="56CBAA15" w14:textId="77777777" w:rsidR="006E4D0E" w:rsidRPr="005D74EE" w:rsidRDefault="006E4D0E" w:rsidP="006E4D0E">
            <w:pPr>
              <w:pStyle w:val="Tabletext"/>
              <w:numPr>
                <w:ilvl w:val="0"/>
                <w:numId w:val="34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>Continue development of ITU-R Report</w:t>
            </w:r>
            <w:r w:rsidR="008F110E">
              <w:rPr>
                <w:lang w:val="en-US" w:eastAsia="zh-CN"/>
              </w:rPr>
              <w:t xml:space="preserve"> [Aero-Wideband-HF] </w:t>
            </w:r>
            <w:r>
              <w:rPr>
                <w:lang w:val="en-US" w:eastAsia="zh-CN"/>
              </w:rPr>
              <w:t>for sharing a compatibility studies, as well as regulatory considerations</w:t>
            </w:r>
          </w:p>
          <w:p w14:paraId="5E48D120" w14:textId="630FF737" w:rsidR="00CF4C5C" w:rsidRPr="00C81D5B" w:rsidRDefault="006E4D0E" w:rsidP="006E4D0E">
            <w:pPr>
              <w:pStyle w:val="Tabletext"/>
              <w:numPr>
                <w:ilvl w:val="0"/>
                <w:numId w:val="36"/>
              </w:numPr>
              <w:rPr>
                <w:rFonts w:cs="CG Times"/>
                <w:lang w:val="en-US" w:eastAsia="zh-CN"/>
              </w:rPr>
            </w:pPr>
            <w:r w:rsidRPr="00EB6EC1">
              <w:rPr>
                <w:rFonts w:cs="CG Times"/>
                <w:lang w:val="en-US" w:eastAsia="zh-CN"/>
              </w:rPr>
              <w:t xml:space="preserve">Develop liaison statement(s) to </w:t>
            </w:r>
            <w:r w:rsidRPr="00EB6EC1">
              <w:rPr>
                <w:rFonts w:cs="CG Times"/>
                <w:i/>
                <w:lang w:val="en-US" w:eastAsia="zh-CN"/>
              </w:rPr>
              <w:t>contributing</w:t>
            </w:r>
            <w:r w:rsidRPr="00EB6EC1">
              <w:rPr>
                <w:rFonts w:cs="CG Times"/>
                <w:lang w:val="en-US" w:eastAsia="zh-CN"/>
              </w:rPr>
              <w:t xml:space="preserve"> groups within the ITU-R</w:t>
            </w:r>
            <w:r>
              <w:rPr>
                <w:rFonts w:cs="CG Times"/>
                <w:lang w:val="en-US" w:eastAsia="zh-CN"/>
              </w:rPr>
              <w:t xml:space="preserve"> and ICAO</w:t>
            </w:r>
            <w:r w:rsidRPr="00EB6EC1">
              <w:rPr>
                <w:rFonts w:cs="CG Times"/>
                <w:lang w:val="en-US" w:eastAsia="zh-CN"/>
              </w:rPr>
              <w:t>, as appropriate.</w:t>
            </w:r>
          </w:p>
        </w:tc>
      </w:tr>
      <w:tr w:rsidR="00CF4C5C" w14:paraId="456B210D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7F3E" w14:textId="77777777" w:rsidR="00CF4C5C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Working Party </w:t>
            </w:r>
            <w:r w:rsidR="00843693">
              <w:rPr>
                <w:lang w:val="en-US" w:eastAsia="zh-CN"/>
              </w:rPr>
              <w:t>5B</w:t>
            </w:r>
            <w:r>
              <w:rPr>
                <w:lang w:val="en-US" w:eastAsia="zh-CN"/>
              </w:rPr>
              <w:t xml:space="preserve"> meeting, Second Half of 2021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3D52" w14:textId="77777777" w:rsidR="00CF4C5C" w:rsidRPr="007323B2" w:rsidRDefault="00CF4C5C" w:rsidP="007323B2">
            <w:pPr>
              <w:pStyle w:val="Tabletext"/>
              <w:numPr>
                <w:ilvl w:val="0"/>
                <w:numId w:val="36"/>
              </w:numPr>
              <w:rPr>
                <w:rFonts w:cs="CG Times"/>
                <w:lang w:val="en-US" w:eastAsia="zh-CN"/>
              </w:rPr>
            </w:pPr>
            <w:r>
              <w:rPr>
                <w:rFonts w:cs="CG Times"/>
                <w:lang w:val="en-US" w:eastAsia="zh-CN"/>
              </w:rPr>
              <w:t xml:space="preserve">Complete </w:t>
            </w:r>
            <w:r w:rsidR="002E317D">
              <w:rPr>
                <w:lang w:val="en-US" w:eastAsia="zh-CN"/>
              </w:rPr>
              <w:t>development of an of ITU-R Report</w:t>
            </w:r>
            <w:r w:rsidR="00360AD8">
              <w:rPr>
                <w:lang w:val="en-US" w:eastAsia="zh-CN"/>
              </w:rPr>
              <w:t xml:space="preserve"> </w:t>
            </w:r>
            <w:r w:rsidR="008F110E">
              <w:rPr>
                <w:lang w:val="en-US" w:eastAsia="zh-CN"/>
              </w:rPr>
              <w:t xml:space="preserve">[Aero-Wideband-HF-Char] </w:t>
            </w:r>
            <w:r w:rsidR="002E317D">
              <w:rPr>
                <w:lang w:val="en-US" w:eastAsia="zh-CN"/>
              </w:rPr>
              <w:t>interference/protection criteria and send to SG5</w:t>
            </w:r>
            <w:r>
              <w:rPr>
                <w:rFonts w:cs="CG Times"/>
                <w:lang w:val="en-US" w:eastAsia="zh-CN"/>
              </w:rPr>
              <w:t>.</w:t>
            </w:r>
          </w:p>
          <w:p w14:paraId="73E15DC9" w14:textId="77777777" w:rsidR="007323B2" w:rsidRPr="007323B2" w:rsidRDefault="007323B2" w:rsidP="007323B2">
            <w:pPr>
              <w:pStyle w:val="Tabletext"/>
              <w:numPr>
                <w:ilvl w:val="0"/>
                <w:numId w:val="36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>Continue development of ITU-R Report</w:t>
            </w:r>
            <w:r w:rsidR="00956893">
              <w:rPr>
                <w:lang w:val="en-US" w:eastAsia="zh-CN"/>
              </w:rPr>
              <w:t xml:space="preserve"> [Aero-Wideband-HF]</w:t>
            </w:r>
            <w:r>
              <w:rPr>
                <w:lang w:val="en-US" w:eastAsia="zh-CN"/>
              </w:rPr>
              <w:t xml:space="preserve"> for sharing a compatibility studies, as well as regulatory considerations</w:t>
            </w:r>
          </w:p>
          <w:p w14:paraId="27D7D08C" w14:textId="77777777" w:rsidR="00CF4C5C" w:rsidRPr="006B3AE2" w:rsidRDefault="00CF4C5C" w:rsidP="007323B2">
            <w:pPr>
              <w:pStyle w:val="Tabletext"/>
              <w:numPr>
                <w:ilvl w:val="0"/>
                <w:numId w:val="36"/>
              </w:numPr>
              <w:rPr>
                <w:rFonts w:cs="CG Times"/>
                <w:lang w:val="en-US" w:eastAsia="zh-CN"/>
              </w:rPr>
            </w:pPr>
            <w:r>
              <w:rPr>
                <w:lang w:val="en-US" w:eastAsia="zh-CN"/>
              </w:rPr>
              <w:t>Begin development of Draft CPM text.</w:t>
            </w:r>
          </w:p>
          <w:p w14:paraId="1D684D53" w14:textId="13DD01DD" w:rsidR="00CF4C5C" w:rsidRPr="00EB6EC1" w:rsidRDefault="00CF4C5C" w:rsidP="007323B2">
            <w:pPr>
              <w:pStyle w:val="Tabletext"/>
              <w:numPr>
                <w:ilvl w:val="0"/>
                <w:numId w:val="36"/>
              </w:numPr>
              <w:rPr>
                <w:rFonts w:cs="CG Times"/>
                <w:lang w:val="en-US" w:eastAsia="zh-CN"/>
              </w:rPr>
            </w:pPr>
            <w:r w:rsidRPr="00EB6EC1">
              <w:rPr>
                <w:rFonts w:cs="CG Times"/>
                <w:lang w:val="en-US" w:eastAsia="zh-CN"/>
              </w:rPr>
              <w:t xml:space="preserve">Develop liaison statement(s) to </w:t>
            </w:r>
            <w:r w:rsidRPr="00EB6EC1">
              <w:rPr>
                <w:rFonts w:cs="CG Times"/>
                <w:i/>
                <w:lang w:val="en-US" w:eastAsia="zh-CN"/>
              </w:rPr>
              <w:t>contributing</w:t>
            </w:r>
            <w:r w:rsidRPr="00EB6EC1">
              <w:rPr>
                <w:rFonts w:cs="CG Times"/>
                <w:lang w:val="en-US" w:eastAsia="zh-CN"/>
              </w:rPr>
              <w:t xml:space="preserve"> groups within the ITU-R</w:t>
            </w:r>
            <w:r w:rsidR="002E317D">
              <w:rPr>
                <w:rFonts w:cs="CG Times"/>
                <w:lang w:val="en-US" w:eastAsia="zh-CN"/>
              </w:rPr>
              <w:t xml:space="preserve"> ICAO</w:t>
            </w:r>
            <w:r w:rsidRPr="00EB6EC1">
              <w:rPr>
                <w:rFonts w:cs="CG Times"/>
                <w:lang w:val="en-US" w:eastAsia="zh-CN"/>
              </w:rPr>
              <w:t>, as appropriate.</w:t>
            </w:r>
          </w:p>
        </w:tc>
      </w:tr>
      <w:tr w:rsidR="00CF4C5C" w14:paraId="508B1D89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B688" w14:textId="77777777" w:rsidR="00CF4C5C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Working Party </w:t>
            </w:r>
            <w:r w:rsidR="00843693">
              <w:rPr>
                <w:lang w:val="en-US" w:eastAsia="zh-CN"/>
              </w:rPr>
              <w:t>5B</w:t>
            </w:r>
            <w:r>
              <w:rPr>
                <w:lang w:val="en-US" w:eastAsia="zh-CN"/>
              </w:rPr>
              <w:t xml:space="preserve"> meeting, First Half of 2022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4BD5" w14:textId="77777777" w:rsidR="00360AD8" w:rsidRPr="007323B2" w:rsidRDefault="007433DE" w:rsidP="00360AD8">
            <w:pPr>
              <w:pStyle w:val="Tabletext"/>
              <w:numPr>
                <w:ilvl w:val="0"/>
                <w:numId w:val="36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Continue </w:t>
            </w:r>
            <w:r w:rsidR="00360AD8">
              <w:rPr>
                <w:lang w:val="en-US" w:eastAsia="zh-CN"/>
              </w:rPr>
              <w:t xml:space="preserve">development of ITU-R Report </w:t>
            </w:r>
            <w:r w:rsidR="00956893">
              <w:rPr>
                <w:lang w:val="en-US" w:eastAsia="zh-CN"/>
              </w:rPr>
              <w:t xml:space="preserve">[Aero-Wideband-HF] </w:t>
            </w:r>
            <w:r w:rsidR="00360AD8">
              <w:rPr>
                <w:lang w:val="en-US" w:eastAsia="zh-CN"/>
              </w:rPr>
              <w:t>for sharing a compatibility studies, as well as regulatory considerations</w:t>
            </w:r>
            <w:r>
              <w:rPr>
                <w:lang w:val="en-US" w:eastAsia="zh-CN"/>
              </w:rPr>
              <w:t>.</w:t>
            </w:r>
          </w:p>
          <w:p w14:paraId="46EC0EB5" w14:textId="77777777" w:rsidR="00CF4C5C" w:rsidRPr="006B3AE2" w:rsidRDefault="00CF4C5C" w:rsidP="00CF4C5C">
            <w:pPr>
              <w:pStyle w:val="Tabletext"/>
              <w:numPr>
                <w:ilvl w:val="0"/>
                <w:numId w:val="36"/>
              </w:numPr>
              <w:rPr>
                <w:rFonts w:cs="CG Times"/>
                <w:lang w:val="en-US" w:eastAsia="zh-CN"/>
              </w:rPr>
            </w:pPr>
            <w:r>
              <w:rPr>
                <w:lang w:val="en-US" w:eastAsia="zh-CN"/>
              </w:rPr>
              <w:t>Continue development of Draft CPM text.</w:t>
            </w:r>
          </w:p>
          <w:p w14:paraId="68FD17E8" w14:textId="7B5FCB2D" w:rsidR="00CF4C5C" w:rsidRPr="00EB6EC1" w:rsidRDefault="00360AD8" w:rsidP="00CF4C5C">
            <w:pPr>
              <w:pStyle w:val="Tabletext"/>
              <w:numPr>
                <w:ilvl w:val="0"/>
                <w:numId w:val="36"/>
              </w:numPr>
              <w:rPr>
                <w:rFonts w:cs="CG Times"/>
                <w:lang w:val="en-US" w:eastAsia="zh-CN"/>
              </w:rPr>
            </w:pPr>
            <w:r w:rsidRPr="00EB6EC1">
              <w:rPr>
                <w:rFonts w:cs="CG Times"/>
                <w:lang w:val="en-US" w:eastAsia="zh-CN"/>
              </w:rPr>
              <w:t xml:space="preserve">Develop liaison statement(s) to </w:t>
            </w:r>
            <w:r w:rsidRPr="00EB6EC1">
              <w:rPr>
                <w:rFonts w:cs="CG Times"/>
                <w:i/>
                <w:lang w:val="en-US" w:eastAsia="zh-CN"/>
              </w:rPr>
              <w:t>contributing</w:t>
            </w:r>
            <w:r w:rsidRPr="00EB6EC1">
              <w:rPr>
                <w:rFonts w:cs="CG Times"/>
                <w:lang w:val="en-US" w:eastAsia="zh-CN"/>
              </w:rPr>
              <w:t xml:space="preserve"> groups</w:t>
            </w:r>
            <w:r w:rsidR="00FB088F">
              <w:rPr>
                <w:rFonts w:cs="CG Times"/>
                <w:lang w:val="en-US" w:eastAsia="zh-CN"/>
              </w:rPr>
              <w:t xml:space="preserve"> </w:t>
            </w:r>
            <w:r w:rsidRPr="00EB6EC1">
              <w:rPr>
                <w:rFonts w:cs="CG Times"/>
                <w:lang w:val="en-US" w:eastAsia="zh-CN"/>
              </w:rPr>
              <w:t>within the ITU-R</w:t>
            </w:r>
            <w:r>
              <w:rPr>
                <w:rFonts w:cs="CG Times"/>
                <w:lang w:val="en-US" w:eastAsia="zh-CN"/>
              </w:rPr>
              <w:t xml:space="preserve"> ICAO</w:t>
            </w:r>
            <w:r w:rsidRPr="00EB6EC1">
              <w:rPr>
                <w:rFonts w:cs="CG Times"/>
                <w:lang w:val="en-US" w:eastAsia="zh-CN"/>
              </w:rPr>
              <w:t>, as appropriate.</w:t>
            </w:r>
          </w:p>
        </w:tc>
      </w:tr>
      <w:tr w:rsidR="00CF4C5C" w14:paraId="7CBE077C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ED16" w14:textId="77777777" w:rsidR="00CF4C5C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lastRenderedPageBreak/>
              <w:t xml:space="preserve">Working Party </w:t>
            </w:r>
            <w:r w:rsidR="00843693">
              <w:rPr>
                <w:lang w:val="en-US" w:eastAsia="zh-CN"/>
              </w:rPr>
              <w:t>5B</w:t>
            </w:r>
            <w:r>
              <w:rPr>
                <w:lang w:val="en-US" w:eastAsia="zh-CN"/>
              </w:rPr>
              <w:t xml:space="preserve"> meeting, Second Half of 2022</w:t>
            </w:r>
            <w:r>
              <w:rPr>
                <w:rStyle w:val="FootnoteReference"/>
                <w:lang w:val="en-US" w:eastAsia="zh-CN"/>
              </w:rPr>
              <w:footnoteReference w:id="3"/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1013" w14:textId="093936A4" w:rsidR="00CF4C5C" w:rsidRDefault="00CF4C5C" w:rsidP="00CF4C5C">
            <w:pPr>
              <w:pStyle w:val="Tabletext"/>
              <w:numPr>
                <w:ilvl w:val="0"/>
                <w:numId w:val="36"/>
              </w:numPr>
              <w:rPr>
                <w:rFonts w:cs="CG Times"/>
                <w:lang w:val="en-US" w:eastAsia="zh-CN"/>
              </w:rPr>
            </w:pPr>
            <w:r w:rsidRPr="00EB6EC1">
              <w:rPr>
                <w:rFonts w:cs="CG Times"/>
                <w:lang w:val="en-US" w:eastAsia="zh-CN"/>
              </w:rPr>
              <w:t xml:space="preserve">Finalize </w:t>
            </w:r>
            <w:r w:rsidR="00867812">
              <w:rPr>
                <w:rFonts w:cs="CG Times"/>
                <w:lang w:val="en-US" w:eastAsia="zh-CN"/>
              </w:rPr>
              <w:t xml:space="preserve">draft </w:t>
            </w:r>
            <w:r w:rsidR="00EB174F">
              <w:rPr>
                <w:rFonts w:cs="CG Times"/>
                <w:lang w:val="en-US" w:eastAsia="zh-CN"/>
              </w:rPr>
              <w:t>CPM text for Agenda I</w:t>
            </w:r>
            <w:bookmarkStart w:id="7" w:name="_GoBack"/>
            <w:bookmarkEnd w:id="7"/>
            <w:r w:rsidRPr="00EB6EC1">
              <w:rPr>
                <w:rFonts w:cs="CG Times"/>
                <w:lang w:val="en-US" w:eastAsia="zh-CN"/>
              </w:rPr>
              <w:t xml:space="preserve">tem </w:t>
            </w:r>
            <w:r w:rsidR="00670D28">
              <w:rPr>
                <w:rFonts w:cs="CG Times"/>
                <w:lang w:val="en-US" w:eastAsia="zh-CN"/>
              </w:rPr>
              <w:t>1.9</w:t>
            </w:r>
            <w:r w:rsidRPr="00EB6EC1">
              <w:rPr>
                <w:rFonts w:cs="CG Times"/>
                <w:lang w:val="en-US" w:eastAsia="zh-CN"/>
              </w:rPr>
              <w:t>.</w:t>
            </w:r>
          </w:p>
          <w:p w14:paraId="06F193C1" w14:textId="77777777" w:rsidR="00CF4C5C" w:rsidRPr="007433DE" w:rsidRDefault="007433DE" w:rsidP="007433DE">
            <w:pPr>
              <w:pStyle w:val="Tabletext"/>
              <w:numPr>
                <w:ilvl w:val="0"/>
                <w:numId w:val="36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>Complete development of ITU-R Report</w:t>
            </w:r>
            <w:r w:rsidR="00956893">
              <w:rPr>
                <w:lang w:val="en-US" w:eastAsia="zh-CN"/>
              </w:rPr>
              <w:t xml:space="preserve"> [Aero-Wideband-HF]</w:t>
            </w:r>
            <w:r>
              <w:rPr>
                <w:lang w:val="en-US" w:eastAsia="zh-CN"/>
              </w:rPr>
              <w:t xml:space="preserve"> for sharing a compatibility studies, as well as regulatory considerations and send to SG5</w:t>
            </w:r>
          </w:p>
        </w:tc>
      </w:tr>
      <w:tr w:rsidR="00CF4C5C" w14:paraId="6517D6B9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1EFA" w14:textId="77777777" w:rsidR="00CF4C5C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>First Half of 2023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2B46" w14:textId="77777777" w:rsidR="00CF4C5C" w:rsidRPr="00EB6EC1" w:rsidRDefault="00CF4C5C" w:rsidP="00CF4C5C">
            <w:pPr>
              <w:pStyle w:val="Tabletext"/>
              <w:numPr>
                <w:ilvl w:val="0"/>
                <w:numId w:val="36"/>
              </w:numPr>
              <w:rPr>
                <w:lang w:val="en-US" w:eastAsia="zh-CN"/>
              </w:rPr>
            </w:pPr>
            <w:r w:rsidRPr="00222655">
              <w:rPr>
                <w:lang w:val="en-US" w:eastAsia="zh-CN"/>
              </w:rPr>
              <w:t xml:space="preserve">CPM 23-2 meeting.  </w:t>
            </w:r>
          </w:p>
        </w:tc>
      </w:tr>
      <w:tr w:rsidR="00CF4C5C" w14:paraId="4997F1AF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55D2F" w14:textId="77777777" w:rsidR="00CF4C5C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Working Party </w:t>
            </w:r>
            <w:r w:rsidR="0041358D">
              <w:rPr>
                <w:lang w:val="en-US" w:eastAsia="zh-CN"/>
              </w:rPr>
              <w:t>5B</w:t>
            </w:r>
            <w:r>
              <w:rPr>
                <w:lang w:val="en-US" w:eastAsia="zh-CN"/>
              </w:rPr>
              <w:t xml:space="preserve"> meeting, First Half of 2023</w:t>
            </w:r>
            <w:r>
              <w:rPr>
                <w:rStyle w:val="FootnoteReference"/>
                <w:lang w:val="en-US" w:eastAsia="zh-CN"/>
              </w:rPr>
              <w:footnoteReference w:id="4"/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B615" w14:textId="77777777" w:rsidR="00CF4C5C" w:rsidRDefault="00CF4C5C" w:rsidP="00CF4C5C">
            <w:pPr>
              <w:pStyle w:val="Tabletext"/>
              <w:numPr>
                <w:ilvl w:val="0"/>
                <w:numId w:val="36"/>
              </w:numPr>
              <w:rPr>
                <w:rFonts w:cs="CG Times"/>
                <w:lang w:val="en-US" w:eastAsia="zh-CN"/>
              </w:rPr>
            </w:pPr>
            <w:r w:rsidRPr="00EB6EC1">
              <w:rPr>
                <w:rFonts w:cs="CG Times"/>
                <w:lang w:val="en-US" w:eastAsia="zh-CN"/>
              </w:rPr>
              <w:t xml:space="preserve">Consider contributions and any other issues arising from CPM </w:t>
            </w:r>
            <w:r>
              <w:rPr>
                <w:rFonts w:cs="CG Times"/>
                <w:lang w:val="en-US" w:eastAsia="zh-CN"/>
              </w:rPr>
              <w:t>23</w:t>
            </w:r>
            <w:r w:rsidRPr="00EB6EC1">
              <w:rPr>
                <w:rFonts w:cs="CG Times"/>
                <w:lang w:val="en-US" w:eastAsia="zh-CN"/>
              </w:rPr>
              <w:t>-2 meeting.</w:t>
            </w:r>
          </w:p>
          <w:p w14:paraId="526A0D95" w14:textId="77777777" w:rsidR="00CF4C5C" w:rsidRPr="00EB6EC1" w:rsidRDefault="00CF4C5C" w:rsidP="002F2716">
            <w:pPr>
              <w:pStyle w:val="Tabletext"/>
              <w:ind w:left="360"/>
              <w:rPr>
                <w:rFonts w:cs="CG Times"/>
                <w:lang w:val="en-US" w:eastAsia="zh-CN"/>
              </w:rPr>
            </w:pPr>
            <w:r w:rsidRPr="00EB6EC1">
              <w:rPr>
                <w:rFonts w:cs="CG Times"/>
                <w:lang w:val="en-US" w:eastAsia="zh-CN"/>
              </w:rPr>
              <w:t xml:space="preserve"> </w:t>
            </w:r>
          </w:p>
        </w:tc>
      </w:tr>
      <w:tr w:rsidR="00CF4C5C" w14:paraId="489F4B70" w14:textId="77777777" w:rsidTr="002F2716">
        <w:trPr>
          <w:trHeight w:val="5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9745" w14:textId="77777777" w:rsidR="00CF4C5C" w:rsidRDefault="00CF4C5C" w:rsidP="002F2716">
            <w:pPr>
              <w:pStyle w:val="Tabletext"/>
              <w:rPr>
                <w:lang w:val="en-US" w:eastAsia="zh-CN"/>
              </w:rPr>
            </w:pPr>
            <w:r>
              <w:rPr>
                <w:lang w:val="en-US" w:eastAsia="zh-CN"/>
              </w:rPr>
              <w:t>Second Half of 2023</w:t>
            </w:r>
            <w:r>
              <w:rPr>
                <w:rStyle w:val="FootnoteReference"/>
                <w:lang w:val="en-US" w:eastAsia="zh-CN"/>
              </w:rPr>
              <w:footnoteReference w:id="5"/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B23F6" w14:textId="77777777" w:rsidR="00CF4C5C" w:rsidRPr="00EB6EC1" w:rsidRDefault="00CF4C5C" w:rsidP="00CF4C5C">
            <w:pPr>
              <w:pStyle w:val="Tabletext"/>
              <w:numPr>
                <w:ilvl w:val="0"/>
                <w:numId w:val="36"/>
              </w:numPr>
              <w:rPr>
                <w:lang w:val="en-US" w:eastAsia="zh-CN"/>
              </w:rPr>
            </w:pPr>
            <w:r w:rsidRPr="00EB6EC1">
              <w:rPr>
                <w:lang w:val="en-US" w:eastAsia="zh-CN"/>
              </w:rPr>
              <w:t>20</w:t>
            </w:r>
            <w:r>
              <w:rPr>
                <w:lang w:val="en-US" w:eastAsia="zh-CN"/>
              </w:rPr>
              <w:t>23</w:t>
            </w:r>
            <w:r w:rsidRPr="00EB6EC1">
              <w:rPr>
                <w:lang w:val="en-US" w:eastAsia="zh-CN"/>
              </w:rPr>
              <w:t xml:space="preserve"> World Radi</w:t>
            </w:r>
            <w:r>
              <w:rPr>
                <w:lang w:val="en-US" w:eastAsia="zh-CN"/>
              </w:rPr>
              <w:t>ocommunication Conference (WRC-23</w:t>
            </w:r>
            <w:r w:rsidRPr="00EB6EC1">
              <w:rPr>
                <w:lang w:val="en-US" w:eastAsia="zh-CN"/>
              </w:rPr>
              <w:t>)</w:t>
            </w:r>
          </w:p>
        </w:tc>
      </w:tr>
    </w:tbl>
    <w:p w14:paraId="221DF4EF" w14:textId="77777777" w:rsidR="000069D4" w:rsidRPr="009B432B" w:rsidRDefault="000069D4" w:rsidP="00292A9A">
      <w:pPr>
        <w:jc w:val="center"/>
        <w:rPr>
          <w:lang w:val="en-US" w:eastAsia="zh-CN"/>
        </w:rPr>
      </w:pPr>
    </w:p>
    <w:sectPr w:rsidR="000069D4" w:rsidRPr="009B432B" w:rsidSect="00D02712">
      <w:headerReference w:type="default" r:id="rId15"/>
      <w:footerReference w:type="defaul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B93D3" w14:textId="77777777" w:rsidR="004E4E65" w:rsidRDefault="004E4E65">
      <w:r>
        <w:separator/>
      </w:r>
    </w:p>
  </w:endnote>
  <w:endnote w:type="continuationSeparator" w:id="0">
    <w:p w14:paraId="21CEA196" w14:textId="77777777" w:rsidR="004E4E65" w:rsidRDefault="004E4E65">
      <w:r>
        <w:continuationSeparator/>
      </w:r>
    </w:p>
  </w:endnote>
  <w:endnote w:type="continuationNotice" w:id="1">
    <w:p w14:paraId="690E0340" w14:textId="77777777" w:rsidR="004E4E65" w:rsidRDefault="004E4E6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86EE4" w14:textId="77777777" w:rsidR="00542580" w:rsidRDefault="005425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E2317" w14:textId="77777777" w:rsidR="004E4E65" w:rsidRDefault="004E4E65">
      <w:r>
        <w:t>____________________</w:t>
      </w:r>
    </w:p>
  </w:footnote>
  <w:footnote w:type="continuationSeparator" w:id="0">
    <w:p w14:paraId="232ACA54" w14:textId="77777777" w:rsidR="004E4E65" w:rsidRDefault="004E4E65">
      <w:r>
        <w:continuationSeparator/>
      </w:r>
    </w:p>
  </w:footnote>
  <w:footnote w:type="continuationNotice" w:id="1">
    <w:p w14:paraId="230EE61B" w14:textId="77777777" w:rsidR="004E4E65" w:rsidRDefault="004E4E65">
      <w:pPr>
        <w:spacing w:before="0"/>
      </w:pPr>
    </w:p>
  </w:footnote>
  <w:footnote w:id="2">
    <w:p w14:paraId="541B4AC7" w14:textId="77777777" w:rsidR="0089762F" w:rsidRPr="00477EE3" w:rsidRDefault="0089762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A937B3">
        <w:t xml:space="preserve">Delayed </w:t>
      </w:r>
      <w:r w:rsidR="00542580">
        <w:rPr>
          <w:lang w:val="en-US"/>
        </w:rPr>
        <w:t>due</w:t>
      </w:r>
      <w:r w:rsidR="00586C0A">
        <w:rPr>
          <w:lang w:val="en-US"/>
        </w:rPr>
        <w:t xml:space="preserve"> to </w:t>
      </w:r>
      <w:r w:rsidR="005D7CFD" w:rsidRPr="005D7CFD">
        <w:rPr>
          <w:lang w:val="en-US"/>
        </w:rPr>
        <w:t>COVID-19</w:t>
      </w:r>
    </w:p>
  </w:footnote>
  <w:footnote w:id="3">
    <w:p w14:paraId="361089DD" w14:textId="77777777" w:rsidR="00CF4C5C" w:rsidRDefault="00CF4C5C" w:rsidP="00CF4C5C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Conditional upon dates for CPM 23-2.</w:t>
      </w:r>
    </w:p>
  </w:footnote>
  <w:footnote w:id="4">
    <w:p w14:paraId="3385A765" w14:textId="77777777" w:rsidR="00CF4C5C" w:rsidRDefault="00CF4C5C" w:rsidP="00CF4C5C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Conditional upon dates for CPM 23-2.</w:t>
      </w:r>
    </w:p>
  </w:footnote>
  <w:footnote w:id="5">
    <w:p w14:paraId="2973ABCE" w14:textId="77777777" w:rsidR="00CF4C5C" w:rsidRDefault="00CF4C5C" w:rsidP="00CF4C5C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Conditional upon dates for WRC-23.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0C79C" w14:textId="77777777" w:rsidR="00980A6B" w:rsidRDefault="00980A6B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174F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266A85B" w14:textId="77777777" w:rsidR="00980A6B" w:rsidRDefault="00980A6B">
    <w:pPr>
      <w:pStyle w:val="Header"/>
      <w:rPr>
        <w:lang w:val="en-US"/>
      </w:rPr>
    </w:pPr>
    <w:r>
      <w:rPr>
        <w:lang w:val="en-US"/>
      </w:rPr>
      <w:t>5B/</w:t>
    </w:r>
    <w:r w:rsidR="002F1F4E">
      <w:rPr>
        <w:lang w:val="en-US"/>
      </w:rPr>
      <w:t>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FE6"/>
    <w:multiLevelType w:val="multilevel"/>
    <w:tmpl w:val="AECA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4A1161"/>
    <w:multiLevelType w:val="hybridMultilevel"/>
    <w:tmpl w:val="C30C3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5911341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D7FBE"/>
    <w:multiLevelType w:val="hybridMultilevel"/>
    <w:tmpl w:val="711A592A"/>
    <w:lvl w:ilvl="0" w:tplc="E2B03A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0536E9"/>
    <w:multiLevelType w:val="multilevel"/>
    <w:tmpl w:val="695E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CCD1F2D"/>
    <w:multiLevelType w:val="hybridMultilevel"/>
    <w:tmpl w:val="B232A4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3108FE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D04E4"/>
    <w:multiLevelType w:val="hybridMultilevel"/>
    <w:tmpl w:val="77FA5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C0116"/>
    <w:multiLevelType w:val="hybridMultilevel"/>
    <w:tmpl w:val="AC46A6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62718A"/>
    <w:multiLevelType w:val="hybridMultilevel"/>
    <w:tmpl w:val="1E84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6242487"/>
    <w:multiLevelType w:val="hybridMultilevel"/>
    <w:tmpl w:val="E4D8A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BA365F"/>
    <w:multiLevelType w:val="hybridMultilevel"/>
    <w:tmpl w:val="12327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90B25F3"/>
    <w:multiLevelType w:val="hybridMultilevel"/>
    <w:tmpl w:val="0E342B1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0B0952"/>
    <w:multiLevelType w:val="hybridMultilevel"/>
    <w:tmpl w:val="AAE23924"/>
    <w:lvl w:ilvl="0" w:tplc="E2B0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67675"/>
    <w:multiLevelType w:val="hybridMultilevel"/>
    <w:tmpl w:val="00DEAF7C"/>
    <w:lvl w:ilvl="0" w:tplc="DC869CB2">
      <w:start w:val="2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9"/>
  </w:num>
  <w:num w:numId="6">
    <w:abstractNumId w:val="12"/>
  </w:num>
  <w:num w:numId="7">
    <w:abstractNumId w:val="14"/>
  </w:num>
  <w:num w:numId="8">
    <w:abstractNumId w:val="3"/>
  </w:num>
  <w:num w:numId="9">
    <w:abstractNumId w:val="22"/>
  </w:num>
  <w:num w:numId="10">
    <w:abstractNumId w:val="16"/>
  </w:num>
  <w:num w:numId="11">
    <w:abstractNumId w:val="25"/>
  </w:num>
  <w:num w:numId="12">
    <w:abstractNumId w:val="30"/>
  </w:num>
  <w:num w:numId="13">
    <w:abstractNumId w:val="34"/>
  </w:num>
  <w:num w:numId="14">
    <w:abstractNumId w:val="19"/>
  </w:num>
  <w:num w:numId="15">
    <w:abstractNumId w:val="28"/>
  </w:num>
  <w:num w:numId="16">
    <w:abstractNumId w:val="27"/>
  </w:num>
  <w:num w:numId="17">
    <w:abstractNumId w:val="26"/>
  </w:num>
  <w:num w:numId="18">
    <w:abstractNumId w:val="31"/>
  </w:num>
  <w:num w:numId="19">
    <w:abstractNumId w:val="33"/>
  </w:num>
  <w:num w:numId="20">
    <w:abstractNumId w:val="2"/>
  </w:num>
  <w:num w:numId="21">
    <w:abstractNumId w:val="6"/>
  </w:num>
  <w:num w:numId="22">
    <w:abstractNumId w:val="11"/>
  </w:num>
  <w:num w:numId="23">
    <w:abstractNumId w:val="29"/>
  </w:num>
  <w:num w:numId="24">
    <w:abstractNumId w:val="5"/>
  </w:num>
  <w:num w:numId="25">
    <w:abstractNumId w:val="4"/>
  </w:num>
  <w:num w:numId="26">
    <w:abstractNumId w:val="21"/>
  </w:num>
  <w:num w:numId="27">
    <w:abstractNumId w:val="24"/>
  </w:num>
  <w:num w:numId="28">
    <w:abstractNumId w:val="8"/>
  </w:num>
  <w:num w:numId="29">
    <w:abstractNumId w:val="13"/>
  </w:num>
  <w:num w:numId="30">
    <w:abstractNumId w:val="18"/>
  </w:num>
  <w:num w:numId="31">
    <w:abstractNumId w:val="32"/>
  </w:num>
  <w:num w:numId="32">
    <w:abstractNumId w:val="0"/>
  </w:num>
  <w:num w:numId="33">
    <w:abstractNumId w:val="20"/>
  </w:num>
  <w:num w:numId="34">
    <w:abstractNumId w:val="1"/>
  </w:num>
  <w:num w:numId="35">
    <w:abstractNumId w:val="7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CH" w:vendorID="64" w:dllVersion="4096" w:nlCheck="1" w:checkStyle="0"/>
  <w:activeWritingStyle w:appName="MSWord" w:lang="en-AU" w:vendorID="64" w:dllVersion="4096" w:nlCheck="1" w:checkStyle="0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64"/>
    <w:rsid w:val="000069D4"/>
    <w:rsid w:val="00014E7A"/>
    <w:rsid w:val="000174AD"/>
    <w:rsid w:val="00022C4F"/>
    <w:rsid w:val="000253F7"/>
    <w:rsid w:val="00047A1D"/>
    <w:rsid w:val="000604B9"/>
    <w:rsid w:val="00065117"/>
    <w:rsid w:val="00065ECA"/>
    <w:rsid w:val="00096C11"/>
    <w:rsid w:val="000A511A"/>
    <w:rsid w:val="000A7D55"/>
    <w:rsid w:val="000C12C8"/>
    <w:rsid w:val="000C2E8E"/>
    <w:rsid w:val="000E0E7C"/>
    <w:rsid w:val="000E23AD"/>
    <w:rsid w:val="000F00F2"/>
    <w:rsid w:val="000F1B4B"/>
    <w:rsid w:val="000F59AB"/>
    <w:rsid w:val="0011684E"/>
    <w:rsid w:val="0012744F"/>
    <w:rsid w:val="00131178"/>
    <w:rsid w:val="00156F66"/>
    <w:rsid w:val="00163271"/>
    <w:rsid w:val="001816A1"/>
    <w:rsid w:val="00182528"/>
    <w:rsid w:val="0018500B"/>
    <w:rsid w:val="00196A19"/>
    <w:rsid w:val="001A7AB1"/>
    <w:rsid w:val="001B2C57"/>
    <w:rsid w:val="001C1FC2"/>
    <w:rsid w:val="001E69E6"/>
    <w:rsid w:val="001E71B1"/>
    <w:rsid w:val="001F6D54"/>
    <w:rsid w:val="00202DC1"/>
    <w:rsid w:val="002116EE"/>
    <w:rsid w:val="00227BD7"/>
    <w:rsid w:val="002309D8"/>
    <w:rsid w:val="00236FB0"/>
    <w:rsid w:val="00264120"/>
    <w:rsid w:val="0026514A"/>
    <w:rsid w:val="00266E64"/>
    <w:rsid w:val="002721F8"/>
    <w:rsid w:val="00281361"/>
    <w:rsid w:val="00281A17"/>
    <w:rsid w:val="002912FE"/>
    <w:rsid w:val="00292A89"/>
    <w:rsid w:val="00292A9A"/>
    <w:rsid w:val="002937D7"/>
    <w:rsid w:val="002A38CB"/>
    <w:rsid w:val="002A7FE2"/>
    <w:rsid w:val="002C2D88"/>
    <w:rsid w:val="002E1B4F"/>
    <w:rsid w:val="002E317D"/>
    <w:rsid w:val="002F0D5E"/>
    <w:rsid w:val="002F1F4E"/>
    <w:rsid w:val="002F2E67"/>
    <w:rsid w:val="002F7407"/>
    <w:rsid w:val="002F7CB3"/>
    <w:rsid w:val="003079B2"/>
    <w:rsid w:val="00315546"/>
    <w:rsid w:val="00321AB5"/>
    <w:rsid w:val="00330567"/>
    <w:rsid w:val="00360AD8"/>
    <w:rsid w:val="00386A9D"/>
    <w:rsid w:val="00390958"/>
    <w:rsid w:val="00391081"/>
    <w:rsid w:val="00396A8C"/>
    <w:rsid w:val="003A48EE"/>
    <w:rsid w:val="003A531B"/>
    <w:rsid w:val="003B2789"/>
    <w:rsid w:val="003C13CE"/>
    <w:rsid w:val="003C697E"/>
    <w:rsid w:val="003D3222"/>
    <w:rsid w:val="003D5967"/>
    <w:rsid w:val="003E2518"/>
    <w:rsid w:val="003E7CEF"/>
    <w:rsid w:val="0041358D"/>
    <w:rsid w:val="0041393D"/>
    <w:rsid w:val="00437A2C"/>
    <w:rsid w:val="00477EE3"/>
    <w:rsid w:val="00487865"/>
    <w:rsid w:val="00487BDD"/>
    <w:rsid w:val="00494CE5"/>
    <w:rsid w:val="00494EC1"/>
    <w:rsid w:val="004A7545"/>
    <w:rsid w:val="004B1EF7"/>
    <w:rsid w:val="004B3BAB"/>
    <w:rsid w:val="004B3FAD"/>
    <w:rsid w:val="004B4B11"/>
    <w:rsid w:val="004B56C5"/>
    <w:rsid w:val="004B778A"/>
    <w:rsid w:val="004C5749"/>
    <w:rsid w:val="004E4E65"/>
    <w:rsid w:val="00501DCA"/>
    <w:rsid w:val="00513A47"/>
    <w:rsid w:val="00531560"/>
    <w:rsid w:val="005408DF"/>
    <w:rsid w:val="00542580"/>
    <w:rsid w:val="00573344"/>
    <w:rsid w:val="00573F7A"/>
    <w:rsid w:val="0058381F"/>
    <w:rsid w:val="00583F9B"/>
    <w:rsid w:val="00586C0A"/>
    <w:rsid w:val="005A7A56"/>
    <w:rsid w:val="005B0D29"/>
    <w:rsid w:val="005B5004"/>
    <w:rsid w:val="005D7CFD"/>
    <w:rsid w:val="005E5A3C"/>
    <w:rsid w:val="005E5C10"/>
    <w:rsid w:val="005F2C78"/>
    <w:rsid w:val="005F3E88"/>
    <w:rsid w:val="006144E4"/>
    <w:rsid w:val="00650299"/>
    <w:rsid w:val="00655FC5"/>
    <w:rsid w:val="00670D28"/>
    <w:rsid w:val="0069223D"/>
    <w:rsid w:val="00692ED7"/>
    <w:rsid w:val="0069698D"/>
    <w:rsid w:val="006A48CB"/>
    <w:rsid w:val="006A672A"/>
    <w:rsid w:val="006E4D0E"/>
    <w:rsid w:val="006F1F33"/>
    <w:rsid w:val="007323B2"/>
    <w:rsid w:val="0073430E"/>
    <w:rsid w:val="007433DE"/>
    <w:rsid w:val="007438D5"/>
    <w:rsid w:val="007568B8"/>
    <w:rsid w:val="007C1133"/>
    <w:rsid w:val="00801C91"/>
    <w:rsid w:val="008029C4"/>
    <w:rsid w:val="008114E6"/>
    <w:rsid w:val="00813A6F"/>
    <w:rsid w:val="00814E0A"/>
    <w:rsid w:val="008219FB"/>
    <w:rsid w:val="008220E8"/>
    <w:rsid w:val="00822581"/>
    <w:rsid w:val="008309DD"/>
    <w:rsid w:val="0083227A"/>
    <w:rsid w:val="00840957"/>
    <w:rsid w:val="0084212E"/>
    <w:rsid w:val="00843693"/>
    <w:rsid w:val="00866900"/>
    <w:rsid w:val="00867812"/>
    <w:rsid w:val="00876A8A"/>
    <w:rsid w:val="00881BA1"/>
    <w:rsid w:val="0089762F"/>
    <w:rsid w:val="008C2302"/>
    <w:rsid w:val="008C26B8"/>
    <w:rsid w:val="008E3FEF"/>
    <w:rsid w:val="008F110E"/>
    <w:rsid w:val="008F208F"/>
    <w:rsid w:val="0090603B"/>
    <w:rsid w:val="0091120A"/>
    <w:rsid w:val="00954CEC"/>
    <w:rsid w:val="00956893"/>
    <w:rsid w:val="00980A6B"/>
    <w:rsid w:val="00982084"/>
    <w:rsid w:val="00983317"/>
    <w:rsid w:val="00995963"/>
    <w:rsid w:val="009A1B5D"/>
    <w:rsid w:val="009B432B"/>
    <w:rsid w:val="009B61EB"/>
    <w:rsid w:val="009C187D"/>
    <w:rsid w:val="009C2064"/>
    <w:rsid w:val="009D1697"/>
    <w:rsid w:val="009D7971"/>
    <w:rsid w:val="009E04DC"/>
    <w:rsid w:val="009E63FD"/>
    <w:rsid w:val="009F3A46"/>
    <w:rsid w:val="009F6520"/>
    <w:rsid w:val="00A014F8"/>
    <w:rsid w:val="00A3428E"/>
    <w:rsid w:val="00A37765"/>
    <w:rsid w:val="00A37E62"/>
    <w:rsid w:val="00A45179"/>
    <w:rsid w:val="00A5173C"/>
    <w:rsid w:val="00A61AEF"/>
    <w:rsid w:val="00A937B3"/>
    <w:rsid w:val="00A937CA"/>
    <w:rsid w:val="00AC60BA"/>
    <w:rsid w:val="00AD2345"/>
    <w:rsid w:val="00AE0260"/>
    <w:rsid w:val="00AE6047"/>
    <w:rsid w:val="00AF173A"/>
    <w:rsid w:val="00B066A4"/>
    <w:rsid w:val="00B07A13"/>
    <w:rsid w:val="00B148C1"/>
    <w:rsid w:val="00B4137A"/>
    <w:rsid w:val="00B4279B"/>
    <w:rsid w:val="00B43C3B"/>
    <w:rsid w:val="00B45FC9"/>
    <w:rsid w:val="00B60B79"/>
    <w:rsid w:val="00B62CC9"/>
    <w:rsid w:val="00B76F35"/>
    <w:rsid w:val="00B779C3"/>
    <w:rsid w:val="00B81138"/>
    <w:rsid w:val="00B93B99"/>
    <w:rsid w:val="00BB0D5C"/>
    <w:rsid w:val="00BC7CCF"/>
    <w:rsid w:val="00BD62C5"/>
    <w:rsid w:val="00BE2387"/>
    <w:rsid w:val="00BE470B"/>
    <w:rsid w:val="00BE64B9"/>
    <w:rsid w:val="00C20211"/>
    <w:rsid w:val="00C468AF"/>
    <w:rsid w:val="00C54D86"/>
    <w:rsid w:val="00C569A1"/>
    <w:rsid w:val="00C57A91"/>
    <w:rsid w:val="00CC01C2"/>
    <w:rsid w:val="00CC2966"/>
    <w:rsid w:val="00CF21F2"/>
    <w:rsid w:val="00CF4C5C"/>
    <w:rsid w:val="00D02712"/>
    <w:rsid w:val="00D046A7"/>
    <w:rsid w:val="00D13451"/>
    <w:rsid w:val="00D214D0"/>
    <w:rsid w:val="00D35A05"/>
    <w:rsid w:val="00D56AE3"/>
    <w:rsid w:val="00D6546B"/>
    <w:rsid w:val="00D77C1F"/>
    <w:rsid w:val="00DA5A2B"/>
    <w:rsid w:val="00DB178B"/>
    <w:rsid w:val="00DC17D3"/>
    <w:rsid w:val="00DD2734"/>
    <w:rsid w:val="00DD4491"/>
    <w:rsid w:val="00DD4BED"/>
    <w:rsid w:val="00DE39F0"/>
    <w:rsid w:val="00DE67CC"/>
    <w:rsid w:val="00DF0AF3"/>
    <w:rsid w:val="00DF5457"/>
    <w:rsid w:val="00DF7E9F"/>
    <w:rsid w:val="00E1147B"/>
    <w:rsid w:val="00E221C7"/>
    <w:rsid w:val="00E27754"/>
    <w:rsid w:val="00E27D7E"/>
    <w:rsid w:val="00E42E13"/>
    <w:rsid w:val="00E53123"/>
    <w:rsid w:val="00E56D5C"/>
    <w:rsid w:val="00E6257C"/>
    <w:rsid w:val="00E63C59"/>
    <w:rsid w:val="00E658D0"/>
    <w:rsid w:val="00E672FC"/>
    <w:rsid w:val="00E90A65"/>
    <w:rsid w:val="00EB174F"/>
    <w:rsid w:val="00EE38F5"/>
    <w:rsid w:val="00F17788"/>
    <w:rsid w:val="00F204D7"/>
    <w:rsid w:val="00F2180B"/>
    <w:rsid w:val="00F23BE7"/>
    <w:rsid w:val="00F25662"/>
    <w:rsid w:val="00F4778F"/>
    <w:rsid w:val="00F73CEB"/>
    <w:rsid w:val="00F904D4"/>
    <w:rsid w:val="00F910A7"/>
    <w:rsid w:val="00F94FC2"/>
    <w:rsid w:val="00FA124A"/>
    <w:rsid w:val="00FA5F12"/>
    <w:rsid w:val="00FB088F"/>
    <w:rsid w:val="00FC06A7"/>
    <w:rsid w:val="00FC08DD"/>
    <w:rsid w:val="00FC2316"/>
    <w:rsid w:val="00FC2CFD"/>
    <w:rsid w:val="00FD7E7A"/>
    <w:rsid w:val="00FF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679CD1"/>
  <w15:docId w15:val="{4819C622-2683-44BB-823C-B7EBBF43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uiPriority w:val="99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uiPriority w:val="99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,DN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rsid w:val="00E63C59"/>
  </w:style>
  <w:style w:type="paragraph" w:styleId="Index2">
    <w:name w:val="index 2"/>
    <w:basedOn w:val="Normal"/>
    <w:next w:val="Normal"/>
    <w:rsid w:val="00E63C59"/>
    <w:pPr>
      <w:ind w:left="283"/>
    </w:pPr>
  </w:style>
  <w:style w:type="paragraph" w:styleId="Index3">
    <w:name w:val="index 3"/>
    <w:basedOn w:val="Normal"/>
    <w:next w:val="Normal"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aliases w:val="fig"/>
    <w:basedOn w:val="Normal"/>
    <w:next w:val="Normal"/>
    <w:uiPriority w:val="99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uiPriority w:val="99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uiPriority w:val="99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ho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odyTextIndent">
    <w:name w:val="Body Text Indent"/>
    <w:basedOn w:val="Normal"/>
    <w:link w:val="BodyTextIndentChar"/>
    <w:rsid w:val="009B432B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B432B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qFormat/>
    <w:rsid w:val="009B432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9B432B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ocked/>
    <w:rsid w:val="009B432B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9B432B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9B432B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9B432B"/>
    <w:rPr>
      <w:rFonts w:ascii="Times New Roman Bold" w:hAnsi="Times New Roman Bold" w:cs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9B432B"/>
    <w:rPr>
      <w:rFonts w:ascii="Times New Roman Bold" w:hAnsi="Times New Roman Bold" w:cs="Times New Roman Bold"/>
      <w:b/>
      <w:sz w:val="24"/>
      <w:lang w:val="fr-CH" w:eastAsia="en-US"/>
    </w:rPr>
  </w:style>
  <w:style w:type="character" w:styleId="Hyperlink">
    <w:name w:val="Hyperlink"/>
    <w:rsid w:val="009B432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9B432B"/>
    <w:rPr>
      <w:sz w:val="20"/>
    </w:rPr>
  </w:style>
  <w:style w:type="character" w:customStyle="1" w:styleId="BalloonTextChar">
    <w:name w:val="Balloon Text Char"/>
    <w:basedOn w:val="DefaultParagraphFont"/>
    <w:link w:val="BalloonText"/>
    <w:rsid w:val="009B432B"/>
    <w:rPr>
      <w:rFonts w:ascii="Times New Roman" w:hAnsi="Times New Roman"/>
      <w:lang w:val="en-GB" w:eastAsia="en-US"/>
    </w:rPr>
  </w:style>
  <w:style w:type="paragraph" w:styleId="NoSpacing">
    <w:name w:val="No Spacing"/>
    <w:uiPriority w:val="99"/>
    <w:qFormat/>
    <w:rsid w:val="009B432B"/>
    <w:pPr>
      <w:jc w:val="center"/>
    </w:pPr>
    <w:rPr>
      <w:rFonts w:ascii="Times New Roman" w:hAnsi="Times New Roman"/>
      <w:lang w:eastAsia="en-US"/>
    </w:rPr>
  </w:style>
  <w:style w:type="character" w:customStyle="1" w:styleId="TableNoChar">
    <w:name w:val="Table_No Char"/>
    <w:link w:val="TableNo"/>
    <w:locked/>
    <w:rsid w:val="009B432B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Tabletitle0">
    <w:name w:val="Table_title Знак"/>
    <w:uiPriority w:val="99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link w:val="FigureNo"/>
    <w:uiPriority w:val="99"/>
    <w:locked/>
    <w:rsid w:val="009B432B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next w:val="Normal"/>
    <w:rsid w:val="009B432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1"/>
    <w:qFormat/>
    <w:rsid w:val="009B432B"/>
    <w:pPr>
      <w:ind w:left="720"/>
      <w:contextualSpacing/>
    </w:pPr>
  </w:style>
  <w:style w:type="character" w:styleId="FollowedHyperlink">
    <w:name w:val="FollowedHyperlink"/>
    <w:uiPriority w:val="99"/>
    <w:rsid w:val="009B432B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9B432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9B432B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9B432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ascii="Times New Roman" w:eastAsia="????" w:hAnsi="Times New Roman"/>
      <w:b/>
      <w:bCs/>
      <w:sz w:val="22"/>
      <w:szCs w:val="22"/>
      <w:lang w:val="en-GB" w:eastAsia="en-US"/>
    </w:rPr>
  </w:style>
  <w:style w:type="paragraph" w:customStyle="1" w:styleId="ECCParagraph">
    <w:name w:val="ECC Paragraph"/>
    <w:basedOn w:val="Normal"/>
    <w:uiPriority w:val="99"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9B432B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9B432B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9B432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9B432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9B432B"/>
    <w:rPr>
      <w:rFonts w:ascii="Arial" w:hAnsi="Arial"/>
      <w:b/>
      <w:sz w:val="22"/>
      <w:lang w:val="nb-NO" w:eastAsia="ja-JP"/>
    </w:rPr>
  </w:style>
  <w:style w:type="paragraph" w:customStyle="1" w:styleId="Default">
    <w:name w:val="Default"/>
    <w:rsid w:val="009B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B432B"/>
    <w:rPr>
      <w:color w:val="808080"/>
    </w:rPr>
  </w:style>
  <w:style w:type="paragraph" w:styleId="NormalWeb">
    <w:name w:val="Normal (Web)"/>
    <w:basedOn w:val="Normal"/>
    <w:uiPriority w:val="99"/>
    <w:unhideWhenUsed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9B432B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9B432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B432B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B432B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43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432B"/>
    <w:rPr>
      <w:rFonts w:ascii="Times New Roman" w:hAnsi="Times New Roman"/>
      <w:b/>
      <w:bCs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432B"/>
    <w:rPr>
      <w:color w:val="808080"/>
      <w:shd w:val="clear" w:color="auto" w:fill="E6E6E6"/>
    </w:rPr>
  </w:style>
  <w:style w:type="numbering" w:customStyle="1" w:styleId="NoList1">
    <w:name w:val="No List1"/>
    <w:next w:val="NoList"/>
    <w:uiPriority w:val="99"/>
    <w:semiHidden/>
    <w:unhideWhenUsed/>
    <w:rsid w:val="009B432B"/>
  </w:style>
  <w:style w:type="table" w:customStyle="1" w:styleId="TableGrid1">
    <w:name w:val="Table Grid1"/>
    <w:basedOn w:val="TableNormal"/>
    <w:next w:val="TableGrid"/>
    <w:rsid w:val="009B432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B432B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B432B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A531B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542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8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ladson@hwglaw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i.kalyanaraman@collins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db@asri.aer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traz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18DAB4E85C942AB340AE3BA1642C5" ma:contentTypeVersion="13" ma:contentTypeDescription="Create a new document." ma:contentTypeScope="" ma:versionID="e1029dcef66afb5f06edbc3672a180af">
  <xsd:schema xmlns:xsd="http://www.w3.org/2001/XMLSchema" xmlns:xs="http://www.w3.org/2001/XMLSchema" xmlns:p="http://schemas.microsoft.com/office/2006/metadata/properties" xmlns:ns3="e88c0a4d-a572-4ba4-809d-8bce21cd4cd9" xmlns:ns4="061f0f43-8103-49fe-bcfa-5299451d2703" targetNamespace="http://schemas.microsoft.com/office/2006/metadata/properties" ma:root="true" ma:fieldsID="8891860dc3a9dcc9bcdae28fb05e5ca1" ns3:_="" ns4:_="">
    <xsd:import namespace="e88c0a4d-a572-4ba4-809d-8bce21cd4cd9"/>
    <xsd:import namespace="061f0f43-8103-49fe-bcfa-5299451d2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0a4d-a572-4ba4-809d-8bce21cd4c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f0f43-8103-49fe-bcfa-5299451d27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EAB07-5400-4391-8B38-F2F95AF85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D74AA9-4419-4C70-8043-15E8DF249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BF30B-2A0C-4FE9-A6EA-F4D44A044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8c0a4d-a572-4ba4-809d-8bce21cd4cd9"/>
    <ds:schemaRef ds:uri="061f0f43-8103-49fe-bcfa-5299451d2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420576-1592-4BC6-A0BB-2ED904A7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0</TotalTime>
  <Pages>4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 Baker</dc:creator>
  <cp:lastModifiedBy>Sandra Wright</cp:lastModifiedBy>
  <cp:revision>2</cp:revision>
  <cp:lastPrinted>2008-02-21T14:04:00Z</cp:lastPrinted>
  <dcterms:created xsi:type="dcterms:W3CDTF">2020-05-13T20:44:00Z</dcterms:created>
  <dcterms:modified xsi:type="dcterms:W3CDTF">2020-05-13T20:44:00Z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0x010100B9818DAB4E85C942AB340AE3BA1642C5</vt:lpwstr>
  </property>
</Properties>
</file>