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1393"/>
        <w:tblW w:w="88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44"/>
        <w:gridCol w:w="5366"/>
        <w:gridCol w:w="8"/>
      </w:tblGrid>
      <w:tr w:rsidR="005926CC" w:rsidRPr="00542C37" w14:paraId="41BC31D2" w14:textId="77777777" w:rsidTr="005926CC">
        <w:trPr>
          <w:trHeight w:val="459"/>
        </w:trPr>
        <w:tc>
          <w:tcPr>
            <w:tcW w:w="8818" w:type="dxa"/>
            <w:gridSpan w:val="3"/>
            <w:tcBorders>
              <w:top w:val="single" w:sz="12" w:space="0" w:color="auto"/>
              <w:left w:val="double" w:sz="6" w:space="0" w:color="auto"/>
              <w:right w:val="double" w:sz="6" w:space="0" w:color="auto"/>
            </w:tcBorders>
            <w:shd w:val="clear" w:color="auto" w:fill="C0C0C0"/>
          </w:tcPr>
          <w:p w14:paraId="3B2DF8F4" w14:textId="77777777" w:rsidR="005926CC" w:rsidRPr="00542C37" w:rsidRDefault="005926CC" w:rsidP="005926CC">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6DB4876C" w14:textId="77777777" w:rsidR="005926CC" w:rsidRPr="00542C37" w:rsidRDefault="005926CC" w:rsidP="005926CC">
            <w:pPr>
              <w:pStyle w:val="TabletitleBR"/>
              <w:rPr>
                <w:spacing w:val="-3"/>
                <w:szCs w:val="24"/>
              </w:rPr>
            </w:pPr>
            <w:r w:rsidRPr="00542C37">
              <w:rPr>
                <w:spacing w:val="-3"/>
                <w:szCs w:val="24"/>
              </w:rPr>
              <w:t>Fact Sheet</w:t>
            </w:r>
          </w:p>
        </w:tc>
      </w:tr>
      <w:tr w:rsidR="005926CC" w:rsidRPr="00542C37" w14:paraId="1B89D89F" w14:textId="77777777" w:rsidTr="005926CC">
        <w:trPr>
          <w:gridAfter w:val="1"/>
          <w:wAfter w:w="8" w:type="dxa"/>
          <w:trHeight w:val="367"/>
        </w:trPr>
        <w:tc>
          <w:tcPr>
            <w:tcW w:w="3444" w:type="dxa"/>
            <w:tcBorders>
              <w:left w:val="double" w:sz="6" w:space="0" w:color="auto"/>
            </w:tcBorders>
          </w:tcPr>
          <w:p w14:paraId="6BD01B3B" w14:textId="77777777" w:rsidR="005926CC" w:rsidRPr="00542C37" w:rsidRDefault="005926CC" w:rsidP="005926CC">
            <w:pPr>
              <w:spacing w:after="120"/>
              <w:ind w:left="900" w:right="144" w:hanging="756"/>
              <w:rPr>
                <w:szCs w:val="24"/>
              </w:rPr>
            </w:pPr>
            <w:proofErr w:type="spellStart"/>
            <w:r w:rsidRPr="00542C37">
              <w:rPr>
                <w:b/>
                <w:szCs w:val="24"/>
              </w:rPr>
              <w:t>Working</w:t>
            </w:r>
            <w:proofErr w:type="spellEnd"/>
            <w:r w:rsidRPr="00542C37">
              <w:rPr>
                <w:b/>
                <w:szCs w:val="24"/>
              </w:rPr>
              <w:t xml:space="preserve"> Party:</w:t>
            </w:r>
            <w:r w:rsidRPr="00542C37">
              <w:rPr>
                <w:szCs w:val="24"/>
              </w:rPr>
              <w:t xml:space="preserve">  US WP 5B</w:t>
            </w:r>
          </w:p>
        </w:tc>
        <w:tc>
          <w:tcPr>
            <w:tcW w:w="5366" w:type="dxa"/>
            <w:tcBorders>
              <w:right w:val="double" w:sz="6" w:space="0" w:color="auto"/>
            </w:tcBorders>
          </w:tcPr>
          <w:p w14:paraId="29B18D63" w14:textId="77777777" w:rsidR="005926CC" w:rsidRPr="00542C37" w:rsidRDefault="005926CC" w:rsidP="005926CC">
            <w:pPr>
              <w:spacing w:after="120"/>
              <w:ind w:left="144" w:right="144"/>
              <w:rPr>
                <w:szCs w:val="24"/>
              </w:rPr>
            </w:pPr>
            <w:r w:rsidRPr="00542C37">
              <w:rPr>
                <w:b/>
                <w:szCs w:val="24"/>
              </w:rPr>
              <w:t>Document No:</w:t>
            </w:r>
            <w:r w:rsidRPr="00542C37">
              <w:rPr>
                <w:szCs w:val="24"/>
              </w:rPr>
              <w:t xml:space="preserve">  </w:t>
            </w:r>
            <w:r w:rsidRPr="00542C37">
              <w:rPr>
                <w:szCs w:val="24"/>
                <w:lang w:val="en-US"/>
              </w:rPr>
              <w:t>USWP5B26-XX</w:t>
            </w:r>
          </w:p>
        </w:tc>
      </w:tr>
      <w:tr w:rsidR="005926CC" w:rsidRPr="00542C37" w14:paraId="5F260BD3" w14:textId="77777777" w:rsidTr="005926CC">
        <w:trPr>
          <w:gridAfter w:val="1"/>
          <w:wAfter w:w="8" w:type="dxa"/>
          <w:trHeight w:val="378"/>
        </w:trPr>
        <w:tc>
          <w:tcPr>
            <w:tcW w:w="3444" w:type="dxa"/>
            <w:tcBorders>
              <w:left w:val="double" w:sz="6" w:space="0" w:color="auto"/>
            </w:tcBorders>
          </w:tcPr>
          <w:p w14:paraId="12481472" w14:textId="77777777" w:rsidR="005926CC" w:rsidRPr="00542C37" w:rsidRDefault="005926CC" w:rsidP="005926CC">
            <w:pPr>
              <w:spacing w:before="0"/>
              <w:ind w:left="144" w:right="144"/>
              <w:rPr>
                <w:szCs w:val="24"/>
                <w:lang w:val="pt-BR"/>
              </w:rPr>
            </w:pPr>
            <w:r w:rsidRPr="00542C37">
              <w:rPr>
                <w:b/>
                <w:szCs w:val="24"/>
                <w:lang w:val="pt-BR"/>
              </w:rPr>
              <w:t xml:space="preserve">Ref: </w:t>
            </w:r>
            <w:r>
              <w:rPr>
                <w:szCs w:val="24"/>
                <w:lang w:val="pt-BR"/>
              </w:rPr>
              <w:t>WRC-23 AI 1.4</w:t>
            </w:r>
          </w:p>
        </w:tc>
        <w:tc>
          <w:tcPr>
            <w:tcW w:w="5366" w:type="dxa"/>
            <w:tcBorders>
              <w:right w:val="double" w:sz="6" w:space="0" w:color="auto"/>
            </w:tcBorders>
          </w:tcPr>
          <w:p w14:paraId="7245143B" w14:textId="77777777" w:rsidR="005926CC" w:rsidRPr="00542C37" w:rsidRDefault="005926CC" w:rsidP="005926CC">
            <w:pPr>
              <w:tabs>
                <w:tab w:val="left" w:pos="162"/>
              </w:tabs>
              <w:spacing w:before="0"/>
              <w:ind w:left="612" w:right="144" w:hanging="468"/>
              <w:rPr>
                <w:szCs w:val="24"/>
              </w:rPr>
            </w:pPr>
            <w:proofErr w:type="gramStart"/>
            <w:r w:rsidRPr="00542C37">
              <w:rPr>
                <w:b/>
                <w:szCs w:val="24"/>
              </w:rPr>
              <w:t>Date:</w:t>
            </w:r>
            <w:proofErr w:type="gramEnd"/>
            <w:r w:rsidRPr="00542C37">
              <w:rPr>
                <w:szCs w:val="24"/>
              </w:rPr>
              <w:t xml:space="preserve">  </w:t>
            </w:r>
            <w:r>
              <w:rPr>
                <w:szCs w:val="24"/>
              </w:rPr>
              <w:t xml:space="preserve">9 </w:t>
            </w:r>
            <w:proofErr w:type="spellStart"/>
            <w:r>
              <w:rPr>
                <w:szCs w:val="24"/>
              </w:rPr>
              <w:t>February</w:t>
            </w:r>
            <w:proofErr w:type="spellEnd"/>
            <w:r>
              <w:rPr>
                <w:szCs w:val="24"/>
              </w:rPr>
              <w:t xml:space="preserve"> </w:t>
            </w:r>
            <w:r w:rsidRPr="00542C37">
              <w:rPr>
                <w:szCs w:val="24"/>
              </w:rPr>
              <w:t xml:space="preserve"> 2021</w:t>
            </w:r>
          </w:p>
        </w:tc>
      </w:tr>
      <w:tr w:rsidR="005926CC" w:rsidRPr="00542C37" w14:paraId="16BB4FED" w14:textId="77777777" w:rsidTr="005926CC">
        <w:trPr>
          <w:trHeight w:val="1152"/>
        </w:trPr>
        <w:tc>
          <w:tcPr>
            <w:tcW w:w="8818" w:type="dxa"/>
            <w:gridSpan w:val="3"/>
            <w:tcBorders>
              <w:left w:val="double" w:sz="6" w:space="0" w:color="auto"/>
              <w:right w:val="double" w:sz="6" w:space="0" w:color="auto"/>
            </w:tcBorders>
          </w:tcPr>
          <w:p w14:paraId="51A0892C" w14:textId="22FA1F3D" w:rsidR="005926CC" w:rsidRPr="00542C37" w:rsidRDefault="005926CC" w:rsidP="005926CC">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542C37">
              <w:rPr>
                <w:b/>
                <w:bCs/>
                <w:szCs w:val="24"/>
              </w:rPr>
              <w:t xml:space="preserve">Document </w:t>
            </w:r>
            <w:proofErr w:type="gramStart"/>
            <w:r w:rsidRPr="00542C37">
              <w:rPr>
                <w:b/>
                <w:bCs/>
                <w:szCs w:val="24"/>
              </w:rPr>
              <w:t>Title:</w:t>
            </w:r>
            <w:proofErr w:type="gramEnd"/>
            <w:r w:rsidRPr="00542C37">
              <w:rPr>
                <w:bCs/>
                <w:szCs w:val="24"/>
              </w:rPr>
              <w:t xml:space="preserve"> </w:t>
            </w:r>
            <w:r>
              <w:rPr>
                <w:bCs/>
                <w:szCs w:val="24"/>
              </w:rPr>
              <w:t xml:space="preserve">Preliminary </w:t>
            </w:r>
            <w:r w:rsidRPr="00542C37">
              <w:rPr>
                <w:bCs/>
                <w:szCs w:val="24"/>
              </w:rPr>
              <w:t xml:space="preserve">Draft </w:t>
            </w:r>
            <w:proofErr w:type="spellStart"/>
            <w:r w:rsidRPr="00542C37">
              <w:rPr>
                <w:bCs/>
                <w:szCs w:val="24"/>
              </w:rPr>
              <w:t>Revision</w:t>
            </w:r>
            <w:proofErr w:type="spellEnd"/>
            <w:r w:rsidRPr="00542C37">
              <w:rPr>
                <w:bCs/>
                <w:szCs w:val="24"/>
              </w:rPr>
              <w:t xml:space="preserve"> of Recommendation ITU-R M.146</w:t>
            </w:r>
            <w:r>
              <w:rPr>
                <w:bCs/>
                <w:szCs w:val="24"/>
              </w:rPr>
              <w:t>4</w:t>
            </w:r>
            <w:r w:rsidRPr="00542C37">
              <w:rPr>
                <w:bCs/>
                <w:szCs w:val="24"/>
              </w:rPr>
              <w:t>-</w:t>
            </w:r>
            <w:r>
              <w:rPr>
                <w:bCs/>
                <w:szCs w:val="24"/>
              </w:rPr>
              <w:t>2</w:t>
            </w:r>
            <w:r w:rsidRPr="00542C37">
              <w:rPr>
                <w:bCs/>
                <w:szCs w:val="24"/>
              </w:rPr>
              <w:t>, “</w:t>
            </w:r>
            <w:r w:rsidRPr="00444CE0">
              <w:rPr>
                <w:szCs w:val="24"/>
                <w:lang w:val="pt-BR"/>
              </w:rPr>
              <w:t xml:space="preserve">Characteristics of non-meteorological radiolocation radars, and characteristics and protection criteria for sharing studies for aeronautical radionavigation and radars in the radiodetermination service </w:t>
            </w:r>
            <w:r>
              <w:rPr>
                <w:szCs w:val="24"/>
                <w:lang w:val="pt-BR"/>
              </w:rPr>
              <w:t xml:space="preserve"> </w:t>
            </w:r>
            <w:r w:rsidRPr="00444CE0">
              <w:rPr>
                <w:szCs w:val="24"/>
                <w:lang w:val="pt-BR"/>
              </w:rPr>
              <w:t>operating in the frequency</w:t>
            </w:r>
            <w:r>
              <w:rPr>
                <w:szCs w:val="24"/>
                <w:lang w:val="pt-BR"/>
              </w:rPr>
              <w:t xml:space="preserve"> </w:t>
            </w:r>
            <w:r w:rsidRPr="00444CE0">
              <w:rPr>
                <w:szCs w:val="24"/>
                <w:lang w:val="pt-BR"/>
              </w:rPr>
              <w:t>band 2 700-2 900 MHz</w:t>
            </w:r>
            <w:r w:rsidR="007E36CB">
              <w:rPr>
                <w:szCs w:val="24"/>
                <w:lang w:val="pt-BR"/>
              </w:rPr>
              <w:t>”</w:t>
            </w:r>
          </w:p>
        </w:tc>
      </w:tr>
      <w:tr w:rsidR="005926CC" w:rsidRPr="00542C37" w14:paraId="5D1E47BA" w14:textId="77777777" w:rsidTr="005926CC">
        <w:trPr>
          <w:gridAfter w:val="1"/>
          <w:wAfter w:w="8" w:type="dxa"/>
          <w:trHeight w:val="5556"/>
        </w:trPr>
        <w:tc>
          <w:tcPr>
            <w:tcW w:w="3444" w:type="dxa"/>
            <w:tcBorders>
              <w:left w:val="double" w:sz="6" w:space="0" w:color="auto"/>
            </w:tcBorders>
          </w:tcPr>
          <w:p w14:paraId="2AF60300" w14:textId="77777777" w:rsidR="005926CC" w:rsidRPr="00542C37" w:rsidRDefault="005926CC" w:rsidP="005926CC">
            <w:pPr>
              <w:ind w:right="144"/>
              <w:rPr>
                <w:b/>
                <w:szCs w:val="24"/>
              </w:rPr>
            </w:pPr>
            <w:proofErr w:type="spellStart"/>
            <w:r w:rsidRPr="00542C37">
              <w:rPr>
                <w:b/>
                <w:szCs w:val="24"/>
              </w:rPr>
              <w:t>Author</w:t>
            </w:r>
            <w:proofErr w:type="spellEnd"/>
            <w:r w:rsidRPr="00542C37">
              <w:rPr>
                <w:b/>
                <w:szCs w:val="24"/>
              </w:rPr>
              <w:t>(s)/</w:t>
            </w:r>
            <w:proofErr w:type="spellStart"/>
            <w:r w:rsidRPr="00542C37">
              <w:rPr>
                <w:b/>
                <w:szCs w:val="24"/>
              </w:rPr>
              <w:t>Contributors</w:t>
            </w:r>
            <w:proofErr w:type="spellEnd"/>
            <w:r w:rsidRPr="00542C37">
              <w:rPr>
                <w:b/>
                <w:szCs w:val="24"/>
              </w:rPr>
              <w:t>(s</w:t>
            </w:r>
            <w:proofErr w:type="gramStart"/>
            <w:r w:rsidRPr="00542C37">
              <w:rPr>
                <w:b/>
                <w:szCs w:val="24"/>
              </w:rPr>
              <w:t>):</w:t>
            </w:r>
            <w:proofErr w:type="gramEnd"/>
          </w:p>
          <w:p w14:paraId="3ADDF0EA" w14:textId="77777777" w:rsidR="005926CC" w:rsidRDefault="005926CC" w:rsidP="005926CC">
            <w:pPr>
              <w:spacing w:before="0"/>
              <w:ind w:right="144"/>
              <w:rPr>
                <w:bCs/>
                <w:iCs/>
                <w:szCs w:val="24"/>
                <w:lang w:val="en-US"/>
              </w:rPr>
            </w:pPr>
          </w:p>
          <w:p w14:paraId="6F7019A5" w14:textId="77777777" w:rsidR="005926CC" w:rsidRPr="00542C37" w:rsidRDefault="005926CC" w:rsidP="005926CC">
            <w:pPr>
              <w:spacing w:before="0"/>
              <w:ind w:right="144"/>
              <w:rPr>
                <w:bCs/>
                <w:iCs/>
                <w:szCs w:val="24"/>
                <w:lang w:val="en-US"/>
              </w:rPr>
            </w:pPr>
            <w:r w:rsidRPr="00542C37">
              <w:rPr>
                <w:bCs/>
                <w:iCs/>
                <w:szCs w:val="24"/>
                <w:lang w:val="en-US"/>
              </w:rPr>
              <w:t>Andrew Meadows</w:t>
            </w:r>
          </w:p>
          <w:p w14:paraId="3A94CA93" w14:textId="77777777" w:rsidR="005926CC" w:rsidRPr="00542C37" w:rsidRDefault="005926CC" w:rsidP="005926CC">
            <w:pPr>
              <w:spacing w:before="0"/>
              <w:ind w:right="144"/>
              <w:rPr>
                <w:bCs/>
                <w:iCs/>
                <w:szCs w:val="24"/>
                <w:lang w:val="en-US"/>
              </w:rPr>
            </w:pPr>
            <w:r w:rsidRPr="00542C37">
              <w:rPr>
                <w:bCs/>
                <w:iCs/>
                <w:szCs w:val="24"/>
                <w:lang w:val="en-US"/>
              </w:rPr>
              <w:t>AFSMO</w:t>
            </w:r>
          </w:p>
          <w:p w14:paraId="792C3826" w14:textId="77777777" w:rsidR="005926CC" w:rsidRDefault="005926CC" w:rsidP="005926CC">
            <w:pPr>
              <w:spacing w:before="0"/>
              <w:ind w:right="144"/>
              <w:rPr>
                <w:bCs/>
                <w:color w:val="000000"/>
                <w:szCs w:val="24"/>
              </w:rPr>
            </w:pPr>
          </w:p>
          <w:p w14:paraId="30730656" w14:textId="77777777" w:rsidR="005926CC" w:rsidRPr="00542C37" w:rsidRDefault="005926CC" w:rsidP="005926CC">
            <w:pPr>
              <w:spacing w:before="0"/>
              <w:ind w:right="144"/>
              <w:rPr>
                <w:bCs/>
                <w:color w:val="000000"/>
                <w:szCs w:val="24"/>
              </w:rPr>
            </w:pPr>
            <w:r w:rsidRPr="00542C37">
              <w:rPr>
                <w:bCs/>
                <w:color w:val="000000"/>
                <w:szCs w:val="24"/>
              </w:rPr>
              <w:t>Dominic Nguyen</w:t>
            </w:r>
          </w:p>
          <w:p w14:paraId="47C6E6E3" w14:textId="77777777" w:rsidR="005926CC" w:rsidRDefault="005926CC" w:rsidP="005926CC">
            <w:pPr>
              <w:spacing w:before="0"/>
              <w:ind w:right="144"/>
              <w:rPr>
                <w:bCs/>
                <w:color w:val="000000"/>
                <w:szCs w:val="24"/>
              </w:rPr>
            </w:pPr>
            <w:r w:rsidRPr="00542C37">
              <w:rPr>
                <w:bCs/>
                <w:color w:val="000000"/>
                <w:szCs w:val="24"/>
              </w:rPr>
              <w:t>eSimplicity for AFSMO</w:t>
            </w:r>
          </w:p>
          <w:p w14:paraId="34945D8B" w14:textId="77777777" w:rsidR="005926CC" w:rsidRPr="00542C37" w:rsidRDefault="005926CC" w:rsidP="005926CC">
            <w:pPr>
              <w:spacing w:before="0"/>
              <w:ind w:right="144"/>
              <w:rPr>
                <w:bCs/>
                <w:color w:val="000000"/>
                <w:szCs w:val="24"/>
              </w:rPr>
            </w:pPr>
          </w:p>
          <w:p w14:paraId="3AD5777C" w14:textId="77777777" w:rsidR="005926CC" w:rsidRPr="00542C37" w:rsidRDefault="005926CC" w:rsidP="005926CC">
            <w:pPr>
              <w:spacing w:before="0"/>
              <w:ind w:right="144"/>
              <w:rPr>
                <w:bCs/>
                <w:iCs/>
                <w:szCs w:val="24"/>
                <w:lang w:val="en-US"/>
              </w:rPr>
            </w:pPr>
            <w:r w:rsidRPr="00542C37">
              <w:rPr>
                <w:bCs/>
                <w:color w:val="000000"/>
                <w:szCs w:val="24"/>
              </w:rPr>
              <w:t>Tan Ly</w:t>
            </w:r>
          </w:p>
          <w:p w14:paraId="2A55AFA8" w14:textId="77777777" w:rsidR="005926CC" w:rsidRPr="00542C37" w:rsidRDefault="005926CC" w:rsidP="005926CC">
            <w:pPr>
              <w:spacing w:before="0"/>
              <w:ind w:right="144"/>
              <w:rPr>
                <w:bCs/>
                <w:color w:val="000000"/>
                <w:szCs w:val="24"/>
              </w:rPr>
            </w:pPr>
            <w:r w:rsidRPr="00542C37">
              <w:rPr>
                <w:bCs/>
                <w:color w:val="000000"/>
                <w:szCs w:val="24"/>
              </w:rPr>
              <w:t>ASMO</w:t>
            </w:r>
          </w:p>
          <w:p w14:paraId="3440912E" w14:textId="77777777" w:rsidR="005926CC" w:rsidRPr="00542C37" w:rsidRDefault="005926CC" w:rsidP="005926CC">
            <w:pPr>
              <w:spacing w:before="0"/>
              <w:ind w:right="144"/>
              <w:rPr>
                <w:bCs/>
                <w:color w:val="000000"/>
                <w:szCs w:val="24"/>
              </w:rPr>
            </w:pPr>
          </w:p>
          <w:p w14:paraId="2C0E60B0" w14:textId="77777777" w:rsidR="005926CC" w:rsidRPr="00542C37" w:rsidRDefault="005926CC" w:rsidP="005926CC">
            <w:pPr>
              <w:spacing w:before="0"/>
              <w:ind w:right="144"/>
              <w:rPr>
                <w:bCs/>
                <w:color w:val="000000"/>
                <w:szCs w:val="24"/>
              </w:rPr>
            </w:pPr>
            <w:r w:rsidRPr="00542C37">
              <w:rPr>
                <w:bCs/>
                <w:color w:val="000000"/>
                <w:szCs w:val="24"/>
              </w:rPr>
              <w:t>Fumie Nakahara Wingo</w:t>
            </w:r>
          </w:p>
          <w:p w14:paraId="3EA004A6" w14:textId="77777777" w:rsidR="005926CC" w:rsidRPr="00542C37" w:rsidRDefault="005926CC" w:rsidP="005926CC">
            <w:pPr>
              <w:spacing w:before="0"/>
              <w:ind w:right="144"/>
              <w:rPr>
                <w:bCs/>
                <w:color w:val="000000"/>
                <w:szCs w:val="24"/>
              </w:rPr>
            </w:pPr>
            <w:r w:rsidRPr="00542C37">
              <w:rPr>
                <w:bCs/>
                <w:color w:val="000000"/>
                <w:szCs w:val="24"/>
              </w:rPr>
              <w:t>DON CIO</w:t>
            </w:r>
          </w:p>
          <w:p w14:paraId="1BDF1D70" w14:textId="77777777" w:rsidR="005926CC" w:rsidRPr="00542C37" w:rsidRDefault="005926CC" w:rsidP="005926CC">
            <w:pPr>
              <w:spacing w:before="0"/>
              <w:ind w:right="144"/>
              <w:rPr>
                <w:bCs/>
                <w:iCs/>
                <w:szCs w:val="24"/>
                <w:lang w:val="en-US"/>
              </w:rPr>
            </w:pPr>
          </w:p>
          <w:p w14:paraId="59790FF4" w14:textId="77777777" w:rsidR="005926CC" w:rsidRPr="00542C37" w:rsidRDefault="005926CC" w:rsidP="005926CC">
            <w:pPr>
              <w:spacing w:before="0"/>
              <w:ind w:right="144"/>
              <w:rPr>
                <w:bCs/>
                <w:iCs/>
                <w:szCs w:val="24"/>
                <w:lang w:val="en-US"/>
              </w:rPr>
            </w:pPr>
            <w:r w:rsidRPr="00542C37">
              <w:rPr>
                <w:bCs/>
                <w:iCs/>
                <w:szCs w:val="24"/>
                <w:lang w:val="en-US"/>
              </w:rPr>
              <w:t>Tito Alvarez</w:t>
            </w:r>
          </w:p>
          <w:p w14:paraId="1465DB4F" w14:textId="1D9C8374" w:rsidR="005926CC" w:rsidRDefault="005926CC" w:rsidP="005926CC">
            <w:pPr>
              <w:spacing w:before="0"/>
              <w:ind w:right="144"/>
              <w:rPr>
                <w:bCs/>
                <w:iCs/>
                <w:szCs w:val="24"/>
                <w:lang w:val="en-US"/>
              </w:rPr>
            </w:pPr>
            <w:r w:rsidRPr="00542C37">
              <w:rPr>
                <w:bCs/>
                <w:iCs/>
                <w:szCs w:val="24"/>
                <w:lang w:val="en-US"/>
              </w:rPr>
              <w:t xml:space="preserve">MITRE </w:t>
            </w:r>
            <w:r>
              <w:rPr>
                <w:bCs/>
                <w:iCs/>
                <w:szCs w:val="24"/>
                <w:lang w:val="en-US"/>
              </w:rPr>
              <w:t>f</w:t>
            </w:r>
            <w:r w:rsidRPr="00542C37">
              <w:rPr>
                <w:bCs/>
                <w:iCs/>
                <w:szCs w:val="24"/>
                <w:lang w:val="en-US"/>
              </w:rPr>
              <w:t>or A</w:t>
            </w:r>
            <w:r w:rsidR="007E36CB">
              <w:rPr>
                <w:bCs/>
                <w:iCs/>
                <w:szCs w:val="24"/>
                <w:lang w:val="en-US"/>
              </w:rPr>
              <w:t>SMO</w:t>
            </w:r>
          </w:p>
          <w:p w14:paraId="229B2D1C" w14:textId="77777777" w:rsidR="005926CC" w:rsidRDefault="005926CC" w:rsidP="005926CC">
            <w:pPr>
              <w:spacing w:before="0"/>
              <w:ind w:right="144"/>
              <w:rPr>
                <w:bCs/>
                <w:iCs/>
                <w:szCs w:val="24"/>
                <w:lang w:val="en-US"/>
              </w:rPr>
            </w:pPr>
          </w:p>
          <w:p w14:paraId="361E429F" w14:textId="77777777" w:rsidR="005926CC" w:rsidRPr="00542C37" w:rsidRDefault="005926CC" w:rsidP="005926CC">
            <w:pPr>
              <w:spacing w:before="0"/>
              <w:ind w:right="144"/>
              <w:rPr>
                <w:bCs/>
                <w:color w:val="000000"/>
                <w:szCs w:val="24"/>
              </w:rPr>
            </w:pPr>
            <w:proofErr w:type="spellStart"/>
            <w:r w:rsidRPr="00542C37">
              <w:rPr>
                <w:bCs/>
                <w:color w:val="000000"/>
                <w:szCs w:val="24"/>
              </w:rPr>
              <w:t>Kellen</w:t>
            </w:r>
            <w:proofErr w:type="spellEnd"/>
            <w:r w:rsidRPr="00542C37">
              <w:rPr>
                <w:bCs/>
                <w:color w:val="000000"/>
                <w:szCs w:val="24"/>
              </w:rPr>
              <w:t xml:space="preserve"> Gibson</w:t>
            </w:r>
          </w:p>
          <w:p w14:paraId="41EE911F" w14:textId="77777777" w:rsidR="005926CC" w:rsidRPr="00542C37" w:rsidRDefault="005926CC" w:rsidP="005926CC">
            <w:pPr>
              <w:spacing w:before="0"/>
              <w:ind w:right="144"/>
              <w:rPr>
                <w:bCs/>
                <w:color w:val="000000"/>
                <w:szCs w:val="24"/>
              </w:rPr>
            </w:pPr>
            <w:r w:rsidRPr="00542C37">
              <w:rPr>
                <w:bCs/>
                <w:color w:val="000000"/>
                <w:szCs w:val="24"/>
                <w:lang w:val="en-US"/>
              </w:rPr>
              <w:t>DSO</w:t>
            </w:r>
          </w:p>
          <w:p w14:paraId="78423769" w14:textId="77777777" w:rsidR="005926CC" w:rsidRPr="00542C37" w:rsidRDefault="005926CC" w:rsidP="005926CC">
            <w:pPr>
              <w:spacing w:before="0"/>
              <w:ind w:right="144"/>
              <w:rPr>
                <w:bCs/>
                <w:iCs/>
                <w:szCs w:val="24"/>
                <w:lang w:val="en-US"/>
              </w:rPr>
            </w:pPr>
          </w:p>
          <w:p w14:paraId="1F54BF97" w14:textId="77777777" w:rsidR="005926CC" w:rsidRPr="00542C37" w:rsidRDefault="005926CC" w:rsidP="005926CC">
            <w:pPr>
              <w:spacing w:before="0"/>
              <w:ind w:right="144"/>
              <w:rPr>
                <w:bCs/>
                <w:iCs/>
                <w:szCs w:val="24"/>
                <w:lang w:val="en-US"/>
              </w:rPr>
            </w:pPr>
            <w:r w:rsidRPr="00542C37">
              <w:rPr>
                <w:bCs/>
                <w:iCs/>
                <w:szCs w:val="24"/>
                <w:lang w:val="en-US"/>
              </w:rPr>
              <w:t>John Ashley</w:t>
            </w:r>
          </w:p>
          <w:p w14:paraId="1146D4DB" w14:textId="77777777" w:rsidR="005926CC" w:rsidRPr="00542C37" w:rsidRDefault="005926CC" w:rsidP="005926CC">
            <w:pPr>
              <w:spacing w:before="0"/>
              <w:ind w:right="144"/>
              <w:rPr>
                <w:bCs/>
                <w:iCs/>
                <w:szCs w:val="24"/>
                <w:lang w:val="en-US"/>
              </w:rPr>
            </w:pPr>
            <w:r w:rsidRPr="00542C37">
              <w:rPr>
                <w:bCs/>
                <w:iCs/>
                <w:szCs w:val="24"/>
                <w:lang w:val="en-US"/>
              </w:rPr>
              <w:t>MITRE for DSO</w:t>
            </w:r>
          </w:p>
        </w:tc>
        <w:tc>
          <w:tcPr>
            <w:tcW w:w="5366" w:type="dxa"/>
            <w:tcBorders>
              <w:right w:val="double" w:sz="6" w:space="0" w:color="auto"/>
            </w:tcBorders>
          </w:tcPr>
          <w:p w14:paraId="65609698" w14:textId="77777777" w:rsidR="005926CC" w:rsidRPr="00542C37" w:rsidRDefault="005926CC" w:rsidP="005926CC">
            <w:pPr>
              <w:spacing w:before="0"/>
              <w:ind w:right="144"/>
              <w:rPr>
                <w:bCs/>
                <w:szCs w:val="24"/>
              </w:rPr>
            </w:pPr>
          </w:p>
          <w:p w14:paraId="457E3889" w14:textId="77777777" w:rsidR="005926CC" w:rsidRDefault="005926CC" w:rsidP="005926CC">
            <w:pPr>
              <w:spacing w:before="0"/>
              <w:ind w:right="144"/>
              <w:rPr>
                <w:bCs/>
                <w:color w:val="000000"/>
                <w:szCs w:val="24"/>
                <w:lang w:val="fr-CH"/>
              </w:rPr>
            </w:pPr>
          </w:p>
          <w:p w14:paraId="164BA827" w14:textId="77777777" w:rsidR="005926CC" w:rsidRPr="00542C37" w:rsidRDefault="005926CC" w:rsidP="005926CC">
            <w:pPr>
              <w:spacing w:before="0"/>
              <w:ind w:right="144"/>
              <w:rPr>
                <w:bCs/>
                <w:color w:val="000000"/>
                <w:szCs w:val="24"/>
                <w:lang w:val="fr-CH"/>
              </w:rPr>
            </w:pPr>
            <w:r w:rsidRPr="00542C37">
              <w:rPr>
                <w:bCs/>
                <w:color w:val="000000"/>
                <w:szCs w:val="24"/>
                <w:lang w:val="fr-CH"/>
              </w:rPr>
              <w:t>Phone :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6F7EA579" w14:textId="77777777" w:rsidR="005926CC" w:rsidRPr="00542C37" w:rsidRDefault="005926CC" w:rsidP="005926CC">
            <w:pPr>
              <w:spacing w:before="0"/>
              <w:ind w:right="144"/>
              <w:rPr>
                <w:rStyle w:val="Hyperlink"/>
                <w:szCs w:val="24"/>
              </w:rPr>
            </w:pPr>
            <w:proofErr w:type="gramStart"/>
            <w:r w:rsidRPr="00542C37">
              <w:rPr>
                <w:bCs/>
                <w:color w:val="000000"/>
                <w:szCs w:val="24"/>
                <w:lang w:val="fr-CH"/>
              </w:rPr>
              <w:t>E-mail</w:t>
            </w:r>
            <w:proofErr w:type="gramEnd"/>
            <w:r w:rsidRPr="00542C37">
              <w:rPr>
                <w:bCs/>
                <w:color w:val="000000"/>
                <w:szCs w:val="24"/>
                <w:lang w:val="fr-CH"/>
              </w:rPr>
              <w:t xml:space="preserve"> : </w:t>
            </w:r>
            <w:hyperlink r:id="rId7" w:history="1">
              <w:r w:rsidRPr="00083F9F">
                <w:rPr>
                  <w:rStyle w:val="Hyperlink"/>
                  <w:szCs w:val="24"/>
                </w:rPr>
                <w:t>andrew.meadows.1@us.af.mil</w:t>
              </w:r>
            </w:hyperlink>
          </w:p>
          <w:p w14:paraId="689F13D5" w14:textId="77777777" w:rsidR="005926CC" w:rsidRDefault="005926CC" w:rsidP="005926CC">
            <w:pPr>
              <w:spacing w:before="0"/>
              <w:ind w:right="144"/>
              <w:rPr>
                <w:bCs/>
                <w:color w:val="000000"/>
                <w:szCs w:val="24"/>
              </w:rPr>
            </w:pPr>
          </w:p>
          <w:p w14:paraId="39C8BC67" w14:textId="77777777" w:rsidR="005926CC" w:rsidRPr="00542C37" w:rsidRDefault="005926CC" w:rsidP="005926CC">
            <w:pPr>
              <w:spacing w:before="0"/>
              <w:ind w:right="144"/>
              <w:rPr>
                <w:bCs/>
                <w:color w:val="000000"/>
                <w:szCs w:val="24"/>
              </w:rPr>
            </w:pPr>
            <w:r w:rsidRPr="00542C37">
              <w:rPr>
                <w:bCs/>
                <w:color w:val="000000"/>
                <w:szCs w:val="24"/>
              </w:rPr>
              <w:t>Phone: (703) 606-7394</w:t>
            </w:r>
          </w:p>
          <w:p w14:paraId="64F09614" w14:textId="77777777" w:rsidR="005926CC" w:rsidRDefault="005926CC" w:rsidP="005926CC">
            <w:pPr>
              <w:spacing w:before="0"/>
              <w:ind w:right="144"/>
              <w:rPr>
                <w:rStyle w:val="Hyperlink"/>
                <w:szCs w:val="24"/>
              </w:rPr>
            </w:pPr>
            <w:r w:rsidRPr="00542C37">
              <w:rPr>
                <w:bCs/>
                <w:color w:val="000000"/>
                <w:szCs w:val="24"/>
              </w:rPr>
              <w:t xml:space="preserve">E-mail: </w:t>
            </w:r>
            <w:hyperlink r:id="rId8" w:history="1">
              <w:r w:rsidRPr="00083F9F">
                <w:rPr>
                  <w:rStyle w:val="Hyperlink"/>
                  <w:szCs w:val="24"/>
                </w:rPr>
                <w:t>dominic.nguyen@esimplicity.com</w:t>
              </w:r>
            </w:hyperlink>
          </w:p>
          <w:p w14:paraId="7CBA7539" w14:textId="77777777" w:rsidR="005926CC" w:rsidRDefault="005926CC" w:rsidP="005926CC">
            <w:pPr>
              <w:spacing w:before="0"/>
              <w:ind w:right="144"/>
              <w:rPr>
                <w:bCs/>
                <w:color w:val="000000"/>
                <w:szCs w:val="24"/>
              </w:rPr>
            </w:pPr>
          </w:p>
          <w:p w14:paraId="1830047F" w14:textId="77777777" w:rsidR="005926CC" w:rsidRPr="00542C37" w:rsidRDefault="005926CC" w:rsidP="005926CC">
            <w:pPr>
              <w:spacing w:before="0"/>
              <w:ind w:right="144"/>
              <w:rPr>
                <w:bCs/>
                <w:color w:val="000000"/>
                <w:szCs w:val="24"/>
              </w:rPr>
            </w:pPr>
            <w:r w:rsidRPr="00542C37">
              <w:rPr>
                <w:bCs/>
                <w:color w:val="000000"/>
                <w:szCs w:val="24"/>
              </w:rPr>
              <w:t>Phone: (301) 225-3798</w:t>
            </w:r>
          </w:p>
          <w:p w14:paraId="05292820" w14:textId="77777777" w:rsidR="005926CC" w:rsidRPr="00542C37" w:rsidRDefault="005926CC" w:rsidP="005926CC">
            <w:pPr>
              <w:spacing w:before="0"/>
              <w:ind w:right="144"/>
              <w:rPr>
                <w:rStyle w:val="Hyperlink"/>
                <w:bCs/>
                <w:szCs w:val="24"/>
              </w:rPr>
            </w:pPr>
            <w:r w:rsidRPr="00542C37">
              <w:rPr>
                <w:bCs/>
                <w:color w:val="000000"/>
                <w:szCs w:val="24"/>
              </w:rPr>
              <w:t>E</w:t>
            </w:r>
            <w:r>
              <w:rPr>
                <w:bCs/>
                <w:color w:val="000000"/>
                <w:szCs w:val="24"/>
              </w:rPr>
              <w:t>-</w:t>
            </w:r>
            <w:r w:rsidRPr="00542C37">
              <w:rPr>
                <w:bCs/>
                <w:color w:val="000000"/>
                <w:szCs w:val="24"/>
              </w:rPr>
              <w:t xml:space="preserve">mail: </w:t>
            </w:r>
            <w:hyperlink r:id="rId9" w:history="1">
              <w:r w:rsidRPr="00542C37">
                <w:rPr>
                  <w:rStyle w:val="Hyperlink"/>
                  <w:bCs/>
                  <w:szCs w:val="24"/>
                </w:rPr>
                <w:t>tan.m.ly.civ@mail.mil</w:t>
              </w:r>
            </w:hyperlink>
          </w:p>
          <w:p w14:paraId="16F4F8A4" w14:textId="77777777" w:rsidR="005926CC" w:rsidRPr="00542C37" w:rsidRDefault="005926CC" w:rsidP="005926CC">
            <w:pPr>
              <w:spacing w:before="0"/>
              <w:ind w:right="144"/>
              <w:rPr>
                <w:bCs/>
                <w:color w:val="000000"/>
                <w:szCs w:val="24"/>
              </w:rPr>
            </w:pPr>
          </w:p>
          <w:p w14:paraId="4EF37B14" w14:textId="77777777" w:rsidR="005926CC" w:rsidRPr="00542C37" w:rsidRDefault="005926CC" w:rsidP="005926CC">
            <w:pPr>
              <w:spacing w:before="0"/>
              <w:ind w:right="144"/>
              <w:rPr>
                <w:bCs/>
                <w:color w:val="000000"/>
                <w:szCs w:val="24"/>
              </w:rPr>
            </w:pPr>
            <w:r w:rsidRPr="00542C37">
              <w:rPr>
                <w:bCs/>
                <w:color w:val="000000"/>
                <w:szCs w:val="24"/>
              </w:rPr>
              <w:t>Phone: (703) 697-0066</w:t>
            </w:r>
          </w:p>
          <w:p w14:paraId="6DC57D63" w14:textId="77777777" w:rsidR="005926CC" w:rsidRDefault="005926CC" w:rsidP="005926CC">
            <w:pPr>
              <w:spacing w:before="0"/>
              <w:ind w:right="144"/>
              <w:rPr>
                <w:bCs/>
                <w:color w:val="000000"/>
                <w:szCs w:val="24"/>
              </w:rPr>
            </w:pPr>
            <w:proofErr w:type="gramStart"/>
            <w:r w:rsidRPr="00542C37">
              <w:rPr>
                <w:bCs/>
                <w:color w:val="000000"/>
                <w:szCs w:val="24"/>
              </w:rPr>
              <w:t>E-mail:</w:t>
            </w:r>
            <w:proofErr w:type="gramEnd"/>
            <w:r w:rsidRPr="00542C37">
              <w:rPr>
                <w:bCs/>
                <w:color w:val="000000"/>
                <w:szCs w:val="24"/>
              </w:rPr>
              <w:t xml:space="preserve"> </w:t>
            </w:r>
            <w:hyperlink r:id="rId10" w:history="1">
              <w:r w:rsidRPr="00083F9F">
                <w:rPr>
                  <w:rStyle w:val="Hyperlink"/>
                  <w:szCs w:val="24"/>
                </w:rPr>
                <w:t>fumie.wingo@navy.mil</w:t>
              </w:r>
            </w:hyperlink>
          </w:p>
          <w:p w14:paraId="4C6837F9" w14:textId="77777777" w:rsidR="005926CC" w:rsidRPr="00542C37" w:rsidRDefault="005926CC" w:rsidP="005926CC">
            <w:pPr>
              <w:spacing w:before="0"/>
              <w:ind w:right="144"/>
              <w:rPr>
                <w:bCs/>
                <w:color w:val="000000"/>
                <w:szCs w:val="24"/>
              </w:rPr>
            </w:pPr>
          </w:p>
          <w:p w14:paraId="553832C8" w14:textId="77777777" w:rsidR="005926CC" w:rsidRPr="00542C37" w:rsidRDefault="005926CC" w:rsidP="005926CC">
            <w:pPr>
              <w:spacing w:before="0"/>
              <w:ind w:right="144"/>
              <w:rPr>
                <w:szCs w:val="24"/>
              </w:rPr>
            </w:pPr>
            <w:r>
              <w:rPr>
                <w:bCs/>
                <w:color w:val="000000"/>
                <w:szCs w:val="24"/>
              </w:rPr>
              <w:t>P</w:t>
            </w:r>
            <w:r w:rsidRPr="00542C37">
              <w:rPr>
                <w:bCs/>
                <w:color w:val="000000"/>
                <w:szCs w:val="24"/>
              </w:rPr>
              <w:t>hone : (</w:t>
            </w:r>
            <w:r w:rsidRPr="00542C37">
              <w:rPr>
                <w:szCs w:val="24"/>
              </w:rPr>
              <w:t>703) 983-3839</w:t>
            </w:r>
          </w:p>
          <w:p w14:paraId="68010F00" w14:textId="77777777" w:rsidR="005926CC" w:rsidRDefault="005926CC" w:rsidP="005926CC">
            <w:pPr>
              <w:spacing w:before="0"/>
              <w:ind w:right="144"/>
              <w:rPr>
                <w:rStyle w:val="Hyperlink"/>
                <w:szCs w:val="24"/>
              </w:rPr>
            </w:pPr>
            <w:proofErr w:type="gramStart"/>
            <w:r w:rsidRPr="00542C37">
              <w:rPr>
                <w:szCs w:val="24"/>
              </w:rPr>
              <w:t>E-mail</w:t>
            </w:r>
            <w:proofErr w:type="gramEnd"/>
            <w:r w:rsidRPr="00542C37">
              <w:rPr>
                <w:szCs w:val="24"/>
              </w:rPr>
              <w:t xml:space="preserve"> : </w:t>
            </w:r>
            <w:hyperlink r:id="rId11" w:history="1">
              <w:r w:rsidRPr="00083F9F">
                <w:rPr>
                  <w:rStyle w:val="Hyperlink"/>
                  <w:szCs w:val="24"/>
                </w:rPr>
                <w:t>talvarez@mitre.org</w:t>
              </w:r>
            </w:hyperlink>
          </w:p>
          <w:p w14:paraId="0BA965DE" w14:textId="77777777" w:rsidR="005926CC" w:rsidRDefault="005926CC" w:rsidP="005926CC">
            <w:pPr>
              <w:spacing w:before="0"/>
              <w:ind w:right="144"/>
              <w:rPr>
                <w:rStyle w:val="Hyperlink"/>
                <w:szCs w:val="24"/>
              </w:rPr>
            </w:pPr>
          </w:p>
          <w:p w14:paraId="7CB5BA94" w14:textId="77777777" w:rsidR="005926CC" w:rsidRPr="00542C37" w:rsidRDefault="005926CC" w:rsidP="005926CC">
            <w:pPr>
              <w:spacing w:before="0"/>
              <w:ind w:right="144"/>
              <w:rPr>
                <w:bCs/>
                <w:color w:val="000000"/>
                <w:szCs w:val="24"/>
              </w:rPr>
            </w:pPr>
            <w:proofErr w:type="gramStart"/>
            <w:r w:rsidRPr="00542C37">
              <w:rPr>
                <w:bCs/>
                <w:color w:val="000000"/>
                <w:szCs w:val="24"/>
              </w:rPr>
              <w:t>Phone:</w:t>
            </w:r>
            <w:proofErr w:type="gramEnd"/>
            <w:r w:rsidRPr="00542C37">
              <w:rPr>
                <w:bCs/>
                <w:color w:val="000000"/>
                <w:szCs w:val="24"/>
              </w:rPr>
              <w:t xml:space="preserve"> (301) 225-3794   </w:t>
            </w:r>
          </w:p>
          <w:p w14:paraId="62C3C42A" w14:textId="77777777" w:rsidR="005926CC" w:rsidRPr="00542C37" w:rsidRDefault="005926CC" w:rsidP="005926CC">
            <w:pPr>
              <w:spacing w:before="0"/>
              <w:ind w:right="144"/>
              <w:rPr>
                <w:bCs/>
                <w:color w:val="000000"/>
                <w:szCs w:val="24"/>
              </w:rPr>
            </w:pPr>
            <w:proofErr w:type="gramStart"/>
            <w:r w:rsidRPr="00542C37">
              <w:rPr>
                <w:bCs/>
                <w:color w:val="000000"/>
                <w:szCs w:val="24"/>
              </w:rPr>
              <w:t>E</w:t>
            </w:r>
            <w:r>
              <w:rPr>
                <w:bCs/>
                <w:color w:val="000000"/>
                <w:szCs w:val="24"/>
              </w:rPr>
              <w:t>-</w:t>
            </w:r>
            <w:r w:rsidRPr="00542C37">
              <w:rPr>
                <w:bCs/>
                <w:color w:val="000000"/>
                <w:szCs w:val="24"/>
              </w:rPr>
              <w:t>mail:</w:t>
            </w:r>
            <w:proofErr w:type="gramEnd"/>
            <w:r w:rsidRPr="00542C37">
              <w:rPr>
                <w:bCs/>
                <w:color w:val="000000"/>
                <w:szCs w:val="24"/>
              </w:rPr>
              <w:t xml:space="preserve"> </w:t>
            </w:r>
            <w:hyperlink r:id="rId12" w:history="1">
              <w:r w:rsidRPr="00542C37">
                <w:rPr>
                  <w:rStyle w:val="Hyperlink"/>
                  <w:bCs/>
                  <w:szCs w:val="24"/>
                </w:rPr>
                <w:t>kellen.k.gibson.civ@mail.mil</w:t>
              </w:r>
            </w:hyperlink>
            <w:r w:rsidRPr="00542C37">
              <w:rPr>
                <w:bCs/>
                <w:color w:val="000000"/>
                <w:szCs w:val="24"/>
              </w:rPr>
              <w:t xml:space="preserve"> </w:t>
            </w:r>
          </w:p>
          <w:p w14:paraId="0B49579A" w14:textId="77777777" w:rsidR="005926CC" w:rsidRPr="00542C37" w:rsidRDefault="005926CC" w:rsidP="005926CC">
            <w:pPr>
              <w:spacing w:before="0"/>
              <w:ind w:right="144"/>
              <w:rPr>
                <w:bCs/>
                <w:color w:val="000000"/>
                <w:szCs w:val="24"/>
              </w:rPr>
            </w:pPr>
            <w:r w:rsidRPr="00542C37">
              <w:rPr>
                <w:bCs/>
                <w:color w:val="000000"/>
                <w:szCs w:val="24"/>
              </w:rPr>
              <w:t xml:space="preserve">  </w:t>
            </w:r>
          </w:p>
          <w:p w14:paraId="17B26858" w14:textId="77777777" w:rsidR="005926CC" w:rsidRPr="00542C37" w:rsidRDefault="005926CC" w:rsidP="005926CC">
            <w:pPr>
              <w:spacing w:before="0"/>
              <w:ind w:right="144"/>
              <w:textAlignment w:val="auto"/>
              <w:rPr>
                <w:bCs/>
                <w:color w:val="000000"/>
                <w:szCs w:val="24"/>
                <w:lang w:eastAsia="zh-CN"/>
              </w:rPr>
            </w:pPr>
            <w:proofErr w:type="gramStart"/>
            <w:r w:rsidRPr="00542C37">
              <w:rPr>
                <w:bCs/>
                <w:color w:val="000000"/>
                <w:szCs w:val="24"/>
                <w:lang w:eastAsia="zh-CN"/>
              </w:rPr>
              <w:t>Phone:</w:t>
            </w:r>
            <w:proofErr w:type="gramEnd"/>
            <w:r w:rsidRPr="00542C37">
              <w:rPr>
                <w:bCs/>
                <w:color w:val="000000"/>
                <w:szCs w:val="24"/>
                <w:lang w:eastAsia="zh-CN"/>
              </w:rPr>
              <w:t xml:space="preserve"> (</w:t>
            </w:r>
            <w:r w:rsidRPr="00542C37">
              <w:rPr>
                <w:szCs w:val="24"/>
              </w:rPr>
              <w:t>703) 983-6544</w:t>
            </w:r>
          </w:p>
          <w:p w14:paraId="3259B0B1" w14:textId="77777777" w:rsidR="005926CC" w:rsidRDefault="005926CC" w:rsidP="005926CC">
            <w:pPr>
              <w:spacing w:before="0"/>
              <w:ind w:right="144"/>
              <w:textAlignment w:val="auto"/>
              <w:rPr>
                <w:rStyle w:val="Hyperlink"/>
                <w:rFonts w:eastAsia="MS Mincho"/>
                <w:bCs/>
                <w:szCs w:val="24"/>
                <w:lang w:eastAsia="zh-CN"/>
              </w:rPr>
            </w:pPr>
            <w:proofErr w:type="gramStart"/>
            <w:r w:rsidRPr="00542C37">
              <w:rPr>
                <w:bCs/>
                <w:color w:val="000000"/>
                <w:szCs w:val="24"/>
                <w:lang w:eastAsia="zh-CN"/>
              </w:rPr>
              <w:t>E</w:t>
            </w:r>
            <w:r>
              <w:rPr>
                <w:bCs/>
                <w:color w:val="000000"/>
                <w:szCs w:val="24"/>
                <w:lang w:eastAsia="zh-CN"/>
              </w:rPr>
              <w:t>-</w:t>
            </w:r>
            <w:r w:rsidRPr="00542C37">
              <w:rPr>
                <w:bCs/>
                <w:color w:val="000000"/>
                <w:szCs w:val="24"/>
                <w:lang w:eastAsia="zh-CN"/>
              </w:rPr>
              <w:t>mail:</w:t>
            </w:r>
            <w:proofErr w:type="gramEnd"/>
            <w:r w:rsidRPr="00542C37">
              <w:rPr>
                <w:bCs/>
                <w:color w:val="000000"/>
                <w:szCs w:val="24"/>
                <w:lang w:eastAsia="zh-CN"/>
              </w:rPr>
              <w:t xml:space="preserve"> </w:t>
            </w:r>
            <w:hyperlink r:id="rId13" w:history="1">
              <w:r w:rsidRPr="00542C37">
                <w:rPr>
                  <w:rStyle w:val="Hyperlink"/>
                  <w:rFonts w:eastAsia="MS Mincho"/>
                  <w:bCs/>
                  <w:szCs w:val="24"/>
                  <w:lang w:eastAsia="zh-CN"/>
                </w:rPr>
                <w:t>jashley@mitre.org</w:t>
              </w:r>
            </w:hyperlink>
          </w:p>
          <w:p w14:paraId="35DC3D09" w14:textId="77777777" w:rsidR="005926CC" w:rsidRPr="00542C37" w:rsidRDefault="005926CC" w:rsidP="005926CC">
            <w:pPr>
              <w:spacing w:before="0"/>
              <w:ind w:right="144"/>
              <w:rPr>
                <w:bCs/>
                <w:color w:val="000000"/>
                <w:szCs w:val="24"/>
              </w:rPr>
            </w:pPr>
          </w:p>
        </w:tc>
      </w:tr>
      <w:tr w:rsidR="005926CC" w:rsidRPr="00542C37" w14:paraId="76BF0898" w14:textId="77777777" w:rsidTr="005926CC">
        <w:trPr>
          <w:trHeight w:val="541"/>
        </w:trPr>
        <w:tc>
          <w:tcPr>
            <w:tcW w:w="8818" w:type="dxa"/>
            <w:gridSpan w:val="3"/>
            <w:tcBorders>
              <w:left w:val="double" w:sz="6" w:space="0" w:color="auto"/>
              <w:right w:val="double" w:sz="6" w:space="0" w:color="auto"/>
            </w:tcBorders>
          </w:tcPr>
          <w:p w14:paraId="6DB29305" w14:textId="77777777" w:rsidR="005926CC" w:rsidRPr="00542C37" w:rsidRDefault="005926CC" w:rsidP="005926CC">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proofErr w:type="spellStart"/>
            <w:r w:rsidRPr="00542C37">
              <w:rPr>
                <w:b/>
                <w:szCs w:val="24"/>
              </w:rPr>
              <w:t>Purpose</w:t>
            </w:r>
            <w:proofErr w:type="spellEnd"/>
            <w:r w:rsidRPr="00542C37">
              <w:rPr>
                <w:b/>
                <w:szCs w:val="24"/>
              </w:rPr>
              <w:t>/</w:t>
            </w:r>
            <w:proofErr w:type="gramStart"/>
            <w:r w:rsidRPr="00542C37">
              <w:rPr>
                <w:b/>
                <w:szCs w:val="24"/>
              </w:rPr>
              <w:t>Objective:</w:t>
            </w:r>
            <w:proofErr w:type="gramEnd"/>
            <w:r w:rsidRPr="00542C37">
              <w:rPr>
                <w:bCs/>
                <w:szCs w:val="24"/>
              </w:rPr>
              <w:t xml:space="preserve">  </w:t>
            </w:r>
            <w:r w:rsidRPr="00542C37">
              <w:rPr>
                <w:szCs w:val="24"/>
                <w:lang w:val="en-US"/>
              </w:rPr>
              <w:t>This contribution proposes a</w:t>
            </w:r>
            <w:r w:rsidRPr="00542C37">
              <w:rPr>
                <w:szCs w:val="24"/>
              </w:rPr>
              <w:t xml:space="preserve"> </w:t>
            </w:r>
            <w:r>
              <w:rPr>
                <w:szCs w:val="24"/>
              </w:rPr>
              <w:t xml:space="preserve">Preliminary </w:t>
            </w:r>
            <w:r w:rsidRPr="00542C37">
              <w:rPr>
                <w:szCs w:val="24"/>
              </w:rPr>
              <w:t xml:space="preserve">Draft </w:t>
            </w:r>
            <w:proofErr w:type="spellStart"/>
            <w:r w:rsidRPr="00542C37">
              <w:rPr>
                <w:szCs w:val="24"/>
              </w:rPr>
              <w:t>Revision</w:t>
            </w:r>
            <w:proofErr w:type="spellEnd"/>
            <w:r w:rsidRPr="00542C37">
              <w:rPr>
                <w:szCs w:val="24"/>
              </w:rPr>
              <w:t xml:space="preserve"> </w:t>
            </w:r>
            <w:r w:rsidRPr="00542C37">
              <w:rPr>
                <w:szCs w:val="24"/>
                <w:lang w:val="en-US"/>
              </w:rPr>
              <w:t xml:space="preserve">of Recommendation ITU-R </w:t>
            </w:r>
            <w:r w:rsidRPr="00542C37">
              <w:rPr>
                <w:bCs/>
                <w:szCs w:val="24"/>
              </w:rPr>
              <w:t>M.146</w:t>
            </w:r>
            <w:r>
              <w:rPr>
                <w:bCs/>
                <w:szCs w:val="24"/>
              </w:rPr>
              <w:t>4</w:t>
            </w:r>
            <w:r w:rsidRPr="00542C37">
              <w:rPr>
                <w:bCs/>
                <w:szCs w:val="24"/>
              </w:rPr>
              <w:t>-</w:t>
            </w:r>
            <w:r>
              <w:rPr>
                <w:bCs/>
                <w:szCs w:val="24"/>
              </w:rPr>
              <w:t>2</w:t>
            </w:r>
            <w:r w:rsidRPr="00542C37">
              <w:rPr>
                <w:bCs/>
                <w:szCs w:val="24"/>
              </w:rPr>
              <w:t>, “</w:t>
            </w:r>
            <w:r w:rsidRPr="00444CE0">
              <w:rPr>
                <w:szCs w:val="24"/>
                <w:lang w:val="pt-BR"/>
              </w:rPr>
              <w:t>Characteristics of non-meteorological radiolocation radars, and characteristics and protection criteria for sharing studies for aeronautical radionavigation and radars in the radiodetermination service  operating in the frequency band 2 700-2 900 MHz</w:t>
            </w:r>
            <w:r w:rsidRPr="00542C37">
              <w:rPr>
                <w:szCs w:val="24"/>
                <w:lang w:val="pt-BR"/>
              </w:rPr>
              <w:t>”</w:t>
            </w:r>
          </w:p>
        </w:tc>
      </w:tr>
      <w:tr w:rsidR="005926CC" w:rsidRPr="00542C37" w14:paraId="03CAD124" w14:textId="77777777" w:rsidTr="005926CC">
        <w:trPr>
          <w:trHeight w:val="1380"/>
        </w:trPr>
        <w:tc>
          <w:tcPr>
            <w:tcW w:w="8818" w:type="dxa"/>
            <w:gridSpan w:val="3"/>
            <w:tcBorders>
              <w:left w:val="double" w:sz="6" w:space="0" w:color="auto"/>
              <w:right w:val="double" w:sz="6" w:space="0" w:color="auto"/>
            </w:tcBorders>
          </w:tcPr>
          <w:p w14:paraId="19B9B112" w14:textId="77777777" w:rsidR="005926CC" w:rsidRPr="00542C37" w:rsidRDefault="005926CC" w:rsidP="005926CC">
            <w:pPr>
              <w:ind w:right="144"/>
              <w:rPr>
                <w:bCs/>
                <w:szCs w:val="24"/>
              </w:rPr>
            </w:pPr>
            <w:proofErr w:type="gramStart"/>
            <w:r w:rsidRPr="00542C37">
              <w:rPr>
                <w:b/>
                <w:szCs w:val="24"/>
              </w:rPr>
              <w:t>Abstract:</w:t>
            </w:r>
            <w:proofErr w:type="gramEnd"/>
            <w:r w:rsidRPr="00542C37">
              <w:rPr>
                <w:bCs/>
                <w:szCs w:val="24"/>
              </w:rPr>
              <w:t xml:space="preserve">  WRC-23 Agenda Item (AI) 1.</w:t>
            </w:r>
            <w:r>
              <w:rPr>
                <w:bCs/>
                <w:szCs w:val="24"/>
              </w:rPr>
              <w:t>4</w:t>
            </w:r>
            <w:r w:rsidRPr="00542C37">
              <w:rPr>
                <w:bCs/>
                <w:szCs w:val="24"/>
              </w:rPr>
              <w:t xml:space="preserve"> </w:t>
            </w:r>
            <w:proofErr w:type="spellStart"/>
            <w:r w:rsidRPr="00542C37">
              <w:rPr>
                <w:szCs w:val="24"/>
              </w:rPr>
              <w:t>is</w:t>
            </w:r>
            <w:proofErr w:type="spellEnd"/>
            <w:r w:rsidRPr="00542C37">
              <w:rPr>
                <w:szCs w:val="24"/>
              </w:rPr>
              <w:t xml:space="preserve"> </w:t>
            </w:r>
            <w:proofErr w:type="spellStart"/>
            <w:r w:rsidRPr="00542C37">
              <w:rPr>
                <w:szCs w:val="24"/>
              </w:rPr>
              <w:t>considering</w:t>
            </w:r>
            <w:proofErr w:type="spellEnd"/>
            <w:r w:rsidRPr="00542C37">
              <w:rPr>
                <w:szCs w:val="24"/>
              </w:rPr>
              <w:t xml:space="preserve"> </w:t>
            </w:r>
            <w:r>
              <w:rPr>
                <w:szCs w:val="24"/>
              </w:rPr>
              <w:t>the addition of</w:t>
            </w:r>
            <w:r w:rsidRPr="00542C37">
              <w:rPr>
                <w:szCs w:val="24"/>
              </w:rPr>
              <w:t xml:space="preserve"> </w:t>
            </w:r>
            <w:r>
              <w:rPr>
                <w:szCs w:val="24"/>
              </w:rPr>
              <w:t xml:space="preserve">a High Altitude Platform Stations as IMT Base Stations (HIBS) </w:t>
            </w:r>
            <w:r w:rsidRPr="00542C37">
              <w:rPr>
                <w:szCs w:val="24"/>
              </w:rPr>
              <w:t xml:space="preserve">identification in the </w:t>
            </w:r>
            <w:r>
              <w:rPr>
                <w:szCs w:val="24"/>
              </w:rPr>
              <w:t>2 500-2 690</w:t>
            </w:r>
            <w:r w:rsidRPr="00542C37">
              <w:rPr>
                <w:szCs w:val="24"/>
              </w:rPr>
              <w:t xml:space="preserve"> </w:t>
            </w:r>
            <w:r>
              <w:rPr>
                <w:szCs w:val="24"/>
              </w:rPr>
              <w:t>M</w:t>
            </w:r>
            <w:r w:rsidRPr="00542C37">
              <w:rPr>
                <w:szCs w:val="24"/>
              </w:rPr>
              <w:t>Hz frequency band.</w:t>
            </w:r>
            <w:r>
              <w:rPr>
                <w:szCs w:val="24"/>
              </w:rPr>
              <w:t xml:space="preserve"> </w:t>
            </w:r>
            <w:proofErr w:type="spellStart"/>
            <w:r>
              <w:rPr>
                <w:szCs w:val="24"/>
              </w:rPr>
              <w:t>Since</w:t>
            </w:r>
            <w:proofErr w:type="spellEnd"/>
            <w:r>
              <w:rPr>
                <w:szCs w:val="24"/>
              </w:rPr>
              <w:t xml:space="preserve"> Recommendation ITU-R M.1464-2</w:t>
            </w:r>
            <w:r w:rsidRPr="00542C37">
              <w:rPr>
                <w:szCs w:val="24"/>
              </w:rPr>
              <w:t xml:space="preserve"> </w:t>
            </w:r>
            <w:proofErr w:type="spellStart"/>
            <w:r w:rsidRPr="00542C37">
              <w:rPr>
                <w:szCs w:val="24"/>
              </w:rPr>
              <w:t>was</w:t>
            </w:r>
            <w:proofErr w:type="spellEnd"/>
            <w:r w:rsidRPr="00542C37">
              <w:rPr>
                <w:szCs w:val="24"/>
              </w:rPr>
              <w:t xml:space="preserve"> </w:t>
            </w:r>
            <w:r>
              <w:rPr>
                <w:szCs w:val="24"/>
              </w:rPr>
              <w:t xml:space="preserve">last </w:t>
            </w:r>
            <w:proofErr w:type="spellStart"/>
            <w:r w:rsidRPr="00542C37">
              <w:rPr>
                <w:szCs w:val="24"/>
              </w:rPr>
              <w:t>updated</w:t>
            </w:r>
            <w:proofErr w:type="spellEnd"/>
            <w:r w:rsidRPr="00542C37">
              <w:rPr>
                <w:szCs w:val="24"/>
              </w:rPr>
              <w:t xml:space="preserve"> </w:t>
            </w:r>
            <w:proofErr w:type="spellStart"/>
            <w:r w:rsidRPr="00542C37">
              <w:rPr>
                <w:szCs w:val="24"/>
              </w:rPr>
              <w:t>in</w:t>
            </w:r>
            <w:proofErr w:type="spellEnd"/>
            <w:r w:rsidRPr="00542C37">
              <w:rPr>
                <w:szCs w:val="24"/>
              </w:rPr>
              <w:t xml:space="preserve"> 201</w:t>
            </w:r>
            <w:r>
              <w:rPr>
                <w:szCs w:val="24"/>
              </w:rPr>
              <w:t>5, the i</w:t>
            </w:r>
            <w:r w:rsidRPr="00542C37">
              <w:rPr>
                <w:szCs w:val="24"/>
              </w:rPr>
              <w:t xml:space="preserve">nformation </w:t>
            </w:r>
            <w:proofErr w:type="spellStart"/>
            <w:r w:rsidRPr="00542C37">
              <w:rPr>
                <w:szCs w:val="24"/>
              </w:rPr>
              <w:t>contained</w:t>
            </w:r>
            <w:proofErr w:type="spellEnd"/>
            <w:r w:rsidRPr="00542C37">
              <w:rPr>
                <w:szCs w:val="24"/>
              </w:rPr>
              <w:t xml:space="preserve"> in</w:t>
            </w:r>
            <w:r>
              <w:t xml:space="preserve"> </w:t>
            </w:r>
            <w:proofErr w:type="spellStart"/>
            <w:r>
              <w:rPr>
                <w:szCs w:val="24"/>
              </w:rPr>
              <w:t>it</w:t>
            </w:r>
            <w:proofErr w:type="spellEnd"/>
            <w:r w:rsidRPr="00097830">
              <w:rPr>
                <w:szCs w:val="24"/>
              </w:rPr>
              <w:t xml:space="preserve"> </w:t>
            </w:r>
            <w:proofErr w:type="spellStart"/>
            <w:r w:rsidRPr="00542C37">
              <w:rPr>
                <w:szCs w:val="24"/>
              </w:rPr>
              <w:t>requires</w:t>
            </w:r>
            <w:proofErr w:type="spellEnd"/>
            <w:r w:rsidRPr="00542C37">
              <w:rPr>
                <w:szCs w:val="24"/>
              </w:rPr>
              <w:t xml:space="preserve"> updates to </w:t>
            </w:r>
            <w:proofErr w:type="spellStart"/>
            <w:r w:rsidRPr="00542C37">
              <w:rPr>
                <w:szCs w:val="24"/>
              </w:rPr>
              <w:t>keep</w:t>
            </w:r>
            <w:proofErr w:type="spellEnd"/>
            <w:r w:rsidRPr="00542C37">
              <w:rPr>
                <w:szCs w:val="24"/>
              </w:rPr>
              <w:t xml:space="preserve"> pace with the </w:t>
            </w:r>
            <w:proofErr w:type="spellStart"/>
            <w:r w:rsidRPr="00542C37">
              <w:rPr>
                <w:szCs w:val="24"/>
              </w:rPr>
              <w:t>evolution</w:t>
            </w:r>
            <w:proofErr w:type="spellEnd"/>
            <w:r w:rsidRPr="00542C37">
              <w:rPr>
                <w:szCs w:val="24"/>
              </w:rPr>
              <w:t xml:space="preserve"> of radar </w:t>
            </w:r>
            <w:proofErr w:type="spellStart"/>
            <w:r w:rsidRPr="00542C37">
              <w:rPr>
                <w:szCs w:val="24"/>
              </w:rPr>
              <w:t>technology</w:t>
            </w:r>
            <w:proofErr w:type="spellEnd"/>
            <w:r w:rsidRPr="00542C37">
              <w:rPr>
                <w:szCs w:val="24"/>
              </w:rPr>
              <w:t xml:space="preserve"> and usage.</w:t>
            </w:r>
            <w:r>
              <w:rPr>
                <w:szCs w:val="24"/>
              </w:rPr>
              <w:t xml:space="preserve"> This contribution </w:t>
            </w:r>
            <w:r w:rsidRPr="00542C37">
              <w:rPr>
                <w:szCs w:val="24"/>
              </w:rPr>
              <w:t>proposes</w:t>
            </w:r>
            <w:r>
              <w:rPr>
                <w:szCs w:val="24"/>
              </w:rPr>
              <w:t xml:space="preserve"> </w:t>
            </w:r>
            <w:proofErr w:type="spellStart"/>
            <w:r>
              <w:rPr>
                <w:szCs w:val="24"/>
              </w:rPr>
              <w:t>revisions</w:t>
            </w:r>
            <w:proofErr w:type="spellEnd"/>
            <w:r>
              <w:rPr>
                <w:szCs w:val="24"/>
              </w:rPr>
              <w:t xml:space="preserve"> to </w:t>
            </w:r>
            <w:r w:rsidRPr="00542C37">
              <w:rPr>
                <w:szCs w:val="24"/>
              </w:rPr>
              <w:t>Recommendation ITU-R M.146</w:t>
            </w:r>
            <w:r>
              <w:rPr>
                <w:szCs w:val="24"/>
              </w:rPr>
              <w:t>4</w:t>
            </w:r>
            <w:r w:rsidRPr="00542C37">
              <w:rPr>
                <w:szCs w:val="24"/>
              </w:rPr>
              <w:t>-</w:t>
            </w:r>
            <w:r>
              <w:rPr>
                <w:szCs w:val="24"/>
              </w:rPr>
              <w:t>2,</w:t>
            </w:r>
            <w:r w:rsidRPr="009D26A8">
              <w:rPr>
                <w:szCs w:val="24"/>
              </w:rPr>
              <w:t xml:space="preserve"> </w:t>
            </w:r>
            <w:proofErr w:type="spellStart"/>
            <w:r>
              <w:rPr>
                <w:szCs w:val="24"/>
              </w:rPr>
              <w:t>providing</w:t>
            </w:r>
            <w:proofErr w:type="spellEnd"/>
            <w:r>
              <w:rPr>
                <w:szCs w:val="24"/>
              </w:rPr>
              <w:t xml:space="preserve"> the necessary updates to </w:t>
            </w:r>
            <w:proofErr w:type="spellStart"/>
            <w:r>
              <w:rPr>
                <w:szCs w:val="24"/>
              </w:rPr>
              <w:t>aeronautical</w:t>
            </w:r>
            <w:proofErr w:type="spellEnd"/>
            <w:r>
              <w:rPr>
                <w:szCs w:val="24"/>
              </w:rPr>
              <w:t xml:space="preserve"> radionavigation radars operating in the 2 700-2 900 MHz band, to </w:t>
            </w:r>
            <w:proofErr w:type="spellStart"/>
            <w:r w:rsidRPr="009D26A8">
              <w:rPr>
                <w:szCs w:val="24"/>
              </w:rPr>
              <w:t>be</w:t>
            </w:r>
            <w:proofErr w:type="spellEnd"/>
            <w:r w:rsidRPr="009D26A8">
              <w:rPr>
                <w:szCs w:val="24"/>
              </w:rPr>
              <w:t xml:space="preserve"> </w:t>
            </w:r>
            <w:proofErr w:type="spellStart"/>
            <w:r>
              <w:rPr>
                <w:szCs w:val="24"/>
              </w:rPr>
              <w:t>used</w:t>
            </w:r>
            <w:proofErr w:type="spellEnd"/>
            <w:r w:rsidRPr="009D26A8">
              <w:rPr>
                <w:szCs w:val="24"/>
              </w:rPr>
              <w:t xml:space="preserve"> in compatibility and sharing studies for </w:t>
            </w:r>
            <w:r>
              <w:rPr>
                <w:szCs w:val="24"/>
              </w:rPr>
              <w:t xml:space="preserve">WRC-23 </w:t>
            </w:r>
            <w:r w:rsidRPr="009D26A8">
              <w:rPr>
                <w:szCs w:val="24"/>
              </w:rPr>
              <w:t>AI 1.</w:t>
            </w:r>
            <w:r>
              <w:rPr>
                <w:szCs w:val="24"/>
              </w:rPr>
              <w:t>4.</w:t>
            </w:r>
          </w:p>
        </w:tc>
      </w:tr>
      <w:tr w:rsidR="005926CC" w:rsidRPr="00542C37" w14:paraId="44B35710" w14:textId="77777777" w:rsidTr="005926CC">
        <w:trPr>
          <w:trHeight w:val="435"/>
        </w:trPr>
        <w:tc>
          <w:tcPr>
            <w:tcW w:w="8818" w:type="dxa"/>
            <w:gridSpan w:val="3"/>
            <w:tcBorders>
              <w:left w:val="double" w:sz="6" w:space="0" w:color="auto"/>
              <w:right w:val="double" w:sz="6" w:space="0" w:color="auto"/>
            </w:tcBorders>
          </w:tcPr>
          <w:p w14:paraId="16C5FE24" w14:textId="77777777" w:rsidR="005926CC" w:rsidRPr="00542C37" w:rsidRDefault="005926CC" w:rsidP="005926CC">
            <w:pPr>
              <w:ind w:right="144"/>
              <w:rPr>
                <w:b/>
                <w:szCs w:val="24"/>
              </w:rPr>
            </w:pPr>
            <w:r w:rsidRPr="00542C37">
              <w:rPr>
                <w:b/>
                <w:szCs w:val="24"/>
                <w:lang w:val="en-US"/>
              </w:rPr>
              <w:t xml:space="preserve">Fact Sheet preparer: </w:t>
            </w:r>
            <w:r w:rsidRPr="00542C37">
              <w:rPr>
                <w:bCs/>
                <w:szCs w:val="24"/>
                <w:lang w:val="en-US"/>
              </w:rPr>
              <w:t>Dominic Nguyen</w:t>
            </w:r>
          </w:p>
        </w:tc>
      </w:tr>
    </w:tbl>
    <w:p w14:paraId="0F05A52E" w14:textId="66102A2A" w:rsidR="009B7DED" w:rsidRPr="00542C37" w:rsidRDefault="009B7DED" w:rsidP="00C94C18">
      <w:pPr>
        <w:rPr>
          <w:szCs w:val="24"/>
        </w:rPr>
      </w:pPr>
    </w:p>
    <w:sectPr w:rsidR="009B7DED" w:rsidRPr="00542C37">
      <w:headerReference w:type="even" r:id="rId14"/>
      <w:headerReference w:type="default" r:id="rId15"/>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0B01B" w14:textId="77777777" w:rsidR="0093008C" w:rsidRDefault="0093008C">
      <w:r>
        <w:separator/>
      </w:r>
    </w:p>
  </w:endnote>
  <w:endnote w:type="continuationSeparator" w:id="0">
    <w:p w14:paraId="49117466" w14:textId="77777777" w:rsidR="0093008C" w:rsidRDefault="00930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07A39F" w14:textId="77777777" w:rsidR="0093008C" w:rsidRDefault="0093008C">
      <w:r>
        <w:separator/>
      </w:r>
    </w:p>
  </w:footnote>
  <w:footnote w:type="continuationSeparator" w:id="0">
    <w:p w14:paraId="11C49D66" w14:textId="77777777" w:rsidR="0093008C" w:rsidRDefault="00930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56A49" w14:textId="77777777" w:rsidR="006A00EB" w:rsidRDefault="006A00EB">
    <w:pPr>
      <w:pStyle w:val="Header"/>
      <w:jc w:val="lef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59EF9" w14:textId="77777777" w:rsidR="006A00EB" w:rsidRDefault="006A00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8A0"/>
    <w:rsid w:val="000160E6"/>
    <w:rsid w:val="00031E3B"/>
    <w:rsid w:val="00083F9F"/>
    <w:rsid w:val="00094FFB"/>
    <w:rsid w:val="00097830"/>
    <w:rsid w:val="000A274B"/>
    <w:rsid w:val="000B402C"/>
    <w:rsid w:val="000D3851"/>
    <w:rsid w:val="000F545A"/>
    <w:rsid w:val="001010FD"/>
    <w:rsid w:val="0010730A"/>
    <w:rsid w:val="0010792A"/>
    <w:rsid w:val="0012462B"/>
    <w:rsid w:val="00171C32"/>
    <w:rsid w:val="001F2A2F"/>
    <w:rsid w:val="00217EBF"/>
    <w:rsid w:val="0022032A"/>
    <w:rsid w:val="00242AEE"/>
    <w:rsid w:val="0028427E"/>
    <w:rsid w:val="00286DF2"/>
    <w:rsid w:val="002D76C4"/>
    <w:rsid w:val="002F47E3"/>
    <w:rsid w:val="00322A73"/>
    <w:rsid w:val="003231A5"/>
    <w:rsid w:val="00331A13"/>
    <w:rsid w:val="003521F4"/>
    <w:rsid w:val="0037425B"/>
    <w:rsid w:val="00382DC0"/>
    <w:rsid w:val="003A5A84"/>
    <w:rsid w:val="003C0372"/>
    <w:rsid w:val="003F0377"/>
    <w:rsid w:val="00444CE0"/>
    <w:rsid w:val="004742D2"/>
    <w:rsid w:val="00482844"/>
    <w:rsid w:val="004849D0"/>
    <w:rsid w:val="004C067B"/>
    <w:rsid w:val="0052529D"/>
    <w:rsid w:val="00542B65"/>
    <w:rsid w:val="00542C37"/>
    <w:rsid w:val="005926CC"/>
    <w:rsid w:val="005974C6"/>
    <w:rsid w:val="005B4195"/>
    <w:rsid w:val="005E3654"/>
    <w:rsid w:val="0060272E"/>
    <w:rsid w:val="00607D68"/>
    <w:rsid w:val="00630697"/>
    <w:rsid w:val="006A00EB"/>
    <w:rsid w:val="006A46B0"/>
    <w:rsid w:val="006A61EE"/>
    <w:rsid w:val="006A7D5D"/>
    <w:rsid w:val="006E2ED7"/>
    <w:rsid w:val="006F1050"/>
    <w:rsid w:val="006F10B9"/>
    <w:rsid w:val="0074044A"/>
    <w:rsid w:val="007468DA"/>
    <w:rsid w:val="00761866"/>
    <w:rsid w:val="00766683"/>
    <w:rsid w:val="00771EEE"/>
    <w:rsid w:val="00792471"/>
    <w:rsid w:val="007C3B96"/>
    <w:rsid w:val="007C3FB4"/>
    <w:rsid w:val="007D0FC5"/>
    <w:rsid w:val="007E36CB"/>
    <w:rsid w:val="007E6D76"/>
    <w:rsid w:val="0081281D"/>
    <w:rsid w:val="00820EFB"/>
    <w:rsid w:val="008218CB"/>
    <w:rsid w:val="0083080F"/>
    <w:rsid w:val="0083207E"/>
    <w:rsid w:val="0085138D"/>
    <w:rsid w:val="008A5531"/>
    <w:rsid w:val="008A66E8"/>
    <w:rsid w:val="0093008C"/>
    <w:rsid w:val="00952A33"/>
    <w:rsid w:val="009708A8"/>
    <w:rsid w:val="009975FE"/>
    <w:rsid w:val="009A0366"/>
    <w:rsid w:val="009B45F6"/>
    <w:rsid w:val="009B63F4"/>
    <w:rsid w:val="009B7DED"/>
    <w:rsid w:val="009C2320"/>
    <w:rsid w:val="009C6D1D"/>
    <w:rsid w:val="009C79A6"/>
    <w:rsid w:val="009D26A8"/>
    <w:rsid w:val="009E00A8"/>
    <w:rsid w:val="00A10E46"/>
    <w:rsid w:val="00A127C1"/>
    <w:rsid w:val="00A3083B"/>
    <w:rsid w:val="00A31669"/>
    <w:rsid w:val="00A4589A"/>
    <w:rsid w:val="00A65AAD"/>
    <w:rsid w:val="00A6617B"/>
    <w:rsid w:val="00A73E40"/>
    <w:rsid w:val="00A91BD6"/>
    <w:rsid w:val="00AB0DC8"/>
    <w:rsid w:val="00AB329D"/>
    <w:rsid w:val="00AC71D3"/>
    <w:rsid w:val="00AD37B3"/>
    <w:rsid w:val="00AD3A28"/>
    <w:rsid w:val="00B113D4"/>
    <w:rsid w:val="00B1620E"/>
    <w:rsid w:val="00B44E24"/>
    <w:rsid w:val="00B64C5E"/>
    <w:rsid w:val="00B76B7D"/>
    <w:rsid w:val="00B8789A"/>
    <w:rsid w:val="00B978B2"/>
    <w:rsid w:val="00BC38A0"/>
    <w:rsid w:val="00BD3048"/>
    <w:rsid w:val="00BD53F6"/>
    <w:rsid w:val="00BE152C"/>
    <w:rsid w:val="00BE268B"/>
    <w:rsid w:val="00BE746E"/>
    <w:rsid w:val="00C1559C"/>
    <w:rsid w:val="00C41443"/>
    <w:rsid w:val="00C54796"/>
    <w:rsid w:val="00C67481"/>
    <w:rsid w:val="00C71ECD"/>
    <w:rsid w:val="00C82260"/>
    <w:rsid w:val="00C94C18"/>
    <w:rsid w:val="00D43998"/>
    <w:rsid w:val="00D508B7"/>
    <w:rsid w:val="00D50A52"/>
    <w:rsid w:val="00D87A36"/>
    <w:rsid w:val="00D91B3D"/>
    <w:rsid w:val="00DA35EA"/>
    <w:rsid w:val="00DC0D75"/>
    <w:rsid w:val="00DF4176"/>
    <w:rsid w:val="00E33EE4"/>
    <w:rsid w:val="00E374DA"/>
    <w:rsid w:val="00E51456"/>
    <w:rsid w:val="00E817E6"/>
    <w:rsid w:val="00E871CE"/>
    <w:rsid w:val="00EC7A17"/>
    <w:rsid w:val="00ED3C77"/>
    <w:rsid w:val="00F05AFE"/>
    <w:rsid w:val="00F14055"/>
    <w:rsid w:val="00F20ACD"/>
    <w:rsid w:val="00F42B89"/>
    <w:rsid w:val="00F56617"/>
    <w:rsid w:val="00F57CED"/>
    <w:rsid w:val="00F60817"/>
    <w:rsid w:val="00F80039"/>
    <w:rsid w:val="00F80102"/>
    <w:rsid w:val="00FC263E"/>
    <w:rsid w:val="00FD3478"/>
    <w:rsid w:val="00FF41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8DFA0"/>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uiPriority w:val="99"/>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rsid w:val="00BC38A0"/>
    <w:rPr>
      <w:rFonts w:ascii="Times New Roman" w:hAnsi="Times New Roman"/>
      <w:lang w:val="en-GB" w:eastAsia="en-US"/>
    </w:rPr>
  </w:style>
  <w:style w:type="character" w:customStyle="1" w:styleId="HeaderChar">
    <w:name w:val="Header Char"/>
    <w:basedOn w:val="DefaultParagraphFont"/>
    <w:link w:val="Header"/>
    <w:uiPriority w:val="99"/>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 w:type="character" w:styleId="UnresolvedMention">
    <w:name w:val="Unresolved Mention"/>
    <w:basedOn w:val="DefaultParagraphFont"/>
    <w:uiPriority w:val="99"/>
    <w:semiHidden/>
    <w:unhideWhenUsed/>
    <w:rsid w:val="00083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15474">
      <w:bodyDiv w:val="1"/>
      <w:marLeft w:val="0"/>
      <w:marRight w:val="0"/>
      <w:marTop w:val="0"/>
      <w:marBottom w:val="0"/>
      <w:divBdr>
        <w:top w:val="none" w:sz="0" w:space="0" w:color="auto"/>
        <w:left w:val="none" w:sz="0" w:space="0" w:color="auto"/>
        <w:bottom w:val="none" w:sz="0" w:space="0" w:color="auto"/>
        <w:right w:val="none" w:sz="0" w:space="0" w:color="auto"/>
      </w:divBdr>
      <w:divsChild>
        <w:div w:id="1903904726">
          <w:marLeft w:val="0"/>
          <w:marRight w:val="0"/>
          <w:marTop w:val="0"/>
          <w:marBottom w:val="0"/>
          <w:divBdr>
            <w:top w:val="none" w:sz="0" w:space="0" w:color="auto"/>
            <w:left w:val="none" w:sz="0" w:space="0" w:color="auto"/>
            <w:bottom w:val="none" w:sz="0" w:space="0" w:color="auto"/>
            <w:right w:val="none" w:sz="0" w:space="0" w:color="auto"/>
          </w:divBdr>
          <w:divsChild>
            <w:div w:id="1535191623">
              <w:marLeft w:val="0"/>
              <w:marRight w:val="0"/>
              <w:marTop w:val="0"/>
              <w:marBottom w:val="0"/>
              <w:divBdr>
                <w:top w:val="none" w:sz="0" w:space="0" w:color="auto"/>
                <w:left w:val="none" w:sz="0" w:space="0" w:color="auto"/>
                <w:bottom w:val="none" w:sz="0" w:space="0" w:color="auto"/>
                <w:right w:val="none" w:sz="0" w:space="0" w:color="auto"/>
              </w:divBdr>
              <w:divsChild>
                <w:div w:id="941033552">
                  <w:marLeft w:val="0"/>
                  <w:marRight w:val="0"/>
                  <w:marTop w:val="0"/>
                  <w:marBottom w:val="0"/>
                  <w:divBdr>
                    <w:top w:val="none" w:sz="0" w:space="0" w:color="auto"/>
                    <w:left w:val="none" w:sz="0" w:space="0" w:color="auto"/>
                    <w:bottom w:val="none" w:sz="0" w:space="0" w:color="auto"/>
                    <w:right w:val="none" w:sz="0" w:space="0" w:color="auto"/>
                  </w:divBdr>
                  <w:divsChild>
                    <w:div w:id="575671055">
                      <w:marLeft w:val="60"/>
                      <w:marRight w:val="0"/>
                      <w:marTop w:val="0"/>
                      <w:marBottom w:val="0"/>
                      <w:divBdr>
                        <w:top w:val="none" w:sz="0" w:space="0" w:color="auto"/>
                        <w:left w:val="none" w:sz="0" w:space="0" w:color="auto"/>
                        <w:bottom w:val="none" w:sz="0" w:space="0" w:color="auto"/>
                        <w:right w:val="none" w:sz="0" w:space="0" w:color="auto"/>
                      </w:divBdr>
                      <w:divsChild>
                        <w:div w:id="387802113">
                          <w:marLeft w:val="0"/>
                          <w:marRight w:val="0"/>
                          <w:marTop w:val="0"/>
                          <w:marBottom w:val="0"/>
                          <w:divBdr>
                            <w:top w:val="none" w:sz="0" w:space="0" w:color="auto"/>
                            <w:left w:val="none" w:sz="0" w:space="0" w:color="auto"/>
                            <w:bottom w:val="none" w:sz="0" w:space="0" w:color="auto"/>
                            <w:right w:val="none" w:sz="0" w:space="0" w:color="auto"/>
                          </w:divBdr>
                          <w:divsChild>
                            <w:div w:id="191650850">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 w:id="157358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minic.nguyen@esimplicity.com" TargetMode="External"/><Relationship Id="rId13" Type="http://schemas.openxmlformats.org/officeDocument/2006/relationships/hyperlink" Target="mailto:jashley@mitre.org" TargetMode="External"/><Relationship Id="rId3" Type="http://schemas.openxmlformats.org/officeDocument/2006/relationships/settings" Target="settings.xml"/><Relationship Id="rId7" Type="http://schemas.openxmlformats.org/officeDocument/2006/relationships/hyperlink" Target="mailto:andrew.meadows.1@us.af.mil" TargetMode="External"/><Relationship Id="rId12" Type="http://schemas.openxmlformats.org/officeDocument/2006/relationships/hyperlink" Target="mailto:kellen.k.gibson.civ@mail.mi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alvarez@mitre.or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fumie.wingo@navy.mil" TargetMode="External"/><Relationship Id="rId4" Type="http://schemas.openxmlformats.org/officeDocument/2006/relationships/webSettings" Target="webSettings.xml"/><Relationship Id="rId9" Type="http://schemas.openxmlformats.org/officeDocument/2006/relationships/hyperlink" Target="mailto:tan.m.ly.civ@mail.mi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Template>
  <TotalTime>34</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AFSMO</cp:lastModifiedBy>
  <cp:revision>7</cp:revision>
  <cp:lastPrinted>2014-04-03T14:13:00Z</cp:lastPrinted>
  <dcterms:created xsi:type="dcterms:W3CDTF">2021-01-29T21:43:00Z</dcterms:created>
  <dcterms:modified xsi:type="dcterms:W3CDTF">2021-02-03T19:10:00Z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