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953B5F" w:rsidRPr="003D3E6F" w14:paraId="192AA46E" w14:textId="77777777" w:rsidTr="0075350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B5932D2" w14:textId="77777777" w:rsidR="00953B5F" w:rsidRPr="003D3E6F" w:rsidRDefault="00953B5F" w:rsidP="0075350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07FF7FCE" w14:textId="77777777" w:rsidR="00953B5F" w:rsidRPr="003D3E6F" w:rsidRDefault="00953B5F" w:rsidP="0075350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6FD6A952" w14:textId="77777777" w:rsidR="00953B5F" w:rsidRPr="003D3E6F" w:rsidRDefault="00953B5F" w:rsidP="0075350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5B97BDC0" w14:textId="77777777" w:rsidTr="00753507">
        <w:trPr>
          <w:jc w:val="center"/>
        </w:trPr>
        <w:tc>
          <w:tcPr>
            <w:tcW w:w="4706" w:type="dxa"/>
            <w:gridSpan w:val="2"/>
          </w:tcPr>
          <w:p w14:paraId="13F2CA55" w14:textId="73B0DA0C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775647">
              <w:t>5</w:t>
            </w:r>
            <w:r w:rsidR="00105DEC">
              <w:t>B</w:t>
            </w:r>
          </w:p>
        </w:tc>
        <w:tc>
          <w:tcPr>
            <w:tcW w:w="4445" w:type="dxa"/>
          </w:tcPr>
          <w:p w14:paraId="6448E576" w14:textId="737F77CA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D6363C">
              <w:t>US</w:t>
            </w:r>
            <w:r w:rsidR="00714DA5">
              <w:t>WP</w:t>
            </w:r>
            <w:r w:rsidR="00775647">
              <w:t>5</w:t>
            </w:r>
            <w:r w:rsidR="00D6363C">
              <w:t>B</w:t>
            </w:r>
            <w:r w:rsidR="00775647">
              <w:t>2</w:t>
            </w:r>
            <w:r w:rsidR="003F698B">
              <w:t>7</w:t>
            </w:r>
            <w:r w:rsidR="0013275B">
              <w:t>-06-FS</w:t>
            </w:r>
          </w:p>
        </w:tc>
      </w:tr>
      <w:tr w:rsidR="00953B5F" w:rsidRPr="003D3E6F" w14:paraId="67812F15" w14:textId="77777777" w:rsidTr="00753507">
        <w:trPr>
          <w:jc w:val="center"/>
        </w:trPr>
        <w:tc>
          <w:tcPr>
            <w:tcW w:w="4706" w:type="dxa"/>
            <w:gridSpan w:val="2"/>
          </w:tcPr>
          <w:p w14:paraId="67575F71" w14:textId="02043F22" w:rsidR="00DB3AAF" w:rsidRPr="003D3E6F" w:rsidRDefault="00953B5F" w:rsidP="004B6071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11" w:history="1">
              <w:r w:rsidR="00BA4560" w:rsidRPr="004803F2">
                <w:rPr>
                  <w:rStyle w:val="Hyperlink"/>
                </w:rPr>
                <w:t>5B/355 Annex 8</w:t>
              </w:r>
            </w:hyperlink>
            <w:r w:rsidR="00BA4560">
              <w:t xml:space="preserve">, </w:t>
            </w:r>
            <w:hyperlink r:id="rId12" w:history="1">
              <w:r w:rsidR="005F5452" w:rsidRPr="005F5452">
                <w:rPr>
                  <w:rStyle w:val="Hyperlink"/>
                </w:rPr>
                <w:t>4C/116</w:t>
              </w:r>
            </w:hyperlink>
          </w:p>
        </w:tc>
        <w:tc>
          <w:tcPr>
            <w:tcW w:w="4445" w:type="dxa"/>
          </w:tcPr>
          <w:p w14:paraId="1DF55316" w14:textId="33F85A55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B80AEC">
              <w:rPr>
                <w:szCs w:val="24"/>
              </w:rPr>
              <w:t>17 August 2021</w:t>
            </w:r>
          </w:p>
        </w:tc>
      </w:tr>
      <w:tr w:rsidR="00953B5F" w:rsidRPr="003D3E6F" w14:paraId="08CBEA86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1F82C64" w14:textId="7AA756F6" w:rsidR="00953B5F" w:rsidRPr="00D87B0E" w:rsidRDefault="00953B5F" w:rsidP="002F0FE9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bookmarkStart w:id="1" w:name="_GoBack"/>
            <w:r w:rsidR="00CC6C70">
              <w:t xml:space="preserve">Draft </w:t>
            </w:r>
            <w:r w:rsidR="002F0FE9" w:rsidRPr="00F663FF">
              <w:rPr>
                <w:lang w:eastAsia="zh-CN"/>
              </w:rPr>
              <w:t xml:space="preserve">Reply </w:t>
            </w:r>
            <w:r w:rsidR="00CC6C70">
              <w:rPr>
                <w:lang w:eastAsia="zh-CN"/>
              </w:rPr>
              <w:t>L</w:t>
            </w:r>
            <w:r w:rsidR="002F0FE9" w:rsidRPr="00F663FF">
              <w:rPr>
                <w:lang w:eastAsia="zh-CN"/>
              </w:rPr>
              <w:t xml:space="preserve">iaison to Working Party </w:t>
            </w:r>
            <w:r w:rsidR="004B6071">
              <w:rPr>
                <w:lang w:eastAsia="zh-CN"/>
              </w:rPr>
              <w:t>4C</w:t>
            </w:r>
            <w:r w:rsidR="002F0FE9" w:rsidRPr="00F663FF">
              <w:rPr>
                <w:lang w:eastAsia="zh-CN"/>
              </w:rPr>
              <w:t xml:space="preserve"> concerning WRC-23 </w:t>
            </w:r>
            <w:r w:rsidR="00CC6C70">
              <w:rPr>
                <w:lang w:eastAsia="zh-CN"/>
              </w:rPr>
              <w:t>A</w:t>
            </w:r>
            <w:r w:rsidR="002F0FE9" w:rsidRPr="00F663FF">
              <w:rPr>
                <w:lang w:eastAsia="zh-CN"/>
              </w:rPr>
              <w:t xml:space="preserve">genda </w:t>
            </w:r>
            <w:r w:rsidR="00CC6C70">
              <w:rPr>
                <w:lang w:eastAsia="zh-CN"/>
              </w:rPr>
              <w:t>I</w:t>
            </w:r>
            <w:r w:rsidR="002F0FE9" w:rsidRPr="00F663FF">
              <w:rPr>
                <w:lang w:eastAsia="zh-CN"/>
              </w:rPr>
              <w:t>tem 1.</w:t>
            </w:r>
            <w:r w:rsidR="004B6071">
              <w:rPr>
                <w:lang w:eastAsia="zh-CN"/>
              </w:rPr>
              <w:t>18</w:t>
            </w:r>
            <w:bookmarkEnd w:id="1"/>
          </w:p>
        </w:tc>
      </w:tr>
      <w:tr w:rsidR="00775647" w:rsidRPr="003D3E6F" w14:paraId="7AF8DBF7" w14:textId="77777777" w:rsidTr="002E5F6B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10618588" w14:textId="30769216" w:rsidR="00775647" w:rsidRPr="00232B55" w:rsidRDefault="00775647" w:rsidP="006E2689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4C4D6655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DBD23B5" w14:textId="009E19B8" w:rsidR="00775647" w:rsidRPr="005E479E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0C0FCB7F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4FE8600" w14:textId="43305F7B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08CAFDF" w14:textId="77777777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0043C460" w14:textId="00612BB1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2AD5DF5F" w14:textId="69E71095" w:rsid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3ED6BF31" w14:textId="77777777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Kellen Gibson</w:t>
            </w:r>
          </w:p>
          <w:p w14:paraId="607420E2" w14:textId="46732EB6" w:rsidR="00A77516" w:rsidRP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  <w:lang w:val="en-US"/>
              </w:rPr>
              <w:t>DSO</w:t>
            </w:r>
          </w:p>
          <w:p w14:paraId="412DD399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61B752B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66AAB45" w14:textId="6EEBA5E9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CC6C70">
              <w:rPr>
                <w:bCs/>
                <w:iCs/>
                <w:szCs w:val="24"/>
                <w:lang w:val="en-US"/>
              </w:rPr>
              <w:t>for AFSMO</w:t>
            </w:r>
          </w:p>
          <w:p w14:paraId="3B09568D" w14:textId="704A4340" w:rsidR="006E2689" w:rsidRDefault="006E2689" w:rsidP="006E268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BC9F490" w14:textId="77777777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6DB813CC" w14:textId="79D56176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2A086A">
              <w:rPr>
                <w:bCs/>
                <w:iCs/>
                <w:szCs w:val="24"/>
                <w:lang w:val="en-US"/>
              </w:rPr>
              <w:t>SMO</w:t>
            </w:r>
          </w:p>
          <w:p w14:paraId="49DC70FF" w14:textId="77777777" w:rsidR="006E2689" w:rsidRDefault="006E2689" w:rsidP="006E2689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28E7B217" w14:textId="195F6443" w:rsidR="006E2689" w:rsidRDefault="006E2689" w:rsidP="006E2689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</w:t>
            </w:r>
            <w:r w:rsidR="00BC5A8D">
              <w:rPr>
                <w:bCs/>
                <w:iCs/>
                <w:szCs w:val="24"/>
                <w:lang w:val="en-US"/>
              </w:rPr>
              <w:t>k</w:t>
            </w:r>
            <w:r>
              <w:rPr>
                <w:bCs/>
                <w:iCs/>
                <w:szCs w:val="24"/>
                <w:lang w:val="en-US"/>
              </w:rPr>
              <w:t xml:space="preserve"> Box</w:t>
            </w:r>
          </w:p>
          <w:p w14:paraId="5BA7F2D2" w14:textId="4BD3DBA6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2A086A">
              <w:rPr>
                <w:bCs/>
                <w:iCs/>
                <w:szCs w:val="24"/>
                <w:lang w:val="en-US"/>
              </w:rPr>
              <w:t>SMO</w:t>
            </w:r>
          </w:p>
          <w:p w14:paraId="199E5FDA" w14:textId="6BCFDAED" w:rsidR="00A77516" w:rsidRDefault="00A77516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FCC0910" w14:textId="77777777" w:rsidR="00A77516" w:rsidRPr="00542C37" w:rsidRDefault="00A77516" w:rsidP="00A77516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42C37">
              <w:rPr>
                <w:bCs/>
                <w:iCs/>
                <w:szCs w:val="24"/>
                <w:lang w:val="en-US"/>
              </w:rPr>
              <w:t>John Ashley</w:t>
            </w:r>
          </w:p>
          <w:p w14:paraId="5CC51307" w14:textId="396E53FA" w:rsidR="00775647" w:rsidRPr="003D3E6F" w:rsidRDefault="00A77516" w:rsidP="00A77516">
            <w:pPr>
              <w:spacing w:before="0"/>
              <w:ind w:right="144"/>
              <w:rPr>
                <w:b/>
              </w:rPr>
            </w:pPr>
            <w:r w:rsidRPr="00542C37">
              <w:rPr>
                <w:bCs/>
                <w:iCs/>
                <w:szCs w:val="24"/>
                <w:lang w:val="en-US"/>
              </w:rPr>
              <w:t>MITRE for DSO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0038573B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541574E0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75FA3594" w14:textId="33D10DE8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Phone: </w:t>
            </w:r>
            <w:r>
              <w:rPr>
                <w:bCs/>
                <w:szCs w:val="24"/>
              </w:rPr>
              <w:t>334-467-4720</w:t>
            </w:r>
          </w:p>
          <w:p w14:paraId="1AE65BF0" w14:textId="760F4FA0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3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1261D2B1" w14:textId="77777777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4DDC953C" w14:textId="77460EA7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2255FCD6" w14:textId="77777777" w:rsidR="006E2689" w:rsidRDefault="006E2689" w:rsidP="006E2689">
            <w:pPr>
              <w:spacing w:before="0"/>
              <w:ind w:right="144"/>
              <w:rPr>
                <w:color w:val="0000FF" w:themeColor="hyperlink"/>
                <w:u w:val="single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4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09CFD6F" w14:textId="0057B425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7457FEFA" w14:textId="33D55858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Phone: 301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225-3794   </w:t>
            </w:r>
          </w:p>
          <w:p w14:paraId="6EDDAC63" w14:textId="77777777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E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mail: </w:t>
            </w:r>
            <w:hyperlink r:id="rId15" w:history="1">
              <w:r w:rsidRPr="00542C37">
                <w:rPr>
                  <w:rStyle w:val="Hyperlink"/>
                  <w:bCs/>
                  <w:szCs w:val="24"/>
                </w:rPr>
                <w:t>kellen.k.gibson.civ@mail.mil</w:t>
              </w:r>
            </w:hyperlink>
            <w:r w:rsidRPr="00542C37">
              <w:rPr>
                <w:bCs/>
                <w:color w:val="000000"/>
                <w:szCs w:val="24"/>
              </w:rPr>
              <w:t xml:space="preserve"> </w:t>
            </w:r>
          </w:p>
          <w:p w14:paraId="3FA692BC" w14:textId="77777777" w:rsid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01B37ABF" w14:textId="194D92AC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703-606-7396</w:t>
            </w:r>
          </w:p>
          <w:p w14:paraId="5D78A8AF" w14:textId="50009AE3" w:rsidR="006E2689" w:rsidRDefault="006E2689" w:rsidP="006E2689">
            <w:pPr>
              <w:spacing w:before="0" w:line="276" w:lineRule="auto"/>
              <w:rPr>
                <w:rStyle w:val="Hyperlink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6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4CC6963F" w14:textId="77777777" w:rsidR="006E2689" w:rsidRDefault="006E2689" w:rsidP="006E2689">
            <w:pPr>
              <w:spacing w:before="0"/>
              <w:ind w:right="144"/>
              <w:rPr>
                <w:rStyle w:val="Hyperlink"/>
                <w:bCs/>
                <w:szCs w:val="24"/>
              </w:rPr>
            </w:pPr>
          </w:p>
          <w:p w14:paraId="797ECDF8" w14:textId="4E05A896" w:rsidR="006E2689" w:rsidRDefault="006E2689" w:rsidP="006E2689">
            <w:pPr>
              <w:spacing w:before="0"/>
              <w:ind w:right="144"/>
              <w:rPr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10B09031" w14:textId="1A5D5991" w:rsidR="006E2689" w:rsidRDefault="006E2689" w:rsidP="006E2689">
            <w:pPr>
              <w:spacing w:before="0"/>
              <w:ind w:right="144"/>
              <w:rPr>
                <w:color w:val="0000FF" w:themeColor="hyperlink"/>
                <w:szCs w:val="24"/>
                <w:u w:val="single"/>
              </w:rPr>
            </w:pPr>
            <w:r>
              <w:rPr>
                <w:szCs w:val="24"/>
              </w:rPr>
              <w:t xml:space="preserve">E-mail: </w:t>
            </w:r>
            <w:hyperlink r:id="rId17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60986D42" w14:textId="77777777" w:rsidR="006E2689" w:rsidRDefault="006E2689" w:rsidP="006E2689">
            <w:pPr>
              <w:spacing w:before="0"/>
              <w:ind w:right="144"/>
              <w:rPr>
                <w:b/>
              </w:rPr>
            </w:pPr>
          </w:p>
          <w:p w14:paraId="52A4656D" w14:textId="1DFD44AC" w:rsidR="006E2689" w:rsidRDefault="006E2689" w:rsidP="006E2689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07D3E862" w14:textId="1BD97373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8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  <w:p w14:paraId="35525FFA" w14:textId="77777777" w:rsidR="00A77516" w:rsidRDefault="00A77516" w:rsidP="00A77516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</w:p>
          <w:p w14:paraId="7D541026" w14:textId="0BCC3D25" w:rsidR="00A77516" w:rsidRPr="00542C37" w:rsidRDefault="00A77516" w:rsidP="00A77516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Phone: (</w:t>
            </w:r>
            <w:r w:rsidRPr="00542C37">
              <w:rPr>
                <w:szCs w:val="24"/>
              </w:rPr>
              <w:t>703) 983-6544</w:t>
            </w:r>
          </w:p>
          <w:p w14:paraId="0D57C3A2" w14:textId="3438C1C1" w:rsidR="000F7BFE" w:rsidRPr="00A77516" w:rsidRDefault="00A77516" w:rsidP="00A77516">
            <w:pPr>
              <w:spacing w:before="0"/>
              <w:ind w:right="144"/>
              <w:textAlignment w:val="auto"/>
              <w:rPr>
                <w:rFonts w:eastAsia="MS Mincho"/>
                <w:bCs/>
                <w:color w:val="0000FF" w:themeColor="hyperlink"/>
                <w:szCs w:val="24"/>
                <w:u w:val="single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E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542C37">
              <w:rPr>
                <w:bCs/>
                <w:color w:val="000000"/>
                <w:szCs w:val="24"/>
                <w:lang w:eastAsia="zh-CN"/>
              </w:rPr>
              <w:t xml:space="preserve">mail: </w:t>
            </w:r>
            <w:hyperlink r:id="rId19" w:history="1">
              <w:r w:rsidRPr="00542C37">
                <w:rPr>
                  <w:rStyle w:val="Hyperlink"/>
                  <w:rFonts w:eastAsia="MS Mincho"/>
                  <w:bCs/>
                  <w:szCs w:val="24"/>
                  <w:lang w:eastAsia="zh-CN"/>
                </w:rPr>
                <w:t>jashley@mitre.org</w:t>
              </w:r>
            </w:hyperlink>
          </w:p>
        </w:tc>
      </w:tr>
      <w:tr w:rsidR="00953B5F" w:rsidRPr="003D3E6F" w14:paraId="336141D2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E0AE788" w14:textId="0ADE9161" w:rsidR="00953B5F" w:rsidRPr="003D3E6F" w:rsidRDefault="00953B5F" w:rsidP="002F0FE9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 w:rsidR="00E1583E">
              <w:t xml:space="preserve">To </w:t>
            </w:r>
            <w:r w:rsidR="00DB3AAF">
              <w:t xml:space="preserve">reply to WP </w:t>
            </w:r>
            <w:r w:rsidR="004B6071">
              <w:t xml:space="preserve">4C </w:t>
            </w:r>
            <w:r w:rsidR="00DB3AAF">
              <w:t xml:space="preserve">with the </w:t>
            </w:r>
            <w:r w:rsidR="004B1857">
              <w:t>antenna patterns</w:t>
            </w:r>
            <w:r w:rsidR="00DB3AAF" w:rsidRPr="008B0B50">
              <w:t xml:space="preserve"> relati</w:t>
            </w:r>
            <w:r w:rsidR="00EB74E9">
              <w:t>ng</w:t>
            </w:r>
            <w:r w:rsidR="00DB3AAF" w:rsidRPr="008B0B50">
              <w:t xml:space="preserve"> to the required sharing and compatibility studies to be carried out under WRC-23 agenda item 1.</w:t>
            </w:r>
            <w:r w:rsidR="004B6071">
              <w:t>18</w:t>
            </w:r>
            <w:r w:rsidR="00E1583E">
              <w:t xml:space="preserve">.  </w:t>
            </w:r>
          </w:p>
        </w:tc>
      </w:tr>
      <w:tr w:rsidR="00953B5F" w:rsidRPr="003D3E6F" w14:paraId="62DAE756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3526E10B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2F942EFA" w14:textId="238044DD" w:rsidR="00953B5F" w:rsidRPr="003D3E6F" w:rsidRDefault="00E1583E" w:rsidP="009315FA">
            <w:pPr>
              <w:spacing w:before="0" w:line="276" w:lineRule="auto"/>
              <w:rPr>
                <w:b/>
              </w:rPr>
            </w:pPr>
            <w:r w:rsidRPr="00BC6D88">
              <w:t>A</w:t>
            </w:r>
            <w:r w:rsidR="00DB3AAF" w:rsidRPr="00BC6D88">
              <w:t xml:space="preserve">t </w:t>
            </w:r>
            <w:r w:rsidR="003F698B">
              <w:t>the May 2021 meeting</w:t>
            </w:r>
            <w:r w:rsidR="004B1857" w:rsidRPr="00BC6D88">
              <w:t xml:space="preserve">, </w:t>
            </w:r>
            <w:r w:rsidR="00DB3AAF" w:rsidRPr="00BC6D88">
              <w:t xml:space="preserve">WP </w:t>
            </w:r>
            <w:r w:rsidR="004B1857" w:rsidRPr="00BC6D88">
              <w:t>5</w:t>
            </w:r>
            <w:r w:rsidR="00DB3AAF" w:rsidRPr="00BC6D88">
              <w:t xml:space="preserve">B </w:t>
            </w:r>
            <w:r w:rsidR="00BC6D88">
              <w:t xml:space="preserve">sent a reply liaison statement to WP </w:t>
            </w:r>
            <w:r w:rsidR="004B6071">
              <w:t>4C</w:t>
            </w:r>
            <w:r w:rsidR="00BC6D88">
              <w:t xml:space="preserve"> which informs </w:t>
            </w:r>
            <w:r w:rsidR="007A2B66">
              <w:t xml:space="preserve">regarding </w:t>
            </w:r>
            <w:r w:rsidR="00BC6D88">
              <w:t>an update on Recommendation ITU-R M.1465.</w:t>
            </w:r>
            <w:r w:rsidR="002F0FE9">
              <w:t xml:space="preserve"> This contribution </w:t>
            </w:r>
            <w:r w:rsidR="004B1857">
              <w:t xml:space="preserve">proposes </w:t>
            </w:r>
            <w:r w:rsidR="003571C5">
              <w:t xml:space="preserve">a further reply from WP 5B to WP </w:t>
            </w:r>
            <w:r w:rsidR="008033BD">
              <w:t>4C</w:t>
            </w:r>
            <w:r w:rsidR="003571C5">
              <w:t xml:space="preserve"> on AI 1.</w:t>
            </w:r>
            <w:r w:rsidR="004B6071">
              <w:t>18</w:t>
            </w:r>
            <w:r w:rsidR="004B1857">
              <w:t>.</w:t>
            </w:r>
          </w:p>
        </w:tc>
      </w:tr>
      <w:tr w:rsidR="00953B5F" w:rsidRPr="003D3E6F" w14:paraId="5DD5A644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02E9C921" w14:textId="05BDE656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775647">
              <w:t>Dominic Nguyen</w:t>
            </w:r>
          </w:p>
        </w:tc>
      </w:tr>
    </w:tbl>
    <w:p w14:paraId="23C377E4" w14:textId="299399AF" w:rsidR="000069D4" w:rsidRPr="00826D1A" w:rsidRDefault="000069D4" w:rsidP="00826D1A"/>
    <w:sectPr w:rsidR="000069D4" w:rsidRPr="00826D1A" w:rsidSect="00501953">
      <w:headerReference w:type="default" r:id="rId20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3FB31" w14:textId="77777777" w:rsidR="00321E62" w:rsidRDefault="00321E62">
      <w:r>
        <w:separator/>
      </w:r>
    </w:p>
  </w:endnote>
  <w:endnote w:type="continuationSeparator" w:id="0">
    <w:p w14:paraId="0B5E38C8" w14:textId="77777777" w:rsidR="00321E62" w:rsidRDefault="0032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F1A82" w14:textId="77777777" w:rsidR="00321E62" w:rsidRDefault="00321E62">
      <w:r>
        <w:t>____________________</w:t>
      </w:r>
    </w:p>
  </w:footnote>
  <w:footnote w:type="continuationSeparator" w:id="0">
    <w:p w14:paraId="34C60622" w14:textId="77777777" w:rsidR="00321E62" w:rsidRDefault="00321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AC04E" w14:textId="77777777" w:rsidR="001C5869" w:rsidRDefault="001C5869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72C4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https://mail.google.com/mail/u/0/images/cleardot.gif" style="width:1.25pt;height:1.25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9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6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2"/>
  </w:num>
  <w:num w:numId="8">
    <w:abstractNumId w:val="16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0F"/>
    <w:rsid w:val="00001BAD"/>
    <w:rsid w:val="000069D4"/>
    <w:rsid w:val="000174AD"/>
    <w:rsid w:val="00022C9B"/>
    <w:rsid w:val="000231A7"/>
    <w:rsid w:val="00031844"/>
    <w:rsid w:val="000343C8"/>
    <w:rsid w:val="00047A1D"/>
    <w:rsid w:val="00053CF9"/>
    <w:rsid w:val="000604B9"/>
    <w:rsid w:val="00061840"/>
    <w:rsid w:val="00065D57"/>
    <w:rsid w:val="00066E93"/>
    <w:rsid w:val="000678BC"/>
    <w:rsid w:val="00097FD5"/>
    <w:rsid w:val="000A7D55"/>
    <w:rsid w:val="000B0CA7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0F7BFE"/>
    <w:rsid w:val="0010062D"/>
    <w:rsid w:val="00105DEC"/>
    <w:rsid w:val="00111290"/>
    <w:rsid w:val="0012744F"/>
    <w:rsid w:val="00131178"/>
    <w:rsid w:val="00131610"/>
    <w:rsid w:val="0013275B"/>
    <w:rsid w:val="001407CE"/>
    <w:rsid w:val="0015032A"/>
    <w:rsid w:val="00156F66"/>
    <w:rsid w:val="00161AA3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298E"/>
    <w:rsid w:val="001E5D7C"/>
    <w:rsid w:val="001F291C"/>
    <w:rsid w:val="001F6294"/>
    <w:rsid w:val="00202DC1"/>
    <w:rsid w:val="002116EE"/>
    <w:rsid w:val="002165D0"/>
    <w:rsid w:val="002309D8"/>
    <w:rsid w:val="00234E14"/>
    <w:rsid w:val="00260C58"/>
    <w:rsid w:val="002776E7"/>
    <w:rsid w:val="00282AD4"/>
    <w:rsid w:val="002872C4"/>
    <w:rsid w:val="00290292"/>
    <w:rsid w:val="002920D9"/>
    <w:rsid w:val="00297C8B"/>
    <w:rsid w:val="002A065D"/>
    <w:rsid w:val="002A086A"/>
    <w:rsid w:val="002A2126"/>
    <w:rsid w:val="002A7FE2"/>
    <w:rsid w:val="002B0BDA"/>
    <w:rsid w:val="002C3612"/>
    <w:rsid w:val="002C46F0"/>
    <w:rsid w:val="002D2C9B"/>
    <w:rsid w:val="002E1B4F"/>
    <w:rsid w:val="002E737A"/>
    <w:rsid w:val="002F0FE9"/>
    <w:rsid w:val="002F2E67"/>
    <w:rsid w:val="002F43E5"/>
    <w:rsid w:val="002F76FD"/>
    <w:rsid w:val="002F7CB3"/>
    <w:rsid w:val="00313910"/>
    <w:rsid w:val="00315546"/>
    <w:rsid w:val="00321830"/>
    <w:rsid w:val="00321E62"/>
    <w:rsid w:val="00330567"/>
    <w:rsid w:val="003571C5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1527"/>
    <w:rsid w:val="003B2789"/>
    <w:rsid w:val="003C13CE"/>
    <w:rsid w:val="003C2D33"/>
    <w:rsid w:val="003C63C9"/>
    <w:rsid w:val="003D3259"/>
    <w:rsid w:val="003D3E6F"/>
    <w:rsid w:val="003D5CC4"/>
    <w:rsid w:val="003E21E6"/>
    <w:rsid w:val="003E2518"/>
    <w:rsid w:val="003E7CEF"/>
    <w:rsid w:val="003F2A10"/>
    <w:rsid w:val="003F445A"/>
    <w:rsid w:val="003F698B"/>
    <w:rsid w:val="003F6F3A"/>
    <w:rsid w:val="004027CD"/>
    <w:rsid w:val="00404820"/>
    <w:rsid w:val="00463446"/>
    <w:rsid w:val="00466CE0"/>
    <w:rsid w:val="004674BC"/>
    <w:rsid w:val="004803F2"/>
    <w:rsid w:val="00485B5E"/>
    <w:rsid w:val="004A7804"/>
    <w:rsid w:val="004B1857"/>
    <w:rsid w:val="004B1EF7"/>
    <w:rsid w:val="004B2EF5"/>
    <w:rsid w:val="004B3FAD"/>
    <w:rsid w:val="004B5DA8"/>
    <w:rsid w:val="004B6071"/>
    <w:rsid w:val="004C0F60"/>
    <w:rsid w:val="004C3225"/>
    <w:rsid w:val="004C5749"/>
    <w:rsid w:val="004C7A75"/>
    <w:rsid w:val="004D358F"/>
    <w:rsid w:val="004E3473"/>
    <w:rsid w:val="004F396E"/>
    <w:rsid w:val="004F78CD"/>
    <w:rsid w:val="00501953"/>
    <w:rsid w:val="00501DCA"/>
    <w:rsid w:val="00504745"/>
    <w:rsid w:val="005070F2"/>
    <w:rsid w:val="0051070F"/>
    <w:rsid w:val="00513336"/>
    <w:rsid w:val="00513A47"/>
    <w:rsid w:val="0052109F"/>
    <w:rsid w:val="00524CA8"/>
    <w:rsid w:val="00526A93"/>
    <w:rsid w:val="005408DF"/>
    <w:rsid w:val="00553423"/>
    <w:rsid w:val="00557A03"/>
    <w:rsid w:val="00564C07"/>
    <w:rsid w:val="005673B8"/>
    <w:rsid w:val="00573344"/>
    <w:rsid w:val="00583F9B"/>
    <w:rsid w:val="005843A0"/>
    <w:rsid w:val="00591B75"/>
    <w:rsid w:val="005944FE"/>
    <w:rsid w:val="005A36F8"/>
    <w:rsid w:val="005A7278"/>
    <w:rsid w:val="005B1C52"/>
    <w:rsid w:val="005C7FEC"/>
    <w:rsid w:val="005D0F2E"/>
    <w:rsid w:val="005D623E"/>
    <w:rsid w:val="005E5C10"/>
    <w:rsid w:val="005F008D"/>
    <w:rsid w:val="005F085B"/>
    <w:rsid w:val="005F18DE"/>
    <w:rsid w:val="005F2021"/>
    <w:rsid w:val="005F2C78"/>
    <w:rsid w:val="005F5452"/>
    <w:rsid w:val="006107B1"/>
    <w:rsid w:val="006144E4"/>
    <w:rsid w:val="00624EBB"/>
    <w:rsid w:val="00647571"/>
    <w:rsid w:val="00650299"/>
    <w:rsid w:val="00655FC5"/>
    <w:rsid w:val="0065654F"/>
    <w:rsid w:val="00663E44"/>
    <w:rsid w:val="00685A20"/>
    <w:rsid w:val="006A1B11"/>
    <w:rsid w:val="006B0A0D"/>
    <w:rsid w:val="006B31C0"/>
    <w:rsid w:val="006C2D88"/>
    <w:rsid w:val="006C3B45"/>
    <w:rsid w:val="006D1B0D"/>
    <w:rsid w:val="006E0D21"/>
    <w:rsid w:val="006E1846"/>
    <w:rsid w:val="006E2689"/>
    <w:rsid w:val="006F0FF0"/>
    <w:rsid w:val="006F276A"/>
    <w:rsid w:val="006F76F9"/>
    <w:rsid w:val="00714DA5"/>
    <w:rsid w:val="00721B36"/>
    <w:rsid w:val="00722D97"/>
    <w:rsid w:val="00723440"/>
    <w:rsid w:val="00727B85"/>
    <w:rsid w:val="0073685A"/>
    <w:rsid w:val="00744704"/>
    <w:rsid w:val="00747F5B"/>
    <w:rsid w:val="00750877"/>
    <w:rsid w:val="0076162D"/>
    <w:rsid w:val="00770778"/>
    <w:rsid w:val="00771F52"/>
    <w:rsid w:val="00775647"/>
    <w:rsid w:val="007801BF"/>
    <w:rsid w:val="007A2B66"/>
    <w:rsid w:val="007A5054"/>
    <w:rsid w:val="007C5473"/>
    <w:rsid w:val="007E426F"/>
    <w:rsid w:val="007E6147"/>
    <w:rsid w:val="007E7413"/>
    <w:rsid w:val="008033BD"/>
    <w:rsid w:val="00814E0A"/>
    <w:rsid w:val="00820515"/>
    <w:rsid w:val="00822581"/>
    <w:rsid w:val="00826D1A"/>
    <w:rsid w:val="008309DD"/>
    <w:rsid w:val="0083227A"/>
    <w:rsid w:val="00834EF3"/>
    <w:rsid w:val="00840BD0"/>
    <w:rsid w:val="00840BDD"/>
    <w:rsid w:val="00864C88"/>
    <w:rsid w:val="00866900"/>
    <w:rsid w:val="008758C0"/>
    <w:rsid w:val="00876A8A"/>
    <w:rsid w:val="00881BA1"/>
    <w:rsid w:val="0088305E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5FE4"/>
    <w:rsid w:val="008C68FC"/>
    <w:rsid w:val="008D6059"/>
    <w:rsid w:val="008E2DD4"/>
    <w:rsid w:val="008E7280"/>
    <w:rsid w:val="008F208F"/>
    <w:rsid w:val="0091342B"/>
    <w:rsid w:val="009174CD"/>
    <w:rsid w:val="009315FA"/>
    <w:rsid w:val="009346F8"/>
    <w:rsid w:val="009441F2"/>
    <w:rsid w:val="009478F1"/>
    <w:rsid w:val="00950C20"/>
    <w:rsid w:val="00953B5F"/>
    <w:rsid w:val="00960A0F"/>
    <w:rsid w:val="00970E00"/>
    <w:rsid w:val="00973A1E"/>
    <w:rsid w:val="00982084"/>
    <w:rsid w:val="00986E7B"/>
    <w:rsid w:val="00995963"/>
    <w:rsid w:val="00997755"/>
    <w:rsid w:val="009B0F39"/>
    <w:rsid w:val="009B19B9"/>
    <w:rsid w:val="009B4798"/>
    <w:rsid w:val="009B61EB"/>
    <w:rsid w:val="009C2064"/>
    <w:rsid w:val="009D1697"/>
    <w:rsid w:val="009D22D9"/>
    <w:rsid w:val="009E1BC8"/>
    <w:rsid w:val="009E7668"/>
    <w:rsid w:val="009F10D8"/>
    <w:rsid w:val="009F3A46"/>
    <w:rsid w:val="009F3C9E"/>
    <w:rsid w:val="009F6520"/>
    <w:rsid w:val="00A014F8"/>
    <w:rsid w:val="00A27A47"/>
    <w:rsid w:val="00A4159A"/>
    <w:rsid w:val="00A47B54"/>
    <w:rsid w:val="00A5173C"/>
    <w:rsid w:val="00A532B1"/>
    <w:rsid w:val="00A55AFD"/>
    <w:rsid w:val="00A574B8"/>
    <w:rsid w:val="00A61AEF"/>
    <w:rsid w:val="00A7180F"/>
    <w:rsid w:val="00A74C0F"/>
    <w:rsid w:val="00A76DE3"/>
    <w:rsid w:val="00A77516"/>
    <w:rsid w:val="00A81A54"/>
    <w:rsid w:val="00A8211C"/>
    <w:rsid w:val="00A96E78"/>
    <w:rsid w:val="00AB3EE4"/>
    <w:rsid w:val="00AB6B3A"/>
    <w:rsid w:val="00AC7CE4"/>
    <w:rsid w:val="00AD2345"/>
    <w:rsid w:val="00AF173A"/>
    <w:rsid w:val="00AF1F2F"/>
    <w:rsid w:val="00AF433C"/>
    <w:rsid w:val="00B02344"/>
    <w:rsid w:val="00B066A4"/>
    <w:rsid w:val="00B07A13"/>
    <w:rsid w:val="00B1774C"/>
    <w:rsid w:val="00B20B28"/>
    <w:rsid w:val="00B24971"/>
    <w:rsid w:val="00B40B83"/>
    <w:rsid w:val="00B4279B"/>
    <w:rsid w:val="00B45FC9"/>
    <w:rsid w:val="00B50C9A"/>
    <w:rsid w:val="00B720B9"/>
    <w:rsid w:val="00B76F35"/>
    <w:rsid w:val="00B7714B"/>
    <w:rsid w:val="00B80AEC"/>
    <w:rsid w:val="00B81138"/>
    <w:rsid w:val="00B932FC"/>
    <w:rsid w:val="00BA105E"/>
    <w:rsid w:val="00BA4560"/>
    <w:rsid w:val="00BB0530"/>
    <w:rsid w:val="00BB1578"/>
    <w:rsid w:val="00BC5A8D"/>
    <w:rsid w:val="00BC6D29"/>
    <w:rsid w:val="00BC6D88"/>
    <w:rsid w:val="00BC7CCF"/>
    <w:rsid w:val="00BD4AED"/>
    <w:rsid w:val="00BD6492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2E05"/>
    <w:rsid w:val="00C276AD"/>
    <w:rsid w:val="00C3450D"/>
    <w:rsid w:val="00C3581A"/>
    <w:rsid w:val="00C42E34"/>
    <w:rsid w:val="00C432B7"/>
    <w:rsid w:val="00C47602"/>
    <w:rsid w:val="00C57A91"/>
    <w:rsid w:val="00C614A5"/>
    <w:rsid w:val="00C6190A"/>
    <w:rsid w:val="00C90659"/>
    <w:rsid w:val="00CA1163"/>
    <w:rsid w:val="00CA42FE"/>
    <w:rsid w:val="00CB6005"/>
    <w:rsid w:val="00CC01C2"/>
    <w:rsid w:val="00CC282D"/>
    <w:rsid w:val="00CC5592"/>
    <w:rsid w:val="00CC6C70"/>
    <w:rsid w:val="00CF1208"/>
    <w:rsid w:val="00CF21F2"/>
    <w:rsid w:val="00D02712"/>
    <w:rsid w:val="00D046A7"/>
    <w:rsid w:val="00D10B11"/>
    <w:rsid w:val="00D169D6"/>
    <w:rsid w:val="00D214D0"/>
    <w:rsid w:val="00D217E5"/>
    <w:rsid w:val="00D247F4"/>
    <w:rsid w:val="00D31DDA"/>
    <w:rsid w:val="00D36A3E"/>
    <w:rsid w:val="00D55808"/>
    <w:rsid w:val="00D5644C"/>
    <w:rsid w:val="00D61D3F"/>
    <w:rsid w:val="00D6218B"/>
    <w:rsid w:val="00D6363C"/>
    <w:rsid w:val="00D64941"/>
    <w:rsid w:val="00D64CCE"/>
    <w:rsid w:val="00D6546B"/>
    <w:rsid w:val="00D762C2"/>
    <w:rsid w:val="00DA3453"/>
    <w:rsid w:val="00DA3921"/>
    <w:rsid w:val="00DB178B"/>
    <w:rsid w:val="00DB3AAF"/>
    <w:rsid w:val="00DC17D3"/>
    <w:rsid w:val="00DD37A9"/>
    <w:rsid w:val="00DD4BED"/>
    <w:rsid w:val="00DD65CF"/>
    <w:rsid w:val="00DE1798"/>
    <w:rsid w:val="00DE304A"/>
    <w:rsid w:val="00DE39F0"/>
    <w:rsid w:val="00DE5503"/>
    <w:rsid w:val="00DF05E1"/>
    <w:rsid w:val="00DF0AF3"/>
    <w:rsid w:val="00DF51A1"/>
    <w:rsid w:val="00DF5F3F"/>
    <w:rsid w:val="00DF7A8F"/>
    <w:rsid w:val="00DF7E9F"/>
    <w:rsid w:val="00E04AAE"/>
    <w:rsid w:val="00E1583E"/>
    <w:rsid w:val="00E27D7E"/>
    <w:rsid w:val="00E32F5E"/>
    <w:rsid w:val="00E3540A"/>
    <w:rsid w:val="00E37D23"/>
    <w:rsid w:val="00E4205A"/>
    <w:rsid w:val="00E42E13"/>
    <w:rsid w:val="00E54B7E"/>
    <w:rsid w:val="00E56D5C"/>
    <w:rsid w:val="00E6187F"/>
    <w:rsid w:val="00E6257C"/>
    <w:rsid w:val="00E63C59"/>
    <w:rsid w:val="00E665D4"/>
    <w:rsid w:val="00E66F5A"/>
    <w:rsid w:val="00E9211F"/>
    <w:rsid w:val="00E95883"/>
    <w:rsid w:val="00E96434"/>
    <w:rsid w:val="00EB5161"/>
    <w:rsid w:val="00EB74E9"/>
    <w:rsid w:val="00EC245B"/>
    <w:rsid w:val="00ED4AAA"/>
    <w:rsid w:val="00EF0EE2"/>
    <w:rsid w:val="00EF606D"/>
    <w:rsid w:val="00F01CCA"/>
    <w:rsid w:val="00F17246"/>
    <w:rsid w:val="00F20A41"/>
    <w:rsid w:val="00F249E8"/>
    <w:rsid w:val="00F25662"/>
    <w:rsid w:val="00F25DAA"/>
    <w:rsid w:val="00F26945"/>
    <w:rsid w:val="00F30B9E"/>
    <w:rsid w:val="00F67F35"/>
    <w:rsid w:val="00F9043D"/>
    <w:rsid w:val="00F9766A"/>
    <w:rsid w:val="00FA124A"/>
    <w:rsid w:val="00FB771D"/>
    <w:rsid w:val="00FC08DD"/>
    <w:rsid w:val="00FC2316"/>
    <w:rsid w:val="00FC2CFD"/>
    <w:rsid w:val="00FD4E3C"/>
    <w:rsid w:val="00FE076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3DAF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drew.meadows.1@us.af.mil" TargetMode="External"/><Relationship Id="rId18" Type="http://schemas.openxmlformats.org/officeDocument/2006/relationships/hyperlink" Target="mailto:fbox@mitre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tu.int/md/R19-WP4C-C-0116/en" TargetMode="External"/><Relationship Id="rId17" Type="http://schemas.openxmlformats.org/officeDocument/2006/relationships/hyperlink" Target="mailto:talvarez@mitre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ominic.nguyen@esimplicity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5B-C-0355/en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ellen.k.gibson.civ@mail.mil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jashley@mitre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an.m.ly.civ@mail.mil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03D86-3F03-4120-82F3-9B85E3EE8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1F435A-F436-4E4A-A579-CD851E7753CC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4.xml><?xml version="1.0" encoding="utf-8"?>
<ds:datastoreItem xmlns:ds="http://schemas.openxmlformats.org/officeDocument/2006/customXml" ds:itemID="{A95BC4A1-FBBD-454A-9C52-F7A73547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18</TotalTime>
  <Pages>1</Pages>
  <Words>167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USA</cp:lastModifiedBy>
  <cp:revision>19</cp:revision>
  <cp:lastPrinted>2020-10-22T05:46:00Z</cp:lastPrinted>
  <dcterms:created xsi:type="dcterms:W3CDTF">2021-01-28T17:58:00Z</dcterms:created>
  <dcterms:modified xsi:type="dcterms:W3CDTF">2021-08-12T14:51:00Z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0x01010033868BFFA1496A4894A312F1A1F7A669</vt:lpwstr>
  </property>
</Properties>
</file>