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953B5F" w:rsidRPr="003D3E6F" w14:paraId="7B67D404" w14:textId="77777777" w:rsidTr="0080119F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AC05178" w14:textId="77777777" w:rsidR="00953B5F" w:rsidRPr="003D3E6F" w:rsidRDefault="00953B5F" w:rsidP="002867E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1F0254F1" w14:textId="77777777" w:rsidR="00953B5F" w:rsidRPr="003D3E6F" w:rsidRDefault="00953B5F" w:rsidP="002867E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37816E0E" w14:textId="77777777" w:rsidR="00953B5F" w:rsidRPr="003D3E6F" w:rsidRDefault="00953B5F" w:rsidP="002867E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6C5C6787" w14:textId="77777777" w:rsidTr="0080119F">
        <w:trPr>
          <w:jc w:val="center"/>
        </w:trPr>
        <w:tc>
          <w:tcPr>
            <w:tcW w:w="4706" w:type="dxa"/>
            <w:gridSpan w:val="2"/>
          </w:tcPr>
          <w:p w14:paraId="593DA1DA" w14:textId="77777777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CF6E64">
              <w:t>5</w:t>
            </w:r>
            <w:r w:rsidR="00D45199">
              <w:t>B</w:t>
            </w:r>
          </w:p>
        </w:tc>
        <w:tc>
          <w:tcPr>
            <w:tcW w:w="4541" w:type="dxa"/>
            <w:gridSpan w:val="2"/>
          </w:tcPr>
          <w:p w14:paraId="2C77008A" w14:textId="1AC9D28A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3D03A7">
              <w:t>USWP5</w:t>
            </w:r>
            <w:r w:rsidR="00D45199">
              <w:t>B</w:t>
            </w:r>
            <w:r w:rsidR="003D03A7">
              <w:t>-</w:t>
            </w:r>
            <w:r w:rsidR="00AC4DE7">
              <w:t>26-FS</w:t>
            </w:r>
          </w:p>
        </w:tc>
      </w:tr>
      <w:tr w:rsidR="00953B5F" w:rsidRPr="003D3E6F" w14:paraId="6860A389" w14:textId="77777777" w:rsidTr="0080119F">
        <w:trPr>
          <w:jc w:val="center"/>
        </w:trPr>
        <w:tc>
          <w:tcPr>
            <w:tcW w:w="4706" w:type="dxa"/>
            <w:gridSpan w:val="2"/>
          </w:tcPr>
          <w:p w14:paraId="2FFC8521" w14:textId="4EAE3772" w:rsidR="00DB3AAF" w:rsidRPr="003D3E6F" w:rsidRDefault="00953B5F" w:rsidP="00D45199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hyperlink r:id="rId11" w:history="1">
              <w:r w:rsidR="005342F8" w:rsidRPr="00245DCB">
                <w:rPr>
                  <w:rStyle w:val="Hyperlink"/>
                </w:rPr>
                <w:t>Document 5</w:t>
              </w:r>
              <w:r w:rsidR="00D45199" w:rsidRPr="00245DCB">
                <w:rPr>
                  <w:rStyle w:val="Hyperlink"/>
                </w:rPr>
                <w:t>B/</w:t>
              </w:r>
              <w:r w:rsidR="00245DCB" w:rsidRPr="00245DCB">
                <w:rPr>
                  <w:rStyle w:val="Hyperlink"/>
                </w:rPr>
                <w:t>355</w:t>
              </w:r>
            </w:hyperlink>
            <w:r w:rsidR="00C94746">
              <w:t xml:space="preserve"> Annex </w:t>
            </w:r>
            <w:r w:rsidR="006B77E1">
              <w:t>27</w:t>
            </w:r>
          </w:p>
        </w:tc>
        <w:tc>
          <w:tcPr>
            <w:tcW w:w="4541" w:type="dxa"/>
            <w:gridSpan w:val="2"/>
          </w:tcPr>
          <w:p w14:paraId="058C09CD" w14:textId="5B1C6818" w:rsidR="00953B5F" w:rsidRPr="003D3E6F" w:rsidRDefault="00953B5F" w:rsidP="00E71BD3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245DCB">
              <w:t>12</w:t>
            </w:r>
            <w:r w:rsidR="00E71BD3">
              <w:t xml:space="preserve"> </w:t>
            </w:r>
            <w:r w:rsidR="00245DCB">
              <w:t>August</w:t>
            </w:r>
            <w:r w:rsidRPr="003D3E6F">
              <w:t xml:space="preserve"> 20</w:t>
            </w:r>
            <w:r>
              <w:t>2</w:t>
            </w:r>
            <w:r w:rsidR="00D45199">
              <w:t>1</w:t>
            </w:r>
          </w:p>
        </w:tc>
      </w:tr>
      <w:tr w:rsidR="00953B5F" w:rsidRPr="003D3E6F" w14:paraId="5573D83D" w14:textId="77777777" w:rsidTr="0080119F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5E6EA319" w14:textId="4EE29C6A" w:rsidR="00953B5F" w:rsidRPr="00D45199" w:rsidRDefault="00953B5F" w:rsidP="00CF6E64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bookmarkStart w:id="1" w:name="_GoBack"/>
            <w:r w:rsidR="00B36B50">
              <w:t xml:space="preserve">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 xml:space="preserve">report ITU-R </w:t>
            </w:r>
            <w:r w:rsidR="00157E0A">
              <w:rPr>
                <w:bCs/>
              </w:rPr>
              <w:t>M.</w:t>
            </w:r>
            <w:r w:rsidR="007C0645" w:rsidRPr="00D45199">
              <w:rPr>
                <w:bCs/>
              </w:rPr>
              <w:t>[</w:t>
            </w:r>
            <w:r w:rsidR="007C0645" w:rsidRPr="006B77E1">
              <w:rPr>
                <w:bCs/>
              </w:rPr>
              <w:t>FOD_EESS_SHARE</w:t>
            </w:r>
            <w:r w:rsidR="007C0645" w:rsidRPr="00D45199">
              <w:rPr>
                <w:bCs/>
              </w:rPr>
              <w:t>]</w:t>
            </w:r>
            <w:bookmarkEnd w:id="1"/>
          </w:p>
        </w:tc>
      </w:tr>
      <w:tr w:rsidR="00C94746" w:rsidRPr="003D3E6F" w14:paraId="6FC66467" w14:textId="77777777" w:rsidTr="0080119F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583B740D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DFF308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597B71B7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C94746" w:rsidRPr="003D3E6F" w14:paraId="20AD2EFB" w14:textId="77777777" w:rsidTr="0080119F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906A4FA" w14:textId="77777777" w:rsidR="00F24FBC" w:rsidRDefault="00F24FBC" w:rsidP="00F24FBC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6AB81A2C" w14:textId="48FBCB06" w:rsidR="00137680" w:rsidRPr="00137680" w:rsidRDefault="00157E0A" w:rsidP="00245DCB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 w:rsidRPr="6090BF7B">
              <w:t>Josh Whitlinger</w:t>
            </w:r>
            <w:r>
              <w:t xml:space="preserve">, </w:t>
            </w:r>
            <w:r w:rsidRPr="6090BF7B">
              <w:t>NASA (ADS)</w:t>
            </w:r>
            <w:r>
              <w:br/>
            </w:r>
            <w:r w:rsidR="00C94746">
              <w:rPr>
                <w:lang w:eastAsia="zh-CN"/>
              </w:rPr>
              <w:t>Michael Gasper, 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0F6B5" w14:textId="77777777" w:rsidR="00F24FBC" w:rsidRDefault="00F24FBC" w:rsidP="00C94746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63C770FD" w14:textId="5C498D4C" w:rsidR="00137680" w:rsidRPr="00137680" w:rsidRDefault="00157E0A" w:rsidP="00245DCB">
            <w:pPr>
              <w:spacing w:before="60" w:after="60" w:line="480" w:lineRule="auto"/>
            </w:pPr>
            <w:r>
              <w:t>216-433-6288</w:t>
            </w:r>
            <w:r>
              <w:br/>
            </w:r>
            <w:r w:rsidR="00C94746">
              <w:t>216-433-3881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754679E4" w14:textId="77777777" w:rsidR="00F24FBC" w:rsidRDefault="00AC4DE7" w:rsidP="00F24FBC">
            <w:pPr>
              <w:spacing w:before="60" w:after="60" w:line="480" w:lineRule="auto"/>
            </w:pPr>
            <w:hyperlink r:id="rId12" w:history="1">
              <w:r w:rsidR="00F24FBC" w:rsidRPr="0017495F">
                <w:rPr>
                  <w:rStyle w:val="Hyperlink"/>
                </w:rPr>
                <w:t>daniel.w.bishop@nasa.gov</w:t>
              </w:r>
            </w:hyperlink>
          </w:p>
          <w:p w14:paraId="5C6819A8" w14:textId="4BFE6D16" w:rsidR="00C21FC7" w:rsidRPr="00245DCB" w:rsidRDefault="00AC4DE7" w:rsidP="00245DCB">
            <w:pPr>
              <w:spacing w:before="60" w:after="60" w:line="480" w:lineRule="auto"/>
              <w:rPr>
                <w:color w:val="0000FF" w:themeColor="hyperlink"/>
                <w:szCs w:val="24"/>
                <w:u w:val="single"/>
                <w:lang w:eastAsia="zh-CN"/>
              </w:rPr>
            </w:pPr>
            <w:hyperlink r:id="rId13" w:history="1">
              <w:r w:rsidR="00157E0A" w:rsidRPr="00922297">
                <w:rPr>
                  <w:rStyle w:val="Hyperlink"/>
                </w:rPr>
                <w:t>joshua.m.whitlinger@nasa.gov</w:t>
              </w:r>
            </w:hyperlink>
            <w:r w:rsidR="00157E0A">
              <w:t xml:space="preserve"> </w:t>
            </w:r>
            <w:hyperlink r:id="rId14" w:history="1">
              <w:r w:rsidR="00B74490" w:rsidRPr="00B74490">
                <w:rPr>
                  <w:rStyle w:val="Hyperlink"/>
                  <w:szCs w:val="24"/>
                  <w:lang w:eastAsia="zh-CN"/>
                </w:rPr>
                <w:t>michael.r.gasper@nasa.gov</w:t>
              </w:r>
            </w:hyperlink>
          </w:p>
        </w:tc>
      </w:tr>
      <w:tr w:rsidR="00953B5F" w:rsidRPr="003D3E6F" w14:paraId="6D25E2A9" w14:textId="77777777" w:rsidTr="0080119F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2EF00AB5" w14:textId="77777777" w:rsidR="00953B5F" w:rsidRPr="004B5DA8" w:rsidRDefault="00953B5F" w:rsidP="00F01CCA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49D78C15" w14:textId="12C61361" w:rsidR="00953B5F" w:rsidRPr="003D3E6F" w:rsidRDefault="00CF6E64" w:rsidP="00D45199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 xml:space="preserve">report ITU-R </w:t>
            </w:r>
            <w:r w:rsidR="00157E0A">
              <w:rPr>
                <w:bCs/>
              </w:rPr>
              <w:t>M</w:t>
            </w:r>
            <w:proofErr w:type="gramStart"/>
            <w:r w:rsidR="00157E0A">
              <w:rPr>
                <w:bCs/>
              </w:rPr>
              <w:t>.</w:t>
            </w:r>
            <w:r w:rsidR="00D45199" w:rsidRPr="00D45199">
              <w:rPr>
                <w:bCs/>
              </w:rPr>
              <w:t>[</w:t>
            </w:r>
            <w:proofErr w:type="gramEnd"/>
            <w:r w:rsidR="006B77E1" w:rsidRPr="006B77E1">
              <w:rPr>
                <w:bCs/>
              </w:rPr>
              <w:t>FOD_EESS_SHARE</w:t>
            </w:r>
            <w:r w:rsidR="00D45199" w:rsidRPr="00D45199">
              <w:rPr>
                <w:bCs/>
              </w:rPr>
              <w:t>]</w:t>
            </w:r>
            <w:r w:rsidR="00F91ADA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157E0A">
              <w:rPr>
                <w:bCs/>
              </w:rPr>
              <w:t>building upon discussions and proposals at the May 2021 WP 5B meeting.</w:t>
            </w:r>
          </w:p>
        </w:tc>
      </w:tr>
      <w:tr w:rsidR="00953B5F" w:rsidRPr="003D3E6F" w14:paraId="4BEC1827" w14:textId="77777777" w:rsidTr="0080119F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61754FD9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6C852BBE" w14:textId="4C874881" w:rsidR="00953B5F" w:rsidRPr="003D3E6F" w:rsidRDefault="00EC2E81" w:rsidP="00E71BD3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>This contribution</w:t>
            </w:r>
            <w:r w:rsidR="00C21FC7">
              <w:rPr>
                <w:rFonts w:cs="Arial"/>
                <w:color w:val="000000"/>
                <w:lang w:eastAsia="fr-FR"/>
              </w:rPr>
              <w:t xml:space="preserve"> </w:t>
            </w:r>
            <w:r>
              <w:rPr>
                <w:rFonts w:cs="Arial"/>
                <w:color w:val="000000"/>
                <w:lang w:eastAsia="fr-FR"/>
              </w:rPr>
              <w:t xml:space="preserve">seeks to further this work by </w:t>
            </w:r>
            <w:r w:rsidR="006B77E1">
              <w:rPr>
                <w:rFonts w:cs="Arial"/>
                <w:color w:val="000000"/>
                <w:lang w:eastAsia="fr-FR"/>
              </w:rPr>
              <w:t>updating</w:t>
            </w:r>
            <w:r w:rsidR="00245DCB">
              <w:rPr>
                <w:rFonts w:cs="Arial"/>
                <w:color w:val="000000"/>
                <w:lang w:eastAsia="fr-FR"/>
              </w:rPr>
              <w:t xml:space="preserve"> the</w:t>
            </w:r>
            <w:r>
              <w:rPr>
                <w:rFonts w:cs="Arial"/>
                <w:color w:val="000000"/>
                <w:lang w:eastAsia="fr-FR"/>
              </w:rPr>
              <w:t xml:space="preserve"> studies </w:t>
            </w:r>
            <w:r w:rsidR="00EC6148">
              <w:rPr>
                <w:rFonts w:cs="Arial"/>
                <w:color w:val="000000"/>
                <w:lang w:eastAsia="fr-FR"/>
              </w:rPr>
              <w:t xml:space="preserve">between </w:t>
            </w:r>
            <w:r w:rsidR="006B77E1">
              <w:rPr>
                <w:rFonts w:cs="Arial"/>
                <w:color w:val="000000"/>
                <w:lang w:eastAsia="fr-FR"/>
              </w:rPr>
              <w:t xml:space="preserve">FOD detection radars in </w:t>
            </w:r>
            <w:r w:rsidR="00157E0A">
              <w:rPr>
                <w:rFonts w:cs="Arial"/>
                <w:color w:val="000000"/>
                <w:lang w:eastAsia="fr-FR"/>
              </w:rPr>
              <w:t>the 92-100</w:t>
            </w:r>
            <w:r>
              <w:rPr>
                <w:rFonts w:cs="Arial"/>
                <w:color w:val="000000"/>
                <w:lang w:eastAsia="fr-FR"/>
              </w:rPr>
              <w:t xml:space="preserve"> GHz</w:t>
            </w:r>
            <w:r w:rsidR="00157E0A">
              <w:rPr>
                <w:rFonts w:cs="Arial"/>
                <w:color w:val="000000"/>
                <w:lang w:eastAsia="fr-FR"/>
              </w:rPr>
              <w:t xml:space="preserve"> frequency range</w:t>
            </w:r>
            <w:r w:rsidR="006B77E1">
              <w:rPr>
                <w:rFonts w:cs="Arial"/>
                <w:color w:val="000000"/>
                <w:lang w:eastAsia="fr-FR"/>
              </w:rPr>
              <w:t>, to account for updated characteristics provided at the last meeting of WP 5B,</w:t>
            </w:r>
            <w:r>
              <w:rPr>
                <w:rFonts w:cs="Arial"/>
                <w:color w:val="000000"/>
                <w:lang w:eastAsia="fr-FR"/>
              </w:rPr>
              <w:t xml:space="preserve"> and EESS (passive) in </w:t>
            </w:r>
            <w:r w:rsidR="00157E0A">
              <w:rPr>
                <w:rFonts w:cs="Arial"/>
                <w:color w:val="000000"/>
                <w:lang w:eastAsia="fr-FR"/>
              </w:rPr>
              <w:t>86-92</w:t>
            </w:r>
            <w:r>
              <w:rPr>
                <w:rFonts w:cs="Arial"/>
                <w:color w:val="000000"/>
                <w:lang w:eastAsia="fr-FR"/>
              </w:rPr>
              <w:t xml:space="preserve"> GHz</w:t>
            </w:r>
            <w:r w:rsidR="006B77E1">
              <w:rPr>
                <w:rFonts w:cs="Arial"/>
                <w:color w:val="000000"/>
                <w:lang w:eastAsia="fr-FR"/>
              </w:rPr>
              <w:t xml:space="preserve"> and EESS (active) in </w:t>
            </w:r>
            <w:r w:rsidR="00157E0A">
              <w:rPr>
                <w:rFonts w:cs="Arial"/>
                <w:color w:val="000000"/>
                <w:lang w:eastAsia="fr-FR"/>
              </w:rPr>
              <w:t>94-94.1</w:t>
            </w:r>
            <w:r w:rsidR="006B77E1">
              <w:rPr>
                <w:rFonts w:cs="Arial"/>
                <w:color w:val="000000"/>
                <w:lang w:eastAsia="fr-FR"/>
              </w:rPr>
              <w:t xml:space="preserve"> GHz.</w:t>
            </w:r>
          </w:p>
        </w:tc>
      </w:tr>
      <w:tr w:rsidR="00953B5F" w:rsidRPr="003D3E6F" w14:paraId="071BBA44" w14:textId="77777777" w:rsidTr="0080119F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3B675B06" w14:textId="77777777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DB3AAF">
              <w:t>Michael Gasper</w:t>
            </w:r>
            <w:r w:rsidR="006107B1">
              <w:t>, NASA</w:t>
            </w:r>
          </w:p>
        </w:tc>
      </w:tr>
    </w:tbl>
    <w:p w14:paraId="7E259A5E" w14:textId="77777777" w:rsidR="00BD7AA7" w:rsidRPr="00F3069A" w:rsidRDefault="00BD7AA7" w:rsidP="00BD7AA7"/>
    <w:p w14:paraId="4DC58850" w14:textId="0D9C9739" w:rsidR="000A5AE1" w:rsidRPr="000A5AE1" w:rsidRDefault="000A5AE1" w:rsidP="005020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sectPr w:rsidR="000A5AE1" w:rsidRPr="000A5AE1" w:rsidSect="00501953">
      <w:headerReference w:type="default" r:id="rId15"/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83442" w14:textId="77777777" w:rsidR="00C211F6" w:rsidRDefault="00C211F6">
      <w:r>
        <w:separator/>
      </w:r>
    </w:p>
  </w:endnote>
  <w:endnote w:type="continuationSeparator" w:id="0">
    <w:p w14:paraId="48AD15AD" w14:textId="77777777" w:rsidR="00C211F6" w:rsidRDefault="00C2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7A584" w14:textId="77777777" w:rsidR="00C211F6" w:rsidRDefault="00C211F6">
      <w:r>
        <w:t>____________________</w:t>
      </w:r>
    </w:p>
  </w:footnote>
  <w:footnote w:type="continuationSeparator" w:id="0">
    <w:p w14:paraId="789618B0" w14:textId="77777777" w:rsidR="00C211F6" w:rsidRDefault="00C21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06687" w14:textId="49A75E2B" w:rsidR="002867E7" w:rsidRDefault="002867E7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E3B4" w14:textId="77777777" w:rsidR="002867E7" w:rsidRDefault="002867E7" w:rsidP="004674BC">
    <w:pPr>
      <w:pStyle w:val="Header"/>
    </w:pPr>
    <w:r w:rsidRPr="00E17829">
      <w:t>THIS DRAFT DOCUMENT IS NOT NECESSARILY A U.S. POSITION AND IS SUBJECT TO CHANGE.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https://mail.google.com/mail/u/0/images/cleardot.gif" style="width:.65pt;height:.65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multilevel"/>
    <w:tmpl w:val="E0302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D"/>
    <w:multiLevelType w:val="hybridMultilevel"/>
    <w:tmpl w:val="6886433C"/>
    <w:lvl w:ilvl="0" w:tplc="B560927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7F4E7708">
      <w:numFmt w:val="decimal"/>
      <w:lvlText w:val=""/>
      <w:lvlJc w:val="left"/>
    </w:lvl>
    <w:lvl w:ilvl="2" w:tplc="D7AC72BE">
      <w:numFmt w:val="decimal"/>
      <w:lvlText w:val=""/>
      <w:lvlJc w:val="left"/>
    </w:lvl>
    <w:lvl w:ilvl="3" w:tplc="73A8968C">
      <w:numFmt w:val="decimal"/>
      <w:lvlText w:val=""/>
      <w:lvlJc w:val="left"/>
    </w:lvl>
    <w:lvl w:ilvl="4" w:tplc="DC3CAC76">
      <w:numFmt w:val="decimal"/>
      <w:lvlText w:val=""/>
      <w:lvlJc w:val="left"/>
    </w:lvl>
    <w:lvl w:ilvl="5" w:tplc="C54EBA72">
      <w:numFmt w:val="decimal"/>
      <w:lvlText w:val=""/>
      <w:lvlJc w:val="left"/>
    </w:lvl>
    <w:lvl w:ilvl="6" w:tplc="5BE8589C">
      <w:numFmt w:val="decimal"/>
      <w:lvlText w:val=""/>
      <w:lvlJc w:val="left"/>
    </w:lvl>
    <w:lvl w:ilvl="7" w:tplc="D5FCD2E2">
      <w:numFmt w:val="decimal"/>
      <w:lvlText w:val=""/>
      <w:lvlJc w:val="left"/>
    </w:lvl>
    <w:lvl w:ilvl="8" w:tplc="CE426EA2">
      <w:numFmt w:val="decimal"/>
      <w:lvlText w:val=""/>
      <w:lvlJc w:val="left"/>
    </w:lvl>
  </w:abstractNum>
  <w:abstractNum w:abstractNumId="3" w15:restartNumberingAfterBreak="0">
    <w:nsid w:val="FFFFFF7E"/>
    <w:multiLevelType w:val="multilevel"/>
    <w:tmpl w:val="E0D02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7F"/>
    <w:multiLevelType w:val="multilevel"/>
    <w:tmpl w:val="70C0E1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0"/>
    <w:multiLevelType w:val="hybridMultilevel"/>
    <w:tmpl w:val="9202ED88"/>
    <w:lvl w:ilvl="0" w:tplc="AC58237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DCD46960">
      <w:numFmt w:val="decimal"/>
      <w:lvlText w:val=""/>
      <w:lvlJc w:val="left"/>
    </w:lvl>
    <w:lvl w:ilvl="2" w:tplc="F52A06CE">
      <w:numFmt w:val="decimal"/>
      <w:lvlText w:val=""/>
      <w:lvlJc w:val="left"/>
    </w:lvl>
    <w:lvl w:ilvl="3" w:tplc="52784F58">
      <w:numFmt w:val="decimal"/>
      <w:lvlText w:val=""/>
      <w:lvlJc w:val="left"/>
    </w:lvl>
    <w:lvl w:ilvl="4" w:tplc="62222A9C">
      <w:numFmt w:val="decimal"/>
      <w:lvlText w:val=""/>
      <w:lvlJc w:val="left"/>
    </w:lvl>
    <w:lvl w:ilvl="5" w:tplc="1B3E63E4">
      <w:numFmt w:val="decimal"/>
      <w:lvlText w:val=""/>
      <w:lvlJc w:val="left"/>
    </w:lvl>
    <w:lvl w:ilvl="6" w:tplc="C276DA70">
      <w:numFmt w:val="decimal"/>
      <w:lvlText w:val=""/>
      <w:lvlJc w:val="left"/>
    </w:lvl>
    <w:lvl w:ilvl="7" w:tplc="76D8AE8E">
      <w:numFmt w:val="decimal"/>
      <w:lvlText w:val=""/>
      <w:lvlJc w:val="left"/>
    </w:lvl>
    <w:lvl w:ilvl="8" w:tplc="EE467E22">
      <w:numFmt w:val="decimal"/>
      <w:lvlText w:val=""/>
      <w:lvlJc w:val="left"/>
    </w:lvl>
  </w:abstractNum>
  <w:abstractNum w:abstractNumId="6" w15:restartNumberingAfterBreak="0">
    <w:nsid w:val="FFFFFF81"/>
    <w:multiLevelType w:val="hybridMultilevel"/>
    <w:tmpl w:val="E8E2CFD4"/>
    <w:lvl w:ilvl="0" w:tplc="C12AF6C4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6ED68854">
      <w:numFmt w:val="decimal"/>
      <w:lvlText w:val=""/>
      <w:lvlJc w:val="left"/>
    </w:lvl>
    <w:lvl w:ilvl="2" w:tplc="648E165A">
      <w:numFmt w:val="decimal"/>
      <w:lvlText w:val=""/>
      <w:lvlJc w:val="left"/>
    </w:lvl>
    <w:lvl w:ilvl="3" w:tplc="FC6C823A">
      <w:numFmt w:val="decimal"/>
      <w:lvlText w:val=""/>
      <w:lvlJc w:val="left"/>
    </w:lvl>
    <w:lvl w:ilvl="4" w:tplc="7514FCAA">
      <w:numFmt w:val="decimal"/>
      <w:lvlText w:val=""/>
      <w:lvlJc w:val="left"/>
    </w:lvl>
    <w:lvl w:ilvl="5" w:tplc="C9241760">
      <w:numFmt w:val="decimal"/>
      <w:lvlText w:val=""/>
      <w:lvlJc w:val="left"/>
    </w:lvl>
    <w:lvl w:ilvl="6" w:tplc="3000F2F6">
      <w:numFmt w:val="decimal"/>
      <w:lvlText w:val=""/>
      <w:lvlJc w:val="left"/>
    </w:lvl>
    <w:lvl w:ilvl="7" w:tplc="920C53B2">
      <w:numFmt w:val="decimal"/>
      <w:lvlText w:val=""/>
      <w:lvlJc w:val="left"/>
    </w:lvl>
    <w:lvl w:ilvl="8" w:tplc="3C2CB536">
      <w:numFmt w:val="decimal"/>
      <w:lvlText w:val=""/>
      <w:lvlJc w:val="left"/>
    </w:lvl>
  </w:abstractNum>
  <w:abstractNum w:abstractNumId="7" w15:restartNumberingAfterBreak="0">
    <w:nsid w:val="FFFFFF82"/>
    <w:multiLevelType w:val="hybridMultilevel"/>
    <w:tmpl w:val="EF6A5192"/>
    <w:lvl w:ilvl="0" w:tplc="CBF4063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BB38F6DA">
      <w:numFmt w:val="decimal"/>
      <w:lvlText w:val=""/>
      <w:lvlJc w:val="left"/>
    </w:lvl>
    <w:lvl w:ilvl="2" w:tplc="8FF09736">
      <w:numFmt w:val="decimal"/>
      <w:lvlText w:val=""/>
      <w:lvlJc w:val="left"/>
    </w:lvl>
    <w:lvl w:ilvl="3" w:tplc="72B05448">
      <w:numFmt w:val="decimal"/>
      <w:lvlText w:val=""/>
      <w:lvlJc w:val="left"/>
    </w:lvl>
    <w:lvl w:ilvl="4" w:tplc="C6EC04B0">
      <w:numFmt w:val="decimal"/>
      <w:lvlText w:val=""/>
      <w:lvlJc w:val="left"/>
    </w:lvl>
    <w:lvl w:ilvl="5" w:tplc="26E6C9C0">
      <w:numFmt w:val="decimal"/>
      <w:lvlText w:val=""/>
      <w:lvlJc w:val="left"/>
    </w:lvl>
    <w:lvl w:ilvl="6" w:tplc="6C962498">
      <w:numFmt w:val="decimal"/>
      <w:lvlText w:val=""/>
      <w:lvlJc w:val="left"/>
    </w:lvl>
    <w:lvl w:ilvl="7" w:tplc="41781922">
      <w:numFmt w:val="decimal"/>
      <w:lvlText w:val=""/>
      <w:lvlJc w:val="left"/>
    </w:lvl>
    <w:lvl w:ilvl="8" w:tplc="6D5CF700">
      <w:numFmt w:val="decimal"/>
      <w:lvlText w:val=""/>
      <w:lvlJc w:val="left"/>
    </w:lvl>
  </w:abstractNum>
  <w:abstractNum w:abstractNumId="8" w15:restartNumberingAfterBreak="0">
    <w:nsid w:val="FFFFFF83"/>
    <w:multiLevelType w:val="hybridMultilevel"/>
    <w:tmpl w:val="F0E886D4"/>
    <w:lvl w:ilvl="0" w:tplc="D48EFAB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7360C48">
      <w:numFmt w:val="decimal"/>
      <w:lvlText w:val=""/>
      <w:lvlJc w:val="left"/>
    </w:lvl>
    <w:lvl w:ilvl="2" w:tplc="9AA41E64">
      <w:numFmt w:val="decimal"/>
      <w:lvlText w:val=""/>
      <w:lvlJc w:val="left"/>
    </w:lvl>
    <w:lvl w:ilvl="3" w:tplc="60E6C9A0">
      <w:numFmt w:val="decimal"/>
      <w:lvlText w:val=""/>
      <w:lvlJc w:val="left"/>
    </w:lvl>
    <w:lvl w:ilvl="4" w:tplc="996E9CE0">
      <w:numFmt w:val="decimal"/>
      <w:lvlText w:val=""/>
      <w:lvlJc w:val="left"/>
    </w:lvl>
    <w:lvl w:ilvl="5" w:tplc="CEE00E92">
      <w:numFmt w:val="decimal"/>
      <w:lvlText w:val=""/>
      <w:lvlJc w:val="left"/>
    </w:lvl>
    <w:lvl w:ilvl="6" w:tplc="5560D5FE">
      <w:numFmt w:val="decimal"/>
      <w:lvlText w:val=""/>
      <w:lvlJc w:val="left"/>
    </w:lvl>
    <w:lvl w:ilvl="7" w:tplc="0A7ED582">
      <w:numFmt w:val="decimal"/>
      <w:lvlText w:val=""/>
      <w:lvlJc w:val="left"/>
    </w:lvl>
    <w:lvl w:ilvl="8" w:tplc="91F29226">
      <w:numFmt w:val="decimal"/>
      <w:lvlText w:val=""/>
      <w:lvlJc w:val="left"/>
    </w:lvl>
  </w:abstractNum>
  <w:abstractNum w:abstractNumId="9" w15:restartNumberingAfterBreak="0">
    <w:nsid w:val="FFFFFF88"/>
    <w:multiLevelType w:val="hybridMultilevel"/>
    <w:tmpl w:val="18F0336E"/>
    <w:lvl w:ilvl="0" w:tplc="F30A8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58615DE">
      <w:numFmt w:val="decimal"/>
      <w:lvlText w:val=""/>
      <w:lvlJc w:val="left"/>
    </w:lvl>
    <w:lvl w:ilvl="2" w:tplc="238C365E">
      <w:numFmt w:val="decimal"/>
      <w:lvlText w:val=""/>
      <w:lvlJc w:val="left"/>
    </w:lvl>
    <w:lvl w:ilvl="3" w:tplc="01B4BC26">
      <w:numFmt w:val="decimal"/>
      <w:lvlText w:val=""/>
      <w:lvlJc w:val="left"/>
    </w:lvl>
    <w:lvl w:ilvl="4" w:tplc="75549616">
      <w:numFmt w:val="decimal"/>
      <w:lvlText w:val=""/>
      <w:lvlJc w:val="left"/>
    </w:lvl>
    <w:lvl w:ilvl="5" w:tplc="50146A44">
      <w:numFmt w:val="decimal"/>
      <w:lvlText w:val=""/>
      <w:lvlJc w:val="left"/>
    </w:lvl>
    <w:lvl w:ilvl="6" w:tplc="1C08AEAC">
      <w:numFmt w:val="decimal"/>
      <w:lvlText w:val=""/>
      <w:lvlJc w:val="left"/>
    </w:lvl>
    <w:lvl w:ilvl="7" w:tplc="83D64982">
      <w:numFmt w:val="decimal"/>
      <w:lvlText w:val=""/>
      <w:lvlJc w:val="left"/>
    </w:lvl>
    <w:lvl w:ilvl="8" w:tplc="820C9454">
      <w:numFmt w:val="decimal"/>
      <w:lvlText w:val=""/>
      <w:lvlJc w:val="left"/>
    </w:lvl>
  </w:abstractNum>
  <w:abstractNum w:abstractNumId="10" w15:restartNumberingAfterBreak="0">
    <w:nsid w:val="FFFFFF89"/>
    <w:multiLevelType w:val="hybridMultilevel"/>
    <w:tmpl w:val="D27ED3E0"/>
    <w:lvl w:ilvl="0" w:tplc="406856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C76065E">
      <w:numFmt w:val="decimal"/>
      <w:lvlText w:val=""/>
      <w:lvlJc w:val="left"/>
    </w:lvl>
    <w:lvl w:ilvl="2" w:tplc="A5EA972C">
      <w:numFmt w:val="decimal"/>
      <w:lvlText w:val=""/>
      <w:lvlJc w:val="left"/>
    </w:lvl>
    <w:lvl w:ilvl="3" w:tplc="D9EA6E0E">
      <w:numFmt w:val="decimal"/>
      <w:lvlText w:val=""/>
      <w:lvlJc w:val="left"/>
    </w:lvl>
    <w:lvl w:ilvl="4" w:tplc="B26697BC">
      <w:numFmt w:val="decimal"/>
      <w:lvlText w:val=""/>
      <w:lvlJc w:val="left"/>
    </w:lvl>
    <w:lvl w:ilvl="5" w:tplc="98709302">
      <w:numFmt w:val="decimal"/>
      <w:lvlText w:val=""/>
      <w:lvlJc w:val="left"/>
    </w:lvl>
    <w:lvl w:ilvl="6" w:tplc="37B0AAF0">
      <w:numFmt w:val="decimal"/>
      <w:lvlText w:val=""/>
      <w:lvlJc w:val="left"/>
    </w:lvl>
    <w:lvl w:ilvl="7" w:tplc="3CD665D8">
      <w:numFmt w:val="decimal"/>
      <w:lvlText w:val=""/>
      <w:lvlJc w:val="left"/>
    </w:lvl>
    <w:lvl w:ilvl="8" w:tplc="6EE4B7B2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57A7A"/>
    <w:multiLevelType w:val="hybridMultilevel"/>
    <w:tmpl w:val="607A8C8C"/>
    <w:lvl w:ilvl="0" w:tplc="4A8C36CA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7A444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28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9"/>
  </w:num>
  <w:num w:numId="4">
    <w:abstractNumId w:val="11"/>
  </w:num>
  <w:num w:numId="5">
    <w:abstractNumId w:val="23"/>
  </w:num>
  <w:num w:numId="6">
    <w:abstractNumId w:val="16"/>
  </w:num>
  <w:num w:numId="7">
    <w:abstractNumId w:val="24"/>
  </w:num>
  <w:num w:numId="8">
    <w:abstractNumId w:val="28"/>
  </w:num>
  <w:num w:numId="9">
    <w:abstractNumId w:val="20"/>
  </w:num>
  <w:num w:numId="10">
    <w:abstractNumId w:val="21"/>
  </w:num>
  <w:num w:numId="11">
    <w:abstractNumId w:val="12"/>
  </w:num>
  <w:num w:numId="12">
    <w:abstractNumId w:val="13"/>
  </w:num>
  <w:num w:numId="13">
    <w:abstractNumId w:val="25"/>
  </w:num>
  <w:num w:numId="14">
    <w:abstractNumId w:val="14"/>
  </w:num>
  <w:num w:numId="15">
    <w:abstractNumId w:val="27"/>
  </w:num>
  <w:num w:numId="16">
    <w:abstractNumId w:val="0"/>
  </w:num>
  <w:num w:numId="17">
    <w:abstractNumId w:val="15"/>
  </w:num>
  <w:num w:numId="18">
    <w:abstractNumId w:val="22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4C67"/>
    <w:rsid w:val="00065D57"/>
    <w:rsid w:val="00066E93"/>
    <w:rsid w:val="000678BC"/>
    <w:rsid w:val="000A5AE1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10062D"/>
    <w:rsid w:val="00105DEC"/>
    <w:rsid w:val="00111290"/>
    <w:rsid w:val="0012744F"/>
    <w:rsid w:val="00131178"/>
    <w:rsid w:val="00131610"/>
    <w:rsid w:val="00137680"/>
    <w:rsid w:val="001407CE"/>
    <w:rsid w:val="0015032A"/>
    <w:rsid w:val="00156F66"/>
    <w:rsid w:val="00157E0A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F0D5B"/>
    <w:rsid w:val="001F291C"/>
    <w:rsid w:val="001F6294"/>
    <w:rsid w:val="00202DC1"/>
    <w:rsid w:val="002116EE"/>
    <w:rsid w:val="002165D0"/>
    <w:rsid w:val="002309D8"/>
    <w:rsid w:val="00234E14"/>
    <w:rsid w:val="00245DCB"/>
    <w:rsid w:val="0024756E"/>
    <w:rsid w:val="002776E7"/>
    <w:rsid w:val="00282AD4"/>
    <w:rsid w:val="002867E7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E1B4F"/>
    <w:rsid w:val="002E2FA2"/>
    <w:rsid w:val="002E737A"/>
    <w:rsid w:val="002F0FE9"/>
    <w:rsid w:val="002F2E67"/>
    <w:rsid w:val="002F43E5"/>
    <w:rsid w:val="002F5B01"/>
    <w:rsid w:val="002F76FD"/>
    <w:rsid w:val="002F7CB3"/>
    <w:rsid w:val="00313910"/>
    <w:rsid w:val="00315546"/>
    <w:rsid w:val="00316234"/>
    <w:rsid w:val="00321830"/>
    <w:rsid w:val="00330567"/>
    <w:rsid w:val="003375FB"/>
    <w:rsid w:val="0035269C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2789"/>
    <w:rsid w:val="003C13CE"/>
    <w:rsid w:val="003C2D33"/>
    <w:rsid w:val="003C63C9"/>
    <w:rsid w:val="003D03A7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2149B"/>
    <w:rsid w:val="00421960"/>
    <w:rsid w:val="004622DE"/>
    <w:rsid w:val="00463446"/>
    <w:rsid w:val="00466CE0"/>
    <w:rsid w:val="004674BC"/>
    <w:rsid w:val="00485B5E"/>
    <w:rsid w:val="00491088"/>
    <w:rsid w:val="004A7804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072D"/>
    <w:rsid w:val="00501953"/>
    <w:rsid w:val="00501DCA"/>
    <w:rsid w:val="00502053"/>
    <w:rsid w:val="00504745"/>
    <w:rsid w:val="005070F2"/>
    <w:rsid w:val="0051070F"/>
    <w:rsid w:val="00513336"/>
    <w:rsid w:val="00513A47"/>
    <w:rsid w:val="0052109F"/>
    <w:rsid w:val="00526A93"/>
    <w:rsid w:val="005342F8"/>
    <w:rsid w:val="005408DF"/>
    <w:rsid w:val="00551E71"/>
    <w:rsid w:val="00553423"/>
    <w:rsid w:val="00557A03"/>
    <w:rsid w:val="00564C07"/>
    <w:rsid w:val="005673B8"/>
    <w:rsid w:val="00573344"/>
    <w:rsid w:val="00583F9B"/>
    <w:rsid w:val="005843A0"/>
    <w:rsid w:val="005875A3"/>
    <w:rsid w:val="00590DC1"/>
    <w:rsid w:val="00591B75"/>
    <w:rsid w:val="00591FDE"/>
    <w:rsid w:val="005944FE"/>
    <w:rsid w:val="005A36F8"/>
    <w:rsid w:val="005B1C52"/>
    <w:rsid w:val="005C7FEC"/>
    <w:rsid w:val="005D0F2E"/>
    <w:rsid w:val="005E5C10"/>
    <w:rsid w:val="005F008D"/>
    <w:rsid w:val="005F05C8"/>
    <w:rsid w:val="005F085B"/>
    <w:rsid w:val="005F18DE"/>
    <w:rsid w:val="005F2021"/>
    <w:rsid w:val="005F2C78"/>
    <w:rsid w:val="005F4E73"/>
    <w:rsid w:val="006107B1"/>
    <w:rsid w:val="006144E4"/>
    <w:rsid w:val="00624EBB"/>
    <w:rsid w:val="00634563"/>
    <w:rsid w:val="00647571"/>
    <w:rsid w:val="00650299"/>
    <w:rsid w:val="00655FC5"/>
    <w:rsid w:val="0065654F"/>
    <w:rsid w:val="00663E44"/>
    <w:rsid w:val="00685A20"/>
    <w:rsid w:val="00692D29"/>
    <w:rsid w:val="006A1B11"/>
    <w:rsid w:val="006B0A0D"/>
    <w:rsid w:val="006B31C0"/>
    <w:rsid w:val="006B77E1"/>
    <w:rsid w:val="006C2D88"/>
    <w:rsid w:val="006C3B45"/>
    <w:rsid w:val="006E0D21"/>
    <w:rsid w:val="006E1846"/>
    <w:rsid w:val="006F0FF0"/>
    <w:rsid w:val="006F276A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3A2"/>
    <w:rsid w:val="00771F52"/>
    <w:rsid w:val="007801BF"/>
    <w:rsid w:val="007A5054"/>
    <w:rsid w:val="007C0645"/>
    <w:rsid w:val="007C5473"/>
    <w:rsid w:val="007E1E05"/>
    <w:rsid w:val="007E426F"/>
    <w:rsid w:val="007E6147"/>
    <w:rsid w:val="0080119F"/>
    <w:rsid w:val="008128C2"/>
    <w:rsid w:val="00814E0A"/>
    <w:rsid w:val="00820515"/>
    <w:rsid w:val="00822581"/>
    <w:rsid w:val="00826D1A"/>
    <w:rsid w:val="008309DD"/>
    <w:rsid w:val="00831C07"/>
    <w:rsid w:val="0083227A"/>
    <w:rsid w:val="00834EF3"/>
    <w:rsid w:val="00840BD0"/>
    <w:rsid w:val="00840BDD"/>
    <w:rsid w:val="0084784A"/>
    <w:rsid w:val="00864C88"/>
    <w:rsid w:val="00866900"/>
    <w:rsid w:val="008758C0"/>
    <w:rsid w:val="00876A8A"/>
    <w:rsid w:val="00880CD5"/>
    <w:rsid w:val="00881BA1"/>
    <w:rsid w:val="0088305E"/>
    <w:rsid w:val="008854D1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2E9F"/>
    <w:rsid w:val="008C5FE4"/>
    <w:rsid w:val="008C68FC"/>
    <w:rsid w:val="008D6059"/>
    <w:rsid w:val="008E2DD4"/>
    <w:rsid w:val="008E3CAD"/>
    <w:rsid w:val="008E7280"/>
    <w:rsid w:val="008F208F"/>
    <w:rsid w:val="009006E0"/>
    <w:rsid w:val="0091342B"/>
    <w:rsid w:val="009174CD"/>
    <w:rsid w:val="009315FA"/>
    <w:rsid w:val="009346F8"/>
    <w:rsid w:val="00934AC5"/>
    <w:rsid w:val="009441F2"/>
    <w:rsid w:val="009478F1"/>
    <w:rsid w:val="00950C20"/>
    <w:rsid w:val="00953B5F"/>
    <w:rsid w:val="00960A0F"/>
    <w:rsid w:val="00970E00"/>
    <w:rsid w:val="00973A1E"/>
    <w:rsid w:val="00976B7B"/>
    <w:rsid w:val="00982084"/>
    <w:rsid w:val="00986E7B"/>
    <w:rsid w:val="009948ED"/>
    <w:rsid w:val="00995963"/>
    <w:rsid w:val="00997755"/>
    <w:rsid w:val="009A0C7A"/>
    <w:rsid w:val="009B0F39"/>
    <w:rsid w:val="009B19B9"/>
    <w:rsid w:val="009B4798"/>
    <w:rsid w:val="009B61EB"/>
    <w:rsid w:val="009C1CDF"/>
    <w:rsid w:val="009C2064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173C"/>
    <w:rsid w:val="00A532B1"/>
    <w:rsid w:val="00A55AFD"/>
    <w:rsid w:val="00A574B8"/>
    <w:rsid w:val="00A616CB"/>
    <w:rsid w:val="00A61AEF"/>
    <w:rsid w:val="00A7180F"/>
    <w:rsid w:val="00A74C0F"/>
    <w:rsid w:val="00A76DE3"/>
    <w:rsid w:val="00A80F36"/>
    <w:rsid w:val="00A81A54"/>
    <w:rsid w:val="00A8211C"/>
    <w:rsid w:val="00A96E78"/>
    <w:rsid w:val="00AB6B3A"/>
    <w:rsid w:val="00AC4DE7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36E3"/>
    <w:rsid w:val="00B24971"/>
    <w:rsid w:val="00B36B50"/>
    <w:rsid w:val="00B40B83"/>
    <w:rsid w:val="00B4279B"/>
    <w:rsid w:val="00B45FC9"/>
    <w:rsid w:val="00B47124"/>
    <w:rsid w:val="00B50C9A"/>
    <w:rsid w:val="00B64F80"/>
    <w:rsid w:val="00B659EC"/>
    <w:rsid w:val="00B720B9"/>
    <w:rsid w:val="00B74490"/>
    <w:rsid w:val="00B76F35"/>
    <w:rsid w:val="00B7714B"/>
    <w:rsid w:val="00B81138"/>
    <w:rsid w:val="00B932FC"/>
    <w:rsid w:val="00BA105E"/>
    <w:rsid w:val="00BB0530"/>
    <w:rsid w:val="00BC7CCF"/>
    <w:rsid w:val="00BD4AED"/>
    <w:rsid w:val="00BD7AA7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11F6"/>
    <w:rsid w:val="00C21FC7"/>
    <w:rsid w:val="00C22E05"/>
    <w:rsid w:val="00C276AD"/>
    <w:rsid w:val="00C3450D"/>
    <w:rsid w:val="00C3581A"/>
    <w:rsid w:val="00C42E34"/>
    <w:rsid w:val="00C47602"/>
    <w:rsid w:val="00C57A91"/>
    <w:rsid w:val="00C614A5"/>
    <w:rsid w:val="00C6190A"/>
    <w:rsid w:val="00C90659"/>
    <w:rsid w:val="00C916D5"/>
    <w:rsid w:val="00C94746"/>
    <w:rsid w:val="00CA1163"/>
    <w:rsid w:val="00CA42FE"/>
    <w:rsid w:val="00CB2DA4"/>
    <w:rsid w:val="00CB6005"/>
    <w:rsid w:val="00CC01C2"/>
    <w:rsid w:val="00CC282D"/>
    <w:rsid w:val="00CF1208"/>
    <w:rsid w:val="00CF21F2"/>
    <w:rsid w:val="00CF6E64"/>
    <w:rsid w:val="00D02712"/>
    <w:rsid w:val="00D046A7"/>
    <w:rsid w:val="00D10B11"/>
    <w:rsid w:val="00D126CC"/>
    <w:rsid w:val="00D169D6"/>
    <w:rsid w:val="00D214D0"/>
    <w:rsid w:val="00D217E5"/>
    <w:rsid w:val="00D247F4"/>
    <w:rsid w:val="00D31DDA"/>
    <w:rsid w:val="00D36A3E"/>
    <w:rsid w:val="00D45199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B7E16"/>
    <w:rsid w:val="00DC17D3"/>
    <w:rsid w:val="00DD37A9"/>
    <w:rsid w:val="00DD4BED"/>
    <w:rsid w:val="00DD65CF"/>
    <w:rsid w:val="00DE304A"/>
    <w:rsid w:val="00DE39F0"/>
    <w:rsid w:val="00DE5503"/>
    <w:rsid w:val="00DF05E1"/>
    <w:rsid w:val="00DF0AF3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45E14"/>
    <w:rsid w:val="00E54B7E"/>
    <w:rsid w:val="00E56D5C"/>
    <w:rsid w:val="00E6257C"/>
    <w:rsid w:val="00E63C59"/>
    <w:rsid w:val="00E665D4"/>
    <w:rsid w:val="00E71BD3"/>
    <w:rsid w:val="00E9211F"/>
    <w:rsid w:val="00E95883"/>
    <w:rsid w:val="00E96434"/>
    <w:rsid w:val="00EB5161"/>
    <w:rsid w:val="00EC245B"/>
    <w:rsid w:val="00EC2E81"/>
    <w:rsid w:val="00EC6148"/>
    <w:rsid w:val="00ED4AAA"/>
    <w:rsid w:val="00EF606D"/>
    <w:rsid w:val="00F01CCA"/>
    <w:rsid w:val="00F17246"/>
    <w:rsid w:val="00F20A41"/>
    <w:rsid w:val="00F249E8"/>
    <w:rsid w:val="00F24FBC"/>
    <w:rsid w:val="00F25662"/>
    <w:rsid w:val="00F25DAA"/>
    <w:rsid w:val="00F26945"/>
    <w:rsid w:val="00F30B9E"/>
    <w:rsid w:val="00F43C7C"/>
    <w:rsid w:val="00F67F35"/>
    <w:rsid w:val="00F9043D"/>
    <w:rsid w:val="00F91ADA"/>
    <w:rsid w:val="00F9766A"/>
    <w:rsid w:val="00FA0870"/>
    <w:rsid w:val="00FA124A"/>
    <w:rsid w:val="00FB771D"/>
    <w:rsid w:val="00FC08DD"/>
    <w:rsid w:val="00FC2316"/>
    <w:rsid w:val="00FC2CFD"/>
    <w:rsid w:val="00FD1222"/>
    <w:rsid w:val="00FD4E02"/>
    <w:rsid w:val="00FD4E3C"/>
    <w:rsid w:val="00FE076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2A7B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aliases w:val="CEO_Hyperlink"/>
    <w:basedOn w:val="DefaultParagraphFont"/>
    <w:uiPriority w:val="99"/>
    <w:unhideWhenUsed/>
    <w:qFormat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qFormat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uiPriority w:val="99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SourceChar">
    <w:name w:val="Source Char"/>
    <w:link w:val="Source"/>
    <w:uiPriority w:val="99"/>
    <w:locked/>
    <w:rsid w:val="00831C07"/>
    <w:rPr>
      <w:rFonts w:ascii="Times New Roman" w:hAnsi="Times New Roman"/>
      <w:b/>
      <w:sz w:val="28"/>
      <w:lang w:val="en-GB" w:eastAsia="en-US"/>
    </w:rPr>
  </w:style>
  <w:style w:type="character" w:customStyle="1" w:styleId="TabletextChar">
    <w:name w:val="Table_text Char"/>
    <w:basedOn w:val="DefaultParagraphFont"/>
    <w:link w:val="Tabletext"/>
    <w:qFormat/>
    <w:locked/>
    <w:rsid w:val="00D126CC"/>
    <w:rPr>
      <w:rFonts w:ascii="Times New Roman" w:hAnsi="Times New Roman"/>
      <w:lang w:val="en-GB" w:eastAsia="en-US"/>
    </w:rPr>
  </w:style>
  <w:style w:type="character" w:customStyle="1" w:styleId="HeadingbChar">
    <w:name w:val="Heading_b Char"/>
    <w:basedOn w:val="DefaultParagraphFont"/>
    <w:link w:val="Headingb"/>
    <w:locked/>
    <w:rsid w:val="00D126CC"/>
    <w:rPr>
      <w:rFonts w:ascii="Times New Roman Bold" w:hAnsi="Times New Roman Bold" w:cs="Times New Roman Bold"/>
      <w:b/>
      <w:sz w:val="24"/>
      <w:lang w:val="fr-CH" w:eastAsia="en-US"/>
    </w:rPr>
  </w:style>
  <w:style w:type="character" w:customStyle="1" w:styleId="TablelegendChar">
    <w:name w:val="Table_legend Char"/>
    <w:link w:val="Tablelegend"/>
    <w:locked/>
    <w:rsid w:val="00D126CC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basedOn w:val="DefaultParagraphFont"/>
    <w:link w:val="Tablehead"/>
    <w:uiPriority w:val="99"/>
    <w:qFormat/>
    <w:locked/>
    <w:rsid w:val="00BD7AA7"/>
    <w:rPr>
      <w:rFonts w:ascii="Times New Roman Bold" w:hAnsi="Times New Roman Bold" w:cs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locked/>
    <w:rsid w:val="00BD7AA7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locked/>
    <w:rsid w:val="00BD7AA7"/>
    <w:rPr>
      <w:rFonts w:ascii="Times New Roman Bold" w:hAnsi="Times New Roman Bold"/>
      <w:b/>
      <w:lang w:val="en-GB" w:eastAsia="en-US"/>
    </w:rPr>
  </w:style>
  <w:style w:type="character" w:customStyle="1" w:styleId="Title1Char">
    <w:name w:val="Title 1 Char"/>
    <w:link w:val="Title1"/>
    <w:rsid w:val="00BD7AA7"/>
    <w:rPr>
      <w:rFonts w:ascii="Times New Roman" w:hAnsi="Times New Roman"/>
      <w:caps/>
      <w:sz w:val="28"/>
      <w:lang w:val="en-GB" w:eastAsia="en-US"/>
    </w:rPr>
  </w:style>
  <w:style w:type="paragraph" w:customStyle="1" w:styleId="BodyText1">
    <w:name w:val="Body Text1"/>
    <w:basedOn w:val="Normal"/>
    <w:next w:val="Normal"/>
    <w:rsid w:val="00BD7AA7"/>
    <w:pPr>
      <w:tabs>
        <w:tab w:val="clear" w:pos="1134"/>
        <w:tab w:val="clear" w:pos="1871"/>
        <w:tab w:val="clear" w:pos="2268"/>
      </w:tabs>
      <w:overflowPunct/>
      <w:spacing w:before="0"/>
      <w:textAlignment w:val="auto"/>
    </w:pPr>
    <w:rPr>
      <w:szCs w:val="24"/>
      <w:lang w:val="en-US"/>
    </w:rPr>
  </w:style>
  <w:style w:type="paragraph" w:customStyle="1" w:styleId="Methodheading1">
    <w:name w:val="Method_heading1"/>
    <w:basedOn w:val="Heading1"/>
    <w:next w:val="Normal"/>
    <w:qFormat/>
    <w:rsid w:val="00BD7AA7"/>
  </w:style>
  <w:style w:type="paragraph" w:customStyle="1" w:styleId="Methodheading2">
    <w:name w:val="Method_heading2"/>
    <w:basedOn w:val="Heading2"/>
    <w:next w:val="Normal"/>
    <w:qFormat/>
    <w:rsid w:val="00BD7AA7"/>
  </w:style>
  <w:style w:type="paragraph" w:customStyle="1" w:styleId="Methodheading3">
    <w:name w:val="Method_heading3"/>
    <w:basedOn w:val="Heading3"/>
    <w:next w:val="Normal"/>
    <w:qFormat/>
    <w:rsid w:val="00BD7AA7"/>
  </w:style>
  <w:style w:type="paragraph" w:customStyle="1" w:styleId="Methodheading4">
    <w:name w:val="Method_heading4"/>
    <w:basedOn w:val="Heading4"/>
    <w:next w:val="Normal"/>
    <w:qFormat/>
    <w:rsid w:val="00BD7AA7"/>
  </w:style>
  <w:style w:type="paragraph" w:customStyle="1" w:styleId="MethodHeadingb">
    <w:name w:val="Method_Headingb"/>
    <w:basedOn w:val="Headingb"/>
    <w:qFormat/>
    <w:rsid w:val="00BD7AA7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TableNo0">
    <w:name w:val="Table_No Знак"/>
    <w:basedOn w:val="DefaultParagraphFont"/>
    <w:qFormat/>
    <w:locked/>
    <w:rsid w:val="00BD7AA7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uiPriority w:val="99"/>
    <w:locked/>
    <w:rsid w:val="00BD7AA7"/>
    <w:rPr>
      <w:rFonts w:ascii="Times New Roman Bold" w:hAnsi="Times New Roman Bold"/>
      <w:b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4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shua.m.whitlinger@nasa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.w.bishop@nas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355/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chael.r.gasper@nasa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2" ma:contentTypeDescription="Create a new document." ma:contentTypeScope="" ma:versionID="dae6c60c6544ee503b152b647bc97e8a">
  <xsd:schema xmlns:xsd="http://www.w3.org/2001/XMLSchema" xmlns:xs="http://www.w3.org/2001/XMLSchema" xmlns:p="http://schemas.microsoft.com/office/2006/metadata/properties" xmlns:ns2="a2e724be-05b9-4f20-b248-a441b308f8d8" targetNamespace="http://schemas.microsoft.com/office/2006/metadata/properties" ma:root="true" ma:fieldsID="a3a31126eadf842aa4f4b609c7f2d1ae" ns2:_="">
    <xsd:import namespace="a2e724be-05b9-4f20-b248-a441b308f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7DFF-D6F0-46B7-A22A-56FB2AFF2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D01EC5-8956-43F4-AA1A-F77898D0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23</TotalTime>
  <Pages>1</Pages>
  <Words>133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USA</cp:lastModifiedBy>
  <cp:revision>8</cp:revision>
  <cp:lastPrinted>2020-10-22T05:46:00Z</cp:lastPrinted>
  <dcterms:created xsi:type="dcterms:W3CDTF">2021-08-09T13:41:00Z</dcterms:created>
  <dcterms:modified xsi:type="dcterms:W3CDTF">2021-08-12T16:26:00Z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0x010100D977B7ADCBD8FA45913D15B65B244BD5</vt:lpwstr>
  </property>
</Properties>
</file>