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7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31"/>
        <w:gridCol w:w="775"/>
        <w:gridCol w:w="941"/>
        <w:gridCol w:w="3600"/>
      </w:tblGrid>
      <w:tr w:rsidR="00953B5F" w:rsidRPr="003D3E6F" w14:paraId="7B67D404" w14:textId="77777777" w:rsidTr="0080119F">
        <w:trPr>
          <w:tblHeader/>
          <w:jc w:val="center"/>
        </w:trPr>
        <w:tc>
          <w:tcPr>
            <w:tcW w:w="9247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AC05178" w14:textId="77777777" w:rsidR="00953B5F" w:rsidRPr="003D3E6F" w:rsidRDefault="00953B5F" w:rsidP="002867E7">
            <w:pPr>
              <w:spacing w:line="120" w:lineRule="exact"/>
              <w:rPr>
                <w:b/>
              </w:rPr>
            </w:pPr>
            <w:bookmarkStart w:id="0" w:name="dbreak"/>
            <w:bookmarkEnd w:id="0"/>
          </w:p>
          <w:p w14:paraId="1F0254F1" w14:textId="77777777" w:rsidR="00953B5F" w:rsidRPr="003D3E6F" w:rsidRDefault="00953B5F" w:rsidP="002867E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37816E0E" w14:textId="77777777" w:rsidR="00953B5F" w:rsidRPr="003D3E6F" w:rsidRDefault="00953B5F" w:rsidP="002867E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53B5F" w:rsidRPr="003D3E6F" w14:paraId="6C5C6787" w14:textId="77777777" w:rsidTr="0080119F">
        <w:trPr>
          <w:jc w:val="center"/>
        </w:trPr>
        <w:tc>
          <w:tcPr>
            <w:tcW w:w="4706" w:type="dxa"/>
            <w:gridSpan w:val="2"/>
          </w:tcPr>
          <w:p w14:paraId="593DA1DA" w14:textId="77777777" w:rsidR="00953B5F" w:rsidRPr="003D3E6F" w:rsidRDefault="00953B5F" w:rsidP="00D45199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 w:rsidR="00CF6E64">
              <w:t>5</w:t>
            </w:r>
            <w:r w:rsidR="00D45199">
              <w:t>B</w:t>
            </w:r>
          </w:p>
        </w:tc>
        <w:tc>
          <w:tcPr>
            <w:tcW w:w="4541" w:type="dxa"/>
            <w:gridSpan w:val="2"/>
          </w:tcPr>
          <w:p w14:paraId="2C77008A" w14:textId="693AAC41" w:rsidR="00953B5F" w:rsidRPr="003D3E6F" w:rsidRDefault="00953B5F" w:rsidP="00D45199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 w:rsidR="003D03A7">
              <w:t>USWP5</w:t>
            </w:r>
            <w:r w:rsidR="00D45199">
              <w:t>B</w:t>
            </w:r>
            <w:r w:rsidR="003D03A7">
              <w:t>-</w:t>
            </w:r>
            <w:r w:rsidR="00602B9E">
              <w:t>27-FS</w:t>
            </w:r>
          </w:p>
        </w:tc>
      </w:tr>
      <w:tr w:rsidR="00953B5F" w:rsidRPr="003D3E6F" w14:paraId="6860A389" w14:textId="77777777" w:rsidTr="0080119F">
        <w:trPr>
          <w:jc w:val="center"/>
        </w:trPr>
        <w:tc>
          <w:tcPr>
            <w:tcW w:w="4706" w:type="dxa"/>
            <w:gridSpan w:val="2"/>
          </w:tcPr>
          <w:p w14:paraId="2FFC8521" w14:textId="543F7EBC" w:rsidR="00DB3AAF" w:rsidRPr="003D3E6F" w:rsidRDefault="00953B5F" w:rsidP="00D45199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 </w:t>
            </w:r>
            <w:hyperlink r:id="rId11" w:history="1">
              <w:r w:rsidR="005342F8" w:rsidRPr="00245DCB">
                <w:rPr>
                  <w:rStyle w:val="Hyperlink"/>
                </w:rPr>
                <w:t>Document 5</w:t>
              </w:r>
              <w:r w:rsidR="00D45199" w:rsidRPr="00245DCB">
                <w:rPr>
                  <w:rStyle w:val="Hyperlink"/>
                </w:rPr>
                <w:t>B/</w:t>
              </w:r>
              <w:r w:rsidR="00245DCB" w:rsidRPr="00245DCB">
                <w:rPr>
                  <w:rStyle w:val="Hyperlink"/>
                </w:rPr>
                <w:t>355</w:t>
              </w:r>
            </w:hyperlink>
            <w:r w:rsidR="00C94746">
              <w:t xml:space="preserve"> Annex </w:t>
            </w:r>
            <w:r w:rsidR="00245DCB">
              <w:t>30</w:t>
            </w:r>
          </w:p>
        </w:tc>
        <w:tc>
          <w:tcPr>
            <w:tcW w:w="4541" w:type="dxa"/>
            <w:gridSpan w:val="2"/>
          </w:tcPr>
          <w:p w14:paraId="058C09CD" w14:textId="5B1C6818" w:rsidR="00953B5F" w:rsidRPr="003D3E6F" w:rsidRDefault="00953B5F" w:rsidP="00E71BD3">
            <w:pPr>
              <w:spacing w:after="58"/>
            </w:pPr>
            <w:r w:rsidRPr="003D3E6F">
              <w:rPr>
                <w:b/>
              </w:rPr>
              <w:t xml:space="preserve">Date: </w:t>
            </w:r>
            <w:r w:rsidR="00245DCB">
              <w:t>12</w:t>
            </w:r>
            <w:r w:rsidR="00E71BD3">
              <w:t xml:space="preserve"> </w:t>
            </w:r>
            <w:r w:rsidR="00245DCB">
              <w:t>August</w:t>
            </w:r>
            <w:r w:rsidRPr="003D3E6F">
              <w:t xml:space="preserve"> 20</w:t>
            </w:r>
            <w:r>
              <w:t>2</w:t>
            </w:r>
            <w:r w:rsidR="00D45199">
              <w:t>1</w:t>
            </w:r>
          </w:p>
        </w:tc>
      </w:tr>
      <w:tr w:rsidR="00953B5F" w:rsidRPr="003D3E6F" w14:paraId="5573D83D" w14:textId="77777777" w:rsidTr="0080119F">
        <w:trPr>
          <w:jc w:val="center"/>
        </w:trPr>
        <w:tc>
          <w:tcPr>
            <w:tcW w:w="9247" w:type="dxa"/>
            <w:gridSpan w:val="4"/>
            <w:tcBorders>
              <w:bottom w:val="nil"/>
              <w:right w:val="double" w:sz="6" w:space="0" w:color="000000"/>
            </w:tcBorders>
          </w:tcPr>
          <w:p w14:paraId="5E6EA319" w14:textId="2C3B7EF7" w:rsidR="00953B5F" w:rsidRPr="00D45199" w:rsidRDefault="00953B5F" w:rsidP="00CF6E64">
            <w:pPr>
              <w:spacing w:before="0" w:line="276" w:lineRule="auto"/>
              <w:rPr>
                <w:bCs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 w:rsidR="00B36B50">
              <w:t xml:space="preserve">Updates to </w:t>
            </w:r>
            <w:r w:rsidR="00D45199" w:rsidRPr="00D45199">
              <w:rPr>
                <w:bCs/>
              </w:rPr>
              <w:t xml:space="preserve">Working document towards a preliminary draft new </w:t>
            </w:r>
            <w:r w:rsidR="00D45199" w:rsidRPr="00D45199">
              <w:rPr>
                <w:bCs/>
              </w:rPr>
              <w:br/>
              <w:t>report ITU-R [</w:t>
            </w:r>
            <w:r w:rsidR="00A50353" w:rsidRPr="000B65B0">
              <w:rPr>
                <w:lang w:eastAsia="zh-CN"/>
              </w:rPr>
              <w:t>NON-SAFETY AMS CHARACTERISTICS AND SHARING STUDIES</w:t>
            </w:r>
            <w:r w:rsidR="00D45199" w:rsidRPr="00D45199">
              <w:rPr>
                <w:bCs/>
              </w:rPr>
              <w:t>]</w:t>
            </w:r>
          </w:p>
        </w:tc>
      </w:tr>
      <w:tr w:rsidR="00C94746" w:rsidRPr="003D3E6F" w14:paraId="6FC66467" w14:textId="77777777" w:rsidTr="0080119F">
        <w:trPr>
          <w:cantSplit/>
          <w:trHeight w:val="259"/>
          <w:jc w:val="center"/>
        </w:trPr>
        <w:tc>
          <w:tcPr>
            <w:tcW w:w="3931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583B740D" w14:textId="77777777" w:rsidR="00C94746" w:rsidRPr="003D3E6F" w:rsidRDefault="00C94746" w:rsidP="00C94746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Authors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BDFF308" w14:textId="77777777" w:rsidR="00C94746" w:rsidRPr="003D3E6F" w:rsidRDefault="00C94746" w:rsidP="00C94746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Telephone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597B71B7" w14:textId="77777777" w:rsidR="00C94746" w:rsidRPr="003D3E6F" w:rsidRDefault="00C94746" w:rsidP="00C94746">
            <w:pPr>
              <w:spacing w:before="60" w:after="60"/>
              <w:rPr>
                <w:b/>
              </w:rPr>
            </w:pPr>
            <w:r w:rsidRPr="003D3E6F">
              <w:rPr>
                <w:b/>
              </w:rPr>
              <w:t>E-Mail</w:t>
            </w:r>
          </w:p>
        </w:tc>
      </w:tr>
      <w:tr w:rsidR="00C94746" w:rsidRPr="003D3E6F" w14:paraId="20AD2EFB" w14:textId="77777777" w:rsidTr="0080119F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2906A4FA" w14:textId="77777777" w:rsidR="00F24FBC" w:rsidRDefault="00F24FBC" w:rsidP="00F24FBC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>
              <w:rPr>
                <w:lang w:eastAsia="zh-CN"/>
              </w:rPr>
              <w:t>Daniel Bishop, NASA</w:t>
            </w:r>
          </w:p>
          <w:p w14:paraId="7EF3D179" w14:textId="007F4D4F" w:rsidR="00C94746" w:rsidRDefault="0035269C" w:rsidP="00C94746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bookmarkStart w:id="1" w:name="_GoBack"/>
            <w:r w:rsidRPr="006E1ED0">
              <w:rPr>
                <w:szCs w:val="24"/>
                <w:lang w:val="en-US"/>
              </w:rPr>
              <w:t>Ryan S. McDonough</w:t>
            </w:r>
            <w:r w:rsidR="00C94746">
              <w:rPr>
                <w:lang w:eastAsia="zh-CN"/>
              </w:rPr>
              <w:t xml:space="preserve">, </w:t>
            </w:r>
            <w:r w:rsidR="00C94746" w:rsidRPr="006A4C95">
              <w:rPr>
                <w:lang w:eastAsia="zh-CN"/>
              </w:rPr>
              <w:t>NASA</w:t>
            </w:r>
          </w:p>
          <w:bookmarkEnd w:id="1"/>
          <w:p w14:paraId="6AB81A2C" w14:textId="7818E0CC" w:rsidR="00137680" w:rsidRPr="00137680" w:rsidRDefault="00C94746" w:rsidP="00245DCB">
            <w:pPr>
              <w:keepLines/>
              <w:tabs>
                <w:tab w:val="left" w:pos="255"/>
              </w:tabs>
              <w:spacing w:before="60" w:after="60" w:line="480" w:lineRule="auto"/>
              <w:rPr>
                <w:lang w:eastAsia="zh-CN"/>
              </w:rPr>
            </w:pPr>
            <w:r>
              <w:rPr>
                <w:lang w:eastAsia="zh-CN"/>
              </w:rPr>
              <w:t>Michael Gasper, NASA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0F6B5" w14:textId="77777777" w:rsidR="00F24FBC" w:rsidRDefault="00F24FBC" w:rsidP="00C94746">
            <w:pPr>
              <w:spacing w:before="60" w:after="60" w:line="480" w:lineRule="auto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216-433</w:t>
            </w:r>
            <w:r w:rsidRPr="006A4C95">
              <w:rPr>
                <w:szCs w:val="24"/>
                <w:lang w:eastAsia="zh-CN"/>
              </w:rPr>
              <w:t>-</w:t>
            </w:r>
            <w:r>
              <w:rPr>
                <w:szCs w:val="24"/>
                <w:lang w:eastAsia="zh-CN"/>
              </w:rPr>
              <w:t>5220</w:t>
            </w:r>
          </w:p>
          <w:p w14:paraId="729546BB" w14:textId="22C8640F" w:rsidR="00C94746" w:rsidRDefault="0035269C" w:rsidP="00C94746">
            <w:pPr>
              <w:spacing w:before="60" w:after="60" w:line="480" w:lineRule="auto"/>
              <w:rPr>
                <w:szCs w:val="24"/>
                <w:lang w:eastAsia="zh-CN"/>
              </w:rPr>
            </w:pPr>
            <w:r w:rsidRPr="006E1ED0">
              <w:rPr>
                <w:szCs w:val="24"/>
                <w:lang w:val="en-US"/>
              </w:rPr>
              <w:t>216-433-2862</w:t>
            </w:r>
          </w:p>
          <w:p w14:paraId="63C770FD" w14:textId="733FF7F8" w:rsidR="00137680" w:rsidRPr="00137680" w:rsidRDefault="00C94746" w:rsidP="00245DCB">
            <w:pPr>
              <w:spacing w:before="60" w:after="60" w:line="480" w:lineRule="auto"/>
            </w:pPr>
            <w:r>
              <w:t>216-433-3881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754679E4" w14:textId="77777777" w:rsidR="00F24FBC" w:rsidRDefault="00602B9E" w:rsidP="00F24FBC">
            <w:pPr>
              <w:spacing w:before="60" w:after="60" w:line="480" w:lineRule="auto"/>
            </w:pPr>
            <w:hyperlink r:id="rId12" w:history="1">
              <w:r w:rsidR="00F24FBC" w:rsidRPr="0017495F">
                <w:rPr>
                  <w:rStyle w:val="Hyperlink"/>
                </w:rPr>
                <w:t>daniel.w.bishop@nasa.gov</w:t>
              </w:r>
            </w:hyperlink>
          </w:p>
          <w:p w14:paraId="575879F8" w14:textId="77777777" w:rsidR="00B74490" w:rsidRDefault="00602B9E" w:rsidP="005F05C8">
            <w:pPr>
              <w:spacing w:before="60" w:after="60" w:line="480" w:lineRule="auto"/>
              <w:rPr>
                <w:color w:val="0000FF"/>
                <w:szCs w:val="24"/>
                <w:u w:val="single"/>
                <w:lang w:val="en-US"/>
              </w:rPr>
            </w:pPr>
            <w:hyperlink r:id="rId13" w:history="1">
              <w:r w:rsidR="0035269C" w:rsidRPr="006E1ED0">
                <w:rPr>
                  <w:color w:val="0000FF"/>
                  <w:szCs w:val="24"/>
                  <w:u w:val="single"/>
                  <w:lang w:val="en-US"/>
                </w:rPr>
                <w:t>Ryan.S.McDonough@nasa.gov</w:t>
              </w:r>
            </w:hyperlink>
          </w:p>
          <w:p w14:paraId="5C6819A8" w14:textId="6D74EE1D" w:rsidR="00C21FC7" w:rsidRPr="00245DCB" w:rsidRDefault="00602B9E" w:rsidP="00245DCB">
            <w:pPr>
              <w:spacing w:before="60" w:after="60" w:line="480" w:lineRule="auto"/>
              <w:rPr>
                <w:color w:val="0000FF" w:themeColor="hyperlink"/>
                <w:szCs w:val="24"/>
                <w:u w:val="single"/>
                <w:lang w:eastAsia="zh-CN"/>
              </w:rPr>
            </w:pPr>
            <w:hyperlink r:id="rId14" w:history="1">
              <w:r w:rsidR="00B74490" w:rsidRPr="00B74490">
                <w:rPr>
                  <w:rStyle w:val="Hyperlink"/>
                  <w:szCs w:val="24"/>
                  <w:lang w:eastAsia="zh-CN"/>
                </w:rPr>
                <w:t>michael.r.gasper@nasa.gov</w:t>
              </w:r>
            </w:hyperlink>
          </w:p>
        </w:tc>
      </w:tr>
      <w:tr w:rsidR="00953B5F" w:rsidRPr="003D3E6F" w14:paraId="6D25E2A9" w14:textId="77777777" w:rsidTr="0080119F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2EF00AB5" w14:textId="77777777" w:rsidR="00953B5F" w:rsidRPr="004B5DA8" w:rsidRDefault="00953B5F" w:rsidP="00F01CCA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 </w:t>
            </w:r>
          </w:p>
          <w:p w14:paraId="49D78C15" w14:textId="78C21B6F" w:rsidR="00953B5F" w:rsidRPr="003D3E6F" w:rsidRDefault="00CF6E64" w:rsidP="00D45199">
            <w:pPr>
              <w:spacing w:before="0" w:line="276" w:lineRule="auto"/>
            </w:pPr>
            <w:r w:rsidRPr="00A34613">
              <w:rPr>
                <w:bCs/>
              </w:rPr>
              <w:t>Pro</w:t>
            </w:r>
            <w:r>
              <w:rPr>
                <w:bCs/>
              </w:rPr>
              <w:t xml:space="preserve">pose updates to </w:t>
            </w:r>
            <w:r w:rsidR="00D45199" w:rsidRPr="00D45199">
              <w:rPr>
                <w:bCs/>
              </w:rPr>
              <w:t xml:space="preserve">Working document towards a preliminary draft new </w:t>
            </w:r>
            <w:r w:rsidR="00D45199" w:rsidRPr="00D45199">
              <w:rPr>
                <w:bCs/>
              </w:rPr>
              <w:br/>
              <w:t xml:space="preserve">report ITU-R </w:t>
            </w:r>
            <w:r w:rsidR="00A50353" w:rsidRPr="000B65B0">
              <w:rPr>
                <w:lang w:eastAsia="zh-CN"/>
              </w:rPr>
              <w:t>[NON-SAFETY AMS CHARACTERISTICS AND SHARING STUDIES]</w:t>
            </w:r>
            <w:r w:rsidR="00F91ADA">
              <w:rPr>
                <w:bCs/>
              </w:rPr>
              <w:t>,</w:t>
            </w:r>
            <w:r>
              <w:rPr>
                <w:bCs/>
              </w:rPr>
              <w:t xml:space="preserve"> building upon discussions and proposals at the </w:t>
            </w:r>
            <w:r w:rsidR="00FE5E53">
              <w:rPr>
                <w:bCs/>
              </w:rPr>
              <w:t>May</w:t>
            </w:r>
            <w:r w:rsidR="005342F8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FE5E53">
              <w:rPr>
                <w:bCs/>
              </w:rPr>
              <w:t>1</w:t>
            </w:r>
            <w:r>
              <w:rPr>
                <w:bCs/>
              </w:rPr>
              <w:t xml:space="preserve"> WP </w:t>
            </w:r>
            <w:r w:rsidR="005342F8">
              <w:rPr>
                <w:bCs/>
              </w:rPr>
              <w:t>5</w:t>
            </w:r>
            <w:r w:rsidR="00D45199">
              <w:rPr>
                <w:bCs/>
              </w:rPr>
              <w:t>B meeting</w:t>
            </w:r>
            <w:r>
              <w:rPr>
                <w:bCs/>
              </w:rPr>
              <w:t>.</w:t>
            </w:r>
          </w:p>
        </w:tc>
      </w:tr>
      <w:tr w:rsidR="00953B5F" w:rsidRPr="003D3E6F" w14:paraId="4BEC1827" w14:textId="77777777" w:rsidTr="0080119F">
        <w:trPr>
          <w:jc w:val="center"/>
        </w:trPr>
        <w:tc>
          <w:tcPr>
            <w:tcW w:w="9247" w:type="dxa"/>
            <w:gridSpan w:val="4"/>
            <w:tcBorders>
              <w:right w:val="double" w:sz="6" w:space="0" w:color="000000"/>
            </w:tcBorders>
          </w:tcPr>
          <w:p w14:paraId="61754FD9" w14:textId="77777777" w:rsidR="00953B5F" w:rsidRDefault="00953B5F" w:rsidP="00F01CCA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6C852BBE" w14:textId="60AFCAD2" w:rsidR="00953B5F" w:rsidRPr="003D3E6F" w:rsidRDefault="00EC2E81" w:rsidP="00E71BD3">
            <w:pPr>
              <w:spacing w:before="0" w:line="276" w:lineRule="auto"/>
              <w:rPr>
                <w:b/>
              </w:rPr>
            </w:pPr>
            <w:r>
              <w:rPr>
                <w:rFonts w:cs="Arial"/>
                <w:color w:val="000000"/>
                <w:lang w:eastAsia="fr-FR"/>
              </w:rPr>
              <w:t>This contribution</w:t>
            </w:r>
            <w:r w:rsidR="00C21FC7">
              <w:rPr>
                <w:rFonts w:cs="Arial"/>
                <w:color w:val="000000"/>
                <w:lang w:eastAsia="fr-FR"/>
              </w:rPr>
              <w:t xml:space="preserve"> </w:t>
            </w:r>
            <w:r>
              <w:rPr>
                <w:rFonts w:cs="Arial"/>
                <w:color w:val="000000"/>
                <w:lang w:eastAsia="fr-FR"/>
              </w:rPr>
              <w:t xml:space="preserve">seeks to further this work by </w:t>
            </w:r>
            <w:r w:rsidR="00245DCB">
              <w:rPr>
                <w:rFonts w:cs="Arial"/>
                <w:color w:val="000000"/>
                <w:lang w:eastAsia="fr-FR"/>
              </w:rPr>
              <w:t>progressing the</w:t>
            </w:r>
            <w:r>
              <w:rPr>
                <w:rFonts w:cs="Arial"/>
                <w:color w:val="000000"/>
                <w:lang w:eastAsia="fr-FR"/>
              </w:rPr>
              <w:t xml:space="preserve"> studies of adjacent band c</w:t>
            </w:r>
            <w:r w:rsidR="00EC6148">
              <w:rPr>
                <w:rFonts w:cs="Arial"/>
                <w:color w:val="000000"/>
                <w:lang w:eastAsia="fr-FR"/>
              </w:rPr>
              <w:t>ompatibility between the potential</w:t>
            </w:r>
            <w:r>
              <w:rPr>
                <w:rFonts w:cs="Arial"/>
                <w:color w:val="000000"/>
                <w:lang w:eastAsia="fr-FR"/>
              </w:rPr>
              <w:t xml:space="preserve"> new AMS allocation in 22-22.21 GHz and EESS (passive) in 22.21-22.5 GHz</w:t>
            </w:r>
            <w:r w:rsidR="00FE5E53">
              <w:rPr>
                <w:rFonts w:cs="Arial"/>
                <w:color w:val="000000"/>
                <w:lang w:eastAsia="fr-FR"/>
              </w:rPr>
              <w:t xml:space="preserve"> in section A.2.3.4.1 of the working document</w:t>
            </w:r>
            <w:r>
              <w:rPr>
                <w:rFonts w:cs="Arial"/>
                <w:color w:val="000000"/>
                <w:lang w:eastAsia="fr-FR"/>
              </w:rPr>
              <w:t>.</w:t>
            </w:r>
          </w:p>
        </w:tc>
      </w:tr>
      <w:tr w:rsidR="00953B5F" w:rsidRPr="003D3E6F" w14:paraId="071BBA44" w14:textId="77777777" w:rsidTr="0080119F">
        <w:trPr>
          <w:jc w:val="center"/>
        </w:trPr>
        <w:tc>
          <w:tcPr>
            <w:tcW w:w="9247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3B675B06" w14:textId="77777777" w:rsidR="00953B5F" w:rsidRPr="003D3E6F" w:rsidRDefault="00953B5F" w:rsidP="00DB3AAF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 w:rsidR="00DB3AAF">
              <w:t>Michael Gasper</w:t>
            </w:r>
            <w:r w:rsidR="006107B1">
              <w:t>, NASA</w:t>
            </w:r>
          </w:p>
        </w:tc>
      </w:tr>
    </w:tbl>
    <w:p w14:paraId="7E259A5E" w14:textId="77777777" w:rsidR="00BD7AA7" w:rsidRPr="00F3069A" w:rsidRDefault="00BD7AA7" w:rsidP="00BD7AA7"/>
    <w:p w14:paraId="4DC58850" w14:textId="0D9C9739" w:rsidR="000A5AE1" w:rsidRPr="000A5AE1" w:rsidRDefault="000A5AE1" w:rsidP="0050205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sectPr w:rsidR="000A5AE1" w:rsidRPr="000A5AE1" w:rsidSect="00501953">
      <w:headerReference w:type="default" r:id="rId15"/>
      <w:headerReference w:type="first" r:id="rId16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5C6B9" w14:textId="77777777" w:rsidR="00E925D0" w:rsidRDefault="00E925D0">
      <w:r>
        <w:separator/>
      </w:r>
    </w:p>
  </w:endnote>
  <w:endnote w:type="continuationSeparator" w:id="0">
    <w:p w14:paraId="104A5BE2" w14:textId="77777777" w:rsidR="00E925D0" w:rsidRDefault="00E92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D5F3E" w14:textId="77777777" w:rsidR="00E925D0" w:rsidRDefault="00E925D0">
      <w:r>
        <w:t>____________________</w:t>
      </w:r>
    </w:p>
  </w:footnote>
  <w:footnote w:type="continuationSeparator" w:id="0">
    <w:p w14:paraId="5CF2AED7" w14:textId="77777777" w:rsidR="00E925D0" w:rsidRDefault="00E92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06687" w14:textId="49A75E2B" w:rsidR="002867E7" w:rsidRDefault="002867E7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1E3B4" w14:textId="77777777" w:rsidR="002867E7" w:rsidRDefault="002867E7" w:rsidP="004674BC">
    <w:pPr>
      <w:pStyle w:val="Header"/>
    </w:pPr>
    <w:r w:rsidRPr="00E17829">
      <w:t>THIS DRAFT DOCUMENT IS NOT NECESSARILY A U.S. POSITION AND IS SUBJECT TO CHANGE.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https://mail.google.com/mail/u/0/images/cleardot.gif" style="width:.65pt;height:.65pt;visibility:visible;mso-wrap-style:square" o:bullet="t">
        <v:imagedata r:id="rId1" o:title="cleardot"/>
      </v:shape>
    </w:pict>
  </w:numPicBullet>
  <w:abstractNum w:abstractNumId="0" w15:restartNumberingAfterBreak="0">
    <w:nsid w:val="FFFFFF1D"/>
    <w:multiLevelType w:val="multilevel"/>
    <w:tmpl w:val="AA38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multilevel"/>
    <w:tmpl w:val="E0302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D"/>
    <w:multiLevelType w:val="hybridMultilevel"/>
    <w:tmpl w:val="6886433C"/>
    <w:lvl w:ilvl="0" w:tplc="B560927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7F4E7708">
      <w:numFmt w:val="decimal"/>
      <w:lvlText w:val=""/>
      <w:lvlJc w:val="left"/>
    </w:lvl>
    <w:lvl w:ilvl="2" w:tplc="D7AC72BE">
      <w:numFmt w:val="decimal"/>
      <w:lvlText w:val=""/>
      <w:lvlJc w:val="left"/>
    </w:lvl>
    <w:lvl w:ilvl="3" w:tplc="73A8968C">
      <w:numFmt w:val="decimal"/>
      <w:lvlText w:val=""/>
      <w:lvlJc w:val="left"/>
    </w:lvl>
    <w:lvl w:ilvl="4" w:tplc="DC3CAC76">
      <w:numFmt w:val="decimal"/>
      <w:lvlText w:val=""/>
      <w:lvlJc w:val="left"/>
    </w:lvl>
    <w:lvl w:ilvl="5" w:tplc="C54EBA72">
      <w:numFmt w:val="decimal"/>
      <w:lvlText w:val=""/>
      <w:lvlJc w:val="left"/>
    </w:lvl>
    <w:lvl w:ilvl="6" w:tplc="5BE8589C">
      <w:numFmt w:val="decimal"/>
      <w:lvlText w:val=""/>
      <w:lvlJc w:val="left"/>
    </w:lvl>
    <w:lvl w:ilvl="7" w:tplc="D5FCD2E2">
      <w:numFmt w:val="decimal"/>
      <w:lvlText w:val=""/>
      <w:lvlJc w:val="left"/>
    </w:lvl>
    <w:lvl w:ilvl="8" w:tplc="CE426EA2">
      <w:numFmt w:val="decimal"/>
      <w:lvlText w:val=""/>
      <w:lvlJc w:val="left"/>
    </w:lvl>
  </w:abstractNum>
  <w:abstractNum w:abstractNumId="3" w15:restartNumberingAfterBreak="0">
    <w:nsid w:val="FFFFFF7E"/>
    <w:multiLevelType w:val="multilevel"/>
    <w:tmpl w:val="E0D022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7F"/>
    <w:multiLevelType w:val="multilevel"/>
    <w:tmpl w:val="70C0E1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0"/>
    <w:multiLevelType w:val="hybridMultilevel"/>
    <w:tmpl w:val="9202ED88"/>
    <w:lvl w:ilvl="0" w:tplc="AC582376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DCD46960">
      <w:numFmt w:val="decimal"/>
      <w:lvlText w:val=""/>
      <w:lvlJc w:val="left"/>
    </w:lvl>
    <w:lvl w:ilvl="2" w:tplc="F52A06CE">
      <w:numFmt w:val="decimal"/>
      <w:lvlText w:val=""/>
      <w:lvlJc w:val="left"/>
    </w:lvl>
    <w:lvl w:ilvl="3" w:tplc="52784F58">
      <w:numFmt w:val="decimal"/>
      <w:lvlText w:val=""/>
      <w:lvlJc w:val="left"/>
    </w:lvl>
    <w:lvl w:ilvl="4" w:tplc="62222A9C">
      <w:numFmt w:val="decimal"/>
      <w:lvlText w:val=""/>
      <w:lvlJc w:val="left"/>
    </w:lvl>
    <w:lvl w:ilvl="5" w:tplc="1B3E63E4">
      <w:numFmt w:val="decimal"/>
      <w:lvlText w:val=""/>
      <w:lvlJc w:val="left"/>
    </w:lvl>
    <w:lvl w:ilvl="6" w:tplc="C276DA70">
      <w:numFmt w:val="decimal"/>
      <w:lvlText w:val=""/>
      <w:lvlJc w:val="left"/>
    </w:lvl>
    <w:lvl w:ilvl="7" w:tplc="76D8AE8E">
      <w:numFmt w:val="decimal"/>
      <w:lvlText w:val=""/>
      <w:lvlJc w:val="left"/>
    </w:lvl>
    <w:lvl w:ilvl="8" w:tplc="EE467E22">
      <w:numFmt w:val="decimal"/>
      <w:lvlText w:val=""/>
      <w:lvlJc w:val="left"/>
    </w:lvl>
  </w:abstractNum>
  <w:abstractNum w:abstractNumId="6" w15:restartNumberingAfterBreak="0">
    <w:nsid w:val="FFFFFF81"/>
    <w:multiLevelType w:val="hybridMultilevel"/>
    <w:tmpl w:val="E8E2CFD4"/>
    <w:lvl w:ilvl="0" w:tplc="C12AF6C4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6ED68854">
      <w:numFmt w:val="decimal"/>
      <w:lvlText w:val=""/>
      <w:lvlJc w:val="left"/>
    </w:lvl>
    <w:lvl w:ilvl="2" w:tplc="648E165A">
      <w:numFmt w:val="decimal"/>
      <w:lvlText w:val=""/>
      <w:lvlJc w:val="left"/>
    </w:lvl>
    <w:lvl w:ilvl="3" w:tplc="FC6C823A">
      <w:numFmt w:val="decimal"/>
      <w:lvlText w:val=""/>
      <w:lvlJc w:val="left"/>
    </w:lvl>
    <w:lvl w:ilvl="4" w:tplc="7514FCAA">
      <w:numFmt w:val="decimal"/>
      <w:lvlText w:val=""/>
      <w:lvlJc w:val="left"/>
    </w:lvl>
    <w:lvl w:ilvl="5" w:tplc="C9241760">
      <w:numFmt w:val="decimal"/>
      <w:lvlText w:val=""/>
      <w:lvlJc w:val="left"/>
    </w:lvl>
    <w:lvl w:ilvl="6" w:tplc="3000F2F6">
      <w:numFmt w:val="decimal"/>
      <w:lvlText w:val=""/>
      <w:lvlJc w:val="left"/>
    </w:lvl>
    <w:lvl w:ilvl="7" w:tplc="920C53B2">
      <w:numFmt w:val="decimal"/>
      <w:lvlText w:val=""/>
      <w:lvlJc w:val="left"/>
    </w:lvl>
    <w:lvl w:ilvl="8" w:tplc="3C2CB536">
      <w:numFmt w:val="decimal"/>
      <w:lvlText w:val=""/>
      <w:lvlJc w:val="left"/>
    </w:lvl>
  </w:abstractNum>
  <w:abstractNum w:abstractNumId="7" w15:restartNumberingAfterBreak="0">
    <w:nsid w:val="FFFFFF82"/>
    <w:multiLevelType w:val="hybridMultilevel"/>
    <w:tmpl w:val="EF6A5192"/>
    <w:lvl w:ilvl="0" w:tplc="CBF4063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BB38F6DA">
      <w:numFmt w:val="decimal"/>
      <w:lvlText w:val=""/>
      <w:lvlJc w:val="left"/>
    </w:lvl>
    <w:lvl w:ilvl="2" w:tplc="8FF09736">
      <w:numFmt w:val="decimal"/>
      <w:lvlText w:val=""/>
      <w:lvlJc w:val="left"/>
    </w:lvl>
    <w:lvl w:ilvl="3" w:tplc="72B05448">
      <w:numFmt w:val="decimal"/>
      <w:lvlText w:val=""/>
      <w:lvlJc w:val="left"/>
    </w:lvl>
    <w:lvl w:ilvl="4" w:tplc="C6EC04B0">
      <w:numFmt w:val="decimal"/>
      <w:lvlText w:val=""/>
      <w:lvlJc w:val="left"/>
    </w:lvl>
    <w:lvl w:ilvl="5" w:tplc="26E6C9C0">
      <w:numFmt w:val="decimal"/>
      <w:lvlText w:val=""/>
      <w:lvlJc w:val="left"/>
    </w:lvl>
    <w:lvl w:ilvl="6" w:tplc="6C962498">
      <w:numFmt w:val="decimal"/>
      <w:lvlText w:val=""/>
      <w:lvlJc w:val="left"/>
    </w:lvl>
    <w:lvl w:ilvl="7" w:tplc="41781922">
      <w:numFmt w:val="decimal"/>
      <w:lvlText w:val=""/>
      <w:lvlJc w:val="left"/>
    </w:lvl>
    <w:lvl w:ilvl="8" w:tplc="6D5CF700">
      <w:numFmt w:val="decimal"/>
      <w:lvlText w:val=""/>
      <w:lvlJc w:val="left"/>
    </w:lvl>
  </w:abstractNum>
  <w:abstractNum w:abstractNumId="8" w15:restartNumberingAfterBreak="0">
    <w:nsid w:val="FFFFFF83"/>
    <w:multiLevelType w:val="hybridMultilevel"/>
    <w:tmpl w:val="F0E886D4"/>
    <w:lvl w:ilvl="0" w:tplc="D48EFAB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C7360C48">
      <w:numFmt w:val="decimal"/>
      <w:lvlText w:val=""/>
      <w:lvlJc w:val="left"/>
    </w:lvl>
    <w:lvl w:ilvl="2" w:tplc="9AA41E64">
      <w:numFmt w:val="decimal"/>
      <w:lvlText w:val=""/>
      <w:lvlJc w:val="left"/>
    </w:lvl>
    <w:lvl w:ilvl="3" w:tplc="60E6C9A0">
      <w:numFmt w:val="decimal"/>
      <w:lvlText w:val=""/>
      <w:lvlJc w:val="left"/>
    </w:lvl>
    <w:lvl w:ilvl="4" w:tplc="996E9CE0">
      <w:numFmt w:val="decimal"/>
      <w:lvlText w:val=""/>
      <w:lvlJc w:val="left"/>
    </w:lvl>
    <w:lvl w:ilvl="5" w:tplc="CEE00E92">
      <w:numFmt w:val="decimal"/>
      <w:lvlText w:val=""/>
      <w:lvlJc w:val="left"/>
    </w:lvl>
    <w:lvl w:ilvl="6" w:tplc="5560D5FE">
      <w:numFmt w:val="decimal"/>
      <w:lvlText w:val=""/>
      <w:lvlJc w:val="left"/>
    </w:lvl>
    <w:lvl w:ilvl="7" w:tplc="0A7ED582">
      <w:numFmt w:val="decimal"/>
      <w:lvlText w:val=""/>
      <w:lvlJc w:val="left"/>
    </w:lvl>
    <w:lvl w:ilvl="8" w:tplc="91F29226">
      <w:numFmt w:val="decimal"/>
      <w:lvlText w:val=""/>
      <w:lvlJc w:val="left"/>
    </w:lvl>
  </w:abstractNum>
  <w:abstractNum w:abstractNumId="9" w15:restartNumberingAfterBreak="0">
    <w:nsid w:val="FFFFFF88"/>
    <w:multiLevelType w:val="hybridMultilevel"/>
    <w:tmpl w:val="18F0336E"/>
    <w:lvl w:ilvl="0" w:tplc="F30A83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58615DE">
      <w:numFmt w:val="decimal"/>
      <w:lvlText w:val=""/>
      <w:lvlJc w:val="left"/>
    </w:lvl>
    <w:lvl w:ilvl="2" w:tplc="238C365E">
      <w:numFmt w:val="decimal"/>
      <w:lvlText w:val=""/>
      <w:lvlJc w:val="left"/>
    </w:lvl>
    <w:lvl w:ilvl="3" w:tplc="01B4BC26">
      <w:numFmt w:val="decimal"/>
      <w:lvlText w:val=""/>
      <w:lvlJc w:val="left"/>
    </w:lvl>
    <w:lvl w:ilvl="4" w:tplc="75549616">
      <w:numFmt w:val="decimal"/>
      <w:lvlText w:val=""/>
      <w:lvlJc w:val="left"/>
    </w:lvl>
    <w:lvl w:ilvl="5" w:tplc="50146A44">
      <w:numFmt w:val="decimal"/>
      <w:lvlText w:val=""/>
      <w:lvlJc w:val="left"/>
    </w:lvl>
    <w:lvl w:ilvl="6" w:tplc="1C08AEAC">
      <w:numFmt w:val="decimal"/>
      <w:lvlText w:val=""/>
      <w:lvlJc w:val="left"/>
    </w:lvl>
    <w:lvl w:ilvl="7" w:tplc="83D64982">
      <w:numFmt w:val="decimal"/>
      <w:lvlText w:val=""/>
      <w:lvlJc w:val="left"/>
    </w:lvl>
    <w:lvl w:ilvl="8" w:tplc="820C9454">
      <w:numFmt w:val="decimal"/>
      <w:lvlText w:val=""/>
      <w:lvlJc w:val="left"/>
    </w:lvl>
  </w:abstractNum>
  <w:abstractNum w:abstractNumId="10" w15:restartNumberingAfterBreak="0">
    <w:nsid w:val="FFFFFF89"/>
    <w:multiLevelType w:val="hybridMultilevel"/>
    <w:tmpl w:val="D27ED3E0"/>
    <w:lvl w:ilvl="0" w:tplc="406856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C76065E">
      <w:numFmt w:val="decimal"/>
      <w:lvlText w:val=""/>
      <w:lvlJc w:val="left"/>
    </w:lvl>
    <w:lvl w:ilvl="2" w:tplc="A5EA972C">
      <w:numFmt w:val="decimal"/>
      <w:lvlText w:val=""/>
      <w:lvlJc w:val="left"/>
    </w:lvl>
    <w:lvl w:ilvl="3" w:tplc="D9EA6E0E">
      <w:numFmt w:val="decimal"/>
      <w:lvlText w:val=""/>
      <w:lvlJc w:val="left"/>
    </w:lvl>
    <w:lvl w:ilvl="4" w:tplc="B26697BC">
      <w:numFmt w:val="decimal"/>
      <w:lvlText w:val=""/>
      <w:lvlJc w:val="left"/>
    </w:lvl>
    <w:lvl w:ilvl="5" w:tplc="98709302">
      <w:numFmt w:val="decimal"/>
      <w:lvlText w:val=""/>
      <w:lvlJc w:val="left"/>
    </w:lvl>
    <w:lvl w:ilvl="6" w:tplc="37B0AAF0">
      <w:numFmt w:val="decimal"/>
      <w:lvlText w:val=""/>
      <w:lvlJc w:val="left"/>
    </w:lvl>
    <w:lvl w:ilvl="7" w:tplc="3CD665D8">
      <w:numFmt w:val="decimal"/>
      <w:lvlText w:val=""/>
      <w:lvlJc w:val="left"/>
    </w:lvl>
    <w:lvl w:ilvl="8" w:tplc="6EE4B7B2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518EE"/>
    <w:multiLevelType w:val="hybridMultilevel"/>
    <w:tmpl w:val="20468C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203116"/>
    <w:multiLevelType w:val="hybridMultilevel"/>
    <w:tmpl w:val="BA8616B0"/>
    <w:lvl w:ilvl="0" w:tplc="CC3CC4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64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85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64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AF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25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16E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0A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06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57A7A"/>
    <w:multiLevelType w:val="hybridMultilevel"/>
    <w:tmpl w:val="607A8C8C"/>
    <w:lvl w:ilvl="0" w:tplc="4A8C36CA">
      <w:start w:val="1"/>
      <w:numFmt w:val="decimal"/>
      <w:lvlText w:val="%1"/>
      <w:lvlJc w:val="left"/>
      <w:pPr>
        <w:ind w:left="1500" w:hanging="11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0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7A444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A03B5"/>
    <w:multiLevelType w:val="hybridMultilevel"/>
    <w:tmpl w:val="28B40658"/>
    <w:lvl w:ilvl="0" w:tplc="FFFFFFFF">
      <w:start w:val="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64C48"/>
    <w:multiLevelType w:val="hybridMultilevel"/>
    <w:tmpl w:val="6A384C48"/>
    <w:lvl w:ilvl="0" w:tplc="A3CA0468">
      <w:start w:val="1"/>
      <w:numFmt w:val="decimal"/>
      <w:lvlText w:val="(%1)"/>
      <w:lvlJc w:val="left"/>
      <w:pPr>
        <w:ind w:left="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28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6"/>
  </w:num>
  <w:num w:numId="3">
    <w:abstractNumId w:val="19"/>
  </w:num>
  <w:num w:numId="4">
    <w:abstractNumId w:val="11"/>
  </w:num>
  <w:num w:numId="5">
    <w:abstractNumId w:val="23"/>
  </w:num>
  <w:num w:numId="6">
    <w:abstractNumId w:val="16"/>
  </w:num>
  <w:num w:numId="7">
    <w:abstractNumId w:val="24"/>
  </w:num>
  <w:num w:numId="8">
    <w:abstractNumId w:val="28"/>
  </w:num>
  <w:num w:numId="9">
    <w:abstractNumId w:val="20"/>
  </w:num>
  <w:num w:numId="10">
    <w:abstractNumId w:val="21"/>
  </w:num>
  <w:num w:numId="11">
    <w:abstractNumId w:val="12"/>
  </w:num>
  <w:num w:numId="12">
    <w:abstractNumId w:val="13"/>
  </w:num>
  <w:num w:numId="13">
    <w:abstractNumId w:val="25"/>
  </w:num>
  <w:num w:numId="14">
    <w:abstractNumId w:val="14"/>
  </w:num>
  <w:num w:numId="15">
    <w:abstractNumId w:val="27"/>
  </w:num>
  <w:num w:numId="16">
    <w:abstractNumId w:val="0"/>
  </w:num>
  <w:num w:numId="17">
    <w:abstractNumId w:val="15"/>
  </w:num>
  <w:num w:numId="18">
    <w:abstractNumId w:val="22"/>
  </w:num>
  <w:num w:numId="19">
    <w:abstractNumId w:val="10"/>
  </w:num>
  <w:num w:numId="20">
    <w:abstractNumId w:val="8"/>
  </w:num>
  <w:num w:numId="21">
    <w:abstractNumId w:val="7"/>
  </w:num>
  <w:num w:numId="22">
    <w:abstractNumId w:val="6"/>
  </w:num>
  <w:num w:numId="23">
    <w:abstractNumId w:val="5"/>
  </w:num>
  <w:num w:numId="24">
    <w:abstractNumId w:val="9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0F"/>
    <w:rsid w:val="00001BAD"/>
    <w:rsid w:val="000069D4"/>
    <w:rsid w:val="000174AD"/>
    <w:rsid w:val="00022C9B"/>
    <w:rsid w:val="000231A7"/>
    <w:rsid w:val="00031844"/>
    <w:rsid w:val="000343C8"/>
    <w:rsid w:val="00047A1D"/>
    <w:rsid w:val="00053CF9"/>
    <w:rsid w:val="000604B9"/>
    <w:rsid w:val="00061840"/>
    <w:rsid w:val="00064C67"/>
    <w:rsid w:val="00065D57"/>
    <w:rsid w:val="00066E93"/>
    <w:rsid w:val="000678BC"/>
    <w:rsid w:val="000A5AE1"/>
    <w:rsid w:val="000A7D55"/>
    <w:rsid w:val="000C12C8"/>
    <w:rsid w:val="000C26C8"/>
    <w:rsid w:val="000C2E8E"/>
    <w:rsid w:val="000D0A37"/>
    <w:rsid w:val="000D1B7B"/>
    <w:rsid w:val="000D6579"/>
    <w:rsid w:val="000E0E7C"/>
    <w:rsid w:val="000E1CCF"/>
    <w:rsid w:val="000E65E1"/>
    <w:rsid w:val="000F1B4B"/>
    <w:rsid w:val="0010062D"/>
    <w:rsid w:val="00105DEC"/>
    <w:rsid w:val="00111290"/>
    <w:rsid w:val="0012744F"/>
    <w:rsid w:val="00131178"/>
    <w:rsid w:val="00131610"/>
    <w:rsid w:val="00137680"/>
    <w:rsid w:val="001407CE"/>
    <w:rsid w:val="0015032A"/>
    <w:rsid w:val="00156F66"/>
    <w:rsid w:val="0016250A"/>
    <w:rsid w:val="00163271"/>
    <w:rsid w:val="0016552E"/>
    <w:rsid w:val="0017495F"/>
    <w:rsid w:val="00176A48"/>
    <w:rsid w:val="00182528"/>
    <w:rsid w:val="0018500B"/>
    <w:rsid w:val="0019612A"/>
    <w:rsid w:val="00196A19"/>
    <w:rsid w:val="001B0CBA"/>
    <w:rsid w:val="001C53F9"/>
    <w:rsid w:val="001C5869"/>
    <w:rsid w:val="001E298E"/>
    <w:rsid w:val="001F0D5B"/>
    <w:rsid w:val="001F291C"/>
    <w:rsid w:val="001F6294"/>
    <w:rsid w:val="00202DC1"/>
    <w:rsid w:val="002116EE"/>
    <w:rsid w:val="002165D0"/>
    <w:rsid w:val="002309D8"/>
    <w:rsid w:val="00234E14"/>
    <w:rsid w:val="00245DCB"/>
    <w:rsid w:val="0024756E"/>
    <w:rsid w:val="002776E7"/>
    <w:rsid w:val="00282AD4"/>
    <w:rsid w:val="002867E7"/>
    <w:rsid w:val="002872C4"/>
    <w:rsid w:val="002920D9"/>
    <w:rsid w:val="00297C8B"/>
    <w:rsid w:val="002A065D"/>
    <w:rsid w:val="002A2126"/>
    <w:rsid w:val="002A7FE2"/>
    <w:rsid w:val="002B0BDA"/>
    <w:rsid w:val="002C46F0"/>
    <w:rsid w:val="002D2C9B"/>
    <w:rsid w:val="002E1B4F"/>
    <w:rsid w:val="002E2FA2"/>
    <w:rsid w:val="002E737A"/>
    <w:rsid w:val="002F0FE9"/>
    <w:rsid w:val="002F2E67"/>
    <w:rsid w:val="002F43E5"/>
    <w:rsid w:val="002F5B01"/>
    <w:rsid w:val="002F76FD"/>
    <w:rsid w:val="002F7CB3"/>
    <w:rsid w:val="00313910"/>
    <w:rsid w:val="00315546"/>
    <w:rsid w:val="00316234"/>
    <w:rsid w:val="00321830"/>
    <w:rsid w:val="00330567"/>
    <w:rsid w:val="003375FB"/>
    <w:rsid w:val="0035269C"/>
    <w:rsid w:val="00361F63"/>
    <w:rsid w:val="00365174"/>
    <w:rsid w:val="0037074B"/>
    <w:rsid w:val="00375C66"/>
    <w:rsid w:val="00386A9D"/>
    <w:rsid w:val="00386F81"/>
    <w:rsid w:val="00391081"/>
    <w:rsid w:val="00391799"/>
    <w:rsid w:val="003A0E9F"/>
    <w:rsid w:val="003A278B"/>
    <w:rsid w:val="003A4159"/>
    <w:rsid w:val="003B12C8"/>
    <w:rsid w:val="003B2789"/>
    <w:rsid w:val="003C13CE"/>
    <w:rsid w:val="003C2D33"/>
    <w:rsid w:val="003C63C9"/>
    <w:rsid w:val="003D03A7"/>
    <w:rsid w:val="003D3259"/>
    <w:rsid w:val="003D3E6F"/>
    <w:rsid w:val="003D5CC4"/>
    <w:rsid w:val="003E21E6"/>
    <w:rsid w:val="003E2518"/>
    <w:rsid w:val="003E7CEF"/>
    <w:rsid w:val="003F2A10"/>
    <w:rsid w:val="003F6F3A"/>
    <w:rsid w:val="004027CD"/>
    <w:rsid w:val="0042149B"/>
    <w:rsid w:val="00421960"/>
    <w:rsid w:val="004622DE"/>
    <w:rsid w:val="00463446"/>
    <w:rsid w:val="00466CE0"/>
    <w:rsid w:val="004674BC"/>
    <w:rsid w:val="00485B5E"/>
    <w:rsid w:val="00491088"/>
    <w:rsid w:val="004A7804"/>
    <w:rsid w:val="004B1EF7"/>
    <w:rsid w:val="004B2EF5"/>
    <w:rsid w:val="004B3FAD"/>
    <w:rsid w:val="004B5DA8"/>
    <w:rsid w:val="004C0F60"/>
    <w:rsid w:val="004C3225"/>
    <w:rsid w:val="004C5749"/>
    <w:rsid w:val="004C7A75"/>
    <w:rsid w:val="004E3473"/>
    <w:rsid w:val="004F396E"/>
    <w:rsid w:val="004F78CD"/>
    <w:rsid w:val="0050072D"/>
    <w:rsid w:val="00501953"/>
    <w:rsid w:val="00501DCA"/>
    <w:rsid w:val="00502053"/>
    <w:rsid w:val="00504745"/>
    <w:rsid w:val="005070F2"/>
    <w:rsid w:val="0051070F"/>
    <w:rsid w:val="00513336"/>
    <w:rsid w:val="00513A47"/>
    <w:rsid w:val="0052109F"/>
    <w:rsid w:val="00526A93"/>
    <w:rsid w:val="005342F8"/>
    <w:rsid w:val="005408DF"/>
    <w:rsid w:val="00553423"/>
    <w:rsid w:val="00557A03"/>
    <w:rsid w:val="00564C07"/>
    <w:rsid w:val="005673B8"/>
    <w:rsid w:val="00573344"/>
    <w:rsid w:val="00583F9B"/>
    <w:rsid w:val="005843A0"/>
    <w:rsid w:val="005875A3"/>
    <w:rsid w:val="00590DC1"/>
    <w:rsid w:val="00591B75"/>
    <w:rsid w:val="00591FDE"/>
    <w:rsid w:val="005944FE"/>
    <w:rsid w:val="005A36F8"/>
    <w:rsid w:val="005B1C52"/>
    <w:rsid w:val="005C7FEC"/>
    <w:rsid w:val="005D0F2E"/>
    <w:rsid w:val="005E5C10"/>
    <w:rsid w:val="005F008D"/>
    <w:rsid w:val="005F05C8"/>
    <w:rsid w:val="005F085B"/>
    <w:rsid w:val="005F18DE"/>
    <w:rsid w:val="005F2021"/>
    <w:rsid w:val="005F2C78"/>
    <w:rsid w:val="005F4E73"/>
    <w:rsid w:val="00602B9E"/>
    <w:rsid w:val="006107B1"/>
    <w:rsid w:val="006144E4"/>
    <w:rsid w:val="00624EBB"/>
    <w:rsid w:val="00647571"/>
    <w:rsid w:val="00650299"/>
    <w:rsid w:val="00655FC5"/>
    <w:rsid w:val="0065654F"/>
    <w:rsid w:val="00663E44"/>
    <w:rsid w:val="00685A20"/>
    <w:rsid w:val="00692D29"/>
    <w:rsid w:val="006A1B11"/>
    <w:rsid w:val="006B0A0D"/>
    <w:rsid w:val="006B31C0"/>
    <w:rsid w:val="006B3621"/>
    <w:rsid w:val="006C2D88"/>
    <w:rsid w:val="006C3B45"/>
    <w:rsid w:val="006E0D21"/>
    <w:rsid w:val="006E1846"/>
    <w:rsid w:val="006F0FF0"/>
    <w:rsid w:val="006F276A"/>
    <w:rsid w:val="00721B36"/>
    <w:rsid w:val="00722D97"/>
    <w:rsid w:val="00723440"/>
    <w:rsid w:val="00727B85"/>
    <w:rsid w:val="0073685A"/>
    <w:rsid w:val="00744704"/>
    <w:rsid w:val="00747F5B"/>
    <w:rsid w:val="00750877"/>
    <w:rsid w:val="0076162D"/>
    <w:rsid w:val="00770778"/>
    <w:rsid w:val="007713A2"/>
    <w:rsid w:val="00771F52"/>
    <w:rsid w:val="007801BF"/>
    <w:rsid w:val="007A5054"/>
    <w:rsid w:val="007C5473"/>
    <w:rsid w:val="007E1E05"/>
    <w:rsid w:val="007E426F"/>
    <w:rsid w:val="007E6147"/>
    <w:rsid w:val="0080119F"/>
    <w:rsid w:val="008128C2"/>
    <w:rsid w:val="00814E0A"/>
    <w:rsid w:val="00820515"/>
    <w:rsid w:val="00822581"/>
    <w:rsid w:val="00826D1A"/>
    <w:rsid w:val="008309DD"/>
    <w:rsid w:val="00831C07"/>
    <w:rsid w:val="0083227A"/>
    <w:rsid w:val="00834EF3"/>
    <w:rsid w:val="00840BD0"/>
    <w:rsid w:val="00840BDD"/>
    <w:rsid w:val="0084784A"/>
    <w:rsid w:val="00864C88"/>
    <w:rsid w:val="00866900"/>
    <w:rsid w:val="008758C0"/>
    <w:rsid w:val="00875D1D"/>
    <w:rsid w:val="00876A8A"/>
    <w:rsid w:val="00880CD5"/>
    <w:rsid w:val="00881BA1"/>
    <w:rsid w:val="0088305E"/>
    <w:rsid w:val="008854D1"/>
    <w:rsid w:val="0089328B"/>
    <w:rsid w:val="008A10C9"/>
    <w:rsid w:val="008A7FB6"/>
    <w:rsid w:val="008B0FBE"/>
    <w:rsid w:val="008B1AEF"/>
    <w:rsid w:val="008B420F"/>
    <w:rsid w:val="008C05F9"/>
    <w:rsid w:val="008C2302"/>
    <w:rsid w:val="008C26B8"/>
    <w:rsid w:val="008C2E9F"/>
    <w:rsid w:val="008C5FE4"/>
    <w:rsid w:val="008C68FC"/>
    <w:rsid w:val="008D6059"/>
    <w:rsid w:val="008E2DD4"/>
    <w:rsid w:val="008E3CAD"/>
    <w:rsid w:val="008E7280"/>
    <w:rsid w:val="008F208F"/>
    <w:rsid w:val="009006E0"/>
    <w:rsid w:val="0091342B"/>
    <w:rsid w:val="009174CD"/>
    <w:rsid w:val="009315FA"/>
    <w:rsid w:val="009346F8"/>
    <w:rsid w:val="00934AC5"/>
    <w:rsid w:val="009441F2"/>
    <w:rsid w:val="009478F1"/>
    <w:rsid w:val="00950C20"/>
    <w:rsid w:val="00953B5F"/>
    <w:rsid w:val="00960A0F"/>
    <w:rsid w:val="00970E00"/>
    <w:rsid w:val="00973A1E"/>
    <w:rsid w:val="00976B7B"/>
    <w:rsid w:val="00982084"/>
    <w:rsid w:val="00986E7B"/>
    <w:rsid w:val="009948ED"/>
    <w:rsid w:val="00995963"/>
    <w:rsid w:val="00997755"/>
    <w:rsid w:val="009A0C7A"/>
    <w:rsid w:val="009B0F39"/>
    <w:rsid w:val="009B19B9"/>
    <w:rsid w:val="009B4798"/>
    <w:rsid w:val="009B61EB"/>
    <w:rsid w:val="009C1CDF"/>
    <w:rsid w:val="009C2064"/>
    <w:rsid w:val="009D1697"/>
    <w:rsid w:val="009E1BC8"/>
    <w:rsid w:val="009E7668"/>
    <w:rsid w:val="009F10D8"/>
    <w:rsid w:val="009F3A46"/>
    <w:rsid w:val="009F3C9E"/>
    <w:rsid w:val="009F6520"/>
    <w:rsid w:val="00A014F8"/>
    <w:rsid w:val="00A27A47"/>
    <w:rsid w:val="00A4159A"/>
    <w:rsid w:val="00A47B54"/>
    <w:rsid w:val="00A50353"/>
    <w:rsid w:val="00A5173C"/>
    <w:rsid w:val="00A532B1"/>
    <w:rsid w:val="00A55AFD"/>
    <w:rsid w:val="00A574B8"/>
    <w:rsid w:val="00A616CB"/>
    <w:rsid w:val="00A61AEF"/>
    <w:rsid w:val="00A7180F"/>
    <w:rsid w:val="00A74C0F"/>
    <w:rsid w:val="00A76DE3"/>
    <w:rsid w:val="00A80586"/>
    <w:rsid w:val="00A80F36"/>
    <w:rsid w:val="00A81A54"/>
    <w:rsid w:val="00A8211C"/>
    <w:rsid w:val="00A96E78"/>
    <w:rsid w:val="00AB6B3A"/>
    <w:rsid w:val="00AC7CE4"/>
    <w:rsid w:val="00AD2345"/>
    <w:rsid w:val="00AF173A"/>
    <w:rsid w:val="00AF1F2F"/>
    <w:rsid w:val="00AF433C"/>
    <w:rsid w:val="00B02344"/>
    <w:rsid w:val="00B066A4"/>
    <w:rsid w:val="00B07A13"/>
    <w:rsid w:val="00B1774C"/>
    <w:rsid w:val="00B20B28"/>
    <w:rsid w:val="00B236E3"/>
    <w:rsid w:val="00B24971"/>
    <w:rsid w:val="00B36B50"/>
    <w:rsid w:val="00B40B83"/>
    <w:rsid w:val="00B4279B"/>
    <w:rsid w:val="00B45FC9"/>
    <w:rsid w:val="00B47124"/>
    <w:rsid w:val="00B50C9A"/>
    <w:rsid w:val="00B64F80"/>
    <w:rsid w:val="00B659EC"/>
    <w:rsid w:val="00B720B9"/>
    <w:rsid w:val="00B74490"/>
    <w:rsid w:val="00B76F35"/>
    <w:rsid w:val="00B7714B"/>
    <w:rsid w:val="00B81138"/>
    <w:rsid w:val="00B932FC"/>
    <w:rsid w:val="00BA105E"/>
    <w:rsid w:val="00BB0530"/>
    <w:rsid w:val="00BC7CCF"/>
    <w:rsid w:val="00BD4AED"/>
    <w:rsid w:val="00BD7AA7"/>
    <w:rsid w:val="00BE470B"/>
    <w:rsid w:val="00BE4BDB"/>
    <w:rsid w:val="00BF3719"/>
    <w:rsid w:val="00BF3FCF"/>
    <w:rsid w:val="00BF6B6D"/>
    <w:rsid w:val="00BF7BAE"/>
    <w:rsid w:val="00C02C8A"/>
    <w:rsid w:val="00C03A03"/>
    <w:rsid w:val="00C11C6F"/>
    <w:rsid w:val="00C16922"/>
    <w:rsid w:val="00C21FC7"/>
    <w:rsid w:val="00C22E05"/>
    <w:rsid w:val="00C276AD"/>
    <w:rsid w:val="00C3450D"/>
    <w:rsid w:val="00C3581A"/>
    <w:rsid w:val="00C42E34"/>
    <w:rsid w:val="00C47602"/>
    <w:rsid w:val="00C57A91"/>
    <w:rsid w:val="00C614A5"/>
    <w:rsid w:val="00C6190A"/>
    <w:rsid w:val="00C90659"/>
    <w:rsid w:val="00C916D5"/>
    <w:rsid w:val="00C94746"/>
    <w:rsid w:val="00CA1163"/>
    <w:rsid w:val="00CA42FE"/>
    <w:rsid w:val="00CB2DA4"/>
    <w:rsid w:val="00CB6005"/>
    <w:rsid w:val="00CC01C2"/>
    <w:rsid w:val="00CC282D"/>
    <w:rsid w:val="00CF1208"/>
    <w:rsid w:val="00CF21F2"/>
    <w:rsid w:val="00CF6E64"/>
    <w:rsid w:val="00D02712"/>
    <w:rsid w:val="00D046A7"/>
    <w:rsid w:val="00D10B11"/>
    <w:rsid w:val="00D126CC"/>
    <w:rsid w:val="00D169D6"/>
    <w:rsid w:val="00D214D0"/>
    <w:rsid w:val="00D217E5"/>
    <w:rsid w:val="00D247F4"/>
    <w:rsid w:val="00D31DDA"/>
    <w:rsid w:val="00D36A3E"/>
    <w:rsid w:val="00D45199"/>
    <w:rsid w:val="00D55808"/>
    <w:rsid w:val="00D5644C"/>
    <w:rsid w:val="00D61D3F"/>
    <w:rsid w:val="00D6218B"/>
    <w:rsid w:val="00D6363C"/>
    <w:rsid w:val="00D64941"/>
    <w:rsid w:val="00D64CCE"/>
    <w:rsid w:val="00D6546B"/>
    <w:rsid w:val="00D762C2"/>
    <w:rsid w:val="00DA3453"/>
    <w:rsid w:val="00DB178B"/>
    <w:rsid w:val="00DB3AAF"/>
    <w:rsid w:val="00DB7E16"/>
    <w:rsid w:val="00DC17D3"/>
    <w:rsid w:val="00DD37A9"/>
    <w:rsid w:val="00DD4BED"/>
    <w:rsid w:val="00DD65CF"/>
    <w:rsid w:val="00DE304A"/>
    <w:rsid w:val="00DE39F0"/>
    <w:rsid w:val="00DE5503"/>
    <w:rsid w:val="00DF05E1"/>
    <w:rsid w:val="00DF0AF3"/>
    <w:rsid w:val="00DF5F3F"/>
    <w:rsid w:val="00DF7A8F"/>
    <w:rsid w:val="00DF7E9F"/>
    <w:rsid w:val="00E04AAE"/>
    <w:rsid w:val="00E1583E"/>
    <w:rsid w:val="00E27D7E"/>
    <w:rsid w:val="00E32F5E"/>
    <w:rsid w:val="00E3540A"/>
    <w:rsid w:val="00E37D23"/>
    <w:rsid w:val="00E4205A"/>
    <w:rsid w:val="00E42E13"/>
    <w:rsid w:val="00E45E14"/>
    <w:rsid w:val="00E54B7E"/>
    <w:rsid w:val="00E56D5C"/>
    <w:rsid w:val="00E6257C"/>
    <w:rsid w:val="00E63C59"/>
    <w:rsid w:val="00E665D4"/>
    <w:rsid w:val="00E71BD3"/>
    <w:rsid w:val="00E9211F"/>
    <w:rsid w:val="00E925D0"/>
    <w:rsid w:val="00E95883"/>
    <w:rsid w:val="00E96434"/>
    <w:rsid w:val="00EB5161"/>
    <w:rsid w:val="00EC245B"/>
    <w:rsid w:val="00EC2E81"/>
    <w:rsid w:val="00EC6148"/>
    <w:rsid w:val="00ED4AAA"/>
    <w:rsid w:val="00EF606D"/>
    <w:rsid w:val="00F01CCA"/>
    <w:rsid w:val="00F17246"/>
    <w:rsid w:val="00F20A41"/>
    <w:rsid w:val="00F249E8"/>
    <w:rsid w:val="00F24FBC"/>
    <w:rsid w:val="00F25662"/>
    <w:rsid w:val="00F25DAA"/>
    <w:rsid w:val="00F26945"/>
    <w:rsid w:val="00F30B9E"/>
    <w:rsid w:val="00F43C7C"/>
    <w:rsid w:val="00F67F35"/>
    <w:rsid w:val="00F9043D"/>
    <w:rsid w:val="00F91ADA"/>
    <w:rsid w:val="00F9766A"/>
    <w:rsid w:val="00FA0870"/>
    <w:rsid w:val="00FA124A"/>
    <w:rsid w:val="00FB771D"/>
    <w:rsid w:val="00FC08DD"/>
    <w:rsid w:val="00FC2316"/>
    <w:rsid w:val="00FC2CFD"/>
    <w:rsid w:val="00FD1222"/>
    <w:rsid w:val="00FD4E02"/>
    <w:rsid w:val="00FD4E3C"/>
    <w:rsid w:val="00FE076C"/>
    <w:rsid w:val="00FE5E53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A2A7B8"/>
  <w15:docId w15:val="{00CE4D1B-23F7-48F7-ACDB-50DA47D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qFormat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,he,header odd,header odd1,header odd2,header odd3,header odd4,header odd5,header odd6,header1,header2,header3,header odd11,header odd21,header odd7,header4,header odd8,header odd9,header5,header odd12,header11,h,ho,header21,first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har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qFormat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qFormat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har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,he Char,header odd Char,header odd1 Char,header odd2 Char,header odd3 Char,header odd4 Char,header odd5 Char,header odd6 Char,header1 Char,header2 Char,header3 Char,header odd11 Char,header odd21 Char,header odd7 Char,h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aliases w:val="X. TITRE Char"/>
    <w:basedOn w:val="DefaultParagraphFont"/>
    <w:link w:val="Heading1"/>
    <w:rsid w:val="001F291C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1F291C"/>
    <w:rPr>
      <w:rFonts w:ascii="Times New Roman" w:hAnsi="Times New Roman"/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1F29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91C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1F291C"/>
    <w:rPr>
      <w:rFonts w:ascii="Arial" w:hAnsi="Arial"/>
      <w:sz w:val="24"/>
      <w:lang w:eastAsia="en-US"/>
    </w:rPr>
  </w:style>
  <w:style w:type="character" w:styleId="Hyperlink">
    <w:name w:val="Hyperlink"/>
    <w:aliases w:val="CEO_Hyperlink"/>
    <w:basedOn w:val="DefaultParagraphFont"/>
    <w:unhideWhenUsed/>
    <w:qFormat/>
    <w:rsid w:val="001F291C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1F291C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1F291C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1F291C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1F291C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1F291C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1F291C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1F291C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1F291C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1F291C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qFormat/>
    <w:rsid w:val="001F291C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1F291C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1F291C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1F291C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1F291C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1F291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1F291C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1F291C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1F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91C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uiPriority w:val="34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1F291C"/>
  </w:style>
  <w:style w:type="character" w:styleId="Emphasis">
    <w:name w:val="Emphasis"/>
    <w:basedOn w:val="DefaultParagraphFont"/>
    <w:uiPriority w:val="20"/>
    <w:qFormat/>
    <w:rsid w:val="001F291C"/>
    <w:rPr>
      <w:i/>
      <w:iCs/>
    </w:rPr>
  </w:style>
  <w:style w:type="character" w:styleId="CommentReference">
    <w:name w:val="annotation reference"/>
    <w:basedOn w:val="DefaultParagraphFont"/>
    <w:rsid w:val="001F291C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291C"/>
    <w:rPr>
      <w:b/>
      <w:bCs/>
    </w:rPr>
  </w:style>
  <w:style w:type="character" w:styleId="HTMLAcronym">
    <w:name w:val="HTML Acronym"/>
    <w:basedOn w:val="DefaultParagraphFont"/>
    <w:rsid w:val="001F291C"/>
  </w:style>
  <w:style w:type="paragraph" w:styleId="Revision">
    <w:name w:val="Revision"/>
    <w:hidden/>
    <w:uiPriority w:val="71"/>
    <w:rsid w:val="001F291C"/>
    <w:rPr>
      <w:rFonts w:ascii="Times New Roman" w:hAnsi="Times New Roman"/>
      <w:sz w:val="24"/>
      <w:lang w:val="en-GB" w:eastAsia="en-US"/>
    </w:rPr>
  </w:style>
  <w:style w:type="paragraph" w:customStyle="1" w:styleId="TableText0">
    <w:name w:val="Table_Text"/>
    <w:basedOn w:val="Tablelegend"/>
    <w:rsid w:val="001F291C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1F291C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291C"/>
    <w:rPr>
      <w:rFonts w:ascii="Calibri" w:eastAsiaTheme="minorEastAsia" w:hAnsi="Calibri" w:cstheme="minorBidi"/>
      <w:sz w:val="22"/>
      <w:szCs w:val="21"/>
    </w:rPr>
  </w:style>
  <w:style w:type="character" w:customStyle="1" w:styleId="href">
    <w:name w:val="href"/>
    <w:basedOn w:val="DefaultParagraphFont"/>
    <w:uiPriority w:val="99"/>
    <w:rsid w:val="001F291C"/>
  </w:style>
  <w:style w:type="paragraph" w:customStyle="1" w:styleId="HeadingSum">
    <w:name w:val="Heading_Sum"/>
    <w:basedOn w:val="Headingb"/>
    <w:next w:val="Normal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1F291C"/>
  </w:style>
  <w:style w:type="paragraph" w:customStyle="1" w:styleId="Tablefin">
    <w:name w:val="Table_fin"/>
    <w:basedOn w:val="Normal"/>
    <w:next w:val="Normal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1F291C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1F291C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styleId="Subtitle">
    <w:name w:val="Subtitle"/>
    <w:basedOn w:val="Normal"/>
    <w:next w:val="BodyText"/>
    <w:link w:val="SubtitleChar"/>
    <w:qFormat/>
    <w:rsid w:val="001F291C"/>
    <w:pPr>
      <w:tabs>
        <w:tab w:val="clear" w:pos="1134"/>
        <w:tab w:val="clear" w:pos="1871"/>
        <w:tab w:val="clear" w:pos="2268"/>
      </w:tabs>
      <w:suppressAutoHyphens/>
      <w:spacing w:before="0"/>
    </w:pPr>
    <w:rPr>
      <w:b/>
      <w:lang w:val="en-US"/>
    </w:rPr>
  </w:style>
  <w:style w:type="character" w:customStyle="1" w:styleId="SubtitleChar">
    <w:name w:val="Subtitle Char"/>
    <w:basedOn w:val="DefaultParagraphFont"/>
    <w:link w:val="Subtitle"/>
    <w:rsid w:val="001F291C"/>
    <w:rPr>
      <w:rFonts w:ascii="Times New Roman" w:hAnsi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1F291C"/>
    <w:pPr>
      <w:tabs>
        <w:tab w:val="clear" w:pos="1134"/>
        <w:tab w:val="clear" w:pos="1871"/>
        <w:tab w:val="clear" w:pos="2268"/>
      </w:tabs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F291C"/>
    <w:rPr>
      <w:rFonts w:ascii="Times New Roman" w:hAnsi="Times New Roman"/>
      <w:sz w:val="24"/>
      <w:lang w:eastAsia="en-US"/>
    </w:rPr>
  </w:style>
  <w:style w:type="paragraph" w:styleId="Title">
    <w:name w:val="Title"/>
    <w:basedOn w:val="Normal"/>
    <w:link w:val="TitleChar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16"/>
      <w:lang w:val="en-US"/>
    </w:rPr>
  </w:style>
  <w:style w:type="character" w:customStyle="1" w:styleId="TitleChar">
    <w:name w:val="Title Char"/>
    <w:basedOn w:val="DefaultParagraphFont"/>
    <w:link w:val="Title"/>
    <w:rsid w:val="001F291C"/>
    <w:rPr>
      <w:rFonts w:ascii="Times New Roman" w:hAnsi="Times New Roman"/>
      <w:b/>
      <w:bCs/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05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5DA8"/>
    <w:rPr>
      <w:color w:val="605E5C"/>
      <w:shd w:val="clear" w:color="auto" w:fill="E1DFDD"/>
    </w:rPr>
  </w:style>
  <w:style w:type="character" w:customStyle="1" w:styleId="SourceChar">
    <w:name w:val="Source Char"/>
    <w:link w:val="Source"/>
    <w:uiPriority w:val="99"/>
    <w:locked/>
    <w:rsid w:val="00831C07"/>
    <w:rPr>
      <w:rFonts w:ascii="Times New Roman" w:hAnsi="Times New Roman"/>
      <w:b/>
      <w:sz w:val="28"/>
      <w:lang w:val="en-GB" w:eastAsia="en-US"/>
    </w:rPr>
  </w:style>
  <w:style w:type="character" w:customStyle="1" w:styleId="TabletextChar">
    <w:name w:val="Table_text Char"/>
    <w:basedOn w:val="DefaultParagraphFont"/>
    <w:link w:val="Tabletext"/>
    <w:qFormat/>
    <w:locked/>
    <w:rsid w:val="00D126CC"/>
    <w:rPr>
      <w:rFonts w:ascii="Times New Roman" w:hAnsi="Times New Roman"/>
      <w:lang w:val="en-GB" w:eastAsia="en-US"/>
    </w:rPr>
  </w:style>
  <w:style w:type="character" w:customStyle="1" w:styleId="HeadingbChar">
    <w:name w:val="Heading_b Char"/>
    <w:basedOn w:val="DefaultParagraphFont"/>
    <w:link w:val="Headingb"/>
    <w:locked/>
    <w:rsid w:val="00D126CC"/>
    <w:rPr>
      <w:rFonts w:ascii="Times New Roman Bold" w:hAnsi="Times New Roman Bold" w:cs="Times New Roman Bold"/>
      <w:b/>
      <w:sz w:val="24"/>
      <w:lang w:val="fr-CH" w:eastAsia="en-US"/>
    </w:rPr>
  </w:style>
  <w:style w:type="character" w:customStyle="1" w:styleId="TablelegendChar">
    <w:name w:val="Table_legend Char"/>
    <w:link w:val="Tablelegend"/>
    <w:locked/>
    <w:rsid w:val="00D126CC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basedOn w:val="DefaultParagraphFont"/>
    <w:link w:val="Tablehead"/>
    <w:uiPriority w:val="99"/>
    <w:qFormat/>
    <w:locked/>
    <w:rsid w:val="00BD7AA7"/>
    <w:rPr>
      <w:rFonts w:ascii="Times New Roman Bold" w:hAnsi="Times New Roman Bold" w:cs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locked/>
    <w:rsid w:val="00BD7AA7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locked/>
    <w:rsid w:val="00BD7AA7"/>
    <w:rPr>
      <w:rFonts w:ascii="Times New Roman Bold" w:hAnsi="Times New Roman Bold"/>
      <w:b/>
      <w:lang w:val="en-GB" w:eastAsia="en-US"/>
    </w:rPr>
  </w:style>
  <w:style w:type="character" w:customStyle="1" w:styleId="Title1Char">
    <w:name w:val="Title 1 Char"/>
    <w:link w:val="Title1"/>
    <w:rsid w:val="00BD7AA7"/>
    <w:rPr>
      <w:rFonts w:ascii="Times New Roman" w:hAnsi="Times New Roman"/>
      <w:caps/>
      <w:sz w:val="28"/>
      <w:lang w:val="en-GB" w:eastAsia="en-US"/>
    </w:rPr>
  </w:style>
  <w:style w:type="paragraph" w:customStyle="1" w:styleId="BodyText1">
    <w:name w:val="Body Text1"/>
    <w:basedOn w:val="Normal"/>
    <w:next w:val="Normal"/>
    <w:rsid w:val="00BD7AA7"/>
    <w:pPr>
      <w:tabs>
        <w:tab w:val="clear" w:pos="1134"/>
        <w:tab w:val="clear" w:pos="1871"/>
        <w:tab w:val="clear" w:pos="2268"/>
      </w:tabs>
      <w:overflowPunct/>
      <w:spacing w:before="0"/>
      <w:textAlignment w:val="auto"/>
    </w:pPr>
    <w:rPr>
      <w:szCs w:val="24"/>
      <w:lang w:val="en-US"/>
    </w:rPr>
  </w:style>
  <w:style w:type="paragraph" w:customStyle="1" w:styleId="Methodheading1">
    <w:name w:val="Method_heading1"/>
    <w:basedOn w:val="Heading1"/>
    <w:next w:val="Normal"/>
    <w:qFormat/>
    <w:rsid w:val="00BD7AA7"/>
  </w:style>
  <w:style w:type="paragraph" w:customStyle="1" w:styleId="Methodheading2">
    <w:name w:val="Method_heading2"/>
    <w:basedOn w:val="Heading2"/>
    <w:next w:val="Normal"/>
    <w:qFormat/>
    <w:rsid w:val="00BD7AA7"/>
  </w:style>
  <w:style w:type="paragraph" w:customStyle="1" w:styleId="Methodheading3">
    <w:name w:val="Method_heading3"/>
    <w:basedOn w:val="Heading3"/>
    <w:next w:val="Normal"/>
    <w:qFormat/>
    <w:rsid w:val="00BD7AA7"/>
  </w:style>
  <w:style w:type="paragraph" w:customStyle="1" w:styleId="Methodheading4">
    <w:name w:val="Method_heading4"/>
    <w:basedOn w:val="Heading4"/>
    <w:next w:val="Normal"/>
    <w:qFormat/>
    <w:rsid w:val="00BD7AA7"/>
  </w:style>
  <w:style w:type="paragraph" w:customStyle="1" w:styleId="MethodHeadingb">
    <w:name w:val="Method_Headingb"/>
    <w:basedOn w:val="Headingb"/>
    <w:qFormat/>
    <w:rsid w:val="00BD7AA7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customStyle="1" w:styleId="TableNo0">
    <w:name w:val="Table_No Знак"/>
    <w:basedOn w:val="DefaultParagraphFont"/>
    <w:qFormat/>
    <w:locked/>
    <w:rsid w:val="00BD7AA7"/>
    <w:rPr>
      <w:rFonts w:ascii="Times New Roman" w:hAnsi="Times New Roman"/>
      <w:caps/>
      <w:lang w:val="en-GB" w:eastAsia="en-US"/>
    </w:rPr>
  </w:style>
  <w:style w:type="character" w:customStyle="1" w:styleId="Tabletitle0">
    <w:name w:val="Table_title Знак"/>
    <w:uiPriority w:val="99"/>
    <w:locked/>
    <w:rsid w:val="00BD7AA7"/>
    <w:rPr>
      <w:rFonts w:ascii="Times New Roman Bold" w:hAnsi="Times New Roman Bold"/>
      <w:b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4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yan.S.McDonough@nasa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iel.w.bishop@nasa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5B-C-0355/e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chael.r.gasper@nasa.gov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7B7ADCBD8FA45913D15B65B244BD5" ma:contentTypeVersion="2" ma:contentTypeDescription="Create a new document." ma:contentTypeScope="" ma:versionID="dae6c60c6544ee503b152b647bc97e8a">
  <xsd:schema xmlns:xsd="http://www.w3.org/2001/XMLSchema" xmlns:xs="http://www.w3.org/2001/XMLSchema" xmlns:p="http://schemas.microsoft.com/office/2006/metadata/properties" xmlns:ns2="a2e724be-05b9-4f20-b248-a441b308f8d8" targetNamespace="http://schemas.microsoft.com/office/2006/metadata/properties" ma:root="true" ma:fieldsID="a3a31126eadf842aa4f4b609c7f2d1ae" ns2:_="">
    <xsd:import namespace="a2e724be-05b9-4f20-b248-a441b308f8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24be-05b9-4f20-b248-a441b308f8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F435A-F436-4E4A-A579-CD851E7753C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C5187E-B867-4077-8A48-0B948738E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77DFF-D6F0-46B7-A22A-56FB2AFF2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724be-05b9-4f20-b248-a441b308f8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C762F4-609D-4E63-8AC0-CCE453620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12</TotalTime>
  <Pages>1</Pages>
  <Words>134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US7B017_FS</vt:lpstr>
    </vt:vector>
  </TitlesOfParts>
  <Company>ITU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US7B017_FS</dc:title>
  <dc:creator>Fernandez Jimenez, Virginia</dc:creator>
  <cp:lastModifiedBy>USA</cp:lastModifiedBy>
  <cp:revision>8</cp:revision>
  <cp:lastPrinted>2020-10-22T05:46:00Z</cp:lastPrinted>
  <dcterms:created xsi:type="dcterms:W3CDTF">2021-08-09T13:41:00Z</dcterms:created>
  <dcterms:modified xsi:type="dcterms:W3CDTF">2021-08-12T16:30:00Z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0x010100D977B7ADCBD8FA45913D15B65B244BD5</vt:lpwstr>
  </property>
</Properties>
</file>