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56A9F050" w:rsidR="005627D4" w:rsidRPr="00232B55" w:rsidRDefault="005627D4" w:rsidP="000533BF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en-US"/>
              </w:rPr>
            </w:pP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7A18BED1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AE3176">
              <w:rPr>
                <w:szCs w:val="24"/>
                <w:lang w:val="en-US"/>
              </w:rPr>
              <w:t>9</w:t>
            </w:r>
            <w:r>
              <w:rPr>
                <w:szCs w:val="24"/>
                <w:lang w:val="en-US"/>
              </w:rPr>
              <w:t>-</w:t>
            </w:r>
            <w:r w:rsidR="005D7A53">
              <w:rPr>
                <w:szCs w:val="24"/>
                <w:lang w:val="en-US"/>
              </w:rPr>
              <w:t>09</w:t>
            </w:r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22C2395A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proofErr w:type="gramStart"/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proofErr w:type="gramEnd"/>
            <w:r w:rsidR="005627D4" w:rsidRPr="00630618">
              <w:rPr>
                <w:szCs w:val="24"/>
                <w:lang w:val="fr-CH"/>
              </w:rPr>
              <w:t xml:space="preserve"> </w:t>
            </w:r>
            <w:r w:rsidR="006421A9">
              <w:rPr>
                <w:szCs w:val="24"/>
                <w:lang w:val="fr-CH"/>
              </w:rPr>
              <w:t>5B/</w:t>
            </w:r>
            <w:r w:rsidR="00AE3176">
              <w:rPr>
                <w:szCs w:val="24"/>
                <w:lang w:val="fr-CH"/>
              </w:rPr>
              <w:t>53</w:t>
            </w:r>
            <w:r w:rsidR="009651B0">
              <w:rPr>
                <w:szCs w:val="24"/>
                <w:lang w:val="fr-CH"/>
              </w:rPr>
              <w:t>1</w:t>
            </w:r>
            <w:r w:rsidR="000911E0">
              <w:rPr>
                <w:szCs w:val="24"/>
                <w:lang w:val="fr-CH"/>
              </w:rPr>
              <w:t xml:space="preserve"> Annex </w:t>
            </w:r>
            <w:r w:rsidR="009F0F87">
              <w:rPr>
                <w:szCs w:val="24"/>
                <w:lang w:val="fr-CH"/>
              </w:rPr>
              <w:t>9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021D9B12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D84286">
              <w:rPr>
                <w:szCs w:val="24"/>
              </w:rPr>
              <w:t>17</w:t>
            </w:r>
            <w:r w:rsidR="009F0F87">
              <w:rPr>
                <w:szCs w:val="24"/>
              </w:rPr>
              <w:t xml:space="preserve"> May</w:t>
            </w:r>
            <w:r w:rsidR="009651B0">
              <w:rPr>
                <w:szCs w:val="24"/>
              </w:rPr>
              <w:t xml:space="preserve"> 2022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2E24571A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 w:rsidRPr="001F4FFC">
              <w:rPr>
                <w:bCs/>
                <w:szCs w:val="24"/>
                <w:lang w:val="en-US"/>
              </w:rPr>
              <w:t xml:space="preserve"> </w:t>
            </w:r>
            <w:r w:rsidR="007B0A26">
              <w:rPr>
                <w:bCs/>
                <w:szCs w:val="24"/>
                <w:lang w:val="en-US"/>
              </w:rPr>
              <w:t>Draft Revision of Recommendation ITU-R M.1</w:t>
            </w:r>
            <w:r w:rsidR="0078513B">
              <w:rPr>
                <w:bCs/>
                <w:szCs w:val="24"/>
                <w:lang w:val="en-US"/>
              </w:rPr>
              <w:t>730</w:t>
            </w:r>
            <w:r w:rsidR="007B0A26">
              <w:rPr>
                <w:bCs/>
                <w:szCs w:val="24"/>
                <w:lang w:val="en-US"/>
              </w:rPr>
              <w:t>-1</w:t>
            </w:r>
            <w:r w:rsidR="007B0D1A">
              <w:rPr>
                <w:bCs/>
                <w:szCs w:val="24"/>
                <w:lang w:val="en-US"/>
              </w:rPr>
              <w:t>, “</w:t>
            </w:r>
            <w:r w:rsidR="007B0D1A" w:rsidRPr="007B0D1A">
              <w:rPr>
                <w:bCs/>
                <w:szCs w:val="24"/>
                <w:lang w:val="en-US"/>
              </w:rPr>
              <w:t>Characteristics of and protection criteria for the radiolocation service in the frequency band 15.4-17.3 GHz</w:t>
            </w:r>
            <w:r w:rsidR="007B0D1A">
              <w:rPr>
                <w:bCs/>
                <w:szCs w:val="24"/>
                <w:lang w:val="en-US"/>
              </w:rPr>
              <w:t>”</w:t>
            </w:r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38708E" w14:textId="77777777" w:rsidR="007B0A26" w:rsidRPr="008B3631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642DFF6" w14:textId="61220B7C" w:rsidR="007B0A26" w:rsidRPr="008B3631" w:rsidRDefault="00CD7012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3E96BB2E" w14:textId="77777777" w:rsidR="007B0A26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DSO</w:t>
            </w:r>
          </w:p>
          <w:p w14:paraId="393B0411" w14:textId="77777777" w:rsidR="004F07DE" w:rsidRDefault="004F07DE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2D633C1" w14:textId="77777777" w:rsidR="001D2F18" w:rsidRDefault="001D2F18" w:rsidP="001D2F18">
            <w:pPr>
              <w:spacing w:before="0"/>
              <w:rPr>
                <w:sz w:val="22"/>
                <w:lang w:val="en-US"/>
              </w:rPr>
            </w:pPr>
            <w:r>
              <w:t>Ryan Saunders</w:t>
            </w:r>
          </w:p>
          <w:p w14:paraId="36EE134C" w14:textId="18BF95EC" w:rsidR="004F07DE" w:rsidRPr="001D2F18" w:rsidRDefault="001D2F18" w:rsidP="001D2F18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DSO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7177216F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A45D01">
              <w:rPr>
                <w:bCs/>
                <w:iCs/>
                <w:szCs w:val="24"/>
                <w:lang w:val="en-US"/>
              </w:rPr>
              <w:t>for AFSMO</w:t>
            </w:r>
          </w:p>
          <w:p w14:paraId="670F96C0" w14:textId="77777777" w:rsidR="005627D4" w:rsidRPr="0078513B" w:rsidRDefault="005627D4" w:rsidP="007E679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: </w:t>
            </w:r>
            <w:hyperlink r:id="rId10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3F7715A3" w14:textId="77777777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685EBE0" w14:textId="05494523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 : </w:t>
            </w:r>
            <w:r w:rsidR="007B0A26">
              <w:rPr>
                <w:bCs/>
                <w:color w:val="000000"/>
                <w:szCs w:val="24"/>
                <w:lang w:val="fr-CH"/>
              </w:rPr>
              <w:t>301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225</w:t>
            </w:r>
            <w:r w:rsidRPr="003B7F01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379</w:t>
            </w:r>
            <w:r w:rsidR="00CD7012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6AB6CC29" w14:textId="2FAF6CF7" w:rsidR="005627D4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1" w:history="1">
              <w:r w:rsidR="00CD7012" w:rsidRPr="00CD7012">
                <w:rPr>
                  <w:rStyle w:val="Hyperlink"/>
                  <w:bCs/>
                  <w:szCs w:val="24"/>
                  <w:lang w:val="fr-CH"/>
                </w:rPr>
                <w:t>kellen.k.gibson.civ</w:t>
              </w:r>
              <w:r w:rsidR="00CD7012" w:rsidRPr="003D2512">
                <w:rPr>
                  <w:rStyle w:val="Hyperlink"/>
                  <w:bCs/>
                  <w:szCs w:val="24"/>
                  <w:lang w:val="fr-CH"/>
                </w:rPr>
                <w:t>@mail.mil</w:t>
              </w:r>
            </w:hyperlink>
          </w:p>
          <w:p w14:paraId="3A5CCCC5" w14:textId="3E03EABF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2E3B9973" w14:textId="77777777" w:rsidR="00FA762D" w:rsidRPr="00542C37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 xml:space="preserve">Phone: </w:t>
            </w:r>
            <w:r w:rsidRPr="00667BCB">
              <w:rPr>
                <w:bCs/>
                <w:color w:val="000000"/>
                <w:szCs w:val="24"/>
                <w:lang w:eastAsia="zh-CN"/>
              </w:rPr>
              <w:t>410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667BCB">
              <w:rPr>
                <w:bCs/>
                <w:color w:val="000000"/>
                <w:szCs w:val="24"/>
                <w:lang w:eastAsia="zh-CN"/>
              </w:rPr>
              <w:t>919-2722</w:t>
            </w:r>
          </w:p>
          <w:p w14:paraId="1CEB6D17" w14:textId="015D84C2" w:rsidR="004F07DE" w:rsidRPr="00FA762D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654023F">
              <w:rPr>
                <w:color w:val="000000" w:themeColor="text1"/>
                <w:lang w:eastAsia="zh-CN"/>
              </w:rPr>
              <w:t xml:space="preserve">E-mail: </w:t>
            </w:r>
            <w:r w:rsidRPr="00A42227">
              <w:rPr>
                <w:rStyle w:val="Hyperlink"/>
                <w:rFonts w:eastAsia="MS Mincho"/>
                <w:lang w:eastAsia="zh-CN"/>
              </w:rPr>
              <w:t>ryan.saunders4.civ@mail.mil</w:t>
            </w:r>
          </w:p>
          <w:p w14:paraId="309F9799" w14:textId="77777777" w:rsidR="004F07DE" w:rsidRDefault="004F07DE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54CB9D0" w14:textId="6E61A5E5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</w:t>
            </w:r>
            <w:r w:rsidR="005D7A53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70EC3CB2" w14:textId="77777777" w:rsidR="000149EC" w:rsidRDefault="000149EC" w:rsidP="000149EC">
            <w:pPr>
              <w:spacing w:before="0"/>
              <w:ind w:right="144"/>
              <w:rPr>
                <w:rStyle w:val="Hyperlink"/>
                <w:bCs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2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3D18F811" w14:textId="02B3957E" w:rsidR="0032716B" w:rsidRPr="0032716B" w:rsidRDefault="0032716B" w:rsidP="0032716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56E15796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Th</w:t>
            </w:r>
            <w:r w:rsidR="000533BF">
              <w:rPr>
                <w:lang w:val="en-US"/>
              </w:rPr>
              <w:t>is</w:t>
            </w:r>
            <w:r w:rsidR="007B0D1A" w:rsidRPr="00F74A87">
              <w:rPr>
                <w:szCs w:val="24"/>
                <w:lang w:val="en-US"/>
              </w:rPr>
              <w:t xml:space="preserve"> contribution </w:t>
            </w:r>
            <w:r w:rsidR="007B0D1A">
              <w:rPr>
                <w:szCs w:val="24"/>
                <w:lang w:val="en-US"/>
              </w:rPr>
              <w:t xml:space="preserve">proposes a </w:t>
            </w:r>
            <w:r w:rsidR="007B0D1A">
              <w:t xml:space="preserve">Draft Revision </w:t>
            </w:r>
            <w:r w:rsidR="007B0D1A">
              <w:rPr>
                <w:szCs w:val="24"/>
                <w:lang w:val="en-US"/>
              </w:rPr>
              <w:t xml:space="preserve">of Recommendation ITU-R </w:t>
            </w:r>
            <w:r w:rsidR="007B0D1A">
              <w:rPr>
                <w:bCs/>
                <w:szCs w:val="24"/>
              </w:rPr>
              <w:t>M.1730-1</w:t>
            </w:r>
            <w:r w:rsidR="007B0D1A">
              <w:rPr>
                <w:lang w:val="en-US"/>
              </w:rPr>
              <w:t>, “</w:t>
            </w:r>
            <w:r w:rsidR="007B0D1A" w:rsidRPr="007B0D1A">
              <w:rPr>
                <w:lang w:val="en-US"/>
              </w:rPr>
              <w:t>Characteristics of and protection criteria for the radiolocation service in the frequency band 15.4-17.3 GHz</w:t>
            </w:r>
            <w:r w:rsidR="00877345">
              <w:rPr>
                <w:lang w:val="en-US"/>
              </w:rPr>
              <w:t>.</w:t>
            </w:r>
            <w:r w:rsidR="007B0D1A">
              <w:rPr>
                <w:lang w:val="en-US"/>
              </w:rPr>
              <w:t>”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301017A0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Recommendation M.1</w:t>
            </w:r>
            <w:r w:rsidR="0078513B">
              <w:rPr>
                <w:szCs w:val="24"/>
                <w:lang w:val="en-US"/>
              </w:rPr>
              <w:t>730-1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C42C3F">
              <w:rPr>
                <w:szCs w:val="24"/>
                <w:lang w:val="en-US"/>
              </w:rPr>
              <w:t>c</w:t>
            </w:r>
            <w:r w:rsidR="00C42C3F" w:rsidRPr="00C42C3F">
              <w:rPr>
                <w:szCs w:val="24"/>
                <w:lang w:val="en-US"/>
              </w:rPr>
              <w:t xml:space="preserve">haracteristics of radiolocation </w:t>
            </w:r>
            <w:r w:rsidR="0078513B">
              <w:rPr>
                <w:szCs w:val="24"/>
                <w:lang w:val="en-US"/>
              </w:rPr>
              <w:t>service</w:t>
            </w:r>
            <w:r w:rsidR="00C42C3F" w:rsidRPr="00C42C3F">
              <w:rPr>
                <w:szCs w:val="24"/>
                <w:lang w:val="en-US"/>
              </w:rPr>
              <w:t xml:space="preserve"> radars</w:t>
            </w:r>
            <w:r w:rsidR="00C42C3F">
              <w:rPr>
                <w:szCs w:val="24"/>
                <w:lang w:val="en-US"/>
              </w:rPr>
              <w:t xml:space="preserve"> in the frequency bands between </w:t>
            </w:r>
            <w:r w:rsidR="0078513B">
              <w:rPr>
                <w:szCs w:val="24"/>
                <w:lang w:val="en-US"/>
              </w:rPr>
              <w:t>15.4</w:t>
            </w:r>
            <w:r w:rsidR="00C42C3F">
              <w:rPr>
                <w:szCs w:val="24"/>
                <w:lang w:val="en-US"/>
              </w:rPr>
              <w:t xml:space="preserve"> and </w:t>
            </w:r>
            <w:r w:rsidR="0078513B">
              <w:rPr>
                <w:szCs w:val="24"/>
                <w:lang w:val="en-US"/>
              </w:rPr>
              <w:t>17.3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</w:t>
            </w:r>
            <w:r w:rsidR="005D1E22">
              <w:rPr>
                <w:szCs w:val="24"/>
                <w:lang w:val="en-US"/>
              </w:rPr>
              <w:t xml:space="preserve">Recommendation </w:t>
            </w:r>
            <w:r w:rsidR="0078513B">
              <w:rPr>
                <w:szCs w:val="24"/>
                <w:lang w:val="en-US"/>
              </w:rPr>
              <w:t xml:space="preserve">was last revised in 2009. </w:t>
            </w:r>
            <w:r w:rsidR="00132DE1" w:rsidRPr="00132DE1">
              <w:rPr>
                <w:szCs w:val="24"/>
                <w:lang w:val="en-US"/>
              </w:rPr>
              <w:t xml:space="preserve">This contribution provides </w:t>
            </w:r>
            <w:r w:rsidR="002D612A">
              <w:rPr>
                <w:szCs w:val="24"/>
                <w:lang w:val="en-US"/>
              </w:rPr>
              <w:t>to</w:t>
            </w:r>
            <w:r w:rsidR="006421A9">
              <w:rPr>
                <w:szCs w:val="24"/>
                <w:lang w:val="en-US"/>
              </w:rPr>
              <w:t xml:space="preserve"> elevat</w:t>
            </w:r>
            <w:r w:rsidR="002D612A">
              <w:rPr>
                <w:szCs w:val="24"/>
                <w:lang w:val="en-US"/>
              </w:rPr>
              <w:t>e</w:t>
            </w:r>
            <w:r w:rsidR="006421A9">
              <w:rPr>
                <w:szCs w:val="24"/>
                <w:lang w:val="en-US"/>
              </w:rPr>
              <w:t xml:space="preserve"> </w:t>
            </w:r>
            <w:r w:rsidR="005D1E22">
              <w:rPr>
                <w:szCs w:val="24"/>
                <w:lang w:val="en-US"/>
              </w:rPr>
              <w:t xml:space="preserve">the </w:t>
            </w:r>
            <w:r w:rsidR="000D0AFA">
              <w:rPr>
                <w:szCs w:val="24"/>
                <w:lang w:val="en-US"/>
              </w:rPr>
              <w:t xml:space="preserve">document from a </w:t>
            </w:r>
            <w:r w:rsidR="005D1E22">
              <w:rPr>
                <w:szCs w:val="24"/>
                <w:lang w:val="en-US"/>
              </w:rPr>
              <w:t xml:space="preserve">preliminary draft revision </w:t>
            </w:r>
            <w:r w:rsidR="006421A9">
              <w:rPr>
                <w:szCs w:val="24"/>
                <w:lang w:val="en-US"/>
              </w:rPr>
              <w:t xml:space="preserve">to </w:t>
            </w:r>
            <w:r w:rsidR="002D612A">
              <w:rPr>
                <w:szCs w:val="24"/>
                <w:lang w:val="en-US"/>
              </w:rPr>
              <w:t>a</w:t>
            </w:r>
            <w:r w:rsidR="001F4FFC">
              <w:rPr>
                <w:szCs w:val="24"/>
                <w:lang w:val="en-US"/>
              </w:rPr>
              <w:t xml:space="preserve"> </w:t>
            </w:r>
            <w:r w:rsidR="000D0AFA">
              <w:rPr>
                <w:szCs w:val="24"/>
                <w:lang w:val="en-US"/>
              </w:rPr>
              <w:t xml:space="preserve">draft revision </w:t>
            </w:r>
            <w:r w:rsidR="006421A9">
              <w:rPr>
                <w:szCs w:val="24"/>
                <w:lang w:val="en-US"/>
              </w:rPr>
              <w:t xml:space="preserve">of </w:t>
            </w:r>
            <w:r w:rsidR="005F0227">
              <w:rPr>
                <w:szCs w:val="24"/>
                <w:lang w:val="en-US"/>
              </w:rPr>
              <w:t xml:space="preserve">Recommendation </w:t>
            </w:r>
            <w:r w:rsidR="006421A9">
              <w:rPr>
                <w:szCs w:val="24"/>
                <w:lang w:val="en-US"/>
              </w:rPr>
              <w:t>ITU-R M.1730-1</w:t>
            </w:r>
            <w:r w:rsidR="009F0F87">
              <w:rPr>
                <w:szCs w:val="24"/>
                <w:lang w:val="en-US"/>
              </w:rPr>
              <w:t xml:space="preserve"> without any changes</w:t>
            </w:r>
            <w:r w:rsidR="00C42C3F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181CD778" w:rsidR="00300560" w:rsidRDefault="00300560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E57C5D" w:rsidRPr="00AF6BF6" w14:paraId="7D7F7B76" w14:textId="77777777" w:rsidTr="00112B84">
        <w:trPr>
          <w:cantSplit/>
        </w:trPr>
        <w:tc>
          <w:tcPr>
            <w:tcW w:w="6487" w:type="dxa"/>
            <w:vAlign w:val="center"/>
          </w:tcPr>
          <w:p w14:paraId="2F769E2A" w14:textId="77777777" w:rsidR="00E57C5D" w:rsidRPr="00AF6BF6" w:rsidRDefault="00E57C5D" w:rsidP="00112B84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AF6BF6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49E71C5" w14:textId="77777777" w:rsidR="00E57C5D" w:rsidRPr="00AF6BF6" w:rsidRDefault="00E57C5D" w:rsidP="00112B84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AF6BF6">
              <w:rPr>
                <w:noProof/>
                <w:lang w:eastAsia="en-GB"/>
              </w:rPr>
              <w:drawing>
                <wp:inline distT="0" distB="0" distL="0" distR="0" wp14:anchorId="3225F02A" wp14:editId="747B46EF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5D" w:rsidRPr="00AF6BF6" w14:paraId="27017243" w14:textId="77777777" w:rsidTr="00112B84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EB06976" w14:textId="77777777" w:rsidR="00E57C5D" w:rsidRPr="00AF6BF6" w:rsidRDefault="00E57C5D" w:rsidP="00112B84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0CA96A0" w14:textId="77777777" w:rsidR="00E57C5D" w:rsidRPr="00AF6BF6" w:rsidRDefault="00E57C5D" w:rsidP="00112B84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E57C5D" w:rsidRPr="00AF6BF6" w14:paraId="2DD9A8C0" w14:textId="77777777" w:rsidTr="00112B84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D892ACF" w14:textId="77777777" w:rsidR="00E57C5D" w:rsidRPr="00AF6BF6" w:rsidRDefault="00E57C5D" w:rsidP="00112B84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23C496D" w14:textId="77777777" w:rsidR="00E57C5D" w:rsidRPr="00AF6BF6" w:rsidRDefault="00E57C5D" w:rsidP="00112B84">
            <w:pPr>
              <w:shd w:val="solid" w:color="FFFFFF" w:fill="FFFFFF"/>
              <w:spacing w:before="0" w:after="48" w:line="240" w:lineRule="atLeast"/>
            </w:pPr>
          </w:p>
        </w:tc>
      </w:tr>
      <w:tr w:rsidR="00E57C5D" w:rsidRPr="00AF6BF6" w14:paraId="62A67092" w14:textId="77777777" w:rsidTr="00112B84">
        <w:trPr>
          <w:cantSplit/>
        </w:trPr>
        <w:tc>
          <w:tcPr>
            <w:tcW w:w="6487" w:type="dxa"/>
            <w:vMerge w:val="restart"/>
          </w:tcPr>
          <w:p w14:paraId="122B928A" w14:textId="60910152" w:rsidR="00E57C5D" w:rsidRDefault="00E57C5D" w:rsidP="00112B8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AF6BF6">
              <w:rPr>
                <w:rFonts w:ascii="Verdana" w:hAnsi="Verdana"/>
                <w:sz w:val="20"/>
              </w:rPr>
              <w:t>Reference:</w:t>
            </w:r>
            <w:r w:rsidRPr="00AF6BF6">
              <w:rPr>
                <w:rFonts w:ascii="Verdana" w:hAnsi="Verdana"/>
                <w:sz w:val="20"/>
              </w:rPr>
              <w:tab/>
            </w:r>
          </w:p>
          <w:p w14:paraId="2CA161DF" w14:textId="77777777" w:rsidR="00E57C5D" w:rsidRPr="00AF6BF6" w:rsidRDefault="00E57C5D" w:rsidP="00112B8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AF6BF6">
              <w:rPr>
                <w:rFonts w:ascii="Verdana" w:hAnsi="Verdana"/>
                <w:sz w:val="20"/>
              </w:rPr>
              <w:t>Subject:</w:t>
            </w:r>
            <w:r w:rsidRPr="00AF6BF6">
              <w:rPr>
                <w:rFonts w:ascii="Verdana" w:hAnsi="Verdana"/>
                <w:sz w:val="20"/>
              </w:rPr>
              <w:tab/>
              <w:t>Revision to Recommendation</w:t>
            </w:r>
            <w:r>
              <w:rPr>
                <w:rFonts w:ascii="Verdana" w:hAnsi="Verdana"/>
                <w:sz w:val="20"/>
              </w:rPr>
              <w:t xml:space="preserve"> </w:t>
            </w:r>
            <w:hyperlink r:id="rId14" w:history="1">
              <w:r w:rsidRPr="003C0CD3">
                <w:rPr>
                  <w:rStyle w:val="Hyperlink"/>
                  <w:rFonts w:ascii="Verdana" w:hAnsi="Verdana"/>
                  <w:sz w:val="20"/>
                </w:rPr>
                <w:t>ITU-R M.1730-1</w:t>
              </w:r>
            </w:hyperlink>
          </w:p>
        </w:tc>
        <w:tc>
          <w:tcPr>
            <w:tcW w:w="3402" w:type="dxa"/>
          </w:tcPr>
          <w:p w14:paraId="46346228" w14:textId="77777777" w:rsidR="00E57C5D" w:rsidRPr="00AF6BF6" w:rsidRDefault="00E57C5D" w:rsidP="00112B8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AF6BF6">
              <w:rPr>
                <w:rFonts w:ascii="Verdana" w:hAnsi="Verdana"/>
                <w:b/>
                <w:sz w:val="20"/>
                <w:lang w:eastAsia="zh-CN"/>
              </w:rPr>
              <w:t>Document 5B</w:t>
            </w:r>
            <w:r>
              <w:rPr>
                <w:rFonts w:ascii="Verdana" w:hAnsi="Verdana"/>
                <w:b/>
                <w:sz w:val="20"/>
                <w:lang w:eastAsia="zh-CN"/>
              </w:rPr>
              <w:t>/</w:t>
            </w:r>
          </w:p>
        </w:tc>
      </w:tr>
      <w:tr w:rsidR="00E57C5D" w:rsidRPr="00AF6BF6" w14:paraId="35ED2A97" w14:textId="77777777" w:rsidTr="00112B84">
        <w:trPr>
          <w:cantSplit/>
        </w:trPr>
        <w:tc>
          <w:tcPr>
            <w:tcW w:w="6487" w:type="dxa"/>
            <w:vMerge/>
          </w:tcPr>
          <w:p w14:paraId="26397B4A" w14:textId="77777777" w:rsidR="00E57C5D" w:rsidRPr="00AF6BF6" w:rsidRDefault="00E57C5D" w:rsidP="00112B84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63B8F17" w14:textId="7FAA0418" w:rsidR="00E57C5D" w:rsidRPr="00AF6BF6" w:rsidRDefault="00E57C5D" w:rsidP="00112B8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XX </w:t>
            </w:r>
            <w:r w:rsidR="005D7A53">
              <w:rPr>
                <w:rFonts w:ascii="Verdana" w:hAnsi="Verdana"/>
                <w:b/>
                <w:sz w:val="20"/>
                <w:lang w:eastAsia="zh-CN"/>
              </w:rPr>
              <w:t>July</w:t>
            </w:r>
            <w:r w:rsidRPr="00AF6BF6">
              <w:rPr>
                <w:rFonts w:ascii="Verdana" w:hAnsi="Verdana"/>
                <w:b/>
                <w:sz w:val="20"/>
                <w:lang w:eastAsia="zh-CN"/>
              </w:rPr>
              <w:t xml:space="preserve"> 202</w:t>
            </w: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</w:p>
        </w:tc>
      </w:tr>
      <w:tr w:rsidR="00E57C5D" w:rsidRPr="00AF6BF6" w14:paraId="206A5FD1" w14:textId="77777777" w:rsidTr="00112B84">
        <w:trPr>
          <w:cantSplit/>
        </w:trPr>
        <w:tc>
          <w:tcPr>
            <w:tcW w:w="6487" w:type="dxa"/>
            <w:vMerge/>
          </w:tcPr>
          <w:p w14:paraId="6687B666" w14:textId="77777777" w:rsidR="00E57C5D" w:rsidRPr="00AF6BF6" w:rsidRDefault="00E57C5D" w:rsidP="00112B84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7F6D5532" w14:textId="77777777" w:rsidR="00E57C5D" w:rsidRPr="00AF6BF6" w:rsidRDefault="00E57C5D" w:rsidP="00112B84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AF6BF6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bookmarkEnd w:id="4"/>
      <w:tr w:rsidR="00E57C5D" w:rsidRPr="00AF6BF6" w14:paraId="648D2EE4" w14:textId="77777777" w:rsidTr="00112B84">
        <w:trPr>
          <w:cantSplit/>
        </w:trPr>
        <w:tc>
          <w:tcPr>
            <w:tcW w:w="9889" w:type="dxa"/>
            <w:gridSpan w:val="2"/>
          </w:tcPr>
          <w:p w14:paraId="2BEAAA1F" w14:textId="77777777" w:rsidR="00E57C5D" w:rsidRPr="00F37425" w:rsidRDefault="00E57C5D" w:rsidP="00112B84">
            <w:pPr>
              <w:pStyle w:val="Source"/>
              <w:rPr>
                <w:bCs/>
                <w:lang w:eastAsia="zh-CN"/>
              </w:rPr>
            </w:pPr>
            <w:r w:rsidRPr="006F0B21">
              <w:rPr>
                <w:bCs/>
                <w:lang w:eastAsia="zh-CN"/>
              </w:rPr>
              <w:t>United States of Americ</w:t>
            </w:r>
            <w:r>
              <w:rPr>
                <w:bCs/>
                <w:lang w:eastAsia="zh-CN"/>
              </w:rPr>
              <w:t>a</w:t>
            </w:r>
          </w:p>
        </w:tc>
      </w:tr>
      <w:tr w:rsidR="00E57C5D" w:rsidRPr="00AF6BF6" w14:paraId="795C58DB" w14:textId="77777777" w:rsidTr="00112B84">
        <w:trPr>
          <w:cantSplit/>
        </w:trPr>
        <w:tc>
          <w:tcPr>
            <w:tcW w:w="9889" w:type="dxa"/>
            <w:gridSpan w:val="2"/>
          </w:tcPr>
          <w:p w14:paraId="174CD38C" w14:textId="77777777" w:rsidR="00E57C5D" w:rsidRPr="00AF6BF6" w:rsidRDefault="00E57C5D" w:rsidP="00112B84">
            <w:pPr>
              <w:pStyle w:val="Title1"/>
              <w:rPr>
                <w:bCs/>
                <w:lang w:eastAsia="zh-CN"/>
              </w:rPr>
            </w:pPr>
            <w:bookmarkStart w:id="5" w:name="_Hlk57130481"/>
            <w:r w:rsidRPr="00AF6BF6">
              <w:t xml:space="preserve">draft revision of RECOMMENDATION </w:t>
            </w:r>
            <w:r w:rsidRPr="00AF6BF6">
              <w:rPr>
                <w:rStyle w:val="href"/>
              </w:rPr>
              <w:t>ITU-R M.1</w:t>
            </w:r>
            <w:r>
              <w:rPr>
                <w:rStyle w:val="href"/>
              </w:rPr>
              <w:t>730-1</w:t>
            </w:r>
            <w:bookmarkEnd w:id="5"/>
          </w:p>
        </w:tc>
      </w:tr>
    </w:tbl>
    <w:p w14:paraId="66C9AFD5" w14:textId="77777777" w:rsidR="00E57C5D" w:rsidRDefault="00E57C5D" w:rsidP="00E57C5D">
      <w:pPr>
        <w:keepNext/>
        <w:keepLines/>
        <w:spacing w:after="120"/>
        <w:outlineLvl w:val="0"/>
        <w:rPr>
          <w:b/>
          <w:sz w:val="28"/>
        </w:rPr>
      </w:pPr>
    </w:p>
    <w:p w14:paraId="626B7C55" w14:textId="77777777" w:rsidR="00E57C5D" w:rsidRPr="00CB095D" w:rsidRDefault="00E57C5D" w:rsidP="00E57C5D">
      <w:pPr>
        <w:keepNext/>
        <w:keepLines/>
        <w:spacing w:after="120"/>
        <w:outlineLvl w:val="0"/>
        <w:rPr>
          <w:b/>
          <w:sz w:val="28"/>
        </w:rPr>
      </w:pPr>
      <w:r w:rsidRPr="00CB095D">
        <w:rPr>
          <w:b/>
          <w:sz w:val="28"/>
        </w:rPr>
        <w:t>1</w:t>
      </w:r>
      <w:r w:rsidRPr="00CB095D">
        <w:rPr>
          <w:b/>
          <w:sz w:val="28"/>
        </w:rPr>
        <w:tab/>
        <w:t>Introduction</w:t>
      </w:r>
    </w:p>
    <w:p w14:paraId="508DAFAE" w14:textId="77777777" w:rsidR="00E57C5D" w:rsidRDefault="00E57C5D" w:rsidP="00E57C5D"/>
    <w:p w14:paraId="66998824" w14:textId="040E7FA3" w:rsidR="00E57C5D" w:rsidRPr="00D70FEF" w:rsidRDefault="00E57C5D" w:rsidP="00E57C5D">
      <w:pPr>
        <w:shd w:val="clear" w:color="auto" w:fill="FFFFFF"/>
        <w:overflowPunct/>
        <w:autoSpaceDE/>
        <w:autoSpaceDN/>
        <w:adjustRightInd/>
        <w:spacing w:before="0"/>
        <w:textAlignment w:val="auto"/>
        <w:rPr>
          <w:szCs w:val="24"/>
          <w:lang w:val="pt-BR"/>
        </w:rPr>
      </w:pPr>
      <w:r>
        <w:rPr>
          <w:szCs w:val="24"/>
        </w:rPr>
        <w:t>Since</w:t>
      </w:r>
      <w:r w:rsidR="006C44BF" w:rsidRPr="006C44BF">
        <w:rPr>
          <w:szCs w:val="24"/>
        </w:rPr>
        <w:t xml:space="preserve"> no changes to the characteristics have been proposed and to the language of the PD</w:t>
      </w:r>
      <w:r w:rsidR="006C44BF">
        <w:rPr>
          <w:szCs w:val="24"/>
        </w:rPr>
        <w:t>R</w:t>
      </w:r>
      <w:r w:rsidR="006C44BF" w:rsidRPr="006C44BF">
        <w:rPr>
          <w:szCs w:val="24"/>
        </w:rPr>
        <w:t>R is stable</w:t>
      </w:r>
      <w:r>
        <w:rPr>
          <w:szCs w:val="24"/>
        </w:rPr>
        <w:t>, the United States of America would like to elevate this document to</w:t>
      </w:r>
      <w:r>
        <w:rPr>
          <w:bCs/>
          <w:szCs w:val="24"/>
        </w:rPr>
        <w:t xml:space="preserve"> Draft Revision (DR) of Recommendation ITU-R </w:t>
      </w:r>
      <w:r>
        <w:rPr>
          <w:bCs/>
          <w:szCs w:val="24"/>
          <w:lang w:val="en-US"/>
        </w:rPr>
        <w:t>M.1730-1, “</w:t>
      </w:r>
      <w:r w:rsidRPr="007B0D1A">
        <w:rPr>
          <w:bCs/>
          <w:szCs w:val="24"/>
          <w:lang w:val="en-US"/>
        </w:rPr>
        <w:t>Characteristics of and protection criteria for the radiolocation service in the frequency band 15.4-17.3 GHz</w:t>
      </w:r>
      <w:r>
        <w:rPr>
          <w:bCs/>
          <w:szCs w:val="24"/>
          <w:lang w:val="en-US"/>
        </w:rPr>
        <w:t xml:space="preserve">” </w:t>
      </w:r>
      <w:r>
        <w:rPr>
          <w:szCs w:val="24"/>
        </w:rPr>
        <w:t xml:space="preserve">to update the use of the band with the latest </w:t>
      </w:r>
      <w:r>
        <w:rPr>
          <w:szCs w:val="24"/>
          <w:lang w:val="en-US"/>
        </w:rPr>
        <w:t>radar technical characteristics</w:t>
      </w:r>
      <w:r>
        <w:rPr>
          <w:szCs w:val="24"/>
        </w:rPr>
        <w:t>.</w:t>
      </w:r>
    </w:p>
    <w:p w14:paraId="2582D10A" w14:textId="20E6971D" w:rsidR="00E57C5D" w:rsidRDefault="00E57C5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</w:pPr>
    </w:p>
    <w:sectPr w:rsidR="00E57C5D" w:rsidSect="009F5928">
      <w:headerReference w:type="even" r:id="rId15"/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4E172" w14:textId="77777777" w:rsidR="00382471" w:rsidRDefault="00382471" w:rsidP="00B9564F">
      <w:pPr>
        <w:spacing w:before="0"/>
      </w:pPr>
      <w:r>
        <w:separator/>
      </w:r>
    </w:p>
  </w:endnote>
  <w:endnote w:type="continuationSeparator" w:id="0">
    <w:p w14:paraId="33F4B53F" w14:textId="77777777" w:rsidR="00382471" w:rsidRDefault="00382471" w:rsidP="00B9564F">
      <w:pPr>
        <w:spacing w:before="0"/>
      </w:pPr>
      <w:r>
        <w:continuationSeparator/>
      </w:r>
    </w:p>
  </w:endnote>
  <w:endnote w:type="continuationNotice" w:id="1">
    <w:p w14:paraId="3CC22121" w14:textId="77777777" w:rsidR="00382471" w:rsidRDefault="0038247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D9DA7" w14:textId="77777777" w:rsidR="00382471" w:rsidRDefault="00382471" w:rsidP="00B9564F">
      <w:pPr>
        <w:spacing w:before="0"/>
      </w:pPr>
      <w:r>
        <w:separator/>
      </w:r>
    </w:p>
  </w:footnote>
  <w:footnote w:type="continuationSeparator" w:id="0">
    <w:p w14:paraId="379E38AF" w14:textId="77777777" w:rsidR="00382471" w:rsidRDefault="00382471" w:rsidP="00B9564F">
      <w:pPr>
        <w:spacing w:before="0"/>
      </w:pPr>
      <w:r>
        <w:continuationSeparator/>
      </w:r>
    </w:p>
  </w:footnote>
  <w:footnote w:type="continuationNotice" w:id="1">
    <w:p w14:paraId="0867AB09" w14:textId="77777777" w:rsidR="00382471" w:rsidRDefault="00382471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714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7D4"/>
    <w:rsid w:val="000149EC"/>
    <w:rsid w:val="000533BF"/>
    <w:rsid w:val="000911E0"/>
    <w:rsid w:val="000B0C3A"/>
    <w:rsid w:val="000D0AFA"/>
    <w:rsid w:val="000E736A"/>
    <w:rsid w:val="0012772F"/>
    <w:rsid w:val="00132DE1"/>
    <w:rsid w:val="0014394B"/>
    <w:rsid w:val="00187C25"/>
    <w:rsid w:val="001A1564"/>
    <w:rsid w:val="001D2F18"/>
    <w:rsid w:val="001E1FD9"/>
    <w:rsid w:val="001F4FFC"/>
    <w:rsid w:val="002513AD"/>
    <w:rsid w:val="002604CA"/>
    <w:rsid w:val="00273995"/>
    <w:rsid w:val="00276A91"/>
    <w:rsid w:val="002D612A"/>
    <w:rsid w:val="002E4BC1"/>
    <w:rsid w:val="00300560"/>
    <w:rsid w:val="0032716B"/>
    <w:rsid w:val="00377E1F"/>
    <w:rsid w:val="00382471"/>
    <w:rsid w:val="003C07D6"/>
    <w:rsid w:val="003D0FF1"/>
    <w:rsid w:val="003E6314"/>
    <w:rsid w:val="003F361E"/>
    <w:rsid w:val="00424012"/>
    <w:rsid w:val="00424B7E"/>
    <w:rsid w:val="00441806"/>
    <w:rsid w:val="00457A2B"/>
    <w:rsid w:val="00467BC7"/>
    <w:rsid w:val="00482CBA"/>
    <w:rsid w:val="004B560D"/>
    <w:rsid w:val="004C21FC"/>
    <w:rsid w:val="004C2A67"/>
    <w:rsid w:val="004F07DE"/>
    <w:rsid w:val="00502893"/>
    <w:rsid w:val="00525378"/>
    <w:rsid w:val="00531A72"/>
    <w:rsid w:val="005627D4"/>
    <w:rsid w:val="00596463"/>
    <w:rsid w:val="005C5D8E"/>
    <w:rsid w:val="005D1E22"/>
    <w:rsid w:val="005D7A53"/>
    <w:rsid w:val="005F0227"/>
    <w:rsid w:val="005F489A"/>
    <w:rsid w:val="005F5960"/>
    <w:rsid w:val="00633455"/>
    <w:rsid w:val="006421A9"/>
    <w:rsid w:val="0064597A"/>
    <w:rsid w:val="00663ECA"/>
    <w:rsid w:val="00683DAF"/>
    <w:rsid w:val="006C44BF"/>
    <w:rsid w:val="006C535F"/>
    <w:rsid w:val="006F1F46"/>
    <w:rsid w:val="006F79AA"/>
    <w:rsid w:val="00730D5E"/>
    <w:rsid w:val="00742B16"/>
    <w:rsid w:val="0078513B"/>
    <w:rsid w:val="007B0A26"/>
    <w:rsid w:val="007B0D1A"/>
    <w:rsid w:val="007B21F7"/>
    <w:rsid w:val="007E6791"/>
    <w:rsid w:val="008227A1"/>
    <w:rsid w:val="00826E0C"/>
    <w:rsid w:val="00877345"/>
    <w:rsid w:val="00890F24"/>
    <w:rsid w:val="008B3631"/>
    <w:rsid w:val="008B5B52"/>
    <w:rsid w:val="0090420C"/>
    <w:rsid w:val="009272ED"/>
    <w:rsid w:val="009651B0"/>
    <w:rsid w:val="009B5212"/>
    <w:rsid w:val="009B6609"/>
    <w:rsid w:val="009C2C47"/>
    <w:rsid w:val="009F0F87"/>
    <w:rsid w:val="009F5928"/>
    <w:rsid w:val="00A06FEA"/>
    <w:rsid w:val="00A15442"/>
    <w:rsid w:val="00A3691D"/>
    <w:rsid w:val="00A425A0"/>
    <w:rsid w:val="00A45D01"/>
    <w:rsid w:val="00A72D02"/>
    <w:rsid w:val="00AA1CE0"/>
    <w:rsid w:val="00AC359A"/>
    <w:rsid w:val="00AE3176"/>
    <w:rsid w:val="00AE7682"/>
    <w:rsid w:val="00B27210"/>
    <w:rsid w:val="00B43BDB"/>
    <w:rsid w:val="00B50E68"/>
    <w:rsid w:val="00B84495"/>
    <w:rsid w:val="00B9564F"/>
    <w:rsid w:val="00BE7BBF"/>
    <w:rsid w:val="00C04A04"/>
    <w:rsid w:val="00C33A47"/>
    <w:rsid w:val="00C42C3F"/>
    <w:rsid w:val="00C6291C"/>
    <w:rsid w:val="00C6454C"/>
    <w:rsid w:val="00C762F0"/>
    <w:rsid w:val="00C76388"/>
    <w:rsid w:val="00C775D6"/>
    <w:rsid w:val="00C86740"/>
    <w:rsid w:val="00CA6F37"/>
    <w:rsid w:val="00CD3C23"/>
    <w:rsid w:val="00CD7012"/>
    <w:rsid w:val="00CF2C67"/>
    <w:rsid w:val="00D14E97"/>
    <w:rsid w:val="00D33FFC"/>
    <w:rsid w:val="00D84286"/>
    <w:rsid w:val="00D869C9"/>
    <w:rsid w:val="00DA5697"/>
    <w:rsid w:val="00DB0A6B"/>
    <w:rsid w:val="00DC4402"/>
    <w:rsid w:val="00E07082"/>
    <w:rsid w:val="00E17712"/>
    <w:rsid w:val="00E30A69"/>
    <w:rsid w:val="00E423CD"/>
    <w:rsid w:val="00E544F8"/>
    <w:rsid w:val="00E57C5D"/>
    <w:rsid w:val="00E6479E"/>
    <w:rsid w:val="00E648C8"/>
    <w:rsid w:val="00E87E13"/>
    <w:rsid w:val="00EC4E70"/>
    <w:rsid w:val="00F2263B"/>
    <w:rsid w:val="00F22874"/>
    <w:rsid w:val="00F27C17"/>
    <w:rsid w:val="00F3313F"/>
    <w:rsid w:val="00F43EB8"/>
    <w:rsid w:val="00F71DC0"/>
    <w:rsid w:val="00FA2050"/>
    <w:rsid w:val="00FA762D"/>
    <w:rsid w:val="00FA7BE5"/>
    <w:rsid w:val="00FC4D95"/>
    <w:rsid w:val="00FD276A"/>
    <w:rsid w:val="00F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F53ADB6"/>
  <w15:chartTrackingRefBased/>
  <w15:docId w15:val="{0295C099-4F42-45D2-ACED-1ED649E5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aliases w:val="CEO_Hyperlink"/>
    <w:basedOn w:val="DefaultParagraphFont"/>
    <w:uiPriority w:val="99"/>
    <w:unhideWhenUsed/>
    <w:qFormat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51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ominic.nguyen@esimplicity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ellen.k.gibson.civ@mail.mi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andrew.meadows.1@us.af.mi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tu.int/rec/R-REC-M.1730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5" ma:contentTypeDescription="Create a new document." ma:contentTypeScope="" ma:versionID="f70bfd5b7071880ef623eee8854f5ac0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23e725211fe78e5a392a4149fdcdb2b8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8E18AC-F00A-45B5-B2CF-478EAF0BEC23}">
  <ds:schemaRefs>
    <ds:schemaRef ds:uri="http://schemas.microsoft.com/office/2006/metadata/properties"/>
    <ds:schemaRef ds:uri="http://schemas.microsoft.com/office/infopath/2007/PartnerControls"/>
    <ds:schemaRef ds:uri="6722d38c-8275-4fcc-9c94-7c086973a67a"/>
    <ds:schemaRef ds:uri="86a1fb3f-9c75-40ec-9503-2a6831dda64b"/>
  </ds:schemaRefs>
</ds:datastoreItem>
</file>

<file path=customXml/itemProps2.xml><?xml version="1.0" encoding="utf-8"?>
<ds:datastoreItem xmlns:ds="http://schemas.openxmlformats.org/officeDocument/2006/customXml" ds:itemID="{2228BB6E-8FA3-4596-9652-5874CD46CC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00022-9E57-4944-9633-72A2622ED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Links>
    <vt:vector size="18" baseType="variant">
      <vt:variant>
        <vt:i4>8126493</vt:i4>
      </vt:variant>
      <vt:variant>
        <vt:i4>6</vt:i4>
      </vt:variant>
      <vt:variant>
        <vt:i4>0</vt:i4>
      </vt:variant>
      <vt:variant>
        <vt:i4>5</vt:i4>
      </vt:variant>
      <vt:variant>
        <vt:lpwstr>mailto:dominic.nguyen@esimplicity.com</vt:lpwstr>
      </vt:variant>
      <vt:variant>
        <vt:lpwstr/>
      </vt:variant>
      <vt:variant>
        <vt:i4>2228299</vt:i4>
      </vt:variant>
      <vt:variant>
        <vt:i4>3</vt:i4>
      </vt:variant>
      <vt:variant>
        <vt:i4>0</vt:i4>
      </vt:variant>
      <vt:variant>
        <vt:i4>5</vt:i4>
      </vt:variant>
      <vt:variant>
        <vt:lpwstr>mailto:kellen.k.gibson.civ@mail.mil</vt:lpwstr>
      </vt:variant>
      <vt:variant>
        <vt:lpwstr/>
      </vt:variant>
      <vt:variant>
        <vt:i4>6357072</vt:i4>
      </vt:variant>
      <vt:variant>
        <vt:i4>0</vt:i4>
      </vt:variant>
      <vt:variant>
        <vt:i4>0</vt:i4>
      </vt:variant>
      <vt:variant>
        <vt:i4>5</vt:i4>
      </vt:variant>
      <vt:variant>
        <vt:lpwstr>mailto:andrew.meadows.1@us.af.mil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USA</cp:lastModifiedBy>
  <cp:revision>26</cp:revision>
  <cp:lastPrinted>2020-09-11T17:14:00Z</cp:lastPrinted>
  <dcterms:created xsi:type="dcterms:W3CDTF">2021-07-09T20:56:00Z</dcterms:created>
  <dcterms:modified xsi:type="dcterms:W3CDTF">2022-05-05T18:12:00Z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MediaServiceImageTags">
    <vt:lpwstr/>
  </property>
</Properties>
</file>