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75115EB9" w:rsidR="005D4C7A" w:rsidRPr="00A02BF0" w:rsidRDefault="005D4C7A" w:rsidP="00C531FA">
            <w:pPr>
              <w:spacing w:after="120"/>
              <w:ind w:left="144" w:right="144"/>
            </w:pPr>
            <w:r w:rsidRPr="00A02BF0">
              <w:rPr>
                <w:b/>
              </w:rPr>
              <w:t>Document No:</w:t>
            </w:r>
            <w:r w:rsidRPr="00A02BF0">
              <w:t xml:space="preserve">  USW</w:t>
            </w:r>
            <w:r>
              <w:t>P5B2</w:t>
            </w:r>
            <w:r w:rsidR="003A2B70">
              <w:t>9</w:t>
            </w:r>
            <w:r>
              <w:t>-</w:t>
            </w:r>
            <w:r w:rsidR="00DF38A7">
              <w:t>06</w:t>
            </w:r>
          </w:p>
        </w:tc>
      </w:tr>
      <w:tr w:rsidR="005D4C7A" w:rsidRPr="00A02BF0" w14:paraId="617A39F8" w14:textId="77777777" w:rsidTr="00C531FA">
        <w:trPr>
          <w:trHeight w:val="378"/>
        </w:trPr>
        <w:tc>
          <w:tcPr>
            <w:tcW w:w="3984" w:type="dxa"/>
            <w:tcBorders>
              <w:left w:val="double" w:sz="6" w:space="0" w:color="auto"/>
            </w:tcBorders>
          </w:tcPr>
          <w:p w14:paraId="1BC13B47" w14:textId="7311F6D5" w:rsidR="005D4C7A" w:rsidRPr="00A02BF0" w:rsidRDefault="005D4C7A" w:rsidP="00C531FA">
            <w:pPr>
              <w:ind w:left="144" w:right="144"/>
            </w:pPr>
            <w:r w:rsidRPr="00A02BF0">
              <w:rPr>
                <w:b/>
              </w:rPr>
              <w:t>Ref:</w:t>
            </w:r>
            <w:r>
              <w:rPr>
                <w:b/>
              </w:rPr>
              <w:t xml:space="preserve">  </w:t>
            </w:r>
            <w:r>
              <w:rPr>
                <w:bCs/>
              </w:rPr>
              <w:t>5B/</w:t>
            </w:r>
            <w:r w:rsidR="003A2B70">
              <w:rPr>
                <w:bCs/>
              </w:rPr>
              <w:t>53</w:t>
            </w:r>
            <w:r w:rsidR="00BE71CA">
              <w:rPr>
                <w:bCs/>
              </w:rPr>
              <w:t>1</w:t>
            </w:r>
            <w:r>
              <w:rPr>
                <w:bCs/>
              </w:rPr>
              <w:t xml:space="preserve"> Annex </w:t>
            </w:r>
            <w:r w:rsidR="00BC3015">
              <w:rPr>
                <w:bCs/>
              </w:rPr>
              <w:t>12</w:t>
            </w:r>
          </w:p>
        </w:tc>
        <w:tc>
          <w:tcPr>
            <w:tcW w:w="5409" w:type="dxa"/>
            <w:tcBorders>
              <w:right w:val="double" w:sz="6" w:space="0" w:color="auto"/>
            </w:tcBorders>
          </w:tcPr>
          <w:p w14:paraId="5F0BC465" w14:textId="496E8FCC" w:rsidR="005D4C7A" w:rsidRPr="00A02BF0" w:rsidRDefault="005D4C7A" w:rsidP="00C531FA">
            <w:pPr>
              <w:tabs>
                <w:tab w:val="left" w:pos="162"/>
              </w:tabs>
              <w:ind w:left="612" w:right="144" w:hanging="468"/>
              <w:rPr>
                <w:szCs w:val="24"/>
              </w:rPr>
            </w:pPr>
            <w:r w:rsidRPr="1E192926">
              <w:rPr>
                <w:b/>
                <w:bCs/>
              </w:rPr>
              <w:t>Date:</w:t>
            </w:r>
            <w:r w:rsidRPr="00BC3015">
              <w:t xml:space="preserve"> </w:t>
            </w:r>
            <w:r w:rsidR="008E3A81">
              <w:t>8 June</w:t>
            </w:r>
            <w:r w:rsidR="00BC3015" w:rsidRPr="00BC3015">
              <w:t xml:space="preserve"> </w:t>
            </w:r>
            <w:r w:rsidRPr="1E192926">
              <w:rPr>
                <w:szCs w:val="24"/>
                <w:lang w:val="fr"/>
              </w:rPr>
              <w:t>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Default="005D4C7A" w:rsidP="00C531FA">
            <w:pPr>
              <w:spacing w:before="0"/>
              <w:ind w:right="144"/>
              <w:rPr>
                <w:bCs/>
                <w:color w:val="000000"/>
                <w:szCs w:val="24"/>
                <w:lang w:val="en-US"/>
              </w:rPr>
            </w:pPr>
            <w:r w:rsidRPr="00542C37">
              <w:rPr>
                <w:bCs/>
                <w:color w:val="000000"/>
                <w:szCs w:val="24"/>
                <w:lang w:val="en-US"/>
              </w:rPr>
              <w:t>DSO</w:t>
            </w:r>
          </w:p>
          <w:p w14:paraId="0C8AC063" w14:textId="77777777" w:rsidR="00B46CBD" w:rsidRDefault="00B46CBD" w:rsidP="00C531FA">
            <w:pPr>
              <w:spacing w:before="0"/>
              <w:ind w:right="144"/>
              <w:rPr>
                <w:bCs/>
                <w:color w:val="000000"/>
                <w:szCs w:val="24"/>
                <w:lang w:val="en-US"/>
              </w:rPr>
            </w:pPr>
          </w:p>
          <w:p w14:paraId="4FC59B84" w14:textId="77777777" w:rsidR="00B46CBD" w:rsidRDefault="00B46CBD" w:rsidP="0028188A">
            <w:pPr>
              <w:spacing w:before="0"/>
              <w:rPr>
                <w:sz w:val="22"/>
                <w:lang w:val="en-US"/>
              </w:rPr>
            </w:pPr>
            <w:r>
              <w:t>Ryan Saunders</w:t>
            </w:r>
          </w:p>
          <w:p w14:paraId="086D0B1B" w14:textId="2E42BD0A" w:rsidR="00B46CBD" w:rsidRPr="00542C37" w:rsidRDefault="00B46CBD" w:rsidP="00C531FA">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5524C51D" w14:textId="5052EF34"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B8ECCBA" w14:textId="77777777" w:rsidR="00B46CBD" w:rsidRDefault="00B46CBD" w:rsidP="00C531FA">
            <w:pPr>
              <w:spacing w:before="0"/>
              <w:ind w:right="144"/>
              <w:textAlignment w:val="auto"/>
              <w:rPr>
                <w:bCs/>
                <w:color w:val="000000"/>
                <w:szCs w:val="24"/>
                <w:lang w:eastAsia="zh-CN"/>
              </w:rPr>
            </w:pPr>
          </w:p>
          <w:p w14:paraId="0ADDA4C2" w14:textId="210F7349" w:rsidR="00667BCB" w:rsidRPr="00542C37" w:rsidRDefault="00667BCB" w:rsidP="00667BCB">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5A9B821E" w14:textId="4B61B032" w:rsidR="00667BCB" w:rsidRDefault="00667BCB" w:rsidP="00667BCB">
            <w:pPr>
              <w:spacing w:before="0"/>
              <w:ind w:right="144"/>
              <w:textAlignment w:val="auto"/>
              <w:rPr>
                <w:bCs/>
                <w:color w:val="000000"/>
                <w:szCs w:val="24"/>
                <w:lang w:eastAsia="zh-CN"/>
              </w:rPr>
            </w:pPr>
            <w:r w:rsidRPr="0654023F">
              <w:rPr>
                <w:color w:val="000000" w:themeColor="text1"/>
                <w:lang w:eastAsia="zh-CN"/>
              </w:rPr>
              <w:t xml:space="preserve">E-mail: </w:t>
            </w:r>
            <w:r w:rsidR="00A42227" w:rsidRPr="00A42227">
              <w:rPr>
                <w:rStyle w:val="Hyperlink"/>
                <w:rFonts w:eastAsia="MS Mincho"/>
                <w:lang w:eastAsia="zh-CN"/>
              </w:rPr>
              <w:t>ryan.saunders4.civ@mail.mil</w:t>
            </w:r>
          </w:p>
          <w:p w14:paraId="74798FC0" w14:textId="77777777" w:rsidR="00667BCB" w:rsidRDefault="00667BCB" w:rsidP="00C531FA">
            <w:pPr>
              <w:spacing w:before="0"/>
              <w:ind w:right="144"/>
              <w:textAlignment w:val="auto"/>
              <w:rPr>
                <w:bCs/>
                <w:color w:val="000000"/>
                <w:szCs w:val="24"/>
                <w:lang w:eastAsia="zh-CN"/>
              </w:rPr>
            </w:pPr>
          </w:p>
          <w:p w14:paraId="7EAAC911" w14:textId="1ADB91EA"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90DE5C9"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1E7E7237"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MHz.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r w:rsidR="00F856E0">
              <w:rPr>
                <w:szCs w:val="24"/>
              </w:rPr>
              <w:t xml:space="preserve"> without any changes</w:t>
            </w:r>
            <w:r>
              <w:rPr>
                <w:szCs w:val="24"/>
              </w:rPr>
              <w:t>.</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1440839E" w:rsidR="008C1F31" w:rsidRDefault="008C1F31">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6AA8" w14:paraId="30E82EAD" w14:textId="77777777" w:rsidTr="00112B84">
        <w:trPr>
          <w:cantSplit/>
        </w:trPr>
        <w:tc>
          <w:tcPr>
            <w:tcW w:w="6487" w:type="dxa"/>
            <w:vAlign w:val="center"/>
          </w:tcPr>
          <w:p w14:paraId="3C7C1A95" w14:textId="77777777" w:rsidR="00506AA8" w:rsidRDefault="00506AA8" w:rsidP="00112B84">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01496C2" w14:textId="77777777" w:rsidR="00506AA8" w:rsidRDefault="00506AA8" w:rsidP="00112B84">
            <w:pPr>
              <w:shd w:val="solid" w:color="FFFFFF" w:fill="FFFFFF"/>
              <w:spacing w:before="0" w:line="240" w:lineRule="atLeast"/>
            </w:pPr>
            <w:bookmarkStart w:id="0" w:name="ditulogo"/>
            <w:bookmarkEnd w:id="0"/>
            <w:r>
              <w:rPr>
                <w:noProof/>
                <w:lang w:val="en-US"/>
              </w:rPr>
              <w:drawing>
                <wp:inline distT="0" distB="0" distL="0" distR="0" wp14:anchorId="2AB9D278" wp14:editId="35CC0F19">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06AA8" w14:paraId="0B4B5E3F" w14:textId="77777777" w:rsidTr="00112B84">
        <w:trPr>
          <w:cantSplit/>
        </w:trPr>
        <w:tc>
          <w:tcPr>
            <w:tcW w:w="6487" w:type="dxa"/>
            <w:tcBorders>
              <w:bottom w:val="single" w:sz="12" w:space="0" w:color="auto"/>
            </w:tcBorders>
          </w:tcPr>
          <w:p w14:paraId="56535E0B" w14:textId="77777777" w:rsidR="00506AA8" w:rsidRDefault="00506AA8" w:rsidP="00112B8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74BA024" w14:textId="77777777" w:rsidR="00506AA8" w:rsidRDefault="00506AA8" w:rsidP="00112B84">
            <w:pPr>
              <w:shd w:val="solid" w:color="FFFFFF" w:fill="FFFFFF"/>
              <w:spacing w:before="0" w:after="48" w:line="240" w:lineRule="atLeast"/>
              <w:rPr>
                <w:sz w:val="22"/>
                <w:szCs w:val="22"/>
              </w:rPr>
            </w:pPr>
          </w:p>
        </w:tc>
      </w:tr>
      <w:tr w:rsidR="00506AA8" w14:paraId="12CFDC5E" w14:textId="77777777" w:rsidTr="00112B84">
        <w:trPr>
          <w:cantSplit/>
        </w:trPr>
        <w:tc>
          <w:tcPr>
            <w:tcW w:w="6487" w:type="dxa"/>
            <w:tcBorders>
              <w:top w:val="single" w:sz="12" w:space="0" w:color="auto"/>
            </w:tcBorders>
          </w:tcPr>
          <w:p w14:paraId="656B5034" w14:textId="77777777" w:rsidR="00506AA8" w:rsidRDefault="00506AA8" w:rsidP="00112B8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F0D95E" w14:textId="77777777" w:rsidR="00506AA8" w:rsidRDefault="00506AA8" w:rsidP="00112B84">
            <w:pPr>
              <w:shd w:val="solid" w:color="FFFFFF" w:fill="FFFFFF"/>
              <w:spacing w:before="0" w:after="48" w:line="240" w:lineRule="atLeast"/>
            </w:pPr>
          </w:p>
        </w:tc>
      </w:tr>
      <w:tr w:rsidR="00506AA8" w14:paraId="7E5C675F" w14:textId="77777777" w:rsidTr="00112B84">
        <w:trPr>
          <w:cantSplit/>
        </w:trPr>
        <w:tc>
          <w:tcPr>
            <w:tcW w:w="6487" w:type="dxa"/>
            <w:vMerge w:val="restart"/>
          </w:tcPr>
          <w:p w14:paraId="4B45C73B" w14:textId="5A463A63"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531</w:t>
            </w:r>
            <w:r w:rsidRPr="004A4E15">
              <w:rPr>
                <w:rFonts w:ascii="Verdana" w:hAnsi="Verdana"/>
                <w:sz w:val="20"/>
              </w:rPr>
              <w:t xml:space="preserve"> Annex </w:t>
            </w:r>
            <w:r>
              <w:rPr>
                <w:rFonts w:ascii="Verdana" w:hAnsi="Verdana"/>
                <w:sz w:val="20"/>
              </w:rPr>
              <w:t>12</w:t>
            </w:r>
          </w:p>
          <w:p w14:paraId="4EF90E68" w14:textId="77777777"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r>
              <w:rPr>
                <w:rFonts w:ascii="Verdana" w:hAnsi="Verdana"/>
                <w:sz w:val="20"/>
              </w:rPr>
              <w:t>M</w:t>
            </w:r>
            <w:r w:rsidRPr="00E05395">
              <w:rPr>
                <w:rFonts w:ascii="Verdana" w:hAnsi="Verdana"/>
                <w:sz w:val="20"/>
              </w:rPr>
              <w:t xml:space="preserve">.[AMS CHARACTERISTICS_1 780-1 850 MHz]  </w:t>
            </w:r>
          </w:p>
        </w:tc>
        <w:tc>
          <w:tcPr>
            <w:tcW w:w="3402" w:type="dxa"/>
          </w:tcPr>
          <w:p w14:paraId="43AA7BCE" w14:textId="77777777"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506AA8" w14:paraId="0165E8EA" w14:textId="77777777" w:rsidTr="00112B84">
        <w:trPr>
          <w:cantSplit/>
        </w:trPr>
        <w:tc>
          <w:tcPr>
            <w:tcW w:w="6487" w:type="dxa"/>
            <w:vMerge/>
          </w:tcPr>
          <w:p w14:paraId="39F6AA0A" w14:textId="77777777" w:rsidR="00506AA8" w:rsidRDefault="00506AA8" w:rsidP="00112B84">
            <w:pPr>
              <w:spacing w:before="60"/>
              <w:jc w:val="center"/>
              <w:rPr>
                <w:b/>
                <w:smallCaps/>
                <w:sz w:val="32"/>
                <w:lang w:eastAsia="zh-CN"/>
              </w:rPr>
            </w:pPr>
          </w:p>
        </w:tc>
        <w:tc>
          <w:tcPr>
            <w:tcW w:w="3402" w:type="dxa"/>
          </w:tcPr>
          <w:p w14:paraId="46E6054B" w14:textId="701612CE"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XX July 2022</w:t>
            </w:r>
          </w:p>
        </w:tc>
      </w:tr>
      <w:tr w:rsidR="00506AA8" w14:paraId="70E571B9" w14:textId="77777777" w:rsidTr="00112B84">
        <w:trPr>
          <w:cantSplit/>
        </w:trPr>
        <w:tc>
          <w:tcPr>
            <w:tcW w:w="6487" w:type="dxa"/>
            <w:vMerge/>
          </w:tcPr>
          <w:p w14:paraId="3DA5043E" w14:textId="77777777" w:rsidR="00506AA8" w:rsidRDefault="00506AA8" w:rsidP="00112B84">
            <w:pPr>
              <w:spacing w:before="60"/>
              <w:jc w:val="center"/>
              <w:rPr>
                <w:b/>
                <w:smallCaps/>
                <w:sz w:val="32"/>
                <w:lang w:eastAsia="zh-CN"/>
              </w:rPr>
            </w:pPr>
          </w:p>
        </w:tc>
        <w:tc>
          <w:tcPr>
            <w:tcW w:w="3402" w:type="dxa"/>
          </w:tcPr>
          <w:p w14:paraId="7EA090F1" w14:textId="77777777" w:rsidR="00506AA8" w:rsidRDefault="00506AA8" w:rsidP="00112B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06AA8" w14:paraId="6FA86865" w14:textId="77777777" w:rsidTr="00112B84">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06AA8" w:rsidRPr="00AF6BF6" w14:paraId="589222B0" w14:textId="77777777" w:rsidTr="00112B84">
              <w:trPr>
                <w:cantSplit/>
              </w:trPr>
              <w:tc>
                <w:tcPr>
                  <w:tcW w:w="9889" w:type="dxa"/>
                </w:tcPr>
                <w:p w14:paraId="2D48AFEF" w14:textId="77777777" w:rsidR="00506AA8" w:rsidRPr="00F37425" w:rsidRDefault="00506AA8" w:rsidP="00112B84">
                  <w:pPr>
                    <w:pStyle w:val="Source"/>
                    <w:rPr>
                      <w:bCs/>
                      <w:lang w:eastAsia="zh-CN"/>
                    </w:rPr>
                  </w:pPr>
                  <w:r w:rsidRPr="006F0B21">
                    <w:rPr>
                      <w:bCs/>
                      <w:lang w:eastAsia="zh-CN"/>
                    </w:rPr>
                    <w:t>United States of Americ</w:t>
                  </w:r>
                  <w:r>
                    <w:rPr>
                      <w:bCs/>
                      <w:lang w:eastAsia="zh-CN"/>
                    </w:rPr>
                    <w:t>a</w:t>
                  </w:r>
                </w:p>
              </w:tc>
            </w:tr>
            <w:tr w:rsidR="00506AA8" w:rsidRPr="00AF6BF6" w14:paraId="18FE90B7" w14:textId="77777777" w:rsidTr="00112B84">
              <w:trPr>
                <w:cantSplit/>
              </w:trPr>
              <w:tc>
                <w:tcPr>
                  <w:tcW w:w="9889" w:type="dxa"/>
                </w:tcPr>
                <w:p w14:paraId="7949A2FC" w14:textId="77777777" w:rsidR="00506AA8" w:rsidRPr="00AF6BF6" w:rsidRDefault="00506AA8" w:rsidP="005743E9">
                  <w:pPr>
                    <w:pStyle w:val="Title1"/>
                    <w:rPr>
                      <w:bCs/>
                      <w:lang w:eastAsia="zh-CN"/>
                    </w:rPr>
                  </w:pPr>
                  <w:r w:rsidRPr="006B300A">
                    <w:rPr>
                      <w:rStyle w:val="href"/>
                    </w:rPr>
                    <w:t>draft new recommendation ITU-R M.[AMS CHARACTERISTICS_1 780-1 850 MHz]</w:t>
                  </w:r>
                </w:p>
              </w:tc>
            </w:tr>
          </w:tbl>
          <w:p w14:paraId="790276FF" w14:textId="77777777" w:rsidR="00506AA8" w:rsidRDefault="00506AA8" w:rsidP="00112B84">
            <w:pPr>
              <w:keepNext/>
              <w:keepLines/>
              <w:spacing w:after="120"/>
              <w:outlineLvl w:val="0"/>
              <w:rPr>
                <w:b/>
                <w:sz w:val="28"/>
              </w:rPr>
            </w:pPr>
          </w:p>
          <w:p w14:paraId="6E9C0F84" w14:textId="77777777" w:rsidR="00506AA8" w:rsidRPr="00CB095D" w:rsidRDefault="00506AA8" w:rsidP="00112B84">
            <w:pPr>
              <w:keepNext/>
              <w:keepLines/>
              <w:spacing w:after="120"/>
              <w:outlineLvl w:val="0"/>
              <w:rPr>
                <w:b/>
                <w:sz w:val="28"/>
              </w:rPr>
            </w:pPr>
            <w:r w:rsidRPr="00CB095D">
              <w:rPr>
                <w:b/>
                <w:sz w:val="28"/>
              </w:rPr>
              <w:t>1</w:t>
            </w:r>
            <w:r w:rsidRPr="00CB095D">
              <w:rPr>
                <w:b/>
                <w:sz w:val="28"/>
              </w:rPr>
              <w:tab/>
              <w:t>Introduction</w:t>
            </w:r>
          </w:p>
          <w:p w14:paraId="740C36F5" w14:textId="77777777" w:rsidR="00506AA8" w:rsidRDefault="00506AA8" w:rsidP="00112B84"/>
          <w:p w14:paraId="58DE9DD9" w14:textId="65E372B6" w:rsidR="00506AA8" w:rsidRPr="00B25A56" w:rsidRDefault="00506AA8" w:rsidP="00B25A56">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the language of the PDNR is stable, the United States of America </w:t>
            </w:r>
            <w:r w:rsidR="00DB7FEA">
              <w:rPr>
                <w:szCs w:val="24"/>
              </w:rPr>
              <w:t>proposes</w:t>
            </w:r>
            <w:r>
              <w:rPr>
                <w:szCs w:val="24"/>
              </w:rPr>
              <w:t xml:space="preserve"> this document</w:t>
            </w:r>
            <w:r w:rsidR="00356C66">
              <w:rPr>
                <w:szCs w:val="24"/>
              </w:rPr>
              <w:t xml:space="preserve"> be elevated</w:t>
            </w:r>
            <w:r>
              <w:rPr>
                <w:szCs w:val="24"/>
              </w:rPr>
              <w:t xml:space="preserve"> to</w:t>
            </w:r>
            <w:r>
              <w:t xml:space="preserve"> </w:t>
            </w:r>
            <w:r w:rsidRPr="00634097">
              <w:rPr>
                <w:szCs w:val="24"/>
              </w:rPr>
              <w:t xml:space="preserve">draft new </w:t>
            </w:r>
            <w:r w:rsidR="00356C66">
              <w:rPr>
                <w:szCs w:val="24"/>
              </w:rPr>
              <w:t xml:space="preserve">Recommendation </w:t>
            </w:r>
            <w:r w:rsidRPr="00634097">
              <w:rPr>
                <w:szCs w:val="24"/>
              </w:rPr>
              <w:t>ITU-R M.[AMS CHARACTERISTICS_1 780-1 850 MHZ]</w:t>
            </w:r>
            <w:r w:rsidR="00356C66">
              <w:rPr>
                <w:szCs w:val="24"/>
              </w:rPr>
              <w:t xml:space="preserve"> and sent to S</w:t>
            </w:r>
            <w:r w:rsidR="007A4BDE">
              <w:rPr>
                <w:szCs w:val="24"/>
              </w:rPr>
              <w:t xml:space="preserve">tudy </w:t>
            </w:r>
            <w:r w:rsidR="00356C66">
              <w:rPr>
                <w:szCs w:val="24"/>
              </w:rPr>
              <w:t>G</w:t>
            </w:r>
            <w:r w:rsidR="007A4BDE">
              <w:rPr>
                <w:szCs w:val="24"/>
              </w:rPr>
              <w:t>roup</w:t>
            </w:r>
            <w:r w:rsidR="00356C66">
              <w:rPr>
                <w:szCs w:val="24"/>
              </w:rPr>
              <w:t xml:space="preserve"> 5 for approval</w:t>
            </w:r>
            <w:r>
              <w:rPr>
                <w:bCs/>
                <w:szCs w:val="24"/>
              </w:rPr>
              <w:t>.</w:t>
            </w:r>
          </w:p>
          <w:p w14:paraId="6F5A6F26" w14:textId="77777777" w:rsidR="00506AA8" w:rsidRDefault="00506AA8" w:rsidP="00112B84">
            <w:pPr>
              <w:rPr>
                <w:lang w:eastAsia="zh-CN"/>
              </w:rPr>
            </w:pPr>
          </w:p>
          <w:p w14:paraId="7B66F7BE" w14:textId="77777777" w:rsidR="00506AA8" w:rsidRDefault="00506AA8" w:rsidP="00112B84">
            <w:pPr>
              <w:rPr>
                <w:lang w:eastAsia="zh-CN"/>
              </w:rPr>
            </w:pPr>
          </w:p>
          <w:p w14:paraId="383B2671" w14:textId="77777777" w:rsidR="00506AA8" w:rsidRDefault="00506AA8" w:rsidP="00112B84">
            <w:pPr>
              <w:rPr>
                <w:lang w:eastAsia="zh-CN"/>
              </w:rPr>
            </w:pPr>
          </w:p>
          <w:p w14:paraId="1D12A749" w14:textId="77777777" w:rsidR="00506AA8" w:rsidRDefault="00506AA8" w:rsidP="00112B84">
            <w:pPr>
              <w:pStyle w:val="Source"/>
              <w:jc w:val="left"/>
              <w:rPr>
                <w:lang w:eastAsia="zh-CN"/>
              </w:rPr>
            </w:pPr>
          </w:p>
        </w:tc>
      </w:tr>
    </w:tbl>
    <w:p w14:paraId="276C7AD3" w14:textId="2303D079" w:rsidR="000A028F" w:rsidRDefault="000A028F">
      <w:pPr>
        <w:tabs>
          <w:tab w:val="clear" w:pos="1134"/>
          <w:tab w:val="clear" w:pos="1871"/>
          <w:tab w:val="clear" w:pos="2268"/>
        </w:tabs>
        <w:overflowPunct/>
        <w:autoSpaceDE/>
        <w:autoSpaceDN/>
        <w:adjustRightInd/>
        <w:spacing w:before="0"/>
        <w:textAlignment w:val="auto"/>
      </w:pPr>
    </w:p>
    <w:sectPr w:rsidR="000A028F" w:rsidSect="00B04F02">
      <w:footerReference w:type="first" r:id="rId16"/>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7737C" w14:textId="77777777" w:rsidR="00C479E6" w:rsidRDefault="00C479E6">
      <w:r>
        <w:separator/>
      </w:r>
    </w:p>
  </w:endnote>
  <w:endnote w:type="continuationSeparator" w:id="0">
    <w:p w14:paraId="797E087B" w14:textId="77777777" w:rsidR="00C479E6" w:rsidRDefault="00C479E6">
      <w:r>
        <w:continuationSeparator/>
      </w:r>
    </w:p>
  </w:endnote>
  <w:endnote w:type="continuationNotice" w:id="1">
    <w:p w14:paraId="053D917F" w14:textId="77777777" w:rsidR="00C479E6" w:rsidRDefault="00C479E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2250C5FB" w:rsidR="00F72377" w:rsidRDefault="007A4BDE">
    <w:pPr>
      <w:pStyle w:val="Footer"/>
      <w:rPr>
        <w:lang w:val="en-US"/>
      </w:rPr>
    </w:pPr>
    <w:fldSimple w:instr=" FILENAME \p \* MERGEFORMAT ">
      <w:r w:rsidR="00FD116A">
        <w:rPr>
          <w:lang w:val="en-US"/>
        </w:rPr>
        <w:t>Document4</w:t>
      </w:r>
    </w:fldSimple>
    <w:r w:rsidR="00FD116A">
      <w:t xml:space="preserve"> ( )</w:t>
    </w:r>
    <w:r w:rsidR="00FD116A">
      <w:rPr>
        <w:lang w:val="en-US"/>
      </w:rPr>
      <w:tab/>
    </w:r>
    <w:r w:rsidR="00FD116A">
      <w:fldChar w:fldCharType="begin"/>
    </w:r>
    <w:r w:rsidR="00FD116A">
      <w:instrText xml:space="preserve"> savedate \@ dd.MM.yy </w:instrText>
    </w:r>
    <w:r w:rsidR="00FD116A">
      <w:fldChar w:fldCharType="separate"/>
    </w:r>
    <w:r w:rsidR="00554F22">
      <w:t>19.05.22</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0780" w14:textId="77777777" w:rsidR="00C479E6" w:rsidRDefault="00C479E6">
      <w:r>
        <w:t>____________________</w:t>
      </w:r>
    </w:p>
  </w:footnote>
  <w:footnote w:type="continuationSeparator" w:id="0">
    <w:p w14:paraId="01E51E47" w14:textId="77777777" w:rsidR="00C479E6" w:rsidRDefault="00C479E6">
      <w:r>
        <w:continuationSeparator/>
      </w:r>
    </w:p>
  </w:footnote>
  <w:footnote w:type="continuationNotice" w:id="1">
    <w:p w14:paraId="6E0AE2CF" w14:textId="77777777" w:rsidR="00C479E6" w:rsidRDefault="00C479E6">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16cid:durableId="1490368572">
    <w:abstractNumId w:val="9"/>
  </w:num>
  <w:num w:numId="2" w16cid:durableId="1200432633">
    <w:abstractNumId w:val="7"/>
  </w:num>
  <w:num w:numId="3" w16cid:durableId="1732730759">
    <w:abstractNumId w:val="6"/>
  </w:num>
  <w:num w:numId="4" w16cid:durableId="1582372105">
    <w:abstractNumId w:val="5"/>
  </w:num>
  <w:num w:numId="5" w16cid:durableId="1821116367">
    <w:abstractNumId w:val="4"/>
  </w:num>
  <w:num w:numId="6" w16cid:durableId="1504780862">
    <w:abstractNumId w:val="8"/>
  </w:num>
  <w:num w:numId="7" w16cid:durableId="556550628">
    <w:abstractNumId w:val="3"/>
  </w:num>
  <w:num w:numId="8" w16cid:durableId="104350717">
    <w:abstractNumId w:val="2"/>
  </w:num>
  <w:num w:numId="9" w16cid:durableId="1612933366">
    <w:abstractNumId w:val="1"/>
  </w:num>
  <w:num w:numId="10" w16cid:durableId="1686319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6279C"/>
    <w:rsid w:val="000A028F"/>
    <w:rsid w:val="000A6D80"/>
    <w:rsid w:val="001224EB"/>
    <w:rsid w:val="0016139F"/>
    <w:rsid w:val="00164750"/>
    <w:rsid w:val="001B0DF6"/>
    <w:rsid w:val="0028188A"/>
    <w:rsid w:val="002A7654"/>
    <w:rsid w:val="002B3A09"/>
    <w:rsid w:val="003106DA"/>
    <w:rsid w:val="00356688"/>
    <w:rsid w:val="00356C66"/>
    <w:rsid w:val="00387285"/>
    <w:rsid w:val="003A2B70"/>
    <w:rsid w:val="003C2732"/>
    <w:rsid w:val="003E0503"/>
    <w:rsid w:val="003E6244"/>
    <w:rsid w:val="003F55B2"/>
    <w:rsid w:val="00453A60"/>
    <w:rsid w:val="004569DA"/>
    <w:rsid w:val="004A4E15"/>
    <w:rsid w:val="004A64EE"/>
    <w:rsid w:val="00506AA8"/>
    <w:rsid w:val="00520637"/>
    <w:rsid w:val="00554F22"/>
    <w:rsid w:val="005743E9"/>
    <w:rsid w:val="005D4C7A"/>
    <w:rsid w:val="00606DD3"/>
    <w:rsid w:val="006173FD"/>
    <w:rsid w:val="00634097"/>
    <w:rsid w:val="00667BCB"/>
    <w:rsid w:val="00671F8A"/>
    <w:rsid w:val="006B300A"/>
    <w:rsid w:val="006F5179"/>
    <w:rsid w:val="00700804"/>
    <w:rsid w:val="00754C42"/>
    <w:rsid w:val="007A4BDE"/>
    <w:rsid w:val="007C0A5F"/>
    <w:rsid w:val="007E20AB"/>
    <w:rsid w:val="008771CE"/>
    <w:rsid w:val="008A387B"/>
    <w:rsid w:val="008C1F31"/>
    <w:rsid w:val="008E3A81"/>
    <w:rsid w:val="00936310"/>
    <w:rsid w:val="009B6437"/>
    <w:rsid w:val="00A06900"/>
    <w:rsid w:val="00A42227"/>
    <w:rsid w:val="00AE296D"/>
    <w:rsid w:val="00B04F02"/>
    <w:rsid w:val="00B25A56"/>
    <w:rsid w:val="00B46CBD"/>
    <w:rsid w:val="00B46E96"/>
    <w:rsid w:val="00B51A29"/>
    <w:rsid w:val="00B82EB7"/>
    <w:rsid w:val="00B862DD"/>
    <w:rsid w:val="00BA5B20"/>
    <w:rsid w:val="00BC3015"/>
    <w:rsid w:val="00BE71CA"/>
    <w:rsid w:val="00C479E6"/>
    <w:rsid w:val="00C5232A"/>
    <w:rsid w:val="00C84048"/>
    <w:rsid w:val="00C97097"/>
    <w:rsid w:val="00CB0480"/>
    <w:rsid w:val="00D22F63"/>
    <w:rsid w:val="00DB7FEA"/>
    <w:rsid w:val="00DF38A7"/>
    <w:rsid w:val="00E05395"/>
    <w:rsid w:val="00EB5098"/>
    <w:rsid w:val="00F72377"/>
    <w:rsid w:val="00F81F98"/>
    <w:rsid w:val="00F856E0"/>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85967">
      <w:bodyDiv w:val="1"/>
      <w:marLeft w:val="0"/>
      <w:marRight w:val="0"/>
      <w:marTop w:val="0"/>
      <w:marBottom w:val="0"/>
      <w:divBdr>
        <w:top w:val="none" w:sz="0" w:space="0" w:color="auto"/>
        <w:left w:val="none" w:sz="0" w:space="0" w:color="auto"/>
        <w:bottom w:val="none" w:sz="0" w:space="0" w:color="auto"/>
        <w:right w:val="none" w:sz="0" w:space="0" w:color="auto"/>
      </w:divBdr>
    </w:div>
    <w:div w:id="137222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rad5\Documents\Consulting\eSimplicity\USAF\WP5B\WP%205B%20July2022\US%20WP5B%20Prep%20for%20July2022\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08F793-19CF-4297-8195-CB696F303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3.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4.xml><?xml version="1.0" encoding="utf-8"?>
<ds:datastoreItem xmlns:ds="http://schemas.openxmlformats.org/officeDocument/2006/customXml" ds:itemID="{E7CDDA3E-3DB2-4C98-A455-A8F44BA31C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7</TotalTime>
  <Pages>2</Pages>
  <Words>265</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11</cp:revision>
  <cp:lastPrinted>2008-02-21T14:04:00Z</cp:lastPrinted>
  <dcterms:created xsi:type="dcterms:W3CDTF">2022-05-17T18:26:00Z</dcterms:created>
  <dcterms:modified xsi:type="dcterms:W3CDTF">2022-06-15T11:43:00Z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y fmtid="{D5CDD505-2E9C-101B-9397-08002B2CF9AE}" pid="7" name="MediaServiceImageTags">
    <vt:lpwstr/>
  </property>
</Properties>
</file>