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2F1F4E" w:rsidRPr="00A02BF0" w14:paraId="1C521B68" w14:textId="77777777" w:rsidTr="002F1F4E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AF14BBE" w14:textId="77777777" w:rsidR="002F1F4E" w:rsidRPr="00A02BF0" w:rsidRDefault="002F1F4E" w:rsidP="006B7B8C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75F392C2" w14:textId="77777777" w:rsidR="002F1F4E" w:rsidRPr="00A02BF0" w:rsidRDefault="002F1F4E" w:rsidP="006B7B8C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2F1F4E" w:rsidRPr="00A02BF0" w14:paraId="7A153B54" w14:textId="77777777" w:rsidTr="002F1F4E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14F2333C" w14:textId="77777777" w:rsidR="002F1F4E" w:rsidRPr="00A02BF0" w:rsidRDefault="002F1F4E" w:rsidP="006B7B8C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360DEE3" w14:textId="22456178" w:rsidR="002F1F4E" w:rsidRDefault="002F1F4E" w:rsidP="006B7B8C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>
              <w:t>5B</w:t>
            </w:r>
            <w:r w:rsidR="00F71313">
              <w:t>2</w:t>
            </w:r>
            <w:r w:rsidR="00EE615D">
              <w:t>5</w:t>
            </w:r>
            <w:r w:rsidR="00702B6B">
              <w:t>-FS-05</w:t>
            </w:r>
            <w:bookmarkStart w:id="0" w:name="_GoBack"/>
            <w:bookmarkEnd w:id="0"/>
          </w:p>
          <w:p w14:paraId="2AA43F18" w14:textId="3A755C40" w:rsidR="003B1529" w:rsidRPr="00A02BF0" w:rsidRDefault="003B1529" w:rsidP="006B7B8C">
            <w:pPr>
              <w:spacing w:after="120"/>
              <w:ind w:left="144" w:right="144"/>
            </w:pPr>
          </w:p>
        </w:tc>
      </w:tr>
      <w:tr w:rsidR="002F1F4E" w:rsidRPr="00A02BF0" w14:paraId="19F6F86D" w14:textId="77777777" w:rsidTr="002F1F4E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1B920DE3" w14:textId="765389EC" w:rsidR="002F1F4E" w:rsidRPr="00A02BF0" w:rsidRDefault="002F1F4E" w:rsidP="006B7B8C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EE615D">
              <w:rPr>
                <w:bCs/>
              </w:rPr>
              <w:t>5B/32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D2B876B" w14:textId="2296D6D1" w:rsidR="002F1F4E" w:rsidRPr="00A02BF0" w:rsidRDefault="002F1F4E" w:rsidP="006B7B8C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EE615D">
              <w:rPr>
                <w:szCs w:val="24"/>
              </w:rPr>
              <w:t>1</w:t>
            </w:r>
            <w:r w:rsidR="00933D85">
              <w:rPr>
                <w:szCs w:val="24"/>
              </w:rPr>
              <w:t>1</w:t>
            </w:r>
            <w:r w:rsidR="00A73134">
              <w:rPr>
                <w:szCs w:val="24"/>
              </w:rPr>
              <w:t xml:space="preserve"> </w:t>
            </w:r>
            <w:r w:rsidR="00EE615D">
              <w:rPr>
                <w:szCs w:val="24"/>
              </w:rPr>
              <w:t>September</w:t>
            </w:r>
            <w:r w:rsidR="00A73134">
              <w:rPr>
                <w:szCs w:val="24"/>
              </w:rPr>
              <w:t xml:space="preserve"> 2020</w:t>
            </w:r>
          </w:p>
        </w:tc>
      </w:tr>
      <w:tr w:rsidR="002F1F4E" w:rsidRPr="00A02BF0" w14:paraId="0E58DD27" w14:textId="77777777" w:rsidTr="002F1F4E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2A53E4C" w14:textId="77777777" w:rsidR="002F1F4E" w:rsidRDefault="002F1F4E" w:rsidP="006B7B8C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>
              <w:rPr>
                <w:b w:val="0"/>
                <w:lang w:eastAsia="zh-CN"/>
              </w:rPr>
              <w:t>Working document towards preliminary draft new report ITU-R M.[Aero-Wideband-HF]</w:t>
            </w:r>
          </w:p>
          <w:p w14:paraId="0853B524" w14:textId="77777777" w:rsidR="002F1F4E" w:rsidRPr="00790A03" w:rsidRDefault="002F1F4E" w:rsidP="006B7B8C">
            <w:pPr>
              <w:rPr>
                <w:lang w:eastAsia="zh-CN"/>
              </w:rPr>
            </w:pPr>
          </w:p>
        </w:tc>
      </w:tr>
      <w:tr w:rsidR="004F3A81" w:rsidRPr="00A02BF0" w14:paraId="3174B2B8" w14:textId="77777777" w:rsidTr="002F1F4E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3ACD337" w14:textId="77777777" w:rsidR="004F3A81" w:rsidRPr="000253F7" w:rsidRDefault="004F3A81" w:rsidP="004F3A8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</w:rPr>
            </w:pPr>
            <w:r w:rsidRPr="000253F7">
              <w:rPr>
                <w:b/>
                <w:szCs w:val="24"/>
              </w:rPr>
              <w:t>Author(s)/Contributors(s):</w:t>
            </w:r>
          </w:p>
          <w:p w14:paraId="782FD632" w14:textId="77777777" w:rsidR="004F3A81" w:rsidRDefault="004F3A81" w:rsidP="004F3A8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5E39279C" w14:textId="77777777" w:rsidR="004F3A81" w:rsidRPr="00F910A7" w:rsidRDefault="004F3A81" w:rsidP="004F3A8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Gregory Baker</w:t>
            </w:r>
          </w:p>
          <w:p w14:paraId="51B177CB" w14:textId="77777777" w:rsidR="004F3A81" w:rsidRPr="00F910A7" w:rsidRDefault="004F3A81" w:rsidP="004F3A8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Aviation Spectrum Resources, Inc.</w:t>
            </w:r>
          </w:p>
          <w:p w14:paraId="204D84B5" w14:textId="77777777" w:rsidR="004F3A81" w:rsidRPr="00F910A7" w:rsidRDefault="004F3A81" w:rsidP="004F3A8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58E8E50D" w14:textId="77777777" w:rsidR="004F3A81" w:rsidRPr="00F910A7" w:rsidRDefault="004F3A81" w:rsidP="004F3A8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Sai Kalyanaraman</w:t>
            </w:r>
          </w:p>
          <w:p w14:paraId="79A800A1" w14:textId="77777777" w:rsidR="004F3A81" w:rsidRPr="00F910A7" w:rsidRDefault="004F3A81" w:rsidP="004F3A8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Collins Aerospace</w:t>
            </w:r>
          </w:p>
          <w:p w14:paraId="3D2D29AF" w14:textId="77777777" w:rsidR="004F3A81" w:rsidRPr="00F910A7" w:rsidRDefault="004F3A81" w:rsidP="004F3A8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8A4E888" w14:textId="77777777" w:rsidR="004F3A81" w:rsidRPr="00F910A7" w:rsidRDefault="004F3A81" w:rsidP="004F3A8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Damon Ladson</w:t>
            </w:r>
          </w:p>
          <w:p w14:paraId="32A514DA" w14:textId="39796799" w:rsidR="004F3A81" w:rsidRPr="00A02BF0" w:rsidRDefault="004F3A81" w:rsidP="004F3A8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</w:rPr>
            </w:pPr>
            <w:r w:rsidRPr="00F910A7">
              <w:rPr>
                <w:bCs/>
                <w:iCs/>
                <w:szCs w:val="24"/>
                <w:lang w:val="en-US"/>
              </w:rPr>
              <w:t>Harris, Wiltshire &amp; Grannis</w:t>
            </w:r>
            <w:r w:rsidRPr="00F910A7">
              <w:rPr>
                <w:bCs/>
                <w:iCs/>
                <w:szCs w:val="24"/>
                <w:lang w:val="en-US"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FA47AAF" w14:textId="77777777" w:rsidR="004F3A81" w:rsidRDefault="004F3A81" w:rsidP="004F3A81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4036903" w14:textId="77777777" w:rsidR="004F3A81" w:rsidRDefault="004F3A81" w:rsidP="004F3A81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1E06A6F" w14:textId="03004BED" w:rsidR="004F3A81" w:rsidRPr="006F661E" w:rsidRDefault="004F3A81" w:rsidP="004F3A81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 </w:t>
            </w:r>
            <w:r>
              <w:rPr>
                <w:bCs/>
              </w:rPr>
              <w:t>(</w:t>
            </w:r>
            <w:r w:rsidR="004F2334">
              <w:rPr>
                <w:bCs/>
              </w:rPr>
              <w:t>269</w:t>
            </w:r>
            <w:r>
              <w:rPr>
                <w:bCs/>
              </w:rPr>
              <w:t>) 9</w:t>
            </w:r>
            <w:r w:rsidR="004F2334">
              <w:rPr>
                <w:bCs/>
              </w:rPr>
              <w:t>23</w:t>
            </w:r>
            <w:r>
              <w:rPr>
                <w:bCs/>
              </w:rPr>
              <w:t>-</w:t>
            </w:r>
            <w:r w:rsidR="004F2334">
              <w:rPr>
                <w:bCs/>
              </w:rPr>
              <w:t>9993</w:t>
            </w:r>
            <w:r>
              <w:rPr>
                <w:bCs/>
              </w:rPr>
              <w:t xml:space="preserve">  </w:t>
            </w:r>
          </w:p>
          <w:p w14:paraId="29601611" w14:textId="77777777" w:rsidR="004F3A81" w:rsidRDefault="004F3A81" w:rsidP="004F3A81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1" w:history="1">
              <w:r w:rsidRPr="00A7483E">
                <w:rPr>
                  <w:rStyle w:val="Hyperlink"/>
                  <w:bCs/>
                  <w:szCs w:val="24"/>
                  <w:lang w:val="fr-FR"/>
                </w:rPr>
                <w:t>gdb@asri.aero</w:t>
              </w:r>
            </w:hyperlink>
          </w:p>
          <w:p w14:paraId="663B59AC" w14:textId="77777777" w:rsidR="004F3A81" w:rsidRDefault="004F3A81" w:rsidP="004F3A81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0DEC10FA" w14:textId="77777777" w:rsidR="004F3A81" w:rsidRPr="006F661E" w:rsidRDefault="004F3A81" w:rsidP="004F3A81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 </w:t>
            </w:r>
            <w:r>
              <w:rPr>
                <w:bCs/>
              </w:rPr>
              <w:t>(</w:t>
            </w:r>
            <w:r>
              <w:t>319) 263-8152</w:t>
            </w:r>
            <w:r>
              <w:rPr>
                <w:bCs/>
              </w:rPr>
              <w:t xml:space="preserve"> </w:t>
            </w:r>
          </w:p>
          <w:p w14:paraId="3453F31B" w14:textId="77777777" w:rsidR="004F3A81" w:rsidRDefault="004F3A81" w:rsidP="004F3A81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2" w:history="1">
              <w:r w:rsidRPr="001341F5">
                <w:rPr>
                  <w:rStyle w:val="Hyperlink"/>
                </w:rPr>
                <w:t>sai.kalyanaraman@collins.com</w:t>
              </w:r>
            </w:hyperlink>
          </w:p>
          <w:p w14:paraId="13A213B3" w14:textId="77777777" w:rsidR="004F3A81" w:rsidRDefault="004F3A81" w:rsidP="004F3A81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4BDA790B" w14:textId="77777777" w:rsidR="004F3A81" w:rsidRPr="006F661E" w:rsidRDefault="004F3A81" w:rsidP="004F3A81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 </w:t>
            </w:r>
            <w:r>
              <w:rPr>
                <w:bCs/>
              </w:rPr>
              <w:t>(</w:t>
            </w:r>
            <w:r>
              <w:t>202) 730-1315</w:t>
            </w:r>
            <w:r>
              <w:rPr>
                <w:bCs/>
              </w:rPr>
              <w:t xml:space="preserve"> </w:t>
            </w:r>
          </w:p>
          <w:p w14:paraId="17626B9F" w14:textId="77777777" w:rsidR="004F3A81" w:rsidRPr="00096C11" w:rsidRDefault="004F3A81" w:rsidP="004F3A81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3" w:history="1">
              <w:r w:rsidRPr="001341F5">
                <w:rPr>
                  <w:rStyle w:val="Hyperlink"/>
                  <w:bCs/>
                </w:rPr>
                <w:t>dladson@hwglaw.com</w:t>
              </w:r>
            </w:hyperlink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327E46F3" w14:textId="01882949" w:rsidR="004F3A81" w:rsidRPr="00F022CE" w:rsidRDefault="004F3A81" w:rsidP="004F3A81">
            <w:pPr>
              <w:ind w:right="144"/>
              <w:rPr>
                <w:bCs/>
              </w:rPr>
            </w:pPr>
          </w:p>
        </w:tc>
      </w:tr>
      <w:tr w:rsidR="002F1F4E" w:rsidRPr="00A02BF0" w14:paraId="3E89DB8E" w14:textId="77777777" w:rsidTr="002F1F4E">
        <w:trPr>
          <w:trHeight w:val="81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F8F989" w14:textId="53C269FC" w:rsidR="002F1F4E" w:rsidRPr="00A02BF0" w:rsidRDefault="002F1F4E" w:rsidP="006B7B8C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EE615D">
              <w:rPr>
                <w:bCs/>
              </w:rPr>
              <w:t>P</w:t>
            </w:r>
            <w:r w:rsidR="002365D5">
              <w:rPr>
                <w:bCs/>
              </w:rPr>
              <w:t xml:space="preserve">roposed </w:t>
            </w:r>
            <w:r w:rsidR="00EE615D">
              <w:rPr>
                <w:bCs/>
              </w:rPr>
              <w:t>updates to the</w:t>
            </w:r>
            <w:r w:rsidR="006479A6">
              <w:rPr>
                <w:bCs/>
              </w:rPr>
              <w:t xml:space="preserve"> report on technical and r</w:t>
            </w:r>
            <w:r>
              <w:rPr>
                <w:bCs/>
              </w:rPr>
              <w:t>egulatory</w:t>
            </w:r>
            <w:r w:rsidR="00EE615D">
              <w:rPr>
                <w:bCs/>
              </w:rPr>
              <w:t xml:space="preserve"> studies</w:t>
            </w:r>
            <w:r>
              <w:rPr>
                <w:bCs/>
              </w:rPr>
              <w:t xml:space="preserve"> for Aeronautical Wideband HF </w:t>
            </w:r>
          </w:p>
        </w:tc>
      </w:tr>
      <w:tr w:rsidR="002F1F4E" w:rsidRPr="00A02BF0" w14:paraId="4C0A8624" w14:textId="77777777" w:rsidTr="005042E8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9B8A7CF" w14:textId="509FCBEA" w:rsidR="002F1F4E" w:rsidRPr="00A02BF0" w:rsidRDefault="002F1F4E" w:rsidP="006B7B8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>
              <w:rPr>
                <w:bCs/>
              </w:rPr>
              <w:t xml:space="preserve">This </w:t>
            </w:r>
            <w:r w:rsidR="009C1789">
              <w:rPr>
                <w:bCs/>
              </w:rPr>
              <w:t>update provides the technical characteristics and proposed framework for compatibility studies for</w:t>
            </w:r>
            <w:r>
              <w:rPr>
                <w:bCs/>
              </w:rPr>
              <w:t xml:space="preserve"> </w:t>
            </w:r>
            <w:r w:rsidR="009C1789">
              <w:rPr>
                <w:bCs/>
              </w:rPr>
              <w:t>W</w:t>
            </w:r>
            <w:r>
              <w:rPr>
                <w:bCs/>
              </w:rPr>
              <w:t>ideband HF</w:t>
            </w:r>
            <w:r w:rsidR="009C1789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</w:tc>
      </w:tr>
      <w:tr w:rsidR="005042E8" w:rsidRPr="00A02BF0" w14:paraId="7B2E45B1" w14:textId="77777777" w:rsidTr="005042E8">
        <w:trPr>
          <w:trHeight w:val="49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53AEFD0A" w14:textId="6EDE18D2" w:rsidR="005042E8" w:rsidRPr="00A02BF0" w:rsidRDefault="00CB2CDF" w:rsidP="006B7B8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/>
              </w:rPr>
            </w:pPr>
            <w:r w:rsidRPr="00111E88">
              <w:rPr>
                <w:b/>
              </w:rPr>
              <w:t>Fact Sheet Preparer:</w:t>
            </w:r>
            <w:r w:rsidRPr="00111E88">
              <w:t xml:space="preserve"> </w:t>
            </w:r>
            <w:r>
              <w:t>Greg Baker</w:t>
            </w:r>
            <w:r w:rsidRPr="00111E88">
              <w:tab/>
            </w:r>
          </w:p>
        </w:tc>
      </w:tr>
    </w:tbl>
    <w:p w14:paraId="34450290" w14:textId="77777777" w:rsidR="002F1F4E" w:rsidRDefault="002F1F4E"/>
    <w:p w14:paraId="0B15F9ED" w14:textId="77777777" w:rsidR="002F1F4E" w:rsidRDefault="002F1F4E"/>
    <w:p w14:paraId="588A2DB4" w14:textId="77777777" w:rsidR="002F1F4E" w:rsidRDefault="002F1F4E"/>
    <w:p w14:paraId="7BCF4E07" w14:textId="77777777" w:rsidR="002F1F4E" w:rsidRDefault="002F1F4E"/>
    <w:p w14:paraId="7D1EF7DB" w14:textId="34EC5A43" w:rsidR="000069D4" w:rsidRPr="00D02592" w:rsidRDefault="000069D4" w:rsidP="00D02592"/>
    <w:sectPr w:rsidR="000069D4" w:rsidRPr="00D02592" w:rsidSect="00D02712"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E8D05" w14:textId="77777777" w:rsidR="000A492F" w:rsidRDefault="000A492F">
      <w:r>
        <w:separator/>
      </w:r>
    </w:p>
  </w:endnote>
  <w:endnote w:type="continuationSeparator" w:id="0">
    <w:p w14:paraId="15932CA9" w14:textId="77777777" w:rsidR="000A492F" w:rsidRDefault="000A4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4C572" w14:textId="77777777" w:rsidR="000A492F" w:rsidRDefault="000A492F">
      <w:r>
        <w:t>____________________</w:t>
      </w:r>
    </w:p>
  </w:footnote>
  <w:footnote w:type="continuationSeparator" w:id="0">
    <w:p w14:paraId="16D935AE" w14:textId="77777777" w:rsidR="000A492F" w:rsidRDefault="000A4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5FE6"/>
    <w:multiLevelType w:val="multilevel"/>
    <w:tmpl w:val="AECA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5911341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D7FBE"/>
    <w:multiLevelType w:val="hybridMultilevel"/>
    <w:tmpl w:val="711A592A"/>
    <w:lvl w:ilvl="0" w:tplc="E2B03A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0536E9"/>
    <w:multiLevelType w:val="multilevel"/>
    <w:tmpl w:val="695E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93108FE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D04E4"/>
    <w:multiLevelType w:val="hybridMultilevel"/>
    <w:tmpl w:val="77FA5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262718A"/>
    <w:multiLevelType w:val="hybridMultilevel"/>
    <w:tmpl w:val="1E84F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CBA365F"/>
    <w:multiLevelType w:val="hybridMultilevel"/>
    <w:tmpl w:val="12327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90B25F3"/>
    <w:multiLevelType w:val="hybridMultilevel"/>
    <w:tmpl w:val="0E342B1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B0952"/>
    <w:multiLevelType w:val="hybridMultilevel"/>
    <w:tmpl w:val="AAE23924"/>
    <w:lvl w:ilvl="0" w:tplc="E2B0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67675"/>
    <w:multiLevelType w:val="hybridMultilevel"/>
    <w:tmpl w:val="00DEAF7C"/>
    <w:lvl w:ilvl="0" w:tplc="DC869CB2">
      <w:start w:val="2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7"/>
  </w:num>
  <w:num w:numId="6">
    <w:abstractNumId w:val="10"/>
  </w:num>
  <w:num w:numId="7">
    <w:abstractNumId w:val="12"/>
  </w:num>
  <w:num w:numId="8">
    <w:abstractNumId w:val="2"/>
  </w:num>
  <w:num w:numId="9">
    <w:abstractNumId w:val="18"/>
  </w:num>
  <w:num w:numId="10">
    <w:abstractNumId w:val="13"/>
  </w:num>
  <w:num w:numId="11">
    <w:abstractNumId w:val="21"/>
  </w:num>
  <w:num w:numId="12">
    <w:abstractNumId w:val="26"/>
  </w:num>
  <w:num w:numId="13">
    <w:abstractNumId w:val="30"/>
  </w:num>
  <w:num w:numId="14">
    <w:abstractNumId w:val="16"/>
  </w:num>
  <w:num w:numId="15">
    <w:abstractNumId w:val="24"/>
  </w:num>
  <w:num w:numId="16">
    <w:abstractNumId w:val="23"/>
  </w:num>
  <w:num w:numId="17">
    <w:abstractNumId w:val="22"/>
  </w:num>
  <w:num w:numId="18">
    <w:abstractNumId w:val="27"/>
  </w:num>
  <w:num w:numId="19">
    <w:abstractNumId w:val="29"/>
  </w:num>
  <w:num w:numId="20">
    <w:abstractNumId w:val="1"/>
  </w:num>
  <w:num w:numId="21">
    <w:abstractNumId w:val="5"/>
  </w:num>
  <w:num w:numId="22">
    <w:abstractNumId w:val="9"/>
  </w:num>
  <w:num w:numId="23">
    <w:abstractNumId w:val="25"/>
  </w:num>
  <w:num w:numId="24">
    <w:abstractNumId w:val="4"/>
  </w:num>
  <w:num w:numId="25">
    <w:abstractNumId w:val="3"/>
  </w:num>
  <w:num w:numId="26">
    <w:abstractNumId w:val="17"/>
  </w:num>
  <w:num w:numId="27">
    <w:abstractNumId w:val="20"/>
  </w:num>
  <w:num w:numId="28">
    <w:abstractNumId w:val="6"/>
  </w:num>
  <w:num w:numId="29">
    <w:abstractNumId w:val="11"/>
  </w:num>
  <w:num w:numId="30">
    <w:abstractNumId w:val="15"/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E64"/>
    <w:rsid w:val="00001AFE"/>
    <w:rsid w:val="000069D4"/>
    <w:rsid w:val="000174AD"/>
    <w:rsid w:val="000415DC"/>
    <w:rsid w:val="00047A1D"/>
    <w:rsid w:val="000604B9"/>
    <w:rsid w:val="000A492F"/>
    <w:rsid w:val="000A511A"/>
    <w:rsid w:val="000A7D55"/>
    <w:rsid w:val="000C12C8"/>
    <w:rsid w:val="000C2E8E"/>
    <w:rsid w:val="000C6E2A"/>
    <w:rsid w:val="000D3515"/>
    <w:rsid w:val="000E0E7C"/>
    <w:rsid w:val="000F1B4B"/>
    <w:rsid w:val="0012744F"/>
    <w:rsid w:val="00131178"/>
    <w:rsid w:val="00156F66"/>
    <w:rsid w:val="00163271"/>
    <w:rsid w:val="0017364E"/>
    <w:rsid w:val="00182528"/>
    <w:rsid w:val="0018500B"/>
    <w:rsid w:val="00196A19"/>
    <w:rsid w:val="001D7298"/>
    <w:rsid w:val="001E58D5"/>
    <w:rsid w:val="001F6D54"/>
    <w:rsid w:val="00202DC1"/>
    <w:rsid w:val="002116EE"/>
    <w:rsid w:val="00211C39"/>
    <w:rsid w:val="002309D8"/>
    <w:rsid w:val="002365D5"/>
    <w:rsid w:val="00236FB0"/>
    <w:rsid w:val="00240195"/>
    <w:rsid w:val="00266E64"/>
    <w:rsid w:val="00271C49"/>
    <w:rsid w:val="002721F8"/>
    <w:rsid w:val="00281361"/>
    <w:rsid w:val="00292A9A"/>
    <w:rsid w:val="002A7FE2"/>
    <w:rsid w:val="002C6CC1"/>
    <w:rsid w:val="002E1B4F"/>
    <w:rsid w:val="002F0D5E"/>
    <w:rsid w:val="002F1F4E"/>
    <w:rsid w:val="002F2E67"/>
    <w:rsid w:val="002F7CB3"/>
    <w:rsid w:val="0030571E"/>
    <w:rsid w:val="003079B2"/>
    <w:rsid w:val="00313C29"/>
    <w:rsid w:val="00315546"/>
    <w:rsid w:val="0032078F"/>
    <w:rsid w:val="00330567"/>
    <w:rsid w:val="003414BF"/>
    <w:rsid w:val="00386A9D"/>
    <w:rsid w:val="00390958"/>
    <w:rsid w:val="00391081"/>
    <w:rsid w:val="00396A8C"/>
    <w:rsid w:val="003B1529"/>
    <w:rsid w:val="003B2789"/>
    <w:rsid w:val="003C13CE"/>
    <w:rsid w:val="003C697E"/>
    <w:rsid w:val="003E2518"/>
    <w:rsid w:val="003E7CEF"/>
    <w:rsid w:val="004617E6"/>
    <w:rsid w:val="00487865"/>
    <w:rsid w:val="00494CE5"/>
    <w:rsid w:val="004B1EF7"/>
    <w:rsid w:val="004B3FAD"/>
    <w:rsid w:val="004B778A"/>
    <w:rsid w:val="004C5749"/>
    <w:rsid w:val="004F2334"/>
    <w:rsid w:val="004F3A81"/>
    <w:rsid w:val="00501DCA"/>
    <w:rsid w:val="005042E8"/>
    <w:rsid w:val="00513A47"/>
    <w:rsid w:val="00534AF1"/>
    <w:rsid w:val="005408DF"/>
    <w:rsid w:val="0055579B"/>
    <w:rsid w:val="00573344"/>
    <w:rsid w:val="00583F9B"/>
    <w:rsid w:val="005B0D29"/>
    <w:rsid w:val="005D53DE"/>
    <w:rsid w:val="005E5A3C"/>
    <w:rsid w:val="005E5C10"/>
    <w:rsid w:val="005F2C78"/>
    <w:rsid w:val="006144E4"/>
    <w:rsid w:val="006479A6"/>
    <w:rsid w:val="00650148"/>
    <w:rsid w:val="00650299"/>
    <w:rsid w:val="00655FC5"/>
    <w:rsid w:val="0069698D"/>
    <w:rsid w:val="006F365D"/>
    <w:rsid w:val="00702B6B"/>
    <w:rsid w:val="00715955"/>
    <w:rsid w:val="0073360B"/>
    <w:rsid w:val="0073430E"/>
    <w:rsid w:val="007B7D01"/>
    <w:rsid w:val="007D6A32"/>
    <w:rsid w:val="00813A6F"/>
    <w:rsid w:val="00814E0A"/>
    <w:rsid w:val="00822581"/>
    <w:rsid w:val="008309DD"/>
    <w:rsid w:val="0083227A"/>
    <w:rsid w:val="00852908"/>
    <w:rsid w:val="00866900"/>
    <w:rsid w:val="00876A8A"/>
    <w:rsid w:val="00881BA1"/>
    <w:rsid w:val="00895226"/>
    <w:rsid w:val="008C2302"/>
    <w:rsid w:val="008C26B8"/>
    <w:rsid w:val="008E1808"/>
    <w:rsid w:val="008F208F"/>
    <w:rsid w:val="0090603B"/>
    <w:rsid w:val="00933D85"/>
    <w:rsid w:val="00980A6B"/>
    <w:rsid w:val="00982084"/>
    <w:rsid w:val="00995963"/>
    <w:rsid w:val="009A2DBC"/>
    <w:rsid w:val="009B116A"/>
    <w:rsid w:val="009B432B"/>
    <w:rsid w:val="009B61EB"/>
    <w:rsid w:val="009C1789"/>
    <w:rsid w:val="009C2064"/>
    <w:rsid w:val="009D1697"/>
    <w:rsid w:val="009F3A46"/>
    <w:rsid w:val="009F6520"/>
    <w:rsid w:val="00A014F8"/>
    <w:rsid w:val="00A37765"/>
    <w:rsid w:val="00A37E62"/>
    <w:rsid w:val="00A5173C"/>
    <w:rsid w:val="00A55683"/>
    <w:rsid w:val="00A61AEF"/>
    <w:rsid w:val="00A73134"/>
    <w:rsid w:val="00A86D12"/>
    <w:rsid w:val="00A959E9"/>
    <w:rsid w:val="00AD2345"/>
    <w:rsid w:val="00AF173A"/>
    <w:rsid w:val="00B00FB7"/>
    <w:rsid w:val="00B066A4"/>
    <w:rsid w:val="00B07A13"/>
    <w:rsid w:val="00B4279B"/>
    <w:rsid w:val="00B45FC9"/>
    <w:rsid w:val="00B76F35"/>
    <w:rsid w:val="00B81138"/>
    <w:rsid w:val="00BC7CCF"/>
    <w:rsid w:val="00BE470B"/>
    <w:rsid w:val="00BF0B55"/>
    <w:rsid w:val="00C52428"/>
    <w:rsid w:val="00C569A1"/>
    <w:rsid w:val="00C57A91"/>
    <w:rsid w:val="00C659BD"/>
    <w:rsid w:val="00CB2CDF"/>
    <w:rsid w:val="00CC01C2"/>
    <w:rsid w:val="00CF21F2"/>
    <w:rsid w:val="00D01CC5"/>
    <w:rsid w:val="00D02592"/>
    <w:rsid w:val="00D02712"/>
    <w:rsid w:val="00D046A7"/>
    <w:rsid w:val="00D15DF2"/>
    <w:rsid w:val="00D214D0"/>
    <w:rsid w:val="00D451F4"/>
    <w:rsid w:val="00D506D1"/>
    <w:rsid w:val="00D6546B"/>
    <w:rsid w:val="00D74AC4"/>
    <w:rsid w:val="00D8282C"/>
    <w:rsid w:val="00D86F8C"/>
    <w:rsid w:val="00DB178B"/>
    <w:rsid w:val="00DC17D3"/>
    <w:rsid w:val="00DC7DB1"/>
    <w:rsid w:val="00DD4491"/>
    <w:rsid w:val="00DD4BED"/>
    <w:rsid w:val="00DE39F0"/>
    <w:rsid w:val="00DF0AF3"/>
    <w:rsid w:val="00DF7E9F"/>
    <w:rsid w:val="00E27754"/>
    <w:rsid w:val="00E27D7E"/>
    <w:rsid w:val="00E42E13"/>
    <w:rsid w:val="00E56D5C"/>
    <w:rsid w:val="00E6257C"/>
    <w:rsid w:val="00E63C59"/>
    <w:rsid w:val="00EE38F5"/>
    <w:rsid w:val="00EE615D"/>
    <w:rsid w:val="00EF19DD"/>
    <w:rsid w:val="00F25662"/>
    <w:rsid w:val="00F66D2C"/>
    <w:rsid w:val="00F71313"/>
    <w:rsid w:val="00F904D4"/>
    <w:rsid w:val="00FA124A"/>
    <w:rsid w:val="00FB3094"/>
    <w:rsid w:val="00FB5D5A"/>
    <w:rsid w:val="00FC02FD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DABE38"/>
  <w15:docId w15:val="{4819C622-2683-44BB-823C-B7EBBF43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uiPriority w:val="99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uiPriority w:val="99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rsid w:val="00E63C59"/>
  </w:style>
  <w:style w:type="paragraph" w:styleId="Index2">
    <w:name w:val="index 2"/>
    <w:basedOn w:val="Normal"/>
    <w:next w:val="Normal"/>
    <w:rsid w:val="00E63C59"/>
    <w:pPr>
      <w:ind w:left="283"/>
    </w:pPr>
  </w:style>
  <w:style w:type="paragraph" w:styleId="Index3">
    <w:name w:val="index 3"/>
    <w:basedOn w:val="Normal"/>
    <w:next w:val="Normal"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aliases w:val="fig"/>
    <w:basedOn w:val="Normal"/>
    <w:next w:val="Normal"/>
    <w:uiPriority w:val="99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uiPriority w:val="99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uiPriority w:val="99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uiPriority w:val="99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link w:val="Footer"/>
    <w:uiPriority w:val="99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ho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odyTextIndent">
    <w:name w:val="Body Text Indent"/>
    <w:basedOn w:val="Normal"/>
    <w:link w:val="BodyTextIndentChar"/>
    <w:rsid w:val="009B432B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9B432B"/>
    <w:rPr>
      <w:rFonts w:ascii="Times New Roman" w:eastAsia="Batang" w:hAnsi="Times New Roman"/>
      <w:sz w:val="24"/>
      <w:lang w:eastAsia="en-US"/>
    </w:rPr>
  </w:style>
  <w:style w:type="paragraph" w:customStyle="1" w:styleId="TabletitleBR">
    <w:name w:val="Table_title_BR"/>
    <w:basedOn w:val="Normal"/>
    <w:next w:val="Normal"/>
    <w:qFormat/>
    <w:rsid w:val="009B432B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9B432B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ocked/>
    <w:rsid w:val="009B432B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9B432B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link w:val="Tabletext"/>
    <w:locked/>
    <w:rsid w:val="009B432B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9B432B"/>
    <w:rPr>
      <w:rFonts w:ascii="Times New Roman Bold" w:hAnsi="Times New Roman Bold" w:cs="Times New Roman Bold"/>
      <w:b/>
      <w:lang w:val="en-GB" w:eastAsia="en-US"/>
    </w:rPr>
  </w:style>
  <w:style w:type="character" w:customStyle="1" w:styleId="HeadingbChar">
    <w:name w:val="Heading_b Char"/>
    <w:link w:val="Headingb"/>
    <w:locked/>
    <w:rsid w:val="009B432B"/>
    <w:rPr>
      <w:rFonts w:ascii="Times New Roman Bold" w:hAnsi="Times New Roman Bold" w:cs="Times New Roman Bold"/>
      <w:b/>
      <w:sz w:val="24"/>
      <w:lang w:val="fr-CH" w:eastAsia="en-US"/>
    </w:rPr>
  </w:style>
  <w:style w:type="character" w:styleId="Hyperlink">
    <w:name w:val="Hyperlink"/>
    <w:rsid w:val="009B432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9B432B"/>
    <w:rPr>
      <w:sz w:val="20"/>
    </w:rPr>
  </w:style>
  <w:style w:type="character" w:customStyle="1" w:styleId="BalloonTextChar">
    <w:name w:val="Balloon Text Char"/>
    <w:basedOn w:val="DefaultParagraphFont"/>
    <w:link w:val="BalloonText"/>
    <w:rsid w:val="009B432B"/>
    <w:rPr>
      <w:rFonts w:ascii="Times New Roman" w:hAnsi="Times New Roman"/>
      <w:lang w:val="en-GB" w:eastAsia="en-US"/>
    </w:rPr>
  </w:style>
  <w:style w:type="paragraph" w:styleId="NoSpacing">
    <w:name w:val="No Spacing"/>
    <w:uiPriority w:val="99"/>
    <w:qFormat/>
    <w:rsid w:val="009B432B"/>
    <w:pPr>
      <w:jc w:val="center"/>
    </w:pPr>
    <w:rPr>
      <w:rFonts w:ascii="Times New Roman" w:hAnsi="Times New Roman"/>
      <w:lang w:eastAsia="en-US"/>
    </w:rPr>
  </w:style>
  <w:style w:type="character" w:customStyle="1" w:styleId="TableNoChar">
    <w:name w:val="Table_No Char"/>
    <w:link w:val="TableNo"/>
    <w:locked/>
    <w:rsid w:val="009B432B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link w:val="Tabletitle"/>
    <w:locked/>
    <w:rsid w:val="009B432B"/>
    <w:rPr>
      <w:rFonts w:ascii="Times New Roman Bold" w:hAnsi="Times New Roman Bold"/>
      <w:b/>
      <w:lang w:val="en-GB" w:eastAsia="en-US"/>
    </w:rPr>
  </w:style>
  <w:style w:type="character" w:customStyle="1" w:styleId="Tabletitle0">
    <w:name w:val="Table_title Знак"/>
    <w:uiPriority w:val="99"/>
    <w:locked/>
    <w:rsid w:val="009B432B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9B432B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link w:val="FigureNo"/>
    <w:uiPriority w:val="99"/>
    <w:locked/>
    <w:rsid w:val="009B432B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next w:val="Normal"/>
    <w:rsid w:val="009B432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9B432B"/>
    <w:pPr>
      <w:ind w:left="720"/>
      <w:contextualSpacing/>
    </w:pPr>
  </w:style>
  <w:style w:type="character" w:styleId="FollowedHyperlink">
    <w:name w:val="FollowedHyperlink"/>
    <w:uiPriority w:val="99"/>
    <w:rsid w:val="009B432B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9B432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9B432B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9B432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ascii="Times New Roman" w:eastAsia="????" w:hAnsi="Times New Roman"/>
      <w:b/>
      <w:bCs/>
      <w:sz w:val="22"/>
      <w:szCs w:val="22"/>
      <w:lang w:val="en-GB" w:eastAsia="en-US"/>
    </w:rPr>
  </w:style>
  <w:style w:type="paragraph" w:customStyle="1" w:styleId="ECCParagraph">
    <w:name w:val="ECC Paragraph"/>
    <w:basedOn w:val="Normal"/>
    <w:uiPriority w:val="99"/>
    <w:rsid w:val="009B432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9B432B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9B432B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9B432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9B432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9B432B"/>
    <w:rPr>
      <w:rFonts w:ascii="Arial" w:hAnsi="Arial"/>
      <w:b/>
      <w:sz w:val="22"/>
      <w:lang w:val="nb-NO" w:eastAsia="ja-JP"/>
    </w:rPr>
  </w:style>
  <w:style w:type="paragraph" w:customStyle="1" w:styleId="Default">
    <w:name w:val="Default"/>
    <w:rsid w:val="009B4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B432B"/>
    <w:rPr>
      <w:color w:val="808080"/>
    </w:rPr>
  </w:style>
  <w:style w:type="paragraph" w:styleId="NormalWeb">
    <w:name w:val="Normal (Web)"/>
    <w:basedOn w:val="Normal"/>
    <w:uiPriority w:val="99"/>
    <w:unhideWhenUsed/>
    <w:rsid w:val="009B432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HAnsi" w:hAnsi="Calibri" w:cs="Calibri"/>
      <w:sz w:val="22"/>
      <w:szCs w:val="22"/>
      <w:lang w:val="en-US"/>
    </w:rPr>
  </w:style>
  <w:style w:type="paragraph" w:styleId="Revision">
    <w:name w:val="Revision"/>
    <w:hidden/>
    <w:uiPriority w:val="99"/>
    <w:semiHidden/>
    <w:rsid w:val="009B432B"/>
    <w:rPr>
      <w:rFonts w:ascii="Times New Roman" w:hAnsi="Times New Roman"/>
      <w:sz w:val="24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9B432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B432B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B432B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B43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B432B"/>
    <w:rPr>
      <w:rFonts w:ascii="Times New Roman" w:hAnsi="Times New Roman"/>
      <w:b/>
      <w:bCs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432B"/>
    <w:rPr>
      <w:color w:val="808080"/>
      <w:shd w:val="clear" w:color="auto" w:fill="E6E6E6"/>
    </w:rPr>
  </w:style>
  <w:style w:type="numbering" w:customStyle="1" w:styleId="NoList1">
    <w:name w:val="No List1"/>
    <w:next w:val="NoList"/>
    <w:uiPriority w:val="99"/>
    <w:semiHidden/>
    <w:unhideWhenUsed/>
    <w:rsid w:val="009B432B"/>
  </w:style>
  <w:style w:type="table" w:customStyle="1" w:styleId="TableGrid1">
    <w:name w:val="Table Grid1"/>
    <w:basedOn w:val="TableNormal"/>
    <w:next w:val="TableGrid"/>
    <w:rsid w:val="009B432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Web1">
    <w:name w:val="Normal (Web)1"/>
    <w:basedOn w:val="Normal"/>
    <w:next w:val="NormalWeb"/>
    <w:uiPriority w:val="99"/>
    <w:unhideWhenUsed/>
    <w:rsid w:val="009B432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B432B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B4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8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ladson@hwglaw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i.kalyanaraman@collins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db@asri.aero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traz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818DAB4E85C942AB340AE3BA1642C5" ma:contentTypeVersion="13" ma:contentTypeDescription="Create a new document." ma:contentTypeScope="" ma:versionID="e1029dcef66afb5f06edbc3672a180af">
  <xsd:schema xmlns:xsd="http://www.w3.org/2001/XMLSchema" xmlns:xs="http://www.w3.org/2001/XMLSchema" xmlns:p="http://schemas.microsoft.com/office/2006/metadata/properties" xmlns:ns3="e88c0a4d-a572-4ba4-809d-8bce21cd4cd9" xmlns:ns4="061f0f43-8103-49fe-bcfa-5299451d2703" targetNamespace="http://schemas.microsoft.com/office/2006/metadata/properties" ma:root="true" ma:fieldsID="8891860dc3a9dcc9bcdae28fb05e5ca1" ns3:_="" ns4:_="">
    <xsd:import namespace="e88c0a4d-a572-4ba4-809d-8bce21cd4cd9"/>
    <xsd:import namespace="061f0f43-8103-49fe-bcfa-5299451d2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c0a4d-a572-4ba4-809d-8bce21cd4c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f0f43-8103-49fe-bcfa-5299451d27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BF30B-2A0C-4FE9-A6EA-F4D44A044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8c0a4d-a572-4ba4-809d-8bce21cd4cd9"/>
    <ds:schemaRef ds:uri="061f0f43-8103-49fe-bcfa-5299451d2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6EAB07-5400-4391-8B38-F2F95AF85F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D74AA9-4419-4C70-8043-15E8DF249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65438-2567-4B7F-A58E-CE680B12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Baker</dc:creator>
  <cp:lastModifiedBy>USA</cp:lastModifiedBy>
  <cp:revision>6</cp:revision>
  <cp:lastPrinted>2008-02-21T14:04:00Z</cp:lastPrinted>
  <dcterms:created xsi:type="dcterms:W3CDTF">2020-09-14T14:11:00Z</dcterms:created>
  <dcterms:modified xsi:type="dcterms:W3CDTF">2020-09-15T17:26:00Z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0x010100B9818DAB4E85C942AB340AE3BA1642C5</vt:lpwstr>
  </property>
</Properties>
</file>