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5B7FFB" w:rsidRPr="002C2391" w14:paraId="13458F94" w14:textId="77777777" w:rsidTr="00E0505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46859589" w14:textId="77777777" w:rsidR="005B7FFB" w:rsidRPr="00460024" w:rsidRDefault="005B7FFB" w:rsidP="00E0505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DC680BD" w14:textId="77777777" w:rsidR="005B7FFB" w:rsidRPr="002C2391" w:rsidRDefault="005B7FFB" w:rsidP="00E05055">
            <w:pPr>
              <w:pStyle w:val="TabletitleBR"/>
              <w:rPr>
                <w:rFonts w:ascii="Arial" w:hAnsi="Arial" w:cs="Arial"/>
                <w:spacing w:val="-3"/>
                <w:sz w:val="22"/>
                <w:szCs w:val="22"/>
              </w:rPr>
            </w:pPr>
            <w:r w:rsidRPr="002C2391">
              <w:rPr>
                <w:rFonts w:ascii="Arial" w:hAnsi="Arial" w:cs="Arial"/>
                <w:spacing w:val="-3"/>
                <w:sz w:val="22"/>
                <w:szCs w:val="22"/>
              </w:rPr>
              <w:t>Fact Sheet</w:t>
            </w:r>
          </w:p>
        </w:tc>
      </w:tr>
      <w:tr w:rsidR="005B7FFB" w14:paraId="59BCABE8" w14:textId="77777777" w:rsidTr="00E05055">
        <w:trPr>
          <w:jc w:val="center"/>
        </w:trPr>
        <w:tc>
          <w:tcPr>
            <w:tcW w:w="4370" w:type="dxa"/>
            <w:tcBorders>
              <w:top w:val="single" w:sz="6" w:space="0" w:color="auto"/>
              <w:left w:val="double" w:sz="6" w:space="0" w:color="auto"/>
            </w:tcBorders>
          </w:tcPr>
          <w:p w14:paraId="6EA1EE17" w14:textId="77777777" w:rsidR="005B7FFB" w:rsidRDefault="005B7FFB" w:rsidP="00E0505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5537D394" w14:textId="3FB5BD95" w:rsidR="005B7FFB" w:rsidRDefault="005B7FFB" w:rsidP="00E05055">
            <w:pPr>
              <w:spacing w:after="120"/>
              <w:ind w:left="144" w:right="144"/>
              <w:rPr>
                <w:rFonts w:ascii="Arial" w:hAnsi="Arial"/>
              </w:rPr>
            </w:pPr>
            <w:r>
              <w:rPr>
                <w:rFonts w:ascii="Arial" w:hAnsi="Arial"/>
                <w:b/>
              </w:rPr>
              <w:t>Document No:</w:t>
            </w:r>
            <w:r>
              <w:rPr>
                <w:rFonts w:ascii="Arial" w:hAnsi="Arial"/>
              </w:rPr>
              <w:t xml:space="preserve">  USWP5B30-01-NC</w:t>
            </w:r>
          </w:p>
        </w:tc>
      </w:tr>
      <w:tr w:rsidR="005B7FFB" w14:paraId="364B7554" w14:textId="77777777" w:rsidTr="00E05055">
        <w:trPr>
          <w:jc w:val="center"/>
        </w:trPr>
        <w:tc>
          <w:tcPr>
            <w:tcW w:w="4370" w:type="dxa"/>
            <w:tcBorders>
              <w:left w:val="double" w:sz="6" w:space="0" w:color="auto"/>
            </w:tcBorders>
          </w:tcPr>
          <w:p w14:paraId="361BC6A3" w14:textId="77777777" w:rsidR="005B7FFB" w:rsidRDefault="005B7FFB" w:rsidP="00E05055">
            <w:pPr>
              <w:spacing w:before="0"/>
              <w:ind w:left="144" w:right="144"/>
              <w:rPr>
                <w:rFonts w:ascii="Arial" w:hAnsi="Arial"/>
              </w:rPr>
            </w:pPr>
            <w:r>
              <w:rPr>
                <w:rFonts w:ascii="Arial" w:hAnsi="Arial"/>
                <w:b/>
              </w:rPr>
              <w:t>Ref:</w:t>
            </w:r>
            <w:r>
              <w:rPr>
                <w:rFonts w:ascii="Arial" w:hAnsi="Arial"/>
              </w:rPr>
              <w:t xml:space="preserve">  5B/649 Annex 23 on AI 1.6</w:t>
            </w:r>
          </w:p>
        </w:tc>
        <w:tc>
          <w:tcPr>
            <w:tcW w:w="5008" w:type="dxa"/>
            <w:gridSpan w:val="2"/>
            <w:tcBorders>
              <w:right w:val="double" w:sz="6" w:space="0" w:color="auto"/>
            </w:tcBorders>
          </w:tcPr>
          <w:p w14:paraId="62A02F82" w14:textId="04AE84F5" w:rsidR="005B7FFB" w:rsidRDefault="005B7FFB" w:rsidP="00E05055">
            <w:pPr>
              <w:tabs>
                <w:tab w:val="left" w:pos="162"/>
              </w:tabs>
              <w:spacing w:before="0"/>
              <w:ind w:left="612" w:right="144" w:hanging="468"/>
              <w:rPr>
                <w:rFonts w:ascii="Arial" w:hAnsi="Arial"/>
              </w:rPr>
            </w:pPr>
            <w:r>
              <w:rPr>
                <w:rFonts w:ascii="Arial" w:hAnsi="Arial"/>
                <w:b/>
              </w:rPr>
              <w:t>Date:</w:t>
            </w:r>
            <w:r>
              <w:rPr>
                <w:rFonts w:ascii="Arial" w:hAnsi="Arial"/>
              </w:rPr>
              <w:t xml:space="preserve">  October 6, 2022</w:t>
            </w:r>
          </w:p>
        </w:tc>
      </w:tr>
      <w:tr w:rsidR="005B7FFB" w:rsidRPr="007349A7" w14:paraId="5B3C05DE" w14:textId="77777777" w:rsidTr="00E05055">
        <w:trPr>
          <w:jc w:val="center"/>
        </w:trPr>
        <w:tc>
          <w:tcPr>
            <w:tcW w:w="9378" w:type="dxa"/>
            <w:gridSpan w:val="3"/>
            <w:tcBorders>
              <w:left w:val="double" w:sz="6" w:space="0" w:color="auto"/>
              <w:right w:val="double" w:sz="6" w:space="0" w:color="auto"/>
            </w:tcBorders>
          </w:tcPr>
          <w:p w14:paraId="07E0EEF6" w14:textId="77777777" w:rsidR="005B7FFB" w:rsidRPr="007349A7" w:rsidRDefault="005B7FFB" w:rsidP="00E05055">
            <w:pPr>
              <w:pStyle w:val="BodyTextIndent"/>
              <w:ind w:left="187"/>
              <w:jc w:val="left"/>
            </w:pPr>
            <w:r>
              <w:rPr>
                <w:rFonts w:ascii="Arial" w:hAnsi="Arial" w:cs="Arial"/>
                <w:b/>
                <w:bCs/>
              </w:rPr>
              <w:t>Document Title:</w:t>
            </w:r>
            <w:r>
              <w:rPr>
                <w:rFonts w:ascii="Arial" w:hAnsi="Arial" w:cs="Arial"/>
                <w:bCs/>
              </w:rPr>
              <w:t xml:space="preserve">  Working document on WRC-23 AI 1.6 [SUBORBITAL VEHICLES STUDIES], “</w:t>
            </w:r>
            <w:bookmarkStart w:id="0" w:name="_Hlk30064260"/>
            <w:r>
              <w:rPr>
                <w:rFonts w:ascii="Arial" w:hAnsi="Arial" w:cs="Arial"/>
                <w:bCs/>
              </w:rPr>
              <w:t xml:space="preserve">Regulatory, operational, and technical studies of radiocommunications for </w:t>
            </w:r>
            <w:bookmarkEnd w:id="0"/>
            <w:r>
              <w:rPr>
                <w:rFonts w:ascii="Arial" w:hAnsi="Arial" w:cs="Arial"/>
                <w:bCs/>
              </w:rPr>
              <w:t>suborbital vehicles.”</w:t>
            </w:r>
          </w:p>
        </w:tc>
      </w:tr>
      <w:tr w:rsidR="005B7FFB" w:rsidRPr="000B3AC1" w14:paraId="67DCF73B" w14:textId="77777777" w:rsidTr="00E05055">
        <w:trPr>
          <w:jc w:val="center"/>
        </w:trPr>
        <w:tc>
          <w:tcPr>
            <w:tcW w:w="4428" w:type="dxa"/>
            <w:gridSpan w:val="2"/>
            <w:tcBorders>
              <w:left w:val="double" w:sz="6" w:space="0" w:color="auto"/>
            </w:tcBorders>
          </w:tcPr>
          <w:p w14:paraId="28B9FFD3" w14:textId="77777777" w:rsidR="005B7FFB" w:rsidRDefault="005B7FFB" w:rsidP="00E05055">
            <w:pPr>
              <w:ind w:left="144" w:right="144"/>
              <w:rPr>
                <w:rFonts w:ascii="Arial" w:hAnsi="Arial"/>
                <w:b/>
              </w:rPr>
            </w:pPr>
            <w:r>
              <w:rPr>
                <w:rFonts w:ascii="Arial" w:hAnsi="Arial"/>
                <w:b/>
              </w:rPr>
              <w:t>Author(s)/Contributors(s):</w:t>
            </w:r>
          </w:p>
          <w:p w14:paraId="029803E5" w14:textId="77777777" w:rsidR="005B7FFB" w:rsidRDefault="005B7FFB" w:rsidP="00E0505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CDA0B2F" w14:textId="77777777" w:rsidR="005B7FFB" w:rsidRDefault="005B7FFB" w:rsidP="00E05055">
            <w:pPr>
              <w:spacing w:before="0"/>
              <w:ind w:left="144" w:right="144"/>
              <w:rPr>
                <w:rFonts w:ascii="Arial" w:hAnsi="Arial"/>
                <w:bCs/>
                <w:iCs/>
              </w:rPr>
            </w:pPr>
            <w:r>
              <w:rPr>
                <w:rFonts w:ascii="Arial" w:hAnsi="Arial"/>
                <w:bCs/>
                <w:iCs/>
              </w:rPr>
              <w:t>FAA Spectrum Engineering Services</w:t>
            </w:r>
          </w:p>
          <w:p w14:paraId="73EBDD3E" w14:textId="77777777" w:rsidR="005B7FFB" w:rsidRDefault="005B7FFB" w:rsidP="00E05055">
            <w:pPr>
              <w:spacing w:before="0"/>
              <w:ind w:right="144"/>
              <w:rPr>
                <w:rFonts w:ascii="Arial" w:hAnsi="Arial"/>
                <w:bCs/>
                <w:iCs/>
              </w:rPr>
            </w:pPr>
          </w:p>
          <w:p w14:paraId="3A939C31" w14:textId="77777777" w:rsidR="005B7FFB" w:rsidRDefault="005B7FFB" w:rsidP="00E05055">
            <w:pPr>
              <w:spacing w:before="0"/>
              <w:ind w:left="144" w:right="144"/>
              <w:rPr>
                <w:rFonts w:ascii="Arial" w:hAnsi="Arial"/>
                <w:bCs/>
                <w:iCs/>
              </w:rPr>
            </w:pPr>
            <w:r>
              <w:rPr>
                <w:rFonts w:ascii="Arial" w:hAnsi="Arial"/>
                <w:bCs/>
                <w:iCs/>
              </w:rPr>
              <w:t>Michael Tran</w:t>
            </w:r>
          </w:p>
          <w:p w14:paraId="4BDBE9A1" w14:textId="77777777" w:rsidR="005B7FFB" w:rsidRDefault="005B7FFB" w:rsidP="00E05055">
            <w:pPr>
              <w:spacing w:before="0"/>
              <w:ind w:left="144" w:right="144"/>
              <w:rPr>
                <w:rFonts w:ascii="Arial" w:hAnsi="Arial"/>
                <w:bCs/>
                <w:iCs/>
              </w:rPr>
            </w:pPr>
            <w:r>
              <w:rPr>
                <w:rFonts w:ascii="Arial" w:hAnsi="Arial"/>
                <w:bCs/>
                <w:iCs/>
              </w:rPr>
              <w:t>MITRE</w:t>
            </w:r>
          </w:p>
          <w:p w14:paraId="4E9E998F" w14:textId="77777777" w:rsidR="005B7FFB" w:rsidRDefault="005B7FFB" w:rsidP="00E05055">
            <w:pPr>
              <w:spacing w:before="0"/>
              <w:ind w:right="144"/>
              <w:rPr>
                <w:rFonts w:ascii="Arial" w:hAnsi="Arial"/>
                <w:bCs/>
                <w:iCs/>
                <w:lang w:val="it-IT"/>
              </w:rPr>
            </w:pPr>
          </w:p>
          <w:p w14:paraId="3575D526" w14:textId="77777777" w:rsidR="005B7FFB" w:rsidRDefault="005B7FFB" w:rsidP="00E05055">
            <w:pPr>
              <w:spacing w:before="0"/>
              <w:ind w:left="144" w:right="144"/>
              <w:rPr>
                <w:rFonts w:ascii="Arial" w:hAnsi="Arial"/>
                <w:bCs/>
                <w:iCs/>
              </w:rPr>
            </w:pPr>
            <w:r>
              <w:rPr>
                <w:rFonts w:ascii="Arial" w:hAnsi="Arial"/>
                <w:bCs/>
                <w:iCs/>
              </w:rPr>
              <w:t>Nader Damavandi</w:t>
            </w:r>
          </w:p>
          <w:p w14:paraId="047ED040" w14:textId="77777777" w:rsidR="005B7FFB" w:rsidRDefault="005B7FFB" w:rsidP="00E05055">
            <w:pPr>
              <w:spacing w:before="0"/>
              <w:ind w:left="144" w:right="144"/>
              <w:rPr>
                <w:rFonts w:ascii="Arial" w:hAnsi="Arial"/>
                <w:bCs/>
                <w:iCs/>
              </w:rPr>
            </w:pPr>
            <w:r w:rsidRPr="002B3DCA">
              <w:rPr>
                <w:rFonts w:ascii="Arial" w:hAnsi="Arial"/>
                <w:bCs/>
                <w:iCs/>
              </w:rPr>
              <w:t>Space Exploration Technologies</w:t>
            </w:r>
          </w:p>
          <w:p w14:paraId="1007D8A2" w14:textId="77777777" w:rsidR="005B7FFB" w:rsidRDefault="005B7FFB" w:rsidP="00E05055">
            <w:pPr>
              <w:spacing w:before="0"/>
              <w:ind w:left="144" w:right="144"/>
              <w:rPr>
                <w:rFonts w:ascii="Arial" w:hAnsi="Arial"/>
                <w:bCs/>
                <w:iCs/>
              </w:rPr>
            </w:pPr>
          </w:p>
          <w:p w14:paraId="180E66DE" w14:textId="77777777" w:rsidR="005B7FFB" w:rsidRPr="00B55F77" w:rsidRDefault="005B7FFB" w:rsidP="00E05055">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7B8D05F9" w14:textId="77777777" w:rsidR="005B7FFB" w:rsidRPr="007B036F" w:rsidRDefault="005B7FFB" w:rsidP="00E05055">
            <w:pPr>
              <w:spacing w:before="0"/>
              <w:ind w:left="144" w:right="144"/>
              <w:rPr>
                <w:rFonts w:ascii="Arial" w:hAnsi="Arial" w:cs="Arial"/>
                <w:bCs/>
                <w:iCs/>
              </w:rPr>
            </w:pPr>
            <w:r w:rsidRPr="00B55F77">
              <w:rPr>
                <w:rFonts w:ascii="Arial" w:hAnsi="Arial" w:cs="Arial"/>
                <w:bCs/>
                <w:iCs/>
                <w:szCs w:val="24"/>
                <w:lang w:val="en-US"/>
              </w:rPr>
              <w:t>Harris, Wiltshire &amp; Grannis</w:t>
            </w:r>
          </w:p>
          <w:p w14:paraId="6C2B0B8E" w14:textId="77777777" w:rsidR="005B7FFB" w:rsidRDefault="005B7FFB" w:rsidP="00E05055">
            <w:pPr>
              <w:spacing w:before="0"/>
              <w:ind w:right="144"/>
              <w:rPr>
                <w:rFonts w:ascii="Arial" w:hAnsi="Arial"/>
                <w:bCs/>
                <w:iCs/>
                <w:lang w:val="it-IT"/>
              </w:rPr>
            </w:pPr>
          </w:p>
          <w:p w14:paraId="4A672838" w14:textId="77777777" w:rsidR="005B7FFB" w:rsidRDefault="005B7FFB" w:rsidP="00E05055">
            <w:pPr>
              <w:spacing w:before="0"/>
              <w:ind w:left="144" w:right="144"/>
              <w:rPr>
                <w:rFonts w:ascii="Arial" w:hAnsi="Arial"/>
                <w:bCs/>
                <w:iCs/>
              </w:rPr>
            </w:pPr>
            <w:r>
              <w:rPr>
                <w:rFonts w:ascii="Arial" w:hAnsi="Arial"/>
                <w:bCs/>
                <w:iCs/>
              </w:rPr>
              <w:t>Donald Jansky</w:t>
            </w:r>
          </w:p>
          <w:p w14:paraId="727EB9E4" w14:textId="77777777" w:rsidR="005B7FFB" w:rsidRDefault="005B7FFB" w:rsidP="00E05055">
            <w:pPr>
              <w:spacing w:before="0"/>
              <w:ind w:right="144"/>
              <w:rPr>
                <w:rFonts w:ascii="Arial" w:hAnsi="Arial"/>
                <w:bCs/>
                <w:iCs/>
                <w:lang w:val="it-IT"/>
              </w:rPr>
            </w:pPr>
          </w:p>
          <w:p w14:paraId="02AE5FF6" w14:textId="77777777" w:rsidR="005B7FFB" w:rsidRDefault="005B7FFB" w:rsidP="00E05055">
            <w:pPr>
              <w:spacing w:before="0"/>
              <w:ind w:right="144"/>
              <w:rPr>
                <w:rFonts w:ascii="Arial" w:hAnsi="Arial"/>
                <w:bCs/>
                <w:iCs/>
                <w:lang w:val="it-IT"/>
              </w:rPr>
            </w:pPr>
          </w:p>
          <w:p w14:paraId="76A404DB" w14:textId="77777777" w:rsidR="005B7FFB" w:rsidRDefault="005B7FFB" w:rsidP="00E05055">
            <w:pPr>
              <w:spacing w:before="0"/>
              <w:ind w:left="144" w:right="144"/>
              <w:rPr>
                <w:rFonts w:ascii="Arial" w:hAnsi="Arial"/>
                <w:bCs/>
                <w:iCs/>
              </w:rPr>
            </w:pPr>
            <w:r>
              <w:rPr>
                <w:rFonts w:ascii="Arial" w:hAnsi="Arial"/>
                <w:bCs/>
                <w:iCs/>
              </w:rPr>
              <w:t>Joseph Cramer</w:t>
            </w:r>
          </w:p>
          <w:p w14:paraId="0D5B3103" w14:textId="77777777" w:rsidR="005B7FFB" w:rsidRPr="009B68FB" w:rsidRDefault="005B7FFB" w:rsidP="00E05055">
            <w:pPr>
              <w:spacing w:before="0"/>
              <w:ind w:left="144" w:right="144"/>
              <w:rPr>
                <w:rFonts w:ascii="Arial" w:hAnsi="Arial"/>
                <w:bCs/>
                <w:iCs/>
              </w:rPr>
            </w:pPr>
            <w:r>
              <w:rPr>
                <w:rFonts w:ascii="Arial" w:hAnsi="Arial"/>
                <w:bCs/>
                <w:iCs/>
              </w:rPr>
              <w:t>Boeing</w:t>
            </w:r>
          </w:p>
          <w:p w14:paraId="7E73F669" w14:textId="77777777" w:rsidR="005B7FFB" w:rsidRPr="00F954FD" w:rsidRDefault="005B7FFB" w:rsidP="00E05055">
            <w:pPr>
              <w:spacing w:before="0"/>
              <w:ind w:right="144"/>
              <w:rPr>
                <w:rFonts w:ascii="Arial" w:hAnsi="Arial"/>
                <w:bCs/>
                <w:iCs/>
                <w:lang w:val="it-IT"/>
              </w:rPr>
            </w:pPr>
          </w:p>
        </w:tc>
        <w:tc>
          <w:tcPr>
            <w:tcW w:w="4950" w:type="dxa"/>
            <w:tcBorders>
              <w:right w:val="double" w:sz="6" w:space="0" w:color="auto"/>
            </w:tcBorders>
          </w:tcPr>
          <w:p w14:paraId="41C10E6F" w14:textId="77777777" w:rsidR="005B7FFB" w:rsidRPr="00F954FD" w:rsidRDefault="005B7FFB" w:rsidP="00E05055">
            <w:pPr>
              <w:ind w:left="144" w:right="144"/>
              <w:rPr>
                <w:rFonts w:ascii="Arial" w:hAnsi="Arial"/>
                <w:bCs/>
                <w:lang w:val="it-IT"/>
              </w:rPr>
            </w:pPr>
          </w:p>
          <w:p w14:paraId="26538E92" w14:textId="77777777" w:rsidR="005B7FFB" w:rsidRPr="00BC78F5" w:rsidRDefault="005B7FFB" w:rsidP="00E0505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Pr="00BC78F5">
              <w:rPr>
                <w:rFonts w:ascii="Arial" w:hAnsi="Arial"/>
                <w:bCs/>
                <w:lang w:val="fr-FR"/>
              </w:rPr>
              <w:t>202-</w:t>
            </w:r>
            <w:r>
              <w:rPr>
                <w:rFonts w:ascii="Arial" w:hAnsi="Arial"/>
                <w:bCs/>
                <w:lang w:val="fr-FR"/>
              </w:rPr>
              <w:t>267-3071</w:t>
            </w:r>
          </w:p>
          <w:p w14:paraId="6E912D23" w14:textId="77777777" w:rsidR="005B7FFB" w:rsidRPr="002C24F7" w:rsidRDefault="005B7FFB" w:rsidP="00E0505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chris.tourigny</w:t>
            </w:r>
            <w:r w:rsidRPr="00BC78F5">
              <w:rPr>
                <w:rFonts w:ascii="Arial" w:hAnsi="Arial"/>
                <w:bCs/>
                <w:color w:val="000000"/>
                <w:lang w:val="fr-FR"/>
              </w:rPr>
              <w:t>@faa.gov</w:t>
            </w:r>
          </w:p>
          <w:p w14:paraId="527D7719" w14:textId="77777777" w:rsidR="005B7FFB" w:rsidRDefault="005B7FFB" w:rsidP="00E05055">
            <w:pPr>
              <w:spacing w:before="0"/>
              <w:ind w:right="144"/>
              <w:rPr>
                <w:rFonts w:ascii="Arial" w:hAnsi="Arial"/>
                <w:bCs/>
                <w:lang w:val="fr-FR"/>
              </w:rPr>
            </w:pPr>
          </w:p>
          <w:p w14:paraId="324EDCC4" w14:textId="77777777" w:rsidR="005B7FFB" w:rsidRPr="00C7252B" w:rsidRDefault="005B7FFB" w:rsidP="00E0505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16780726" w14:textId="77777777" w:rsidR="005B7FFB" w:rsidRDefault="005B7FFB" w:rsidP="00E0505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15B6FC46" w14:textId="77777777" w:rsidR="005B7FFB" w:rsidRDefault="005B7FFB" w:rsidP="00E05055">
            <w:pPr>
              <w:spacing w:before="0"/>
              <w:ind w:right="144"/>
              <w:rPr>
                <w:rFonts w:ascii="Arial" w:hAnsi="Arial"/>
                <w:bCs/>
                <w:color w:val="000000"/>
                <w:lang w:val="fr-FR"/>
              </w:rPr>
            </w:pPr>
          </w:p>
          <w:p w14:paraId="27F8B723" w14:textId="77777777" w:rsidR="005B7FFB" w:rsidRPr="00C7252B" w:rsidRDefault="005B7FFB" w:rsidP="00E0505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0B968BEA" w14:textId="77777777" w:rsidR="005B7FFB" w:rsidRDefault="005B7FFB" w:rsidP="00E0505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29824D73" w14:textId="77777777" w:rsidR="005B7FFB" w:rsidRDefault="005B7FFB" w:rsidP="00E05055">
            <w:pPr>
              <w:spacing w:before="0"/>
              <w:ind w:right="144"/>
              <w:rPr>
                <w:rFonts w:ascii="Arial" w:hAnsi="Arial"/>
                <w:bCs/>
                <w:color w:val="000000"/>
                <w:lang w:val="fr-FR"/>
              </w:rPr>
            </w:pPr>
          </w:p>
          <w:p w14:paraId="06E20C86" w14:textId="77777777" w:rsidR="005B7FFB" w:rsidRPr="007B036F" w:rsidRDefault="005B7FFB" w:rsidP="00E05055">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290718B1" w14:textId="77777777" w:rsidR="005B7FFB" w:rsidRPr="007B036F" w:rsidRDefault="005B7FFB" w:rsidP="00E05055">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7" w:history="1">
              <w:r w:rsidRPr="007B036F">
                <w:rPr>
                  <w:rStyle w:val="Hyperlink"/>
                  <w:rFonts w:ascii="Arial" w:hAnsi="Arial"/>
                  <w:bCs/>
                </w:rPr>
                <w:t>dladson@hwglaw.com</w:t>
              </w:r>
            </w:hyperlink>
            <w:r w:rsidRPr="007B036F">
              <w:rPr>
                <w:rFonts w:ascii="Arial" w:hAnsi="Arial"/>
                <w:bCs/>
                <w:color w:val="000000"/>
                <w:lang w:val="fr-FR"/>
              </w:rPr>
              <w:t xml:space="preserve"> </w:t>
            </w:r>
          </w:p>
          <w:p w14:paraId="104B17FE" w14:textId="77777777" w:rsidR="005B7FFB" w:rsidRDefault="005B7FFB" w:rsidP="00E05055">
            <w:pPr>
              <w:spacing w:before="0"/>
              <w:ind w:right="144"/>
              <w:rPr>
                <w:rFonts w:ascii="Arial" w:hAnsi="Arial"/>
                <w:bCs/>
                <w:color w:val="000000"/>
                <w:lang w:val="fr-FR"/>
              </w:rPr>
            </w:pPr>
          </w:p>
          <w:p w14:paraId="2BE42F03" w14:textId="77777777" w:rsidR="005B7FFB" w:rsidRPr="00C7252B" w:rsidRDefault="005B7FFB" w:rsidP="00E0505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BEC415B" w14:textId="77777777" w:rsidR="005B7FFB" w:rsidRPr="00375100" w:rsidRDefault="005B7FFB" w:rsidP="00E0505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19433E5" w14:textId="77777777" w:rsidR="005B7FFB" w:rsidRDefault="005B7FFB" w:rsidP="00E05055">
            <w:pPr>
              <w:spacing w:before="0"/>
              <w:ind w:right="144"/>
              <w:rPr>
                <w:rFonts w:ascii="Arial" w:hAnsi="Arial"/>
                <w:bCs/>
                <w:color w:val="000000"/>
                <w:lang w:val="fr-FR"/>
              </w:rPr>
            </w:pPr>
          </w:p>
          <w:p w14:paraId="0D97D181" w14:textId="77777777" w:rsidR="005B7FFB" w:rsidRPr="00C7252B" w:rsidRDefault="005B7FFB" w:rsidP="00E0505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144CF844" w14:textId="77777777" w:rsidR="005B7FFB" w:rsidRPr="009B68FB" w:rsidRDefault="005B7FFB" w:rsidP="00E0505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5B7FFB" w:rsidRPr="00001E89" w14:paraId="26AF3636" w14:textId="77777777" w:rsidTr="00E05055">
        <w:trPr>
          <w:jc w:val="center"/>
        </w:trPr>
        <w:tc>
          <w:tcPr>
            <w:tcW w:w="9378" w:type="dxa"/>
            <w:gridSpan w:val="3"/>
            <w:tcBorders>
              <w:left w:val="double" w:sz="6" w:space="0" w:color="auto"/>
              <w:right w:val="double" w:sz="6" w:space="0" w:color="auto"/>
            </w:tcBorders>
          </w:tcPr>
          <w:p w14:paraId="23058AEC" w14:textId="77777777" w:rsidR="005B7FFB" w:rsidRPr="00001E89" w:rsidRDefault="005B7FFB" w:rsidP="00E05055">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Pr>
                <w:rFonts w:ascii="Arial" w:hAnsi="Arial"/>
                <w:bCs/>
              </w:rPr>
              <w:t xml:space="preserve">This contribution provides further updates to WRC-23 AI 1.6 Report to respond to Resolution </w:t>
            </w:r>
            <w:r w:rsidRPr="00647CCB">
              <w:rPr>
                <w:rFonts w:ascii="Arial" w:hAnsi="Arial"/>
                <w:b/>
                <w:bCs/>
              </w:rPr>
              <w:t>772</w:t>
            </w:r>
            <w:r>
              <w:rPr>
                <w:rFonts w:ascii="Arial" w:hAnsi="Arial"/>
                <w:bCs/>
              </w:rPr>
              <w:t xml:space="preserve"> (</w:t>
            </w:r>
            <w:r w:rsidRPr="00647CCB">
              <w:rPr>
                <w:rFonts w:ascii="Arial" w:hAnsi="Arial"/>
                <w:b/>
                <w:bCs/>
              </w:rPr>
              <w:t>WRC-19</w:t>
            </w:r>
            <w:r>
              <w:rPr>
                <w:rFonts w:ascii="Arial" w:hAnsi="Arial"/>
                <w:bCs/>
              </w:rPr>
              <w:t>).</w:t>
            </w:r>
            <w:bookmarkEnd w:id="1"/>
          </w:p>
        </w:tc>
      </w:tr>
      <w:tr w:rsidR="005B7FFB" w:rsidRPr="000C4B2B" w14:paraId="0C7D2BE7" w14:textId="77777777" w:rsidTr="00E05055">
        <w:trPr>
          <w:trHeight w:val="1776"/>
          <w:jc w:val="center"/>
        </w:trPr>
        <w:tc>
          <w:tcPr>
            <w:tcW w:w="9378" w:type="dxa"/>
            <w:gridSpan w:val="3"/>
            <w:tcBorders>
              <w:left w:val="double" w:sz="6" w:space="0" w:color="auto"/>
              <w:right w:val="double" w:sz="6" w:space="0" w:color="auto"/>
            </w:tcBorders>
          </w:tcPr>
          <w:p w14:paraId="2ABF6B1E" w14:textId="77777777" w:rsidR="005B7FFB" w:rsidRPr="00DB736D" w:rsidRDefault="005B7FFB" w:rsidP="00E05055">
            <w:pPr>
              <w:spacing w:after="120"/>
              <w:ind w:left="187" w:right="144"/>
              <w:rPr>
                <w:rFonts w:ascii="Arial" w:hAnsi="Arial"/>
                <w:bCs/>
                <w:lang w:val="en-US"/>
              </w:rPr>
            </w:pPr>
            <w:r>
              <w:rPr>
                <w:rFonts w:ascii="Arial" w:hAnsi="Arial"/>
                <w:b/>
              </w:rPr>
              <w:t>Abstract:</w:t>
            </w:r>
            <w:r>
              <w:rPr>
                <w:rFonts w:ascii="Arial" w:hAnsi="Arial"/>
                <w:bCs/>
              </w:rPr>
              <w:t xml:space="preserve">  Resolution </w:t>
            </w:r>
            <w:r w:rsidRPr="00647CCB">
              <w:rPr>
                <w:rFonts w:ascii="Arial" w:hAnsi="Arial"/>
                <w:b/>
                <w:bCs/>
              </w:rPr>
              <w:t>772</w:t>
            </w:r>
            <w:r>
              <w:rPr>
                <w:rFonts w:ascii="Arial" w:hAnsi="Arial"/>
                <w:bCs/>
              </w:rPr>
              <w:t xml:space="preserve"> (</w:t>
            </w:r>
            <w:r w:rsidRPr="00647CCB">
              <w:rPr>
                <w:rFonts w:ascii="Arial" w:hAnsi="Arial"/>
                <w:b/>
                <w:bCs/>
              </w:rPr>
              <w:t>WRC-19</w:t>
            </w:r>
            <w:r>
              <w:rPr>
                <w:rFonts w:ascii="Arial" w:hAnsi="Arial"/>
                <w:bCs/>
              </w:rPr>
              <w:t>), in preparation for Agenda Item 1.6 (WRC-23),</w:t>
            </w:r>
            <w:r w:rsidRPr="00647CCB">
              <w:rPr>
                <w:rFonts w:ascii="Arial" w:hAnsi="Arial"/>
                <w:bCs/>
              </w:rPr>
              <w:t xml:space="preserve"> invites </w:t>
            </w:r>
            <w:r>
              <w:rPr>
                <w:rFonts w:ascii="Arial" w:hAnsi="Arial"/>
                <w:bCs/>
              </w:rPr>
              <w:t xml:space="preserve">the ITU-R </w:t>
            </w:r>
            <w:r w:rsidRPr="00647CCB">
              <w:rPr>
                <w:rFonts w:ascii="Arial" w:hAnsi="Arial"/>
                <w:bCs/>
              </w:rPr>
              <w:t>to study the spectrum needs for stations on board sub-orbital vehicles</w:t>
            </w:r>
            <w:r>
              <w:rPr>
                <w:rFonts w:ascii="Arial" w:hAnsi="Arial"/>
                <w:bCs/>
              </w:rPr>
              <w:t xml:space="preserve">, </w:t>
            </w:r>
            <w:r>
              <w:rPr>
                <w:rFonts w:ascii="Arial" w:hAnsi="Arial"/>
                <w:bCs/>
                <w:lang w:val="en-US"/>
              </w:rPr>
              <w:t>any</w:t>
            </w:r>
            <w:r w:rsidRPr="00DB736D">
              <w:rPr>
                <w:rFonts w:ascii="Arial" w:hAnsi="Arial"/>
                <w:bCs/>
                <w:lang w:val="en-US"/>
              </w:rPr>
              <w:t xml:space="preserve"> a</w:t>
            </w:r>
            <w:r>
              <w:rPr>
                <w:rFonts w:ascii="Arial" w:hAnsi="Arial"/>
                <w:bCs/>
                <w:lang w:val="en-US"/>
              </w:rPr>
              <w:t>ppropriate modification</w:t>
            </w:r>
            <w:r w:rsidRPr="00DB736D">
              <w:rPr>
                <w:rFonts w:ascii="Arial" w:hAnsi="Arial"/>
                <w:bCs/>
                <w:lang w:val="en-US"/>
              </w:rPr>
              <w:t xml:space="preserve"> to the Radio Regulations, excluding any</w:t>
            </w:r>
            <w:r>
              <w:rPr>
                <w:rFonts w:ascii="Arial" w:hAnsi="Arial"/>
                <w:bCs/>
                <w:lang w:val="en-US"/>
              </w:rPr>
              <w:t xml:space="preserve"> </w:t>
            </w:r>
            <w:r w:rsidRPr="00DB736D">
              <w:rPr>
                <w:rFonts w:ascii="Arial" w:hAnsi="Arial"/>
                <w:bCs/>
                <w:lang w:val="en-US"/>
              </w:rPr>
              <w:t xml:space="preserve">new allocations or changes to the existing allocations in Article </w:t>
            </w:r>
            <w:r w:rsidRPr="00DB736D">
              <w:rPr>
                <w:rFonts w:ascii="Arial" w:hAnsi="Arial"/>
                <w:b/>
                <w:bCs/>
                <w:lang w:val="en-US"/>
              </w:rPr>
              <w:t>5</w:t>
            </w:r>
            <w:r>
              <w:rPr>
                <w:rFonts w:ascii="Arial" w:hAnsi="Arial"/>
                <w:bCs/>
                <w:lang w:val="en-US"/>
              </w:rPr>
              <w:t xml:space="preserve">, and to identify </w:t>
            </w:r>
            <w:r w:rsidRPr="00DB736D">
              <w:rPr>
                <w:rFonts w:ascii="Arial" w:hAnsi="Arial"/>
                <w:bCs/>
                <w:lang w:val="en-US"/>
              </w:rPr>
              <w:t>whether there is a need for access to</w:t>
            </w:r>
            <w:r>
              <w:rPr>
                <w:rFonts w:ascii="Arial" w:hAnsi="Arial"/>
                <w:bCs/>
                <w:lang w:val="en-US"/>
              </w:rPr>
              <w:t xml:space="preserve"> </w:t>
            </w:r>
            <w:r w:rsidRPr="00DB736D">
              <w:rPr>
                <w:rFonts w:ascii="Arial" w:hAnsi="Arial"/>
                <w:bCs/>
                <w:lang w:val="en-US"/>
              </w:rPr>
              <w:t>additional spectrum that should be addressed after WRC-23 by a future competent</w:t>
            </w:r>
            <w:r>
              <w:rPr>
                <w:rFonts w:ascii="Arial" w:hAnsi="Arial"/>
                <w:bCs/>
                <w:lang w:val="en-US"/>
              </w:rPr>
              <w:t xml:space="preserve"> </w:t>
            </w:r>
            <w:r w:rsidRPr="00DB736D">
              <w:rPr>
                <w:rFonts w:ascii="Arial" w:hAnsi="Arial"/>
                <w:bCs/>
                <w:lang w:val="en-US"/>
              </w:rPr>
              <w:t>conference</w:t>
            </w:r>
            <w:r w:rsidRPr="00647CCB">
              <w:rPr>
                <w:rFonts w:ascii="Arial" w:hAnsi="Arial"/>
                <w:bCs/>
              </w:rPr>
              <w:t xml:space="preserve">. This contribution </w:t>
            </w:r>
            <w:r>
              <w:rPr>
                <w:rFonts w:ascii="Arial" w:hAnsi="Arial"/>
                <w:bCs/>
              </w:rPr>
              <w:t>provides updates to support</w:t>
            </w:r>
            <w:r w:rsidRPr="00647CCB">
              <w:rPr>
                <w:rFonts w:ascii="Arial" w:hAnsi="Arial"/>
                <w:bCs/>
              </w:rPr>
              <w:t xml:space="preserve"> the </w:t>
            </w:r>
            <w:r>
              <w:rPr>
                <w:rFonts w:ascii="Arial" w:hAnsi="Arial"/>
                <w:bCs/>
              </w:rPr>
              <w:t>agenda i</w:t>
            </w:r>
            <w:r w:rsidRPr="00647CCB">
              <w:rPr>
                <w:rFonts w:ascii="Arial" w:hAnsi="Arial"/>
                <w:bCs/>
              </w:rPr>
              <w:t>tem.</w:t>
            </w:r>
          </w:p>
        </w:tc>
      </w:tr>
    </w:tbl>
    <w:p w14:paraId="3909F3C4" w14:textId="77777777" w:rsidR="005B7FFB" w:rsidRDefault="005B7FFB" w:rsidP="005B7FFB"/>
    <w:p w14:paraId="386EF01D" w14:textId="77777777" w:rsidR="005B7FFB" w:rsidRDefault="005B7FF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4847FAEA" w14:textId="77777777" w:rsidTr="00876A8A">
        <w:trPr>
          <w:cantSplit/>
        </w:trPr>
        <w:tc>
          <w:tcPr>
            <w:tcW w:w="6487" w:type="dxa"/>
            <w:vAlign w:val="center"/>
          </w:tcPr>
          <w:p w14:paraId="27CA960A" w14:textId="131219A8"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1EAD05B" w14:textId="76659E15" w:rsidR="009F6520" w:rsidRDefault="00386FF0" w:rsidP="00386FF0">
            <w:pPr>
              <w:shd w:val="solid" w:color="FFFFFF" w:fill="FFFFFF"/>
              <w:spacing w:before="0" w:line="240" w:lineRule="atLeast"/>
            </w:pPr>
            <w:bookmarkStart w:id="2" w:name="ditulogo"/>
            <w:bookmarkEnd w:id="2"/>
            <w:r>
              <w:rPr>
                <w:noProof/>
                <w:lang w:eastAsia="en-GB"/>
              </w:rPr>
              <w:drawing>
                <wp:inline distT="0" distB="0" distL="0" distR="0" wp14:anchorId="336E864A" wp14:editId="322285B2">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5BAFFB6D" w14:textId="77777777" w:rsidTr="00876A8A">
        <w:trPr>
          <w:cantSplit/>
        </w:trPr>
        <w:tc>
          <w:tcPr>
            <w:tcW w:w="6487" w:type="dxa"/>
            <w:tcBorders>
              <w:bottom w:val="single" w:sz="12" w:space="0" w:color="auto"/>
            </w:tcBorders>
          </w:tcPr>
          <w:p w14:paraId="0C71C445"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38335B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D6105A3" w14:textId="77777777" w:rsidTr="00876A8A">
        <w:trPr>
          <w:cantSplit/>
        </w:trPr>
        <w:tc>
          <w:tcPr>
            <w:tcW w:w="6487" w:type="dxa"/>
            <w:tcBorders>
              <w:top w:val="single" w:sz="12" w:space="0" w:color="auto"/>
            </w:tcBorders>
          </w:tcPr>
          <w:p w14:paraId="094D77EA"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BFE1463" w14:textId="77777777" w:rsidR="000069D4" w:rsidRPr="00710D66" w:rsidRDefault="000069D4" w:rsidP="00A5173C">
            <w:pPr>
              <w:shd w:val="solid" w:color="FFFFFF" w:fill="FFFFFF"/>
              <w:spacing w:before="0" w:after="48" w:line="240" w:lineRule="atLeast"/>
              <w:rPr>
                <w:lang w:val="en-US"/>
              </w:rPr>
            </w:pPr>
          </w:p>
        </w:tc>
      </w:tr>
      <w:tr w:rsidR="000069D4" w14:paraId="018DE8C7" w14:textId="77777777" w:rsidTr="00876A8A">
        <w:trPr>
          <w:cantSplit/>
        </w:trPr>
        <w:tc>
          <w:tcPr>
            <w:tcW w:w="6487" w:type="dxa"/>
            <w:vMerge w:val="restart"/>
          </w:tcPr>
          <w:p w14:paraId="34F334D5" w14:textId="03EED85B" w:rsidR="00386FF0" w:rsidRPr="00386FF0" w:rsidRDefault="00386FF0" w:rsidP="00386FF0">
            <w:pPr>
              <w:shd w:val="solid" w:color="FFFFFF" w:fill="FFFFFF"/>
              <w:tabs>
                <w:tab w:val="clear" w:pos="1134"/>
                <w:tab w:val="clear" w:pos="1871"/>
                <w:tab w:val="clear" w:pos="2268"/>
              </w:tabs>
              <w:spacing w:before="0" w:after="240"/>
              <w:ind w:left="1440" w:hanging="1440"/>
              <w:rPr>
                <w:rFonts w:ascii="Verdana" w:hAnsi="Verdana"/>
                <w:sz w:val="20"/>
                <w:lang w:val="fr-FR"/>
              </w:rPr>
            </w:pPr>
            <w:bookmarkStart w:id="3" w:name="recibido"/>
            <w:bookmarkStart w:id="4" w:name="dnum" w:colFirst="1" w:colLast="1"/>
            <w:bookmarkEnd w:id="3"/>
            <w:r w:rsidRPr="00386FF0">
              <w:rPr>
                <w:rFonts w:ascii="Verdana" w:hAnsi="Verdana"/>
                <w:sz w:val="20"/>
                <w:lang w:val="fr-FR"/>
              </w:rPr>
              <w:t>Source:</w:t>
            </w:r>
            <w:r w:rsidRPr="00386FF0">
              <w:rPr>
                <w:rFonts w:ascii="Verdana" w:hAnsi="Verdana"/>
                <w:sz w:val="20"/>
                <w:lang w:val="fr-FR"/>
              </w:rPr>
              <w:tab/>
              <w:t>Document</w:t>
            </w:r>
            <w:r w:rsidR="00A24BA4">
              <w:rPr>
                <w:rFonts w:ascii="Verdana" w:hAnsi="Verdana"/>
                <w:sz w:val="20"/>
                <w:lang w:val="fr-FR"/>
              </w:rPr>
              <w:t xml:space="preserve"> 5B/</w:t>
            </w:r>
            <w:r w:rsidR="004156DF">
              <w:rPr>
                <w:rFonts w:ascii="Verdana" w:hAnsi="Verdana"/>
                <w:sz w:val="20"/>
                <w:lang w:val="fr-FR"/>
              </w:rPr>
              <w:t>649 – Annex 23</w:t>
            </w:r>
          </w:p>
          <w:p w14:paraId="6E2218CD" w14:textId="69FCC269" w:rsidR="00386FF0" w:rsidRPr="0056382D" w:rsidRDefault="00386FF0" w:rsidP="00386FF0">
            <w:pPr>
              <w:shd w:val="solid" w:color="FFFFFF" w:fill="FFFFFF"/>
              <w:tabs>
                <w:tab w:val="clear" w:pos="1134"/>
                <w:tab w:val="clear" w:pos="1871"/>
                <w:tab w:val="clear" w:pos="2268"/>
              </w:tabs>
              <w:spacing w:before="0" w:after="240"/>
              <w:ind w:left="1134" w:hanging="1134"/>
              <w:rPr>
                <w:rFonts w:ascii="Verdana" w:hAnsi="Verdana"/>
                <w:sz w:val="20"/>
              </w:rPr>
            </w:pPr>
            <w:r w:rsidRPr="0056382D">
              <w:rPr>
                <w:rFonts w:ascii="Verdana" w:hAnsi="Verdana"/>
                <w:sz w:val="20"/>
              </w:rPr>
              <w:t>Subject:</w:t>
            </w:r>
            <w:r w:rsidRPr="0056382D">
              <w:rPr>
                <w:rFonts w:ascii="Verdana" w:hAnsi="Verdana"/>
                <w:sz w:val="20"/>
              </w:rPr>
              <w:tab/>
            </w:r>
            <w:r w:rsidRPr="0056382D">
              <w:rPr>
                <w:rFonts w:ascii="Verdana" w:hAnsi="Verdana"/>
                <w:sz w:val="20"/>
              </w:rPr>
              <w:tab/>
              <w:t xml:space="preserve">WRC-23 </w:t>
            </w:r>
            <w:r w:rsidR="004156DF">
              <w:rPr>
                <w:rFonts w:ascii="Verdana" w:hAnsi="Verdana"/>
                <w:sz w:val="20"/>
              </w:rPr>
              <w:t>AI</w:t>
            </w:r>
            <w:r w:rsidRPr="0056382D">
              <w:rPr>
                <w:rFonts w:ascii="Verdana" w:hAnsi="Verdana"/>
                <w:sz w:val="20"/>
              </w:rPr>
              <w:t xml:space="preserve"> 1.6 Report</w:t>
            </w:r>
          </w:p>
        </w:tc>
        <w:tc>
          <w:tcPr>
            <w:tcW w:w="3402" w:type="dxa"/>
          </w:tcPr>
          <w:p w14:paraId="2D1E6177" w14:textId="6FA67E00" w:rsidR="000069D4" w:rsidRPr="00386FF0" w:rsidRDefault="00386FF0"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0069D4" w14:paraId="18192A7F" w14:textId="77777777" w:rsidTr="00876A8A">
        <w:trPr>
          <w:cantSplit/>
        </w:trPr>
        <w:tc>
          <w:tcPr>
            <w:tcW w:w="6487" w:type="dxa"/>
            <w:vMerge/>
          </w:tcPr>
          <w:p w14:paraId="3C27C5E7" w14:textId="77777777" w:rsidR="000069D4" w:rsidRDefault="000069D4" w:rsidP="00A5173C">
            <w:pPr>
              <w:spacing w:before="60"/>
              <w:jc w:val="center"/>
              <w:rPr>
                <w:b/>
                <w:smallCaps/>
                <w:sz w:val="32"/>
                <w:lang w:eastAsia="zh-CN"/>
              </w:rPr>
            </w:pPr>
            <w:bookmarkStart w:id="5" w:name="ddate" w:colFirst="1" w:colLast="1"/>
            <w:bookmarkEnd w:id="4"/>
          </w:p>
        </w:tc>
        <w:tc>
          <w:tcPr>
            <w:tcW w:w="3402" w:type="dxa"/>
          </w:tcPr>
          <w:p w14:paraId="5CDFFDD1" w14:textId="610B8E4E" w:rsidR="000069D4" w:rsidRPr="00386FF0" w:rsidRDefault="004156DF" w:rsidP="00A5173C">
            <w:pPr>
              <w:shd w:val="solid" w:color="FFFFFF" w:fill="FFFFFF"/>
              <w:spacing w:before="0" w:line="240" w:lineRule="atLeast"/>
              <w:rPr>
                <w:rFonts w:ascii="Verdana" w:hAnsi="Verdana"/>
                <w:sz w:val="20"/>
                <w:lang w:eastAsia="zh-CN"/>
              </w:rPr>
            </w:pPr>
            <w:r>
              <w:rPr>
                <w:rFonts w:ascii="Verdana" w:hAnsi="Verdana"/>
                <w:b/>
                <w:sz w:val="20"/>
                <w:lang w:eastAsia="zh-CN"/>
              </w:rPr>
              <w:t>14 November</w:t>
            </w:r>
            <w:r w:rsidR="00386FF0">
              <w:rPr>
                <w:rFonts w:ascii="Verdana" w:hAnsi="Verdana"/>
                <w:b/>
                <w:sz w:val="20"/>
                <w:lang w:eastAsia="zh-CN"/>
              </w:rPr>
              <w:t xml:space="preserve"> 2022</w:t>
            </w:r>
          </w:p>
        </w:tc>
      </w:tr>
      <w:tr w:rsidR="000069D4" w14:paraId="70E29E3A" w14:textId="77777777" w:rsidTr="00876A8A">
        <w:trPr>
          <w:cantSplit/>
        </w:trPr>
        <w:tc>
          <w:tcPr>
            <w:tcW w:w="6487" w:type="dxa"/>
            <w:vMerge/>
          </w:tcPr>
          <w:p w14:paraId="18800F60" w14:textId="77777777" w:rsidR="000069D4" w:rsidRDefault="000069D4" w:rsidP="00A5173C">
            <w:pPr>
              <w:spacing w:before="60"/>
              <w:jc w:val="center"/>
              <w:rPr>
                <w:b/>
                <w:smallCaps/>
                <w:sz w:val="32"/>
                <w:lang w:eastAsia="zh-CN"/>
              </w:rPr>
            </w:pPr>
            <w:bookmarkStart w:id="6" w:name="dorlang" w:colFirst="1" w:colLast="1"/>
            <w:bookmarkEnd w:id="5"/>
          </w:p>
        </w:tc>
        <w:tc>
          <w:tcPr>
            <w:tcW w:w="3402" w:type="dxa"/>
          </w:tcPr>
          <w:p w14:paraId="03DA8310" w14:textId="0DC53991" w:rsidR="000069D4" w:rsidRPr="00386FF0" w:rsidRDefault="00386FF0"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7CE3E966" w14:textId="77777777" w:rsidTr="00D046A7">
        <w:trPr>
          <w:cantSplit/>
        </w:trPr>
        <w:tc>
          <w:tcPr>
            <w:tcW w:w="9889" w:type="dxa"/>
            <w:gridSpan w:val="2"/>
          </w:tcPr>
          <w:p w14:paraId="40DD17B9" w14:textId="5AF1EB26" w:rsidR="000069D4" w:rsidRPr="00386FF0" w:rsidRDefault="004156DF" w:rsidP="00386FF0">
            <w:pPr>
              <w:pStyle w:val="Source"/>
              <w:rPr>
                <w:lang w:val="en-US"/>
              </w:rPr>
            </w:pPr>
            <w:bookmarkStart w:id="7" w:name="dsource" w:colFirst="0" w:colLast="0"/>
            <w:bookmarkStart w:id="8" w:name="_Hlk115925271"/>
            <w:bookmarkEnd w:id="6"/>
            <w:r>
              <w:rPr>
                <w:lang w:val="en-US"/>
              </w:rPr>
              <w:t>United States of America</w:t>
            </w:r>
            <w:r w:rsidR="00A24BA4">
              <w:rPr>
                <w:lang w:val="en-US"/>
              </w:rPr>
              <w:t xml:space="preserve"> </w:t>
            </w:r>
          </w:p>
        </w:tc>
      </w:tr>
      <w:tr w:rsidR="000069D4" w14:paraId="4D6FAB13" w14:textId="77777777" w:rsidTr="00D046A7">
        <w:trPr>
          <w:cantSplit/>
        </w:trPr>
        <w:tc>
          <w:tcPr>
            <w:tcW w:w="9889" w:type="dxa"/>
            <w:gridSpan w:val="2"/>
          </w:tcPr>
          <w:p w14:paraId="4E7DDC0D" w14:textId="25E20898" w:rsidR="000069D4" w:rsidRDefault="00386FF0" w:rsidP="00A5173C">
            <w:pPr>
              <w:pStyle w:val="Title1"/>
              <w:rPr>
                <w:lang w:eastAsia="zh-CN"/>
              </w:rPr>
            </w:pPr>
            <w:bookmarkStart w:id="9" w:name="drec" w:colFirst="0" w:colLast="0"/>
            <w:bookmarkEnd w:id="7"/>
            <w:r>
              <w:rPr>
                <w:caps w:val="0"/>
                <w:lang w:val="en-US"/>
              </w:rPr>
              <w:t>WORKING DOCUMENT TOWARDS PRELIMINARY DRAFT NEW REPORT ON WRC-23 AGENDA ITEM 1.6</w:t>
            </w:r>
            <w:r>
              <w:rPr>
                <w:caps w:val="0"/>
                <w:lang w:val="en-US"/>
              </w:rPr>
              <w:br/>
            </w:r>
            <w:r>
              <w:rPr>
                <w:lang w:val="en-US"/>
              </w:rPr>
              <w:t>[suborbital vehicles studies]</w:t>
            </w:r>
          </w:p>
        </w:tc>
      </w:tr>
      <w:tr w:rsidR="000069D4" w14:paraId="17BC519F" w14:textId="77777777" w:rsidTr="00D046A7">
        <w:trPr>
          <w:cantSplit/>
        </w:trPr>
        <w:tc>
          <w:tcPr>
            <w:tcW w:w="9889" w:type="dxa"/>
            <w:gridSpan w:val="2"/>
          </w:tcPr>
          <w:p w14:paraId="5002D543" w14:textId="2B048AE4" w:rsidR="000069D4" w:rsidRDefault="00386FF0" w:rsidP="00386FF0">
            <w:pPr>
              <w:pStyle w:val="Title4"/>
              <w:rPr>
                <w:lang w:eastAsia="zh-CN"/>
              </w:rPr>
            </w:pPr>
            <w:bookmarkStart w:id="10" w:name="dtitle1" w:colFirst="0" w:colLast="0"/>
            <w:bookmarkEnd w:id="9"/>
            <w:r w:rsidRPr="00647CCB">
              <w:t xml:space="preserve">Regulatory, operational, and technical studies of radiocommunications </w:t>
            </w:r>
            <w:r w:rsidR="00BB0193">
              <w:br/>
            </w:r>
            <w:r w:rsidRPr="00647CCB">
              <w:t>for suborbital vehicles</w:t>
            </w:r>
          </w:p>
        </w:tc>
      </w:tr>
    </w:tbl>
    <w:p w14:paraId="58A94B7F" w14:textId="22CCFFDB" w:rsidR="004156DF" w:rsidRDefault="004156DF" w:rsidP="000564A9">
      <w:pPr>
        <w:pStyle w:val="Heading1"/>
      </w:pPr>
      <w:bookmarkStart w:id="11" w:name="dbreak"/>
      <w:bookmarkStart w:id="12" w:name="_Hlk32223518"/>
      <w:bookmarkEnd w:id="8"/>
      <w:bookmarkEnd w:id="10"/>
      <w:bookmarkEnd w:id="11"/>
    </w:p>
    <w:p w14:paraId="2D80499B" w14:textId="77777777" w:rsidR="004156DF" w:rsidRPr="004156DF" w:rsidRDefault="004156DF" w:rsidP="004156DF"/>
    <w:p w14:paraId="6A565076" w14:textId="77777777" w:rsidR="004156DF" w:rsidRPr="00CF76AA" w:rsidRDefault="004156DF" w:rsidP="004156DF">
      <w:pPr>
        <w:rPr>
          <w:b/>
          <w:lang w:val="en-US" w:eastAsia="zh-CN"/>
        </w:rPr>
      </w:pPr>
      <w:r w:rsidRPr="00CF76AA">
        <w:rPr>
          <w:b/>
          <w:lang w:val="en-US" w:eastAsia="zh-CN"/>
        </w:rPr>
        <w:t>Introduction</w:t>
      </w:r>
    </w:p>
    <w:p w14:paraId="0C59BA47" w14:textId="77777777" w:rsidR="004156DF" w:rsidRPr="00CF76AA" w:rsidRDefault="004156DF" w:rsidP="004156DF">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to provide</w:t>
      </w:r>
      <w:r w:rsidRPr="00DB736D">
        <w:rPr>
          <w:bCs/>
          <w:lang w:eastAsia="zh-CN"/>
        </w:rPr>
        <w:t xml:space="preserve"> </w:t>
      </w:r>
      <w:r>
        <w:rPr>
          <w:bCs/>
          <w:lang w:eastAsia="zh-CN"/>
        </w:rPr>
        <w:t>further updates</w:t>
      </w:r>
      <w:r w:rsidRPr="00DB736D">
        <w:rPr>
          <w:bCs/>
          <w:lang w:eastAsia="zh-CN"/>
        </w:rPr>
        <w:t xml:space="preserve"> to support the agenda item.</w:t>
      </w:r>
    </w:p>
    <w:p w14:paraId="694BEF7C" w14:textId="77777777" w:rsidR="004156DF" w:rsidRDefault="004156DF" w:rsidP="004156DF">
      <w:pPr>
        <w:pStyle w:val="Normalaftertitle"/>
        <w:rPr>
          <w:lang w:val="fr-FR" w:eastAsia="zh-CN"/>
        </w:rPr>
      </w:pPr>
      <w:r w:rsidRPr="00CF76AA">
        <w:rPr>
          <w:lang w:val="en-US" w:eastAsia="zh-CN"/>
        </w:rPr>
        <w:t>Attachment:  1</w:t>
      </w:r>
    </w:p>
    <w:p w14:paraId="3F190CC3" w14:textId="77777777" w:rsidR="004156DF" w:rsidRDefault="004156DF">
      <w:pPr>
        <w:tabs>
          <w:tab w:val="clear" w:pos="1134"/>
          <w:tab w:val="clear" w:pos="1871"/>
          <w:tab w:val="clear" w:pos="2268"/>
        </w:tabs>
        <w:overflowPunct/>
        <w:autoSpaceDE/>
        <w:autoSpaceDN/>
        <w:adjustRightInd/>
        <w:spacing w:before="0"/>
        <w:textAlignment w:val="auto"/>
        <w:rPr>
          <w:b/>
          <w:sz w:val="28"/>
        </w:rPr>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4156DF" w:rsidRPr="00386FF0" w14:paraId="11C34605" w14:textId="77777777" w:rsidTr="00E05055">
        <w:trPr>
          <w:cantSplit/>
        </w:trPr>
        <w:tc>
          <w:tcPr>
            <w:tcW w:w="9889" w:type="dxa"/>
          </w:tcPr>
          <w:p w14:paraId="4382F379" w14:textId="63624FF4" w:rsidR="004156DF" w:rsidRPr="004156DF" w:rsidRDefault="004156DF" w:rsidP="00E05055">
            <w:pPr>
              <w:pStyle w:val="Source"/>
              <w:rPr>
                <w:b w:val="0"/>
                <w:bCs/>
                <w:lang w:val="en-US"/>
              </w:rPr>
            </w:pPr>
            <w:r w:rsidRPr="004156DF">
              <w:rPr>
                <w:b w:val="0"/>
                <w:bCs/>
                <w:lang w:val="en-US"/>
              </w:rPr>
              <w:t xml:space="preserve">ATTACHMENT </w:t>
            </w:r>
          </w:p>
        </w:tc>
      </w:tr>
      <w:tr w:rsidR="004156DF" w14:paraId="487C6458" w14:textId="77777777" w:rsidTr="00E05055">
        <w:trPr>
          <w:cantSplit/>
        </w:trPr>
        <w:tc>
          <w:tcPr>
            <w:tcW w:w="9889" w:type="dxa"/>
          </w:tcPr>
          <w:p w14:paraId="6BE82C8F" w14:textId="77777777" w:rsidR="004156DF" w:rsidRDefault="004156DF" w:rsidP="00E05055">
            <w:pPr>
              <w:pStyle w:val="Title1"/>
              <w:rPr>
                <w:lang w:val="en-US"/>
              </w:rPr>
            </w:pPr>
            <w:r>
              <w:rPr>
                <w:caps w:val="0"/>
                <w:lang w:val="en-US"/>
              </w:rPr>
              <w:t>WORKING DOCUMENT TOWARDS PRELIMINARY DRAFT NEW REPORT ON WRC-23 AGENDA ITEM 1.6</w:t>
            </w:r>
            <w:r>
              <w:rPr>
                <w:caps w:val="0"/>
                <w:lang w:val="en-US"/>
              </w:rPr>
              <w:br/>
            </w:r>
            <w:r>
              <w:rPr>
                <w:lang w:val="en-US"/>
              </w:rPr>
              <w:t>[suborbital vehicles studies]</w:t>
            </w:r>
          </w:p>
          <w:p w14:paraId="0B61F839" w14:textId="6DB24AB0" w:rsidR="004C3207" w:rsidRPr="004C3207" w:rsidRDefault="004C3207" w:rsidP="004C3207">
            <w:pPr>
              <w:rPr>
                <w:lang w:val="en-US"/>
              </w:rPr>
            </w:pPr>
          </w:p>
        </w:tc>
      </w:tr>
      <w:tr w:rsidR="004156DF" w14:paraId="2D22181D" w14:textId="77777777" w:rsidTr="00E05055">
        <w:trPr>
          <w:cantSplit/>
        </w:trPr>
        <w:tc>
          <w:tcPr>
            <w:tcW w:w="9889" w:type="dxa"/>
          </w:tcPr>
          <w:p w14:paraId="6722624D" w14:textId="77777777" w:rsidR="004156DF" w:rsidRDefault="004156DF" w:rsidP="00E05055">
            <w:pPr>
              <w:pStyle w:val="Title4"/>
              <w:rPr>
                <w:lang w:eastAsia="zh-CN"/>
              </w:rPr>
            </w:pPr>
            <w:r w:rsidRPr="00647CCB">
              <w:t xml:space="preserve">Regulatory, operational, and technical studies of radiocommunications </w:t>
            </w:r>
            <w:r>
              <w:br/>
            </w:r>
            <w:r w:rsidRPr="00647CCB">
              <w:t>for suborbital vehicles</w:t>
            </w:r>
          </w:p>
        </w:tc>
      </w:tr>
    </w:tbl>
    <w:p w14:paraId="31F5B9AA" w14:textId="77777777" w:rsidR="004156DF" w:rsidRDefault="004156DF" w:rsidP="000564A9">
      <w:pPr>
        <w:pStyle w:val="Heading1"/>
      </w:pPr>
    </w:p>
    <w:p w14:paraId="46CC3BCC" w14:textId="3F0B5CD9" w:rsidR="00386FF0" w:rsidRPr="00477FB1" w:rsidRDefault="00386FF0" w:rsidP="000564A9">
      <w:pPr>
        <w:pStyle w:val="Heading1"/>
      </w:pPr>
      <w:r w:rsidRPr="00477FB1">
        <w:t>1</w:t>
      </w:r>
      <w:r w:rsidRPr="00477FB1">
        <w:tab/>
        <w:t>Introduction</w:t>
      </w:r>
    </w:p>
    <w:bookmarkEnd w:id="12"/>
    <w:p w14:paraId="241ED7BA" w14:textId="77777777" w:rsidR="00386FF0" w:rsidRPr="00477FB1" w:rsidRDefault="00386FF0" w:rsidP="001D4920">
      <w:pPr>
        <w:jc w:val="both"/>
        <w:rPr>
          <w:b/>
        </w:rPr>
      </w:pPr>
      <w:r w:rsidRPr="00477FB1">
        <w:rPr>
          <w:bCs/>
        </w:rPr>
        <w:t xml:space="preserve">Resolution </w:t>
      </w:r>
      <w:r w:rsidRPr="00477FB1">
        <w:rPr>
          <w:b/>
          <w:bCs/>
        </w:rPr>
        <w:t>772</w:t>
      </w:r>
      <w:r w:rsidRPr="00477FB1">
        <w:rPr>
          <w:bCs/>
        </w:rPr>
        <w:t xml:space="preserve"> (</w:t>
      </w:r>
      <w:r w:rsidRPr="00477FB1">
        <w:rPr>
          <w:b/>
          <w:bCs/>
        </w:rPr>
        <w:t>WRC-19</w:t>
      </w:r>
      <w:r w:rsidRPr="00477FB1">
        <w:rPr>
          <w:bCs/>
        </w:rPr>
        <w:t>), in preparation for WRC-23 agenda item 1.6, invites the ITU-R:</w:t>
      </w:r>
    </w:p>
    <w:p w14:paraId="4E46D382" w14:textId="77777777" w:rsidR="00386FF0" w:rsidRPr="00477FB1" w:rsidRDefault="00386FF0" w:rsidP="001D4920">
      <w:pPr>
        <w:pStyle w:val="enumlev1"/>
        <w:jc w:val="both"/>
      </w:pPr>
      <w:r w:rsidRPr="00477FB1">
        <w:tab/>
        <w:t>"1</w:t>
      </w:r>
      <w:r w:rsidRPr="00477FB1">
        <w:tab/>
        <w:t>to study spectrum needs for communications between stations on board sub</w:t>
      </w:r>
      <w:r w:rsidRPr="00477FB1">
        <w:noBreakHyphen/>
        <w:t xml:space="preserve">orbital vehicles and terrestrial/space stations providing functions such as, </w:t>
      </w:r>
      <w:r w:rsidRPr="00477FB1">
        <w:rPr>
          <w:i/>
          <w:iCs/>
        </w:rPr>
        <w:t>inter alia</w:t>
      </w:r>
      <w:r w:rsidRPr="00477FB1">
        <w:t>, voice/data communications, navigation, surveillance and TT&amp;C;</w:t>
      </w:r>
    </w:p>
    <w:p w14:paraId="0E2D135F" w14:textId="77777777" w:rsidR="00386FF0" w:rsidRPr="00477FB1" w:rsidRDefault="00386FF0" w:rsidP="001D4920">
      <w:pPr>
        <w:pStyle w:val="enumlev1"/>
        <w:jc w:val="both"/>
      </w:pPr>
      <w:r w:rsidRPr="00477FB1">
        <w:tab/>
        <w:t>2</w:t>
      </w:r>
      <w:r w:rsidRPr="00477FB1">
        <w:tab/>
        <w:t xml:space="preserve">to study appropriate modification, if any, to the Radio Regulations, excluding any new allocations or changes to the existing allocations in Article </w:t>
      </w:r>
      <w:r w:rsidRPr="00477FB1">
        <w:rPr>
          <w:b/>
          <w:bCs/>
        </w:rPr>
        <w:t>5</w:t>
      </w:r>
      <w:r w:rsidRPr="00477FB1">
        <w:t>, to accommodate stations on board sub-orbital vehicles, whilst avoiding any impact on conventional space launch systems with the following objectives:</w:t>
      </w:r>
    </w:p>
    <w:p w14:paraId="724CE1A0" w14:textId="77777777" w:rsidR="00386FF0" w:rsidRPr="00477FB1" w:rsidRDefault="00386FF0" w:rsidP="001D4920">
      <w:pPr>
        <w:pStyle w:val="enumlev2"/>
        <w:jc w:val="both"/>
      </w:pPr>
      <w:r w:rsidRPr="00477FB1">
        <w:t>–</w:t>
      </w:r>
      <w:r w:rsidRPr="00477FB1">
        <w:tab/>
        <w:t>to determine the status of stations on sub-orbital vehicles, and study corresponding regulatory provisions to determine which existing radiocommunication services can be used by stations on sub-orbital vehicles, if necessary;</w:t>
      </w:r>
    </w:p>
    <w:p w14:paraId="0A78A739" w14:textId="77777777" w:rsidR="00386FF0" w:rsidRPr="00477FB1" w:rsidRDefault="00386FF0" w:rsidP="001D4920">
      <w:pPr>
        <w:pStyle w:val="enumlev2"/>
        <w:jc w:val="both"/>
      </w:pPr>
      <w:r w:rsidRPr="00477FB1">
        <w:t>–</w:t>
      </w:r>
      <w:r w:rsidRPr="00477FB1">
        <w:tab/>
        <w:t>to determine the technical and regulatory conditions to allow some stations on board sub-orbital vehicles to operate under the aeronautical regulation and to be considered as earth stations or terrestrial stations even if a part of the flight occurs in space;</w:t>
      </w:r>
    </w:p>
    <w:p w14:paraId="51B3DEFE" w14:textId="77777777" w:rsidR="00386FF0" w:rsidRPr="00477FB1" w:rsidRDefault="00386FF0" w:rsidP="001D4920">
      <w:pPr>
        <w:pStyle w:val="enumlev2"/>
        <w:jc w:val="both"/>
      </w:pPr>
      <w:r w:rsidRPr="00477FB1">
        <w:t>–</w:t>
      </w:r>
      <w:r w:rsidRPr="00477FB1">
        <w:tab/>
        <w:t>to facilitate radiocommunications that support aviation to safely integrate sub-orbital vehicles into the airspace and be interoperable with international civil aviation;</w:t>
      </w:r>
    </w:p>
    <w:p w14:paraId="7C7E9355" w14:textId="77777777" w:rsidR="00386FF0" w:rsidRPr="00477FB1" w:rsidRDefault="00386FF0" w:rsidP="001D4920">
      <w:pPr>
        <w:pStyle w:val="enumlev2"/>
        <w:jc w:val="both"/>
      </w:pPr>
      <w:r w:rsidRPr="00477FB1">
        <w:t>–</w:t>
      </w:r>
      <w:r w:rsidRPr="00477FB1">
        <w:tab/>
        <w:t>to define the relevant technical characteristics and protection criteria relevant for the studies to be undertaken in accordance with the bullet point below;</w:t>
      </w:r>
    </w:p>
    <w:p w14:paraId="1EE714A6" w14:textId="77777777" w:rsidR="00386FF0" w:rsidRPr="00477FB1" w:rsidRDefault="00386FF0" w:rsidP="001D4920">
      <w:pPr>
        <w:pStyle w:val="enumlev2"/>
        <w:jc w:val="both"/>
      </w:pPr>
      <w:r w:rsidRPr="00477FB1">
        <w:t>–</w:t>
      </w:r>
      <w:r w:rsidRPr="00477FB1">
        <w:tab/>
        <w:t>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t>
      </w:r>
    </w:p>
    <w:p w14:paraId="220FE605" w14:textId="77777777" w:rsidR="00386FF0" w:rsidRPr="00477FB1" w:rsidRDefault="00386FF0" w:rsidP="001D4920">
      <w:pPr>
        <w:pStyle w:val="enumlev1"/>
        <w:jc w:val="both"/>
      </w:pPr>
      <w:r w:rsidRPr="00477FB1">
        <w:tab/>
        <w:t>3</w:t>
      </w:r>
      <w:r w:rsidRPr="00477FB1">
        <w:tab/>
        <w:t>to identify, as a result of the studies above, whether there is a need for access to additional spectrum that should be addressed after WRC-23 by a future competent conference."</w:t>
      </w:r>
    </w:p>
    <w:p w14:paraId="56F80CC1" w14:textId="25D9BE1D" w:rsidR="00386FF0" w:rsidRPr="008E603B" w:rsidRDefault="00386FF0" w:rsidP="000564A9">
      <w:pPr>
        <w:pStyle w:val="Heading1"/>
      </w:pPr>
      <w:bookmarkStart w:id="13" w:name="_Hlk32223663"/>
      <w:r w:rsidRPr="0091316C">
        <w:t>2</w:t>
      </w:r>
      <w:r w:rsidRPr="0091316C">
        <w:tab/>
      </w:r>
      <w:r w:rsidR="00A24BA4" w:rsidRPr="002D6026">
        <w:rPr>
          <w:lang w:val="en-US"/>
        </w:rPr>
        <w:t>Abbreviations/Glossary</w:t>
      </w:r>
    </w:p>
    <w:p w14:paraId="0D8C3909" w14:textId="77777777" w:rsidR="00386FF0" w:rsidRDefault="00386FF0" w:rsidP="001D4920">
      <w:pPr>
        <w:tabs>
          <w:tab w:val="clear" w:pos="1134"/>
          <w:tab w:val="left" w:pos="1701"/>
        </w:tabs>
        <w:spacing w:before="60"/>
        <w:rPr>
          <w:bCs/>
        </w:rPr>
      </w:pPr>
      <w:r>
        <w:rPr>
          <w:bCs/>
        </w:rPr>
        <w:t>ADS-B:</w:t>
      </w:r>
      <w:r>
        <w:rPr>
          <w:bCs/>
        </w:rPr>
        <w:tab/>
        <w:t>Automatic dependant surveillance – broadcast</w:t>
      </w:r>
    </w:p>
    <w:p w14:paraId="5774C916" w14:textId="77777777" w:rsidR="00386FF0" w:rsidRPr="0056382D" w:rsidRDefault="00386FF0" w:rsidP="001D4920">
      <w:pPr>
        <w:tabs>
          <w:tab w:val="clear" w:pos="1134"/>
          <w:tab w:val="left" w:pos="1701"/>
        </w:tabs>
        <w:spacing w:before="60"/>
        <w:jc w:val="both"/>
        <w:rPr>
          <w:bCs/>
          <w:lang w:val="fr-FR"/>
        </w:rPr>
      </w:pPr>
      <w:r w:rsidRPr="0056382D">
        <w:rPr>
          <w:bCs/>
          <w:lang w:val="fr-FR"/>
        </w:rPr>
        <w:t>ADS-C:</w:t>
      </w:r>
      <w:r w:rsidRPr="0056382D">
        <w:rPr>
          <w:bCs/>
          <w:lang w:val="fr-FR"/>
        </w:rPr>
        <w:tab/>
      </w:r>
      <w:proofErr w:type="spellStart"/>
      <w:r w:rsidRPr="0056382D">
        <w:rPr>
          <w:bCs/>
          <w:lang w:val="fr-FR"/>
        </w:rPr>
        <w:t>Automatic</w:t>
      </w:r>
      <w:proofErr w:type="spellEnd"/>
      <w:r w:rsidRPr="0056382D">
        <w:rPr>
          <w:bCs/>
          <w:lang w:val="fr-FR"/>
        </w:rPr>
        <w:t xml:space="preserve"> </w:t>
      </w:r>
      <w:proofErr w:type="spellStart"/>
      <w:r w:rsidRPr="0056382D">
        <w:rPr>
          <w:bCs/>
          <w:lang w:val="fr-FR"/>
        </w:rPr>
        <w:t>dependant</w:t>
      </w:r>
      <w:proofErr w:type="spellEnd"/>
      <w:r w:rsidRPr="0056382D">
        <w:rPr>
          <w:bCs/>
          <w:lang w:val="fr-FR"/>
        </w:rPr>
        <w:t xml:space="preserve"> surveillance – </w:t>
      </w:r>
      <w:proofErr w:type="spellStart"/>
      <w:r w:rsidRPr="0056382D">
        <w:rPr>
          <w:bCs/>
          <w:lang w:val="fr-FR"/>
        </w:rPr>
        <w:t>contract</w:t>
      </w:r>
      <w:proofErr w:type="spellEnd"/>
    </w:p>
    <w:p w14:paraId="36534163" w14:textId="77777777" w:rsidR="00386FF0" w:rsidRPr="0056382D" w:rsidRDefault="00386FF0" w:rsidP="001D4920">
      <w:pPr>
        <w:tabs>
          <w:tab w:val="clear" w:pos="1134"/>
          <w:tab w:val="left" w:pos="1701"/>
        </w:tabs>
        <w:spacing w:before="60"/>
        <w:jc w:val="both"/>
        <w:rPr>
          <w:bCs/>
          <w:lang w:val="fr-FR"/>
        </w:rPr>
      </w:pPr>
      <w:r w:rsidRPr="0056382D">
        <w:rPr>
          <w:bCs/>
          <w:lang w:val="fr-FR"/>
        </w:rPr>
        <w:t>AM(R)S:</w:t>
      </w:r>
      <w:r w:rsidRPr="0056382D">
        <w:rPr>
          <w:bCs/>
          <w:lang w:val="fr-FR"/>
        </w:rPr>
        <w:tab/>
      </w:r>
      <w:proofErr w:type="spellStart"/>
      <w:r w:rsidRPr="0056382D">
        <w:rPr>
          <w:bCs/>
          <w:lang w:val="fr-FR"/>
        </w:rPr>
        <w:t>Aeronautical</w:t>
      </w:r>
      <w:proofErr w:type="spellEnd"/>
      <w:r w:rsidRPr="0056382D">
        <w:rPr>
          <w:bCs/>
          <w:lang w:val="fr-FR"/>
        </w:rPr>
        <w:t xml:space="preserve"> mobile (route) service</w:t>
      </w:r>
    </w:p>
    <w:p w14:paraId="33003820" w14:textId="77777777" w:rsidR="00386FF0" w:rsidRPr="0056382D" w:rsidRDefault="00386FF0" w:rsidP="001D4920">
      <w:pPr>
        <w:tabs>
          <w:tab w:val="clear" w:pos="1134"/>
          <w:tab w:val="left" w:pos="1701"/>
        </w:tabs>
        <w:spacing w:before="60"/>
        <w:jc w:val="both"/>
        <w:rPr>
          <w:bCs/>
          <w:lang w:val="fr-FR"/>
        </w:rPr>
      </w:pPr>
      <w:r w:rsidRPr="0056382D">
        <w:rPr>
          <w:bCs/>
          <w:lang w:val="fr-FR"/>
        </w:rPr>
        <w:t>AMS(R)S:</w:t>
      </w:r>
      <w:r w:rsidRPr="0056382D">
        <w:rPr>
          <w:bCs/>
          <w:lang w:val="fr-FR"/>
        </w:rPr>
        <w:tab/>
      </w:r>
      <w:proofErr w:type="spellStart"/>
      <w:r w:rsidRPr="0056382D">
        <w:rPr>
          <w:bCs/>
          <w:lang w:val="fr-FR"/>
        </w:rPr>
        <w:t>Aeronautical</w:t>
      </w:r>
      <w:proofErr w:type="spellEnd"/>
      <w:r w:rsidRPr="0056382D">
        <w:rPr>
          <w:bCs/>
          <w:lang w:val="fr-FR"/>
        </w:rPr>
        <w:t xml:space="preserve"> mobile satellite (route) service</w:t>
      </w:r>
    </w:p>
    <w:p w14:paraId="2A75F034" w14:textId="47E11B54" w:rsidR="00386FF0" w:rsidRPr="0056382D" w:rsidRDefault="00386FF0" w:rsidP="001D4920">
      <w:pPr>
        <w:tabs>
          <w:tab w:val="clear" w:pos="1134"/>
          <w:tab w:val="left" w:pos="1701"/>
        </w:tabs>
        <w:spacing w:before="60"/>
        <w:jc w:val="both"/>
        <w:rPr>
          <w:bCs/>
          <w:lang w:val="fr-FR"/>
        </w:rPr>
      </w:pPr>
      <w:r w:rsidRPr="0056382D">
        <w:rPr>
          <w:bCs/>
          <w:lang w:val="fr-FR"/>
        </w:rPr>
        <w:t>AMS:</w:t>
      </w:r>
      <w:r w:rsidRPr="0056382D">
        <w:rPr>
          <w:bCs/>
          <w:lang w:val="fr-FR"/>
        </w:rPr>
        <w:tab/>
      </w:r>
      <w:proofErr w:type="spellStart"/>
      <w:r w:rsidRPr="0056382D">
        <w:rPr>
          <w:bCs/>
          <w:lang w:val="fr-FR"/>
        </w:rPr>
        <w:t>Aeronautical</w:t>
      </w:r>
      <w:proofErr w:type="spellEnd"/>
      <w:r w:rsidRPr="0056382D">
        <w:rPr>
          <w:bCs/>
          <w:lang w:val="fr-FR"/>
        </w:rPr>
        <w:t xml:space="preserve"> mobile service</w:t>
      </w:r>
    </w:p>
    <w:p w14:paraId="098CC6CC" w14:textId="77777777" w:rsidR="00386FF0" w:rsidRPr="0056382D" w:rsidRDefault="00386FF0" w:rsidP="001D4920">
      <w:pPr>
        <w:tabs>
          <w:tab w:val="clear" w:pos="1134"/>
          <w:tab w:val="left" w:pos="1701"/>
        </w:tabs>
        <w:spacing w:before="60"/>
        <w:jc w:val="both"/>
        <w:rPr>
          <w:bCs/>
          <w:lang w:val="fr-FR"/>
        </w:rPr>
      </w:pPr>
      <w:r w:rsidRPr="0056382D">
        <w:rPr>
          <w:bCs/>
          <w:lang w:val="fr-FR"/>
        </w:rPr>
        <w:t>AMT:</w:t>
      </w:r>
      <w:r w:rsidRPr="0056382D">
        <w:rPr>
          <w:bCs/>
          <w:lang w:val="fr-FR"/>
        </w:rPr>
        <w:tab/>
      </w:r>
      <w:proofErr w:type="spellStart"/>
      <w:r w:rsidRPr="0056382D">
        <w:rPr>
          <w:bCs/>
          <w:lang w:val="fr-FR"/>
        </w:rPr>
        <w:t>Aeronautical</w:t>
      </w:r>
      <w:proofErr w:type="spellEnd"/>
      <w:r w:rsidRPr="0056382D">
        <w:rPr>
          <w:bCs/>
          <w:lang w:val="fr-FR"/>
        </w:rPr>
        <w:t xml:space="preserve"> mobile </w:t>
      </w:r>
      <w:proofErr w:type="spellStart"/>
      <w:r w:rsidRPr="0056382D">
        <w:rPr>
          <w:bCs/>
          <w:lang w:val="fr-FR"/>
        </w:rPr>
        <w:t>telemetry</w:t>
      </w:r>
      <w:proofErr w:type="spellEnd"/>
    </w:p>
    <w:p w14:paraId="78B333A8" w14:textId="77777777" w:rsidR="00386FF0" w:rsidRPr="0056382D" w:rsidRDefault="00386FF0" w:rsidP="001D4920">
      <w:pPr>
        <w:tabs>
          <w:tab w:val="clear" w:pos="1134"/>
          <w:tab w:val="left" w:pos="1701"/>
        </w:tabs>
        <w:spacing w:before="60"/>
        <w:jc w:val="both"/>
        <w:rPr>
          <w:bCs/>
          <w:lang w:val="fr-FR"/>
        </w:rPr>
      </w:pPr>
      <w:r w:rsidRPr="0056382D">
        <w:rPr>
          <w:bCs/>
          <w:lang w:val="fr-FR"/>
        </w:rPr>
        <w:t>ATM:</w:t>
      </w:r>
      <w:r w:rsidRPr="0056382D">
        <w:rPr>
          <w:bCs/>
          <w:lang w:val="fr-FR"/>
        </w:rPr>
        <w:tab/>
        <w:t xml:space="preserve">Air </w:t>
      </w:r>
      <w:proofErr w:type="spellStart"/>
      <w:r w:rsidRPr="0056382D">
        <w:rPr>
          <w:bCs/>
          <w:lang w:val="fr-FR"/>
        </w:rPr>
        <w:t>traffic</w:t>
      </w:r>
      <w:proofErr w:type="spellEnd"/>
      <w:r w:rsidRPr="0056382D">
        <w:rPr>
          <w:bCs/>
          <w:lang w:val="fr-FR"/>
        </w:rPr>
        <w:t xml:space="preserve"> management </w:t>
      </w:r>
    </w:p>
    <w:p w14:paraId="0DD1B30A" w14:textId="77777777" w:rsidR="00386FF0" w:rsidRPr="0056382D" w:rsidRDefault="00386FF0" w:rsidP="001D4920">
      <w:pPr>
        <w:tabs>
          <w:tab w:val="clear" w:pos="1134"/>
          <w:tab w:val="left" w:pos="1701"/>
        </w:tabs>
        <w:spacing w:before="60"/>
        <w:jc w:val="both"/>
        <w:rPr>
          <w:bCs/>
          <w:lang w:val="fr-FR"/>
        </w:rPr>
      </w:pPr>
      <w:r w:rsidRPr="0056382D">
        <w:rPr>
          <w:bCs/>
          <w:lang w:val="fr-FR"/>
        </w:rPr>
        <w:t>GNSS:</w:t>
      </w:r>
      <w:r w:rsidRPr="0056382D">
        <w:rPr>
          <w:bCs/>
          <w:lang w:val="fr-FR"/>
        </w:rPr>
        <w:tab/>
        <w:t>Global navigation satellite service</w:t>
      </w:r>
    </w:p>
    <w:p w14:paraId="40CE359D" w14:textId="77777777" w:rsidR="00386FF0" w:rsidRPr="0056382D" w:rsidRDefault="00386FF0" w:rsidP="001D4920">
      <w:pPr>
        <w:tabs>
          <w:tab w:val="clear" w:pos="1134"/>
          <w:tab w:val="left" w:pos="1701"/>
        </w:tabs>
        <w:spacing w:before="60"/>
        <w:jc w:val="both"/>
        <w:rPr>
          <w:bCs/>
          <w:lang w:val="fr-FR"/>
        </w:rPr>
      </w:pPr>
      <w:r w:rsidRPr="0056382D">
        <w:rPr>
          <w:bCs/>
          <w:lang w:val="fr-FR"/>
        </w:rPr>
        <w:t>ICAO:</w:t>
      </w:r>
      <w:r w:rsidRPr="0056382D">
        <w:rPr>
          <w:bCs/>
          <w:lang w:val="fr-FR"/>
        </w:rPr>
        <w:tab/>
        <w:t xml:space="preserve">International Civil Aviation </w:t>
      </w:r>
      <w:proofErr w:type="spellStart"/>
      <w:r w:rsidRPr="0056382D">
        <w:rPr>
          <w:bCs/>
          <w:lang w:val="fr-FR"/>
        </w:rPr>
        <w:t>Organization</w:t>
      </w:r>
      <w:proofErr w:type="spellEnd"/>
    </w:p>
    <w:p w14:paraId="41EB9D9A" w14:textId="77777777" w:rsidR="00386FF0" w:rsidRPr="0056382D" w:rsidRDefault="00386FF0" w:rsidP="001D4920">
      <w:pPr>
        <w:tabs>
          <w:tab w:val="clear" w:pos="1134"/>
          <w:tab w:val="left" w:pos="1701"/>
        </w:tabs>
        <w:spacing w:before="60"/>
        <w:jc w:val="both"/>
        <w:rPr>
          <w:bCs/>
          <w:lang w:val="fr-FR"/>
        </w:rPr>
      </w:pPr>
      <w:r w:rsidRPr="0056382D">
        <w:rPr>
          <w:bCs/>
          <w:lang w:val="fr-FR"/>
        </w:rPr>
        <w:t>MSS:</w:t>
      </w:r>
      <w:r w:rsidRPr="0056382D">
        <w:rPr>
          <w:bCs/>
          <w:lang w:val="fr-FR"/>
        </w:rPr>
        <w:tab/>
        <w:t>Mobile satellite service</w:t>
      </w:r>
    </w:p>
    <w:p w14:paraId="070A076C" w14:textId="77777777" w:rsidR="00386FF0" w:rsidRPr="0056382D" w:rsidRDefault="00386FF0" w:rsidP="001D4920">
      <w:pPr>
        <w:tabs>
          <w:tab w:val="clear" w:pos="1134"/>
          <w:tab w:val="left" w:pos="1701"/>
        </w:tabs>
        <w:spacing w:before="60"/>
        <w:jc w:val="both"/>
        <w:rPr>
          <w:bCs/>
          <w:lang w:val="fr-FR"/>
        </w:rPr>
      </w:pPr>
      <w:r w:rsidRPr="0056382D">
        <w:rPr>
          <w:bCs/>
          <w:lang w:val="fr-FR"/>
        </w:rPr>
        <w:t>RNSS:</w:t>
      </w:r>
      <w:r w:rsidRPr="0056382D">
        <w:rPr>
          <w:bCs/>
          <w:lang w:val="fr-FR"/>
        </w:rPr>
        <w:tab/>
        <w:t>Radionavigation satellite service</w:t>
      </w:r>
    </w:p>
    <w:p w14:paraId="26CB71FC" w14:textId="77777777" w:rsidR="00386FF0" w:rsidRDefault="00386FF0" w:rsidP="001D4920">
      <w:pPr>
        <w:tabs>
          <w:tab w:val="clear" w:pos="1134"/>
          <w:tab w:val="left" w:pos="1701"/>
        </w:tabs>
        <w:spacing w:before="60"/>
        <w:rPr>
          <w:bCs/>
        </w:rPr>
      </w:pPr>
      <w:r>
        <w:rPr>
          <w:bCs/>
        </w:rPr>
        <w:t>RR:</w:t>
      </w:r>
      <w:r>
        <w:rPr>
          <w:bCs/>
        </w:rPr>
        <w:tab/>
        <w:t>Radio Regulations</w:t>
      </w:r>
    </w:p>
    <w:p w14:paraId="65E0896A" w14:textId="77777777" w:rsidR="00386FF0" w:rsidRPr="00BF27F6" w:rsidRDefault="00386FF0" w:rsidP="001D4920">
      <w:pPr>
        <w:tabs>
          <w:tab w:val="clear" w:pos="1134"/>
          <w:tab w:val="left" w:pos="1701"/>
        </w:tabs>
        <w:spacing w:before="60"/>
        <w:rPr>
          <w:bCs/>
        </w:rPr>
      </w:pPr>
      <w:r>
        <w:rPr>
          <w:bCs/>
        </w:rPr>
        <w:t>TT&amp;C</w:t>
      </w:r>
      <w:r w:rsidRPr="00BF27F6">
        <w:rPr>
          <w:bCs/>
        </w:rPr>
        <w:t>:</w:t>
      </w:r>
      <w:r w:rsidRPr="00BF27F6">
        <w:rPr>
          <w:bCs/>
        </w:rPr>
        <w:tab/>
      </w:r>
      <w:r>
        <w:rPr>
          <w:bCs/>
        </w:rPr>
        <w:t>T</w:t>
      </w:r>
      <w:r w:rsidRPr="00477FB1">
        <w:t xml:space="preserve">elemetry, </w:t>
      </w:r>
      <w:r>
        <w:t>t</w:t>
      </w:r>
      <w:r w:rsidRPr="00477FB1">
        <w:t xml:space="preserve">racking &amp; </w:t>
      </w:r>
      <w:r>
        <w:t>t</w:t>
      </w:r>
      <w:r w:rsidRPr="00477FB1">
        <w:t>elecommand</w:t>
      </w:r>
    </w:p>
    <w:p w14:paraId="7204A28A" w14:textId="79524A06" w:rsidR="00386FF0" w:rsidRPr="00477FB1" w:rsidRDefault="00A24BA4" w:rsidP="000564A9">
      <w:pPr>
        <w:pStyle w:val="Heading1"/>
      </w:pPr>
      <w:r>
        <w:t>3</w:t>
      </w:r>
      <w:r>
        <w:tab/>
      </w:r>
      <w:r w:rsidR="00386FF0" w:rsidRPr="00477FB1">
        <w:t xml:space="preserve">Relevant </w:t>
      </w:r>
      <w:bookmarkStart w:id="14" w:name="_Hlk73971791"/>
      <w:r w:rsidR="00386FF0" w:rsidRPr="00477FB1">
        <w:t xml:space="preserve">ITU-R </w:t>
      </w:r>
      <w:bookmarkEnd w:id="14"/>
      <w:r w:rsidR="00386FF0" w:rsidRPr="00477FB1">
        <w:t>Recommendations and Reports</w:t>
      </w:r>
    </w:p>
    <w:bookmarkEnd w:id="13"/>
    <w:p w14:paraId="36DC6BB7" w14:textId="77777777" w:rsidR="00386FF0" w:rsidRPr="00477FB1" w:rsidRDefault="00386FF0" w:rsidP="00AE153D">
      <w:pPr>
        <w:pStyle w:val="Headingi"/>
      </w:pPr>
      <w:r w:rsidRPr="00477FB1">
        <w:t>Recommendations</w:t>
      </w:r>
    </w:p>
    <w:p w14:paraId="411D0E64" w14:textId="086202DD" w:rsidR="00386FF0" w:rsidRPr="00477FB1" w:rsidRDefault="006A7D2C" w:rsidP="001D4920">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9" w:history="1">
        <w:r w:rsidR="00A24BA4" w:rsidRPr="00A24BA4">
          <w:rPr>
            <w:rStyle w:val="Hyperlink"/>
          </w:rPr>
          <w:t>M.1038-0</w:t>
        </w:r>
      </w:hyperlink>
      <w:r w:rsidR="00386FF0" w:rsidRPr="00477FB1">
        <w:tab/>
        <w:t>Efficient use of the geostationary-satellite orbit and spectrum in the 1-3 GHz frequency range by mobile-satellite systems</w:t>
      </w:r>
    </w:p>
    <w:p w14:paraId="12BDF40A" w14:textId="07C0911E" w:rsidR="00386FF0" w:rsidRPr="00477FB1" w:rsidRDefault="006A7D2C" w:rsidP="001D4920">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0" w:history="1">
        <w:r w:rsidR="00A24BA4">
          <w:rPr>
            <w:color w:val="0000FF"/>
            <w:u w:val="single"/>
          </w:rPr>
          <w:t>M.1184-3</w:t>
        </w:r>
      </w:hyperlink>
      <w:r w:rsidR="00386FF0" w:rsidRPr="00477FB1">
        <w:tab/>
        <w:t>Technical characteristics of mobile satellite systems in the frequency bands below 3 GHz for use in developing criteria for sharing between the mobile-satellite service and other services</w:t>
      </w:r>
    </w:p>
    <w:p w14:paraId="1C47D1B7" w14:textId="3750BD5B" w:rsidR="00386FF0" w:rsidRPr="00477FB1" w:rsidRDefault="006A7D2C" w:rsidP="001D4920">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1" w:history="1">
        <w:r w:rsidR="00A24BA4">
          <w:rPr>
            <w:color w:val="0000FF"/>
            <w:u w:val="single"/>
          </w:rPr>
          <w:t>M.1316-1</w:t>
        </w:r>
      </w:hyperlink>
      <w:r w:rsidR="00386FF0" w:rsidRPr="00477FB1">
        <w:tab/>
        <w:t>Principles and a methodology for frequency sharing in the 1 610.6</w:t>
      </w:r>
      <w:r w:rsidR="00386FF0" w:rsidRPr="00477FB1">
        <w:noBreakHyphen/>
        <w:t>1 613.8 MHz and 1</w:t>
      </w:r>
      <w:r w:rsidR="00386FF0">
        <w:t> </w:t>
      </w:r>
      <w:r w:rsidR="00386FF0" w:rsidRPr="00477FB1">
        <w:t>660-1</w:t>
      </w:r>
      <w:r w:rsidR="00386FF0">
        <w:t> </w:t>
      </w:r>
      <w:r w:rsidR="00386FF0" w:rsidRPr="00477FB1">
        <w:t>660.5 MHz bands between the mobile-satellite service (Earth-to-space) and the radio astronomy service</w:t>
      </w:r>
    </w:p>
    <w:p w14:paraId="0A452829" w14:textId="2F7D21B4" w:rsidR="00386FF0" w:rsidRPr="00477FB1" w:rsidRDefault="006A7D2C" w:rsidP="001D4920">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2" w:history="1">
        <w:r w:rsidR="00A24BA4">
          <w:rPr>
            <w:color w:val="0000FF"/>
            <w:u w:val="single"/>
          </w:rPr>
          <w:t>M.1471-1</w:t>
        </w:r>
      </w:hyperlink>
      <w:r w:rsidR="00386FF0" w:rsidRPr="00477FB1">
        <w:tab/>
        <w:t>Guide to the application of the methodologies to facilitate coordination and use of frequency bands shared between the mobile-satellite service and the fixed service in the frequency range 1-3 GHz</w:t>
      </w:r>
    </w:p>
    <w:p w14:paraId="1A2255BC" w14:textId="6E82C177" w:rsidR="00386FF0" w:rsidRPr="00477FB1" w:rsidRDefault="006A7D2C" w:rsidP="001D4920">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3" w:history="1">
        <w:r w:rsidR="00A24BA4">
          <w:rPr>
            <w:color w:val="0000FF"/>
            <w:u w:val="single"/>
          </w:rPr>
          <w:t>M.1741</w:t>
        </w:r>
      </w:hyperlink>
      <w:r w:rsidR="00386FF0">
        <w:rPr>
          <w:color w:val="0000FF"/>
          <w:u w:val="single"/>
        </w:rPr>
        <w:t>-0</w:t>
      </w:r>
      <w:r w:rsidR="00386FF0" w:rsidRPr="00477FB1">
        <w:tab/>
        <w:t>Methodology for deriving performance objectives and its optimization for IP packet applications in the mobile-satellite service</w:t>
      </w:r>
    </w:p>
    <w:p w14:paraId="323FC08D" w14:textId="04767DED" w:rsidR="00386FF0" w:rsidRPr="00362940" w:rsidRDefault="006A7D2C" w:rsidP="001D4920">
      <w:pPr>
        <w:tabs>
          <w:tab w:val="clear" w:pos="1871"/>
          <w:tab w:val="left" w:pos="1985"/>
        </w:tabs>
        <w:ind w:left="1985" w:hanging="1985"/>
        <w:jc w:val="both"/>
        <w:rPr>
          <w:lang w:eastAsia="ja-JP"/>
        </w:rPr>
      </w:pPr>
      <w:r w:rsidRPr="00362940">
        <w:rPr>
          <w:lang w:eastAsia="ja-JP"/>
        </w:rPr>
        <w:t xml:space="preserve">ITU-R </w:t>
      </w:r>
      <w:hyperlink r:id="rId14" w:history="1">
        <w:r w:rsidR="00A24BA4">
          <w:rPr>
            <w:color w:val="0000FF"/>
            <w:u w:val="single"/>
          </w:rPr>
          <w:t>M.1787-4</w:t>
        </w:r>
      </w:hyperlink>
      <w:r w:rsidR="00386FF0" w:rsidRPr="00477FB1">
        <w:rPr>
          <w:lang w:eastAsia="ja-JP"/>
        </w:rPr>
        <w:tab/>
      </w:r>
      <w:r w:rsidR="00386FF0" w:rsidRPr="00362940">
        <w:rPr>
          <w:lang w:eastAsia="ja-JP"/>
        </w:rPr>
        <w:t>Description of systems and networks in the radionavigation-satellite service (space-to-Earth and space-to-space) and technical characteristics of transmitting space stations operating in the bands 1</w:t>
      </w:r>
      <w:r w:rsidR="00386FF0">
        <w:rPr>
          <w:lang w:eastAsia="ja-JP"/>
        </w:rPr>
        <w:t> </w:t>
      </w:r>
      <w:r w:rsidR="00386FF0" w:rsidRPr="00362940">
        <w:rPr>
          <w:lang w:eastAsia="ja-JP"/>
        </w:rPr>
        <w:t>164-1</w:t>
      </w:r>
      <w:r w:rsidR="00386FF0">
        <w:rPr>
          <w:lang w:eastAsia="ja-JP"/>
        </w:rPr>
        <w:t> </w:t>
      </w:r>
      <w:r w:rsidR="00386FF0" w:rsidRPr="00362940">
        <w:rPr>
          <w:lang w:eastAsia="ja-JP"/>
        </w:rPr>
        <w:t>215 MHz,</w:t>
      </w:r>
      <w:r w:rsidR="00386FF0">
        <w:rPr>
          <w:lang w:eastAsia="ja-JP"/>
        </w:rPr>
        <w:t xml:space="preserve"> </w:t>
      </w:r>
      <w:r w:rsidR="00386FF0" w:rsidRPr="00362940">
        <w:rPr>
          <w:lang w:eastAsia="ja-JP"/>
        </w:rPr>
        <w:t>1</w:t>
      </w:r>
      <w:r w:rsidR="00386FF0">
        <w:rPr>
          <w:lang w:eastAsia="ja-JP"/>
        </w:rPr>
        <w:t> </w:t>
      </w:r>
      <w:r w:rsidR="00386FF0" w:rsidRPr="00362940">
        <w:rPr>
          <w:lang w:eastAsia="ja-JP"/>
        </w:rPr>
        <w:t>215-1</w:t>
      </w:r>
      <w:r w:rsidR="00386FF0">
        <w:rPr>
          <w:lang w:eastAsia="ja-JP"/>
        </w:rPr>
        <w:t> </w:t>
      </w:r>
      <w:r w:rsidR="00386FF0" w:rsidRPr="00362940">
        <w:rPr>
          <w:lang w:eastAsia="ja-JP"/>
        </w:rPr>
        <w:t>300 MHz and 1</w:t>
      </w:r>
      <w:r w:rsidR="00386FF0">
        <w:rPr>
          <w:lang w:eastAsia="ja-JP"/>
        </w:rPr>
        <w:t> </w:t>
      </w:r>
      <w:r w:rsidR="00386FF0" w:rsidRPr="00362940">
        <w:rPr>
          <w:lang w:eastAsia="ja-JP"/>
        </w:rPr>
        <w:t>559-1</w:t>
      </w:r>
      <w:r w:rsidR="00386FF0">
        <w:rPr>
          <w:lang w:eastAsia="ja-JP"/>
        </w:rPr>
        <w:t> </w:t>
      </w:r>
      <w:r w:rsidR="00386FF0" w:rsidRPr="00362940">
        <w:rPr>
          <w:lang w:eastAsia="ja-JP"/>
        </w:rPr>
        <w:t>610 MHz</w:t>
      </w:r>
    </w:p>
    <w:p w14:paraId="52CA9DFD" w14:textId="3E18618D" w:rsidR="00386FF0" w:rsidRPr="00362940" w:rsidRDefault="00386FF0" w:rsidP="002C6CCE">
      <w:pPr>
        <w:tabs>
          <w:tab w:val="clear" w:pos="1871"/>
          <w:tab w:val="left" w:pos="1985"/>
        </w:tabs>
        <w:ind w:left="1985" w:hanging="1985"/>
        <w:jc w:val="both"/>
        <w:rPr>
          <w:lang w:eastAsia="ja-JP"/>
        </w:rPr>
      </w:pPr>
      <w:r w:rsidRPr="00362940">
        <w:rPr>
          <w:lang w:eastAsia="ja-JP"/>
        </w:rPr>
        <w:t xml:space="preserve">ITU-R </w:t>
      </w:r>
      <w:hyperlink r:id="rId15" w:history="1">
        <w:r w:rsidRPr="006A7D2C">
          <w:rPr>
            <w:rStyle w:val="Hyperlink"/>
            <w:lang w:eastAsia="ja-JP"/>
          </w:rPr>
          <w:t>M.1901-3</w:t>
        </w:r>
      </w:hyperlink>
      <w:r w:rsidRPr="00362940">
        <w:rPr>
          <w:lang w:eastAsia="ja-JP"/>
        </w:rPr>
        <w:tab/>
        <w:t>Guidance on ITU-R Recommendations related to systems and networks in the radionavigation-satellite service operating in the frequency bands 1</w:t>
      </w:r>
      <w:r>
        <w:rPr>
          <w:lang w:eastAsia="ja-JP"/>
        </w:rPr>
        <w:t> </w:t>
      </w:r>
      <w:r w:rsidRPr="00362940">
        <w:rPr>
          <w:lang w:eastAsia="ja-JP"/>
        </w:rPr>
        <w:t>164-1</w:t>
      </w:r>
      <w:r>
        <w:rPr>
          <w:lang w:eastAsia="ja-JP"/>
        </w:rPr>
        <w:t> </w:t>
      </w:r>
      <w:r w:rsidRPr="00362940">
        <w:rPr>
          <w:lang w:eastAsia="ja-JP"/>
        </w:rPr>
        <w:t>215 MHz, 1</w:t>
      </w:r>
      <w:r>
        <w:rPr>
          <w:lang w:eastAsia="ja-JP"/>
        </w:rPr>
        <w:t> </w:t>
      </w:r>
      <w:r w:rsidRPr="00362940">
        <w:rPr>
          <w:lang w:eastAsia="ja-JP"/>
        </w:rPr>
        <w:t>215-1</w:t>
      </w:r>
      <w:r>
        <w:rPr>
          <w:lang w:eastAsia="ja-JP"/>
        </w:rPr>
        <w:t> </w:t>
      </w:r>
      <w:r w:rsidRPr="00362940">
        <w:rPr>
          <w:lang w:eastAsia="ja-JP"/>
        </w:rPr>
        <w:t>300 MHz, 1</w:t>
      </w:r>
      <w:r>
        <w:rPr>
          <w:lang w:eastAsia="ja-JP"/>
        </w:rPr>
        <w:t> </w:t>
      </w:r>
      <w:r w:rsidRPr="00362940">
        <w:rPr>
          <w:lang w:eastAsia="ja-JP"/>
        </w:rPr>
        <w:t>559-1</w:t>
      </w:r>
      <w:r>
        <w:rPr>
          <w:lang w:eastAsia="ja-JP"/>
        </w:rPr>
        <w:t> </w:t>
      </w:r>
      <w:r w:rsidRPr="00362940">
        <w:rPr>
          <w:lang w:eastAsia="ja-JP"/>
        </w:rPr>
        <w:t>610 MHz, 5</w:t>
      </w:r>
      <w:r>
        <w:rPr>
          <w:lang w:eastAsia="ja-JP"/>
        </w:rPr>
        <w:t> </w:t>
      </w:r>
      <w:r w:rsidRPr="00362940">
        <w:rPr>
          <w:lang w:eastAsia="ja-JP"/>
        </w:rPr>
        <w:t>000-5</w:t>
      </w:r>
      <w:r>
        <w:rPr>
          <w:lang w:eastAsia="ja-JP"/>
        </w:rPr>
        <w:t> </w:t>
      </w:r>
      <w:r w:rsidRPr="00362940">
        <w:rPr>
          <w:lang w:eastAsia="ja-JP"/>
        </w:rPr>
        <w:t>010 MHz and 5</w:t>
      </w:r>
      <w:r>
        <w:rPr>
          <w:lang w:eastAsia="ja-JP"/>
        </w:rPr>
        <w:t> </w:t>
      </w:r>
      <w:r w:rsidRPr="00362940">
        <w:rPr>
          <w:lang w:eastAsia="ja-JP"/>
        </w:rPr>
        <w:t>010</w:t>
      </w:r>
      <w:r>
        <w:rPr>
          <w:lang w:eastAsia="ja-JP"/>
        </w:rPr>
        <w:noBreakHyphen/>
      </w:r>
      <w:r w:rsidRPr="00362940">
        <w:rPr>
          <w:lang w:eastAsia="ja-JP"/>
        </w:rPr>
        <w:t>5</w:t>
      </w:r>
      <w:r>
        <w:rPr>
          <w:lang w:eastAsia="ja-JP"/>
        </w:rPr>
        <w:t> </w:t>
      </w:r>
      <w:r w:rsidRPr="00362940">
        <w:rPr>
          <w:lang w:eastAsia="ja-JP"/>
        </w:rPr>
        <w:t>030</w:t>
      </w:r>
      <w:r>
        <w:rPr>
          <w:lang w:eastAsia="ja-JP"/>
        </w:rPr>
        <w:t> </w:t>
      </w:r>
      <w:r w:rsidRPr="00362940">
        <w:rPr>
          <w:lang w:eastAsia="ja-JP"/>
        </w:rPr>
        <w:t>MHz</w:t>
      </w:r>
    </w:p>
    <w:p w14:paraId="421BD8AA" w14:textId="3C158709" w:rsidR="00386FF0" w:rsidRPr="00362940" w:rsidRDefault="006A7D2C" w:rsidP="001D4920">
      <w:pPr>
        <w:tabs>
          <w:tab w:val="clear" w:pos="1871"/>
          <w:tab w:val="left" w:pos="1985"/>
        </w:tabs>
        <w:ind w:left="1985" w:hanging="1985"/>
        <w:jc w:val="both"/>
        <w:rPr>
          <w:lang w:eastAsia="ja-JP"/>
        </w:rPr>
      </w:pPr>
      <w:r w:rsidRPr="00362940">
        <w:rPr>
          <w:lang w:eastAsia="ja-JP"/>
        </w:rPr>
        <w:t xml:space="preserve">ITU-R </w:t>
      </w:r>
      <w:hyperlink r:id="rId16" w:history="1">
        <w:r>
          <w:rPr>
            <w:color w:val="0000FF"/>
            <w:u w:val="single"/>
          </w:rPr>
          <w:t>M.1903-1</w:t>
        </w:r>
      </w:hyperlink>
      <w:r w:rsidR="00386FF0" w:rsidRPr="00362940">
        <w:rPr>
          <w:lang w:eastAsia="ja-JP"/>
        </w:rPr>
        <w:t xml:space="preserve"> </w:t>
      </w:r>
      <w:r w:rsidR="00386FF0" w:rsidRPr="00362940">
        <w:rPr>
          <w:lang w:eastAsia="ja-JP"/>
        </w:rPr>
        <w:tab/>
      </w:r>
      <w:r w:rsidR="00386FF0" w:rsidRPr="00362940">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6B1C6068" w14:textId="380CDF73" w:rsidR="000564A9" w:rsidRDefault="006A7D2C" w:rsidP="00A06DE3">
      <w:pPr>
        <w:tabs>
          <w:tab w:val="clear" w:pos="1871"/>
          <w:tab w:val="left" w:pos="1985"/>
        </w:tabs>
        <w:ind w:left="1985" w:hanging="1985"/>
        <w:jc w:val="both"/>
        <w:rPr>
          <w:lang w:eastAsia="ja-JP"/>
        </w:rPr>
      </w:pPr>
      <w:r w:rsidRPr="00362940">
        <w:rPr>
          <w:lang w:eastAsia="ja-JP"/>
        </w:rPr>
        <w:t xml:space="preserve">ITU-R </w:t>
      </w:r>
      <w:hyperlink r:id="rId17" w:history="1">
        <w:r>
          <w:rPr>
            <w:color w:val="0000FF"/>
            <w:u w:val="single"/>
          </w:rPr>
          <w:t>M.1905-1</w:t>
        </w:r>
      </w:hyperlink>
      <w:r w:rsidR="00386FF0" w:rsidRPr="00362940">
        <w:rPr>
          <w:lang w:eastAsia="ja-JP"/>
        </w:rPr>
        <w:t xml:space="preserve"> </w:t>
      </w:r>
      <w:r w:rsidR="00386FF0" w:rsidRPr="00362940">
        <w:rPr>
          <w:lang w:eastAsia="ja-JP"/>
        </w:rPr>
        <w:tab/>
      </w:r>
      <w:r w:rsidR="00386FF0" w:rsidRPr="00362940">
        <w:rPr>
          <w:spacing w:val="-4"/>
          <w:lang w:eastAsia="ja-JP"/>
        </w:rPr>
        <w:t>Characteristics</w:t>
      </w:r>
      <w:r w:rsidR="00386FF0" w:rsidRPr="00362940">
        <w:rPr>
          <w:lang w:eastAsia="ja-JP"/>
        </w:rPr>
        <w:t xml:space="preserve"> and protection criteria for receiving earth stations in the radionavigation-satellite service (space-to-Earth) operating</w:t>
      </w:r>
      <w:r w:rsidR="00386FF0" w:rsidRPr="00362940">
        <w:rPr>
          <w:spacing w:val="-4"/>
          <w:lang w:eastAsia="ja-JP"/>
        </w:rPr>
        <w:t xml:space="preserve"> in the</w:t>
      </w:r>
      <w:r w:rsidR="00386FF0" w:rsidRPr="00362940">
        <w:rPr>
          <w:lang w:eastAsia="ja-JP"/>
        </w:rPr>
        <w:t xml:space="preserve"> band 1 164-1</w:t>
      </w:r>
      <w:r w:rsidR="000564A9">
        <w:rPr>
          <w:lang w:eastAsia="ja-JP"/>
        </w:rPr>
        <w:t> </w:t>
      </w:r>
      <w:r w:rsidR="00386FF0" w:rsidRPr="00362940">
        <w:rPr>
          <w:lang w:eastAsia="ja-JP"/>
        </w:rPr>
        <w:t>215 MHz</w:t>
      </w:r>
    </w:p>
    <w:p w14:paraId="44CDD43D" w14:textId="7AB10ACE" w:rsidR="00386FF0" w:rsidRPr="004960E3" w:rsidRDefault="00000000" w:rsidP="00A06DE3">
      <w:pPr>
        <w:tabs>
          <w:tab w:val="clear" w:pos="1871"/>
          <w:tab w:val="left" w:pos="1985"/>
        </w:tabs>
        <w:ind w:left="1985" w:hanging="1985"/>
        <w:jc w:val="both"/>
        <w:rPr>
          <w:lang w:eastAsia="ja-JP"/>
        </w:rPr>
      </w:pPr>
      <w:hyperlink r:id="rId18" w:history="1">
        <w:r w:rsidR="00386FF0" w:rsidRPr="000564A9">
          <w:rPr>
            <w:rStyle w:val="Hyperlink"/>
            <w:lang w:eastAsia="ja-JP"/>
          </w:rPr>
          <w:t>ITU-R M.1638</w:t>
        </w:r>
      </w:hyperlink>
      <w:r w:rsidR="000564A9" w:rsidRPr="000564A9">
        <w:rPr>
          <w:u w:val="single"/>
          <w:lang w:eastAsia="ja-JP"/>
        </w:rPr>
        <w:t>-1</w:t>
      </w:r>
      <w:r w:rsidR="00386FF0" w:rsidRPr="004960E3">
        <w:rPr>
          <w:lang w:eastAsia="ja-JP"/>
        </w:rPr>
        <w:t xml:space="preserve"> </w:t>
      </w:r>
      <w:r w:rsidR="00386FF0" w:rsidRPr="004960E3">
        <w:rPr>
          <w:lang w:eastAsia="ja-JP"/>
        </w:rPr>
        <w:tab/>
        <w:t>Characteristics of and protection criteria for sharing studies for radiolocation (except ground based meteorological radars) and aeronautical radionavigation radars operating in the frequency bands between 5 250 and 5 850 MHz</w:t>
      </w:r>
    </w:p>
    <w:p w14:paraId="27540B98" w14:textId="0116824F" w:rsidR="00386FF0" w:rsidRPr="004960E3" w:rsidRDefault="006A7D2C" w:rsidP="00A06DE3">
      <w:pPr>
        <w:tabs>
          <w:tab w:val="clear" w:pos="1871"/>
          <w:tab w:val="left" w:pos="1985"/>
        </w:tabs>
        <w:ind w:left="1985" w:hanging="1985"/>
        <w:jc w:val="both"/>
        <w:rPr>
          <w:lang w:val="en-US" w:eastAsia="ja-JP"/>
        </w:rPr>
      </w:pPr>
      <w:r w:rsidRPr="00362940">
        <w:rPr>
          <w:lang w:eastAsia="ja-JP"/>
        </w:rPr>
        <w:t xml:space="preserve">ITU-R </w:t>
      </w:r>
      <w:hyperlink r:id="rId19" w:history="1">
        <w:r>
          <w:rPr>
            <w:rStyle w:val="Hyperlink"/>
          </w:rPr>
          <w:t>RS.1260-2</w:t>
        </w:r>
      </w:hyperlink>
      <w:r w:rsidR="00386FF0" w:rsidRPr="004960E3">
        <w:rPr>
          <w:lang w:val="en-US" w:eastAsia="ja-JP"/>
        </w:rPr>
        <w:tab/>
        <w:t>Feasibility of sharing between active space</w:t>
      </w:r>
      <w:r w:rsidR="00386FF0">
        <w:rPr>
          <w:lang w:val="en-US" w:eastAsia="ja-JP"/>
        </w:rPr>
        <w:t>-</w:t>
      </w:r>
      <w:r w:rsidR="00386FF0" w:rsidRPr="004960E3">
        <w:rPr>
          <w:lang w:val="en-US" w:eastAsia="ja-JP"/>
        </w:rPr>
        <w:t>borne sensors and other services in the range 420-470 MHz</w:t>
      </w:r>
    </w:p>
    <w:p w14:paraId="5E4D7B1E" w14:textId="590ABB85" w:rsidR="00386FF0" w:rsidRPr="004960E3" w:rsidRDefault="006A7D2C" w:rsidP="00A06DE3">
      <w:pPr>
        <w:tabs>
          <w:tab w:val="clear" w:pos="1871"/>
          <w:tab w:val="left" w:pos="1985"/>
        </w:tabs>
        <w:ind w:left="1985" w:hanging="1985"/>
        <w:jc w:val="both"/>
        <w:rPr>
          <w:lang w:eastAsia="ja-JP"/>
        </w:rPr>
      </w:pPr>
      <w:r w:rsidRPr="00362940">
        <w:rPr>
          <w:lang w:eastAsia="ja-JP"/>
        </w:rPr>
        <w:t xml:space="preserve">ITU-R </w:t>
      </w:r>
      <w:hyperlink r:id="rId20" w:history="1">
        <w:r>
          <w:rPr>
            <w:rStyle w:val="Hyperlink"/>
          </w:rPr>
          <w:t>SA.363-5</w:t>
        </w:r>
        <w:r w:rsidRPr="000564A9">
          <w:rPr>
            <w:rStyle w:val="Hyperlink"/>
            <w:u w:val="none"/>
          </w:rPr>
          <w:tab/>
        </w:r>
      </w:hyperlink>
      <w:r w:rsidR="00386FF0" w:rsidRPr="004960E3">
        <w:rPr>
          <w:lang w:eastAsia="ja-JP"/>
        </w:rPr>
        <w:t>Space operation systems</w:t>
      </w:r>
    </w:p>
    <w:p w14:paraId="08895F8F" w14:textId="2031BF74" w:rsidR="00386FF0" w:rsidRPr="00477FB1" w:rsidRDefault="00386FF0" w:rsidP="000564A9">
      <w:pPr>
        <w:pStyle w:val="Headingi"/>
      </w:pPr>
      <w:r w:rsidRPr="00477FB1">
        <w:t>Report</w:t>
      </w:r>
      <w:r w:rsidR="006A7D2C">
        <w:t>s</w:t>
      </w:r>
    </w:p>
    <w:p w14:paraId="19239FEF" w14:textId="5C6EC2BD" w:rsidR="00386FF0" w:rsidRDefault="006A7D2C" w:rsidP="001D4920">
      <w:pPr>
        <w:tabs>
          <w:tab w:val="clear" w:pos="1871"/>
        </w:tabs>
        <w:ind w:left="1985" w:hanging="1985"/>
        <w:jc w:val="both"/>
      </w:pPr>
      <w:r w:rsidRPr="00362940">
        <w:rPr>
          <w:lang w:eastAsia="ja-JP"/>
        </w:rPr>
        <w:t xml:space="preserve">ITU-R </w:t>
      </w:r>
      <w:hyperlink r:id="rId21" w:history="1">
        <w:r>
          <w:rPr>
            <w:rStyle w:val="Hyperlink"/>
          </w:rPr>
          <w:t>M.2413-0</w:t>
        </w:r>
      </w:hyperlink>
      <w:r w:rsidR="00386FF0" w:rsidRPr="00477FB1">
        <w:tab/>
        <w:t>Reception of automatic dependent surveillance broadcast via satellite and compatibility studies with incumbent systems in the frequency band 1 087.7-1</w:t>
      </w:r>
      <w:r w:rsidR="00386FF0">
        <w:t> </w:t>
      </w:r>
      <w:r w:rsidR="00386FF0" w:rsidRPr="00477FB1">
        <w:t>092.3 MHz</w:t>
      </w:r>
    </w:p>
    <w:p w14:paraId="06BB4308" w14:textId="0A37ECBE" w:rsidR="00386FF0" w:rsidRDefault="006A7D2C" w:rsidP="001D4920">
      <w:pPr>
        <w:tabs>
          <w:tab w:val="clear" w:pos="1871"/>
        </w:tabs>
        <w:ind w:left="1985" w:hanging="1985"/>
      </w:pPr>
      <w:r w:rsidRPr="00362940">
        <w:rPr>
          <w:lang w:eastAsia="ja-JP"/>
        </w:rPr>
        <w:t xml:space="preserve">ITU-R </w:t>
      </w:r>
      <w:hyperlink r:id="rId22" w:history="1">
        <w:r>
          <w:rPr>
            <w:color w:val="0000FF"/>
            <w:u w:val="single"/>
          </w:rPr>
          <w:t>M.2477-0</w:t>
        </w:r>
      </w:hyperlink>
      <w:r w:rsidR="00386FF0" w:rsidRPr="00477FB1">
        <w:tab/>
        <w:t>Radiocommunications for suborbital vehicles</w:t>
      </w:r>
    </w:p>
    <w:p w14:paraId="0848CD91" w14:textId="1E8A63F0" w:rsidR="00386FF0" w:rsidRPr="00477FB1" w:rsidRDefault="006A7D2C" w:rsidP="001D4920">
      <w:pPr>
        <w:pStyle w:val="Heading1"/>
      </w:pPr>
      <w:r>
        <w:t>4</w:t>
      </w:r>
      <w:r w:rsidR="00386FF0" w:rsidRPr="00477FB1">
        <w:tab/>
        <w:t xml:space="preserve">Suborbital vehicles </w:t>
      </w:r>
    </w:p>
    <w:p w14:paraId="6C02EC8B" w14:textId="08C44366" w:rsidR="00386FF0" w:rsidRPr="00477FB1" w:rsidRDefault="006A7D2C" w:rsidP="001D4920">
      <w:pPr>
        <w:pStyle w:val="Headingb"/>
      </w:pPr>
      <w:r>
        <w:t>4</w:t>
      </w:r>
      <w:r w:rsidR="00386FF0" w:rsidRPr="00477FB1">
        <w:t>A)</w:t>
      </w:r>
      <w:r w:rsidR="00386FF0" w:rsidRPr="00477FB1">
        <w:tab/>
        <w:t>De</w:t>
      </w:r>
      <w:ins w:id="15" w:author="USA" w:date="2022-10-06T05:15:00Z">
        <w:r w:rsidR="004C3207">
          <w:t>scription</w:t>
        </w:r>
      </w:ins>
      <w:del w:id="16" w:author="USA" w:date="2022-10-06T05:15:00Z">
        <w:r w:rsidR="00386FF0" w:rsidRPr="00477FB1" w:rsidDel="004C3207">
          <w:delText>finition</w:delText>
        </w:r>
      </w:del>
      <w:r w:rsidR="00386FF0" w:rsidRPr="00477FB1">
        <w:t xml:space="preserve"> of suborbital vehicles</w:t>
      </w:r>
    </w:p>
    <w:p w14:paraId="05AA9DC7" w14:textId="4AAB186A" w:rsidR="00386FF0" w:rsidRPr="00C17A9A" w:rsidRDefault="00386FF0" w:rsidP="00574E12">
      <w:pPr>
        <w:jc w:val="both"/>
        <w:rPr>
          <w:szCs w:val="24"/>
        </w:rPr>
      </w:pPr>
      <w:r w:rsidRPr="00C17A9A">
        <w:rPr>
          <w:szCs w:val="24"/>
        </w:rPr>
        <w:t xml:space="preserve">Following further considerations and </w:t>
      </w:r>
      <w:proofErr w:type="gramStart"/>
      <w:r w:rsidRPr="00C17A9A">
        <w:rPr>
          <w:szCs w:val="24"/>
        </w:rPr>
        <w:t>taking into account</w:t>
      </w:r>
      <w:proofErr w:type="gramEnd"/>
      <w:r w:rsidRPr="00C17A9A">
        <w:rPr>
          <w:szCs w:val="24"/>
        </w:rPr>
        <w:t xml:space="preserve"> the diversity of applications, it may be necessary to provide more flexibility to the de</w:t>
      </w:r>
      <w:ins w:id="17" w:author="USA" w:date="2022-10-06T05:15:00Z">
        <w:r w:rsidR="004C3207">
          <w:rPr>
            <w:szCs w:val="24"/>
          </w:rPr>
          <w:t>scription</w:t>
        </w:r>
      </w:ins>
      <w:del w:id="18" w:author="USA" w:date="2022-10-06T05:16:00Z">
        <w:r w:rsidRPr="00C17A9A" w:rsidDel="004C3207">
          <w:rPr>
            <w:szCs w:val="24"/>
          </w:rPr>
          <w:delText>finition</w:delText>
        </w:r>
      </w:del>
      <w:r w:rsidRPr="00C17A9A">
        <w:rPr>
          <w:szCs w:val="24"/>
        </w:rPr>
        <w:t xml:space="preserve"> of suborbital vehicles:</w:t>
      </w:r>
    </w:p>
    <w:p w14:paraId="7D7385B3" w14:textId="77777777" w:rsidR="00386FF0" w:rsidRDefault="00386FF0" w:rsidP="00574E12">
      <w:pPr>
        <w:pStyle w:val="enumlev1"/>
      </w:pPr>
      <w:r>
        <w:tab/>
      </w:r>
      <w:r w:rsidRPr="00C17A9A">
        <w:t xml:space="preserve">“A suborbital flight is defined for Radio Communication purposes, as an intentional flight of a vehicle to reach the upper atmosphere </w:t>
      </w:r>
      <w:r>
        <w:t xml:space="preserve">and return to Earth </w:t>
      </w:r>
      <w:r w:rsidRPr="00C17A9A">
        <w:t xml:space="preserve">with a portion of its flight path that may occur in space without completing a full orbit (see No. </w:t>
      </w:r>
      <w:r w:rsidRPr="00574E12">
        <w:rPr>
          <w:b/>
        </w:rPr>
        <w:t>1.184</w:t>
      </w:r>
      <w:r w:rsidRPr="00C17A9A">
        <w:t xml:space="preserve">) around the Earth or without becoming a satellite (see No. </w:t>
      </w:r>
      <w:r w:rsidRPr="00574E12">
        <w:rPr>
          <w:b/>
        </w:rPr>
        <w:t>1.179</w:t>
      </w:r>
      <w:r w:rsidRPr="00C17A9A">
        <w:t>)</w:t>
      </w:r>
      <w:r>
        <w:t xml:space="preserve">.  </w:t>
      </w:r>
    </w:p>
    <w:p w14:paraId="53DD1CE3" w14:textId="77777777" w:rsidR="00386FF0" w:rsidRDefault="00386FF0" w:rsidP="00574E12">
      <w:pPr>
        <w:pStyle w:val="enumlev1"/>
      </w:pPr>
      <w:r>
        <w:rPr>
          <w:szCs w:val="24"/>
        </w:rPr>
        <w:tab/>
      </w:r>
      <w:r w:rsidRPr="00C17A9A">
        <w:rPr>
          <w:szCs w:val="24"/>
        </w:rPr>
        <w:t>A suborbital vehicle is a vehicle executing a suborbital flight</w:t>
      </w:r>
      <w:r>
        <w:rPr>
          <w:szCs w:val="24"/>
        </w:rPr>
        <w:t>, [and which may be reusable]</w:t>
      </w:r>
      <w:r w:rsidRPr="00C17A9A">
        <w:rPr>
          <w:szCs w:val="24"/>
        </w:rPr>
        <w:t>;”</w:t>
      </w:r>
    </w:p>
    <w:p w14:paraId="097DBEC7" w14:textId="655F39C4" w:rsidR="00386FF0" w:rsidDel="004C3207" w:rsidRDefault="00386FF0" w:rsidP="004C3207">
      <w:pPr>
        <w:ind w:left="1134" w:hanging="1134"/>
        <w:jc w:val="both"/>
        <w:rPr>
          <w:del w:id="19" w:author="USA" w:date="2022-10-06T05:16:00Z"/>
          <w:szCs w:val="24"/>
        </w:rPr>
      </w:pPr>
      <w:r>
        <w:rPr>
          <w:szCs w:val="24"/>
        </w:rPr>
        <w:tab/>
      </w:r>
      <w:del w:id="20" w:author="USA" w:date="2022-10-06T05:16:00Z">
        <w:r w:rsidRPr="00C17A9A" w:rsidDel="004C3207">
          <w:rPr>
            <w:szCs w:val="24"/>
          </w:rPr>
          <w:delText>A suborbital vehicle is a vehicle executing a suborbital flight</w:delText>
        </w:r>
        <w:r w:rsidDel="004C3207">
          <w:rPr>
            <w:szCs w:val="24"/>
          </w:rPr>
          <w:delText>, [and which may be reusable]</w:delText>
        </w:r>
        <w:r w:rsidRPr="00C17A9A" w:rsidDel="004C3207">
          <w:rPr>
            <w:szCs w:val="24"/>
          </w:rPr>
          <w:delText>;”.</w:delText>
        </w:r>
      </w:del>
    </w:p>
    <w:p w14:paraId="52470E2A" w14:textId="2DA7C026" w:rsidR="00386FF0" w:rsidRPr="00C17A9A" w:rsidRDefault="00386FF0" w:rsidP="00D85C44">
      <w:pPr>
        <w:ind w:left="1134" w:hanging="1134"/>
        <w:jc w:val="both"/>
        <w:rPr>
          <w:szCs w:val="24"/>
        </w:rPr>
      </w:pPr>
      <w:del w:id="21" w:author="USA" w:date="2022-10-06T05:16:00Z">
        <w:r w:rsidRPr="00C17A9A" w:rsidDel="004C3207">
          <w:rPr>
            <w:szCs w:val="24"/>
          </w:rPr>
          <w:delText>Including the definition of the suborbital vehicle within the RR would allow to have a clear understanding of the possible applications falling under this definition.</w:delText>
        </w:r>
        <w:r w:rsidDel="004C3207">
          <w:rPr>
            <w:szCs w:val="24"/>
          </w:rPr>
          <w:delText>]</w:delText>
        </w:r>
      </w:del>
      <w:r>
        <w:rPr>
          <w:szCs w:val="24"/>
        </w:rPr>
        <w:t xml:space="preserve"> </w:t>
      </w:r>
    </w:p>
    <w:p w14:paraId="48D6E8F0" w14:textId="380845D8" w:rsidR="00386FF0" w:rsidRPr="00477FB1" w:rsidRDefault="006A7D2C" w:rsidP="001D4920">
      <w:pPr>
        <w:pStyle w:val="Headingb"/>
      </w:pPr>
      <w:r>
        <w:t>4</w:t>
      </w:r>
      <w:r w:rsidR="00386FF0" w:rsidRPr="00477FB1">
        <w:t>B)</w:t>
      </w:r>
      <w:r w:rsidR="00386FF0" w:rsidRPr="00477FB1">
        <w:tab/>
        <w:t>Operational concepts</w:t>
      </w:r>
    </w:p>
    <w:p w14:paraId="77B30A43" w14:textId="77777777" w:rsidR="00386FF0" w:rsidRPr="00477FB1" w:rsidRDefault="00386FF0" w:rsidP="001D4920">
      <w:pPr>
        <w:jc w:val="both"/>
        <w:rPr>
          <w:shd w:val="clear" w:color="auto" w:fill="FFFFFF"/>
          <w:lang w:eastAsia="zh-CN"/>
        </w:rPr>
      </w:pPr>
      <w:bookmarkStart w:id="22" w:name="OLE_LINK11"/>
      <w:r w:rsidRPr="00477FB1">
        <w:rPr>
          <w:shd w:val="clear" w:color="auto" w:fill="FFFFFF"/>
          <w:lang w:eastAsia="zh-CN"/>
        </w:rPr>
        <w:t>Currently, there are a variety of technical solutions to achieve suborbital flight. Launch modes include</w:t>
      </w:r>
      <w:r w:rsidRPr="00477FB1">
        <w:rPr>
          <w:lang w:eastAsia="zh-CN"/>
        </w:rPr>
        <w:t xml:space="preserve"> </w:t>
      </w:r>
      <w:r w:rsidRPr="00477FB1">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22"/>
      <w:r w:rsidRPr="00477FB1">
        <w:rPr>
          <w:shd w:val="clear" w:color="auto" w:fill="FFFFFF"/>
          <w:lang w:eastAsia="zh-CN"/>
        </w:rPr>
        <w:t xml:space="preserve"> Suborbital flights can be implemented by different combinations of the above modes. Figures 1 and 2 show examples of the operational concepts of a suborbital flight.</w:t>
      </w:r>
    </w:p>
    <w:p w14:paraId="2A9DACB2" w14:textId="77777777" w:rsidR="00386FF0" w:rsidRPr="00477FB1" w:rsidRDefault="00386FF0" w:rsidP="001D4920">
      <w:pPr>
        <w:pStyle w:val="FigureNo"/>
        <w:rPr>
          <w:shd w:val="clear" w:color="auto" w:fill="FFFFFF"/>
        </w:rPr>
      </w:pPr>
      <w:r w:rsidRPr="00477FB1">
        <w:t>Figure</w:t>
      </w:r>
      <w:r w:rsidRPr="00477FB1">
        <w:rPr>
          <w:shd w:val="clear" w:color="auto" w:fill="FFFFFF"/>
        </w:rPr>
        <w:t xml:space="preserve"> 1</w:t>
      </w:r>
    </w:p>
    <w:p w14:paraId="7DF6E1FB" w14:textId="77777777" w:rsidR="00386FF0" w:rsidRPr="00477FB1" w:rsidRDefault="00386FF0" w:rsidP="001D4920">
      <w:pPr>
        <w:pStyle w:val="Figuretitle"/>
      </w:pPr>
      <w:bookmarkStart w:id="23" w:name="_Hlk103149640"/>
      <w:bookmarkStart w:id="24" w:name="_Hlk103149708"/>
      <w:r w:rsidRPr="00477FB1">
        <w:t>Examples of the operational concepts of suborbital flight</w:t>
      </w:r>
      <w:bookmarkEnd w:id="23"/>
    </w:p>
    <w:bookmarkEnd w:id="24"/>
    <w:p w14:paraId="034858AB" w14:textId="77777777" w:rsidR="00386FF0" w:rsidRDefault="00386FF0" w:rsidP="001D4920">
      <w:pPr>
        <w:pStyle w:val="Figure"/>
      </w:pPr>
      <w:r w:rsidRPr="00477FB1">
        <w:rPr>
          <w:lang w:val="en-US" w:eastAsia="en-US"/>
        </w:rPr>
        <w:drawing>
          <wp:inline distT="0" distB="0" distL="0" distR="0" wp14:anchorId="149FC1FE" wp14:editId="4FE1DF40">
            <wp:extent cx="5335326" cy="1665374"/>
            <wp:effectExtent l="0" t="0" r="0" b="0"/>
            <wp:docPr id="58" name="Image 57" descr="A picture containing sky, differe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57" descr="A picture containing sky, different, lin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097E3C9D" w14:textId="77777777" w:rsidR="00386FF0" w:rsidRPr="00477FB1" w:rsidRDefault="00386FF0" w:rsidP="001D4920">
      <w:pPr>
        <w:pStyle w:val="FigureNo"/>
      </w:pPr>
      <w:r w:rsidRPr="00477FB1">
        <w:t>Figure 2</w:t>
      </w:r>
    </w:p>
    <w:p w14:paraId="4AE8181F" w14:textId="77777777" w:rsidR="00386FF0" w:rsidRDefault="00386FF0" w:rsidP="004A44A3">
      <w:pPr>
        <w:pStyle w:val="Figuretitle"/>
      </w:pPr>
      <w:del w:id="25" w:author="USA" w:date="2022-05-11T08:19:00Z">
        <w:r w:rsidRPr="00477FB1" w:rsidDel="004A44A3">
          <w:delText>]</w:delText>
        </w:r>
      </w:del>
      <w:ins w:id="26" w:author="USA" w:date="2022-05-11T08:21:00Z">
        <w:r w:rsidRPr="004A44A3">
          <w:t xml:space="preserve"> </w:t>
        </w:r>
        <w:r w:rsidRPr="00477FB1">
          <w:t xml:space="preserve">Examples of </w:t>
        </w:r>
      </w:ins>
      <w:ins w:id="27" w:author="USA" w:date="2022-05-11T08:22:00Z">
        <w:r>
          <w:t>s</w:t>
        </w:r>
      </w:ins>
      <w:ins w:id="28" w:author="USA" w:date="2022-05-11T08:21:00Z">
        <w:r w:rsidRPr="00477FB1">
          <w:t>uborbital flight</w:t>
        </w:r>
      </w:ins>
      <w:ins w:id="29" w:author="USA" w:date="2022-05-11T08:22:00Z">
        <w:r>
          <w:t>s</w:t>
        </w:r>
      </w:ins>
    </w:p>
    <w:p w14:paraId="44F239DD" w14:textId="77777777" w:rsidR="00386FF0" w:rsidRPr="00947E23" w:rsidRDefault="00386FF0" w:rsidP="0094579E">
      <w:pPr>
        <w:pStyle w:val="Figure"/>
      </w:pPr>
      <w:r w:rsidRPr="00A07DEE">
        <w:rPr>
          <w:lang w:val="en-US" w:eastAsia="en-US"/>
        </w:rPr>
        <w:drawing>
          <wp:inline distT="0" distB="0" distL="0" distR="0" wp14:anchorId="273E7A03" wp14:editId="22DB7DD0">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1BA2B153" w14:textId="77777777" w:rsidR="00386FF0" w:rsidRDefault="00386FF0" w:rsidP="001D4920">
      <w:pPr>
        <w:spacing w:before="360"/>
        <w:jc w:val="both"/>
      </w:pPr>
      <w:r w:rsidRPr="00477FB1">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4B796F0E" w14:textId="2C95D566" w:rsidR="00386FF0" w:rsidRPr="006A7D2C" w:rsidDel="004C3207" w:rsidRDefault="00386FF0" w:rsidP="00574E12">
      <w:pPr>
        <w:pStyle w:val="EditorsNote"/>
        <w:rPr>
          <w:del w:id="30" w:author="USA" w:date="2022-10-06T05:17:00Z"/>
          <w:color w:val="FF0000"/>
        </w:rPr>
      </w:pPr>
      <w:del w:id="31" w:author="USA" w:date="2022-10-06T05:17:00Z">
        <w:r w:rsidRPr="006A7D2C" w:rsidDel="004C3207">
          <w:rPr>
            <w:color w:val="FF0000"/>
          </w:rPr>
          <w:delText>[Editor’s note: Some other material can be found in ITU-R M.2477, Table 1.  It is crucial to provide types of suborbital vehicles]</w:delText>
        </w:r>
      </w:del>
    </w:p>
    <w:p w14:paraId="0CA644E1" w14:textId="0E5AEE4F" w:rsidR="00386FF0" w:rsidRPr="00C17A9A" w:rsidDel="004C3207" w:rsidRDefault="00386FF0" w:rsidP="00574E12">
      <w:pPr>
        <w:jc w:val="both"/>
        <w:rPr>
          <w:del w:id="32" w:author="USA" w:date="2022-10-06T05:17:00Z"/>
        </w:rPr>
      </w:pPr>
      <w:del w:id="33" w:author="USA" w:date="2022-10-06T05:17:00Z">
        <w:r w:rsidDel="004C3207">
          <w:delText>[</w:delText>
        </w:r>
        <w:r w:rsidRPr="00C17A9A" w:rsidDel="004C3207">
          <w:delText xml:space="preserve">The suborbital vehicles could be categorised in different </w:delText>
        </w:r>
        <w:r w:rsidDel="004C3207">
          <w:delText>applications</w:delText>
        </w:r>
        <w:r w:rsidRPr="00C17A9A" w:rsidDel="004C3207">
          <w:delText>:</w:delText>
        </w:r>
      </w:del>
    </w:p>
    <w:p w14:paraId="61AD2894" w14:textId="70FD49C4" w:rsidR="00386FF0" w:rsidRPr="00C17A9A" w:rsidDel="004C3207" w:rsidRDefault="00386FF0" w:rsidP="00574E12">
      <w:pPr>
        <w:pStyle w:val="enumlev1"/>
        <w:tabs>
          <w:tab w:val="clear" w:pos="1134"/>
          <w:tab w:val="left" w:pos="720"/>
        </w:tabs>
        <w:ind w:left="720" w:hanging="720"/>
        <w:rPr>
          <w:del w:id="34" w:author="USA" w:date="2022-10-06T05:17:00Z"/>
        </w:rPr>
      </w:pPr>
      <w:del w:id="35" w:author="USA" w:date="2022-10-06T05:17:00Z">
        <w:r w:rsidDel="004C3207">
          <w:delText>–</w:delText>
        </w:r>
        <w:r w:rsidDel="004C3207">
          <w:tab/>
        </w:r>
        <w:r w:rsidRPr="00C17A9A" w:rsidDel="004C3207">
          <w:delText>Transport of crewmembers:</w:delText>
        </w:r>
      </w:del>
    </w:p>
    <w:p w14:paraId="4AFAA27C" w14:textId="1F486CDC" w:rsidR="00386FF0" w:rsidRPr="00C17A9A" w:rsidDel="004C3207" w:rsidRDefault="00386FF0" w:rsidP="00574E12">
      <w:pPr>
        <w:pStyle w:val="enumlev2"/>
        <w:tabs>
          <w:tab w:val="clear" w:pos="1134"/>
          <w:tab w:val="clear" w:pos="1871"/>
          <w:tab w:val="left" w:pos="720"/>
          <w:tab w:val="left" w:pos="1440"/>
        </w:tabs>
        <w:ind w:left="1440" w:hanging="720"/>
        <w:rPr>
          <w:del w:id="36" w:author="USA" w:date="2022-10-06T05:17:00Z"/>
        </w:rPr>
      </w:pPr>
      <w:del w:id="37" w:author="USA" w:date="2022-10-06T05:17:00Z">
        <w:r w:rsidDel="004C3207">
          <w:delText>•</w:delText>
        </w:r>
        <w:r w:rsidDel="004C3207">
          <w:tab/>
        </w:r>
        <w:r w:rsidRPr="00C17A9A" w:rsidDel="004C3207">
          <w:delText>This type of suborbital vehicles consists in the current systems used to bring crew in high altitude remaining below space:</w:delText>
        </w:r>
      </w:del>
    </w:p>
    <w:p w14:paraId="0C385E65" w14:textId="55D0A9E8" w:rsidR="00386FF0" w:rsidRPr="00C17A9A" w:rsidDel="004C3207" w:rsidRDefault="00386FF0" w:rsidP="00574E12">
      <w:pPr>
        <w:pStyle w:val="enumlev2"/>
        <w:tabs>
          <w:tab w:val="clear" w:pos="1134"/>
          <w:tab w:val="clear" w:pos="1871"/>
          <w:tab w:val="left" w:pos="720"/>
          <w:tab w:val="left" w:pos="1440"/>
        </w:tabs>
        <w:ind w:left="1440" w:hanging="720"/>
        <w:rPr>
          <w:del w:id="38" w:author="USA" w:date="2022-10-06T05:17:00Z"/>
        </w:rPr>
      </w:pPr>
      <w:del w:id="39" w:author="USA" w:date="2022-10-06T05:17:00Z">
        <w:r w:rsidDel="004C3207">
          <w:delText>•</w:delText>
        </w:r>
        <w:r w:rsidDel="004C3207">
          <w:tab/>
        </w:r>
        <w:r w:rsidRPr="00C17A9A" w:rsidDel="004C3207">
          <w:delText>These applications would not require safety of life radiocommunications except in case of a need for ATC to ensure that the flight remains within its allocated segregated airspace or when the phase of flight would occur in shared airspace</w:delText>
        </w:r>
        <w:r w:rsidR="000564A9" w:rsidDel="004C3207">
          <w:delText>.</w:delText>
        </w:r>
      </w:del>
    </w:p>
    <w:p w14:paraId="6989F905" w14:textId="66500052" w:rsidR="00386FF0" w:rsidRPr="00C17A9A" w:rsidDel="004C3207" w:rsidRDefault="00386FF0" w:rsidP="00574E12">
      <w:pPr>
        <w:pStyle w:val="enumlev1"/>
        <w:tabs>
          <w:tab w:val="clear" w:pos="1134"/>
          <w:tab w:val="left" w:pos="720"/>
        </w:tabs>
        <w:ind w:left="720" w:hanging="720"/>
        <w:rPr>
          <w:del w:id="40" w:author="USA" w:date="2022-10-06T05:17:00Z"/>
        </w:rPr>
      </w:pPr>
      <w:del w:id="41" w:author="USA" w:date="2022-10-06T05:17:00Z">
        <w:r w:rsidDel="004C3207">
          <w:delText>–</w:delText>
        </w:r>
        <w:r w:rsidDel="004C3207">
          <w:tab/>
        </w:r>
        <w:r w:rsidRPr="00C17A9A" w:rsidDel="004C3207">
          <w:delText>Transport of passengers:</w:delText>
        </w:r>
      </w:del>
    </w:p>
    <w:p w14:paraId="6D2314B9" w14:textId="2E5B9FC9" w:rsidR="00386FF0" w:rsidRPr="00C17A9A" w:rsidDel="004C3207" w:rsidRDefault="00386FF0" w:rsidP="00574E12">
      <w:pPr>
        <w:pStyle w:val="enumlev2"/>
        <w:tabs>
          <w:tab w:val="clear" w:pos="1134"/>
          <w:tab w:val="clear" w:pos="1871"/>
          <w:tab w:val="left" w:pos="720"/>
          <w:tab w:val="left" w:pos="1440"/>
        </w:tabs>
        <w:ind w:left="1440" w:hanging="720"/>
        <w:rPr>
          <w:del w:id="42" w:author="USA" w:date="2022-10-06T05:17:00Z"/>
        </w:rPr>
      </w:pPr>
      <w:del w:id="43" w:author="USA" w:date="2022-10-06T05:17:00Z">
        <w:r w:rsidDel="004C3207">
          <w:delText>•</w:delText>
        </w:r>
        <w:r w:rsidDel="004C3207">
          <w:tab/>
        </w:r>
        <w:r w:rsidRPr="00C17A9A" w:rsidDel="004C3207">
          <w:delText>This type of suborbital vehicles consists in long term passenger transportation;</w:delText>
        </w:r>
      </w:del>
    </w:p>
    <w:p w14:paraId="75DEEA3A" w14:textId="040757EA" w:rsidR="00386FF0" w:rsidRPr="00C17A9A" w:rsidDel="004C3207" w:rsidRDefault="00386FF0" w:rsidP="00574E12">
      <w:pPr>
        <w:pStyle w:val="enumlev2"/>
        <w:tabs>
          <w:tab w:val="clear" w:pos="1134"/>
          <w:tab w:val="clear" w:pos="1871"/>
          <w:tab w:val="left" w:pos="720"/>
          <w:tab w:val="left" w:pos="1440"/>
        </w:tabs>
        <w:ind w:left="1440" w:hanging="720"/>
        <w:rPr>
          <w:del w:id="44" w:author="USA" w:date="2022-10-06T05:17:00Z"/>
        </w:rPr>
      </w:pPr>
      <w:del w:id="45" w:author="USA" w:date="2022-10-06T05:17:00Z">
        <w:r w:rsidDel="004C3207">
          <w:delText>•</w:delText>
        </w:r>
        <w:r w:rsidDel="004C3207">
          <w:tab/>
        </w:r>
        <w:r w:rsidRPr="00C17A9A" w:rsidDel="004C3207">
          <w:delText>It is not anticipated that such application would require to reach space;</w:delText>
        </w:r>
      </w:del>
    </w:p>
    <w:p w14:paraId="03CC9801" w14:textId="5F1CAD79" w:rsidR="00386FF0" w:rsidRPr="00C17A9A" w:rsidDel="004C3207" w:rsidRDefault="00386FF0" w:rsidP="00574E12">
      <w:pPr>
        <w:pStyle w:val="enumlev2"/>
        <w:tabs>
          <w:tab w:val="clear" w:pos="1134"/>
          <w:tab w:val="clear" w:pos="1871"/>
          <w:tab w:val="left" w:pos="720"/>
          <w:tab w:val="left" w:pos="1440"/>
        </w:tabs>
        <w:ind w:left="1440" w:hanging="720"/>
        <w:rPr>
          <w:del w:id="46" w:author="USA" w:date="2022-10-06T05:17:00Z"/>
        </w:rPr>
      </w:pPr>
      <w:del w:id="47" w:author="USA" w:date="2022-10-06T05:17:00Z">
        <w:r w:rsidDel="004C3207">
          <w:delText>•</w:delText>
        </w:r>
        <w:r w:rsidDel="004C3207">
          <w:tab/>
        </w:r>
        <w:r w:rsidRPr="00C17A9A" w:rsidDel="004C3207">
          <w:delText>These applications would require safety of life radiocommunications in all phase</w:delText>
        </w:r>
        <w:r w:rsidDel="004C3207">
          <w:delText>s</w:delText>
        </w:r>
        <w:r w:rsidRPr="00C17A9A" w:rsidDel="004C3207">
          <w:delText xml:space="preserve"> of flight and will require framework from ICAO</w:delText>
        </w:r>
        <w:r w:rsidR="000564A9" w:rsidDel="004C3207">
          <w:delText>.</w:delText>
        </w:r>
      </w:del>
    </w:p>
    <w:p w14:paraId="5AF00540" w14:textId="463D7974" w:rsidR="00386FF0" w:rsidRPr="00C17A9A" w:rsidDel="004C3207" w:rsidRDefault="00386FF0" w:rsidP="00574E12">
      <w:pPr>
        <w:pStyle w:val="enumlev1"/>
        <w:tabs>
          <w:tab w:val="clear" w:pos="1134"/>
          <w:tab w:val="left" w:pos="720"/>
        </w:tabs>
        <w:ind w:left="720" w:hanging="720"/>
        <w:rPr>
          <w:del w:id="48" w:author="USA" w:date="2022-10-06T05:17:00Z"/>
        </w:rPr>
      </w:pPr>
      <w:del w:id="49" w:author="USA" w:date="2022-10-06T05:17:00Z">
        <w:r w:rsidDel="004C3207">
          <w:delText>–</w:delText>
        </w:r>
        <w:r w:rsidDel="004C3207">
          <w:tab/>
        </w:r>
        <w:r w:rsidRPr="00C17A9A" w:rsidDel="004C3207">
          <w:delText>Satellite launchers</w:delText>
        </w:r>
        <w:r w:rsidDel="004C3207">
          <w:delText xml:space="preserve"> </w:delText>
        </w:r>
        <w:r w:rsidRPr="004960E3" w:rsidDel="004C3207">
          <w:delText>components</w:delText>
        </w:r>
        <w:r w:rsidRPr="00C17A9A" w:rsidDel="004C3207">
          <w:delText>:</w:delText>
        </w:r>
      </w:del>
    </w:p>
    <w:p w14:paraId="45064C81" w14:textId="237F3B9A" w:rsidR="00386FF0" w:rsidRPr="00C17A9A" w:rsidDel="004C3207" w:rsidRDefault="00386FF0" w:rsidP="00574E12">
      <w:pPr>
        <w:pStyle w:val="enumlev2"/>
        <w:tabs>
          <w:tab w:val="clear" w:pos="1134"/>
          <w:tab w:val="clear" w:pos="1871"/>
          <w:tab w:val="left" w:pos="720"/>
          <w:tab w:val="left" w:pos="1440"/>
        </w:tabs>
        <w:ind w:left="1440" w:hanging="720"/>
        <w:rPr>
          <w:del w:id="50" w:author="USA" w:date="2022-10-06T05:17:00Z"/>
        </w:rPr>
      </w:pPr>
      <w:del w:id="51" w:author="USA" w:date="2022-10-06T05:17:00Z">
        <w:r w:rsidDel="004C3207">
          <w:delText>•</w:delText>
        </w:r>
        <w:r w:rsidDel="004C3207">
          <w:tab/>
        </w:r>
        <w:r w:rsidRPr="00C17A9A" w:rsidDel="004C3207">
          <w:delText>This type of suborbital vehicles aims to address some components of satellite launchers limited to the first part of the launch (to be clarified),</w:delText>
        </w:r>
      </w:del>
    </w:p>
    <w:p w14:paraId="1DB1CC0E" w14:textId="73B8E7AD" w:rsidR="00386FF0" w:rsidRPr="00C17A9A" w:rsidDel="004C3207" w:rsidRDefault="00386FF0" w:rsidP="00574E12">
      <w:pPr>
        <w:pStyle w:val="enumlev2"/>
        <w:tabs>
          <w:tab w:val="clear" w:pos="1134"/>
          <w:tab w:val="clear" w:pos="1871"/>
          <w:tab w:val="left" w:pos="720"/>
          <w:tab w:val="left" w:pos="1440"/>
        </w:tabs>
        <w:ind w:left="1440" w:hanging="720"/>
        <w:rPr>
          <w:del w:id="52" w:author="USA" w:date="2022-10-06T05:17:00Z"/>
        </w:rPr>
      </w:pPr>
      <w:del w:id="53" w:author="USA" w:date="2022-10-06T05:17:00Z">
        <w:r w:rsidDel="004C3207">
          <w:delText>•</w:delText>
        </w:r>
        <w:r w:rsidDel="004C3207">
          <w:tab/>
        </w:r>
        <w:r w:rsidRPr="00C17A9A" w:rsidDel="004C3207">
          <w:delText>Some components would remain in the atmosphere as other would reach space with more than one rotation around the Earth;</w:delText>
        </w:r>
      </w:del>
    </w:p>
    <w:p w14:paraId="48EDEABC" w14:textId="50DA407C" w:rsidR="00386FF0" w:rsidDel="004C3207" w:rsidRDefault="00386FF0" w:rsidP="00103F60">
      <w:pPr>
        <w:pStyle w:val="enumlev2"/>
        <w:tabs>
          <w:tab w:val="clear" w:pos="1134"/>
          <w:tab w:val="clear" w:pos="1871"/>
          <w:tab w:val="left" w:pos="720"/>
          <w:tab w:val="left" w:pos="1440"/>
        </w:tabs>
        <w:ind w:left="1440" w:hanging="720"/>
        <w:rPr>
          <w:del w:id="54" w:author="USA" w:date="2022-10-06T05:17:00Z"/>
        </w:rPr>
      </w:pPr>
      <w:del w:id="55" w:author="USA" w:date="2022-10-06T05:17:00Z">
        <w:r w:rsidDel="004C3207">
          <w:delText>•</w:delText>
        </w:r>
        <w:r w:rsidDel="004C3207">
          <w:tab/>
        </w:r>
        <w:r w:rsidRPr="00C17A9A" w:rsidDel="004C3207">
          <w:delText>This could include the first stage reusable booster.</w:delText>
        </w:r>
      </w:del>
    </w:p>
    <w:p w14:paraId="6A530A3B" w14:textId="1A382186" w:rsidR="00386FF0" w:rsidRPr="00F73E69" w:rsidDel="004C3207" w:rsidRDefault="00386FF0" w:rsidP="00103F60">
      <w:pPr>
        <w:pStyle w:val="enumlev1"/>
        <w:tabs>
          <w:tab w:val="clear" w:pos="1134"/>
          <w:tab w:val="left" w:pos="720"/>
        </w:tabs>
        <w:ind w:left="720" w:hanging="720"/>
        <w:rPr>
          <w:del w:id="56" w:author="USA" w:date="2022-10-06T05:17:00Z"/>
        </w:rPr>
      </w:pPr>
      <w:del w:id="57" w:author="USA" w:date="2022-10-06T05:17:00Z">
        <w:r w:rsidDel="004C3207">
          <w:delText>–</w:delText>
        </w:r>
        <w:r w:rsidDel="004C3207">
          <w:tab/>
        </w:r>
        <w:r w:rsidRPr="00F73E69" w:rsidDel="004C3207">
          <w:delText xml:space="preserve">Scientific research: </w:delText>
        </w:r>
      </w:del>
    </w:p>
    <w:p w14:paraId="0EBC74C5" w14:textId="576C0885" w:rsidR="00386FF0" w:rsidRPr="00F73E69" w:rsidDel="004C3207" w:rsidRDefault="00386FF0" w:rsidP="00386FF0">
      <w:pPr>
        <w:pStyle w:val="enumlev1"/>
        <w:numPr>
          <w:ilvl w:val="0"/>
          <w:numId w:val="2"/>
        </w:numPr>
        <w:tabs>
          <w:tab w:val="clear" w:pos="1134"/>
          <w:tab w:val="left" w:pos="1530"/>
        </w:tabs>
        <w:ind w:left="1440" w:hanging="720"/>
        <w:jc w:val="both"/>
        <w:rPr>
          <w:del w:id="58" w:author="USA" w:date="2022-10-06T05:17:00Z"/>
        </w:rPr>
      </w:pPr>
      <w:del w:id="59" w:author="USA" w:date="2022-10-06T05:17:00Z">
        <w:r w:rsidRPr="00F73E69" w:rsidDel="004C3207">
          <w:delText>This type of suborbital vehicles, sometimes called research rockets or sounding rockets, aim to collect important scientific data and conduct engineering tests in a simple, cost-effective and time efficient (sometimes less than six months) way. They also advantageous for their ability to conduct research in areas equipment that will be used in more expensive and risky orbital spaceflight missions. The smaller size of a sounding rocket also makes launching from temporary sites possible allowing for field studies at remote locations</w:delText>
        </w:r>
        <w:r w:rsidR="000564A9" w:rsidDel="004C3207">
          <w:delText>;</w:delText>
        </w:r>
      </w:del>
    </w:p>
    <w:p w14:paraId="6ED85C4A" w14:textId="3411E16D" w:rsidR="00386FF0" w:rsidRPr="00F73E69" w:rsidDel="004C3207" w:rsidRDefault="00386FF0" w:rsidP="00386FF0">
      <w:pPr>
        <w:pStyle w:val="enumlev1"/>
        <w:numPr>
          <w:ilvl w:val="0"/>
          <w:numId w:val="2"/>
        </w:numPr>
        <w:tabs>
          <w:tab w:val="clear" w:pos="1134"/>
          <w:tab w:val="left" w:pos="1530"/>
        </w:tabs>
        <w:ind w:left="1440" w:hanging="720"/>
        <w:rPr>
          <w:del w:id="60" w:author="USA" w:date="2022-10-06T05:17:00Z"/>
        </w:rPr>
      </w:pPr>
      <w:del w:id="61" w:author="USA" w:date="2022-10-06T05:17:00Z">
        <w:r w:rsidRPr="00F73E69" w:rsidDel="004C3207">
          <w:delText>A service module sends data and receives commands from mission control to keep everything on course while sending video to ground stations;</w:delText>
        </w:r>
      </w:del>
    </w:p>
    <w:p w14:paraId="7D5981F5" w14:textId="08019DC6" w:rsidR="00386FF0" w:rsidRPr="00F73E69" w:rsidDel="004C3207" w:rsidRDefault="00386FF0" w:rsidP="00386FF0">
      <w:pPr>
        <w:pStyle w:val="enumlev1"/>
        <w:numPr>
          <w:ilvl w:val="0"/>
          <w:numId w:val="2"/>
        </w:numPr>
        <w:tabs>
          <w:tab w:val="clear" w:pos="1134"/>
          <w:tab w:val="left" w:pos="1530"/>
        </w:tabs>
        <w:ind w:left="1440" w:hanging="720"/>
        <w:rPr>
          <w:del w:id="62" w:author="USA" w:date="2022-10-06T05:17:00Z"/>
        </w:rPr>
      </w:pPr>
      <w:del w:id="63" w:author="USA" w:date="2022-10-06T05:17:00Z">
        <w:r w:rsidRPr="00F73E69" w:rsidDel="004C3207">
          <w:delText>These flights can carry 100-kg experiments up to 750 km high with up to 13 minutes of microgravity.</w:delText>
        </w:r>
        <w:r w:rsidDel="004C3207">
          <w:delText>]</w:delText>
        </w:r>
      </w:del>
    </w:p>
    <w:p w14:paraId="6DDB969A" w14:textId="00EF315C" w:rsidR="00386FF0" w:rsidRPr="00477FB1" w:rsidDel="004C3207" w:rsidRDefault="00386FF0" w:rsidP="00574E12">
      <w:pPr>
        <w:pStyle w:val="enumlev1"/>
        <w:tabs>
          <w:tab w:val="clear" w:pos="1134"/>
          <w:tab w:val="left" w:pos="720"/>
        </w:tabs>
        <w:ind w:left="720" w:hanging="720"/>
        <w:rPr>
          <w:del w:id="64" w:author="USA" w:date="2022-10-06T05:17:00Z"/>
        </w:rPr>
      </w:pPr>
      <w:del w:id="65" w:author="USA" w:date="2022-10-06T05:17:00Z">
        <w:r w:rsidDel="004C3207">
          <w:delText>–</w:delText>
        </w:r>
        <w:r w:rsidDel="004C3207">
          <w:tab/>
          <w:delText>[</w:delText>
        </w:r>
        <w:r w:rsidRPr="00C17A9A" w:rsidDel="004C3207">
          <w:rPr>
            <w:i/>
            <w:iCs/>
          </w:rPr>
          <w:delText>TBD</w:delText>
        </w:r>
        <w:r w:rsidDel="004C3207">
          <w:rPr>
            <w:iCs/>
          </w:rPr>
          <w:delText>]</w:delText>
        </w:r>
      </w:del>
    </w:p>
    <w:p w14:paraId="1C2D82DD" w14:textId="77777777" w:rsidR="00386FF0" w:rsidRPr="00477FB1" w:rsidRDefault="00386FF0" w:rsidP="001D4920">
      <w:pPr>
        <w:jc w:val="both"/>
      </w:pPr>
      <w:del w:id="66" w:author="USA" w:date="2022-10-06T05:17:00Z">
        <w:r w:rsidDel="004C3207">
          <w:delText>[</w:delText>
        </w:r>
      </w:del>
      <w:r w:rsidRPr="00477FB1">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p>
    <w:p w14:paraId="190227F0" w14:textId="77777777" w:rsidR="00386FF0" w:rsidRPr="00477FB1" w:rsidRDefault="00386FF0" w:rsidP="001D4920">
      <w:pPr>
        <w:jc w:val="both"/>
      </w:pPr>
      <w:r w:rsidRPr="00477FB1">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p>
    <w:p w14:paraId="02C2D8E4" w14:textId="445977FA" w:rsidR="00386FF0" w:rsidRDefault="00386FF0" w:rsidP="001D4920">
      <w:pPr>
        <w:jc w:val="both"/>
      </w:pPr>
      <w:r>
        <w:t>Another example of a m</w:t>
      </w:r>
      <w:r w:rsidRPr="00477FB1">
        <w:t>ore conventional space launch provider use</w:t>
      </w:r>
      <w:r>
        <w:t>s</w:t>
      </w:r>
      <w:r w:rsidRPr="00477FB1">
        <w:t xml:space="preserve"> a first-stage reusable booster in these missions, which falls under the definition of suborbital vehicles in its concept of operation</w:t>
      </w:r>
    </w:p>
    <w:p w14:paraId="14D4F127" w14:textId="5223865C" w:rsidR="0062781E" w:rsidRPr="0062781E" w:rsidRDefault="00386FF0" w:rsidP="0062781E">
      <w:pPr>
        <w:pStyle w:val="Headingb"/>
        <w:jc w:val="both"/>
        <w:rPr>
          <w:rFonts w:ascii="Times New Roman" w:hAnsi="Times New Roman"/>
          <w:b w:val="0"/>
          <w:szCs w:val="24"/>
        </w:rPr>
      </w:pPr>
      <w:r w:rsidRPr="0062781E">
        <w:rPr>
          <w:rFonts w:ascii="Times New Roman" w:hAnsi="Times New Roman"/>
          <w:b w:val="0"/>
          <w:bCs/>
          <w:szCs w:val="24"/>
        </w:rPr>
        <w:t>The global demand for space launches is increasing and new methods of accessing space will help meet that demand. At least, one administration predicts an increase in global commercial launch activity to meet the increasing demand for access to space</w:t>
      </w:r>
      <w:ins w:id="67" w:author="USA" w:date="2022-10-06T05:18:00Z">
        <w:r w:rsidR="004C3207">
          <w:rPr>
            <w:rFonts w:ascii="Times New Roman" w:hAnsi="Times New Roman"/>
            <w:b w:val="0"/>
            <w:bCs/>
            <w:szCs w:val="24"/>
          </w:rPr>
          <w:t>.</w:t>
        </w:r>
      </w:ins>
      <w:r w:rsidRPr="0062781E">
        <w:rPr>
          <w:rFonts w:ascii="Times New Roman" w:hAnsi="Times New Roman"/>
          <w:b w:val="0"/>
          <w:bCs/>
          <w:szCs w:val="24"/>
        </w:rPr>
        <w:t xml:space="preserve"> </w:t>
      </w:r>
      <w:del w:id="68" w:author="USA" w:date="2022-10-06T05:18:00Z">
        <w:r w:rsidRPr="0062781E" w:rsidDel="004C3207">
          <w:rPr>
            <w:rFonts w:ascii="Times New Roman" w:hAnsi="Times New Roman"/>
            <w:b w:val="0"/>
            <w:bCs/>
            <w:szCs w:val="24"/>
          </w:rPr>
          <w:delText>and m</w:delText>
        </w:r>
      </w:del>
      <w:ins w:id="69" w:author="USA" w:date="2022-10-06T05:18:00Z">
        <w:r w:rsidR="004C3207">
          <w:rPr>
            <w:rFonts w:ascii="Times New Roman" w:hAnsi="Times New Roman"/>
            <w:b w:val="0"/>
            <w:bCs/>
            <w:szCs w:val="24"/>
          </w:rPr>
          <w:t>M</w:t>
        </w:r>
      </w:ins>
      <w:r w:rsidRPr="0062781E">
        <w:rPr>
          <w:rFonts w:ascii="Times New Roman" w:hAnsi="Times New Roman"/>
          <w:b w:val="0"/>
          <w:bCs/>
          <w:szCs w:val="24"/>
        </w:rPr>
        <w:t>ore details are</w:t>
      </w:r>
      <w:r w:rsidRPr="0062781E">
        <w:rPr>
          <w:rFonts w:ascii="Times New Roman" w:hAnsi="Times New Roman"/>
          <w:b w:val="0"/>
          <w:szCs w:val="24"/>
        </w:rPr>
        <w:t xml:space="preserve"> provided in Report ITU-R M.2477.</w:t>
      </w:r>
      <w:del w:id="70" w:author="USA" w:date="2022-10-06T05:17:00Z">
        <w:r w:rsidRPr="0062781E" w:rsidDel="004C3207">
          <w:rPr>
            <w:rFonts w:ascii="Times New Roman" w:hAnsi="Times New Roman"/>
            <w:b w:val="0"/>
            <w:szCs w:val="24"/>
          </w:rPr>
          <w:delText>]</w:delText>
        </w:r>
      </w:del>
    </w:p>
    <w:p w14:paraId="1A369AA7" w14:textId="48341BA4" w:rsidR="00386FF0" w:rsidRDefault="0062781E" w:rsidP="00574E12">
      <w:pPr>
        <w:pStyle w:val="Headingb"/>
      </w:pPr>
      <w:r>
        <w:t>4</w:t>
      </w:r>
      <w:r w:rsidR="00386FF0" w:rsidRPr="00C17A9A">
        <w:t>C)</w:t>
      </w:r>
      <w:r w:rsidR="00386FF0" w:rsidRPr="00C17A9A">
        <w:tab/>
        <w:t>Regulatory considerations</w:t>
      </w:r>
    </w:p>
    <w:p w14:paraId="3BD7C7A2" w14:textId="1761E302" w:rsidR="00386FF0" w:rsidRPr="0062781E" w:rsidDel="004C3207" w:rsidRDefault="00386FF0" w:rsidP="004960E3">
      <w:pPr>
        <w:rPr>
          <w:del w:id="71" w:author="USA" w:date="2022-10-06T05:18:00Z"/>
          <w:i/>
          <w:iCs/>
          <w:color w:val="FF0000"/>
        </w:rPr>
      </w:pPr>
      <w:del w:id="72" w:author="USA" w:date="2022-10-06T05:18:00Z">
        <w:r w:rsidRPr="0062781E" w:rsidDel="004C3207">
          <w:rPr>
            <w:i/>
            <w:iCs/>
            <w:color w:val="FF0000"/>
            <w:lang w:eastAsia="zh-CN"/>
          </w:rPr>
          <w:delText>[Editor</w:delText>
        </w:r>
        <w:r w:rsidR="000564A9" w:rsidDel="004C3207">
          <w:rPr>
            <w:i/>
            <w:iCs/>
            <w:color w:val="FF0000"/>
            <w:lang w:eastAsia="zh-CN"/>
          </w:rPr>
          <w:delText>’</w:delText>
        </w:r>
        <w:r w:rsidRPr="0062781E" w:rsidDel="004C3207">
          <w:rPr>
            <w:i/>
            <w:iCs/>
            <w:color w:val="FF0000"/>
            <w:lang w:eastAsia="zh-CN"/>
          </w:rPr>
          <w:delText xml:space="preserve">s Note:  Refer to </w:delText>
        </w:r>
        <w:r w:rsidR="000564A9" w:rsidRPr="0062781E" w:rsidDel="004C3207">
          <w:rPr>
            <w:i/>
            <w:iCs/>
            <w:color w:val="FF0000"/>
            <w:lang w:eastAsia="zh-CN"/>
          </w:rPr>
          <w:delText xml:space="preserve">section </w:delText>
        </w:r>
        <w:r w:rsidRPr="0062781E" w:rsidDel="004C3207">
          <w:rPr>
            <w:i/>
            <w:iCs/>
            <w:color w:val="FF0000"/>
            <w:lang w:eastAsia="zh-CN"/>
          </w:rPr>
          <w:delText>3 of the Final Draft CPM Text]</w:delText>
        </w:r>
      </w:del>
    </w:p>
    <w:p w14:paraId="60126DAD" w14:textId="055F0251" w:rsidR="00386FF0" w:rsidRDefault="00386FF0" w:rsidP="00574E12">
      <w:pPr>
        <w:jc w:val="both"/>
        <w:rPr>
          <w:ins w:id="73" w:author="USA" w:date="2022-10-06T05:25:00Z"/>
          <w:shd w:val="clear" w:color="auto" w:fill="FFFFFF"/>
          <w:lang w:eastAsia="zh-CN"/>
        </w:rPr>
      </w:pPr>
      <w:r w:rsidRPr="00C17A9A">
        <w:rPr>
          <w:shd w:val="clear" w:color="auto" w:fill="FFFFFF"/>
          <w:lang w:eastAsia="zh-CN"/>
        </w:rPr>
        <w:t>Radio stations operating onboard suborbital vehicles are expected to operate in frequency bands currently allocated for certain terrestrial and space</w:t>
      </w:r>
      <w:ins w:id="74" w:author="USA" w:date="2022-10-06T05:19:00Z">
        <w:r w:rsidR="004C3207">
          <w:rPr>
            <w:shd w:val="clear" w:color="auto" w:fill="FFFFFF"/>
            <w:lang w:eastAsia="zh-CN"/>
          </w:rPr>
          <w:t xml:space="preserve"> radiocommunications</w:t>
        </w:r>
      </w:ins>
      <w:r w:rsidRPr="00C17A9A">
        <w:rPr>
          <w:shd w:val="clear" w:color="auto" w:fill="FFFFFF"/>
          <w:lang w:eastAsia="zh-CN"/>
        </w:rPr>
        <w:t xml:space="preserve"> services, while not changing the interference environment </w:t>
      </w:r>
      <w:del w:id="75" w:author="USA" w:date="2022-10-06T05:21:00Z">
        <w:r w:rsidRPr="00C17A9A" w:rsidDel="004C3207">
          <w:rPr>
            <w:shd w:val="clear" w:color="auto" w:fill="FFFFFF"/>
            <w:lang w:eastAsia="zh-CN"/>
          </w:rPr>
          <w:delText xml:space="preserve">for the sharing and compatibility studies, and conditions for coexistence </w:delText>
        </w:r>
      </w:del>
      <w:r w:rsidRPr="00C17A9A">
        <w:rPr>
          <w:shd w:val="clear" w:color="auto" w:fill="FFFFFF"/>
          <w:lang w:eastAsia="zh-CN"/>
        </w:rPr>
        <w:t>with existing applications of the same service and on other radiocommunication services</w:t>
      </w:r>
      <w:ins w:id="76" w:author="USA" w:date="2022-10-06T05:22:00Z">
        <w:r w:rsidR="004C3207">
          <w:rPr>
            <w:shd w:val="clear" w:color="auto" w:fill="FFFFFF"/>
            <w:lang w:eastAsia="zh-CN"/>
          </w:rPr>
          <w:t xml:space="preserve"> in-band and in adjacent frequency bands</w:t>
        </w:r>
      </w:ins>
      <w:del w:id="77" w:author="USA" w:date="2022-10-06T05:22:00Z">
        <w:r w:rsidDel="004C3207">
          <w:rPr>
            <w:shd w:val="clear" w:color="auto" w:fill="FFFFFF"/>
            <w:lang w:eastAsia="zh-CN"/>
          </w:rPr>
          <w:delText xml:space="preserve">, </w:delText>
        </w:r>
        <w:r w:rsidR="000564A9" w:rsidRPr="004960E3" w:rsidDel="004C3207">
          <w:rPr>
            <w:shd w:val="clear" w:color="auto" w:fill="FFFFFF"/>
            <w:lang w:eastAsia="zh-CN"/>
          </w:rPr>
          <w:delText>i.e.</w:delText>
        </w:r>
        <w:r w:rsidRPr="004960E3" w:rsidDel="004C3207">
          <w:rPr>
            <w:shd w:val="clear" w:color="auto" w:fill="FFFFFF"/>
            <w:lang w:eastAsia="zh-CN"/>
          </w:rPr>
          <w:delText>, they shall not impose any new constraints on applications of the same service and other radiocommunication services that are allocated on a primary basis</w:delText>
        </w:r>
      </w:del>
      <w:r w:rsidRPr="004960E3">
        <w:rPr>
          <w:shd w:val="clear" w:color="auto" w:fill="FFFFFF"/>
          <w:lang w:eastAsia="zh-CN"/>
        </w:rPr>
        <w:t>.</w:t>
      </w:r>
      <w:r w:rsidRPr="00C17A9A">
        <w:rPr>
          <w:shd w:val="clear" w:color="auto" w:fill="FFFFFF"/>
          <w:lang w:eastAsia="zh-CN"/>
        </w:rPr>
        <w:t xml:space="preserve"> </w:t>
      </w:r>
    </w:p>
    <w:p w14:paraId="28E89420" w14:textId="6A0C4FA5" w:rsidR="00135BD0" w:rsidRPr="00135BD0" w:rsidRDefault="00135BD0" w:rsidP="00135BD0">
      <w:pPr>
        <w:rPr>
          <w:b/>
          <w:bCs/>
          <w:color w:val="222222"/>
          <w:shd w:val="clear" w:color="auto" w:fill="FFFFFF"/>
        </w:rPr>
      </w:pPr>
      <w:ins w:id="78" w:author="USA" w:date="2022-10-06T05:26:00Z">
        <w:r>
          <w:rPr>
            <w:color w:val="222222"/>
            <w:shd w:val="clear" w:color="auto" w:fill="FFFFFF"/>
          </w:rPr>
          <w:t xml:space="preserve">There is no intention to define a new category of station in the RR, and hence the station onboard a sub-orbital vehicle would have to conform to </w:t>
        </w:r>
        <w:r w:rsidRPr="009D0720">
          <w:rPr>
            <w:color w:val="222222"/>
            <w:shd w:val="clear" w:color="auto" w:fill="FFFFFF"/>
          </w:rPr>
          <w:t>the definitions of</w:t>
        </w:r>
        <w:r>
          <w:rPr>
            <w:color w:val="222222"/>
            <w:shd w:val="clear" w:color="auto" w:fill="FFFFFF"/>
          </w:rPr>
          <w:t xml:space="preserve"> </w:t>
        </w:r>
        <w:r w:rsidRPr="009D0720">
          <w:rPr>
            <w:i/>
            <w:iCs/>
            <w:color w:val="222222"/>
            <w:shd w:val="clear" w:color="auto" w:fill="FFFFFF"/>
          </w:rPr>
          <w:t>terrestrial stations</w:t>
        </w:r>
        <w:r>
          <w:rPr>
            <w:i/>
            <w:iCs/>
            <w:color w:val="222222"/>
            <w:shd w:val="clear" w:color="auto" w:fill="FFFFFF"/>
          </w:rPr>
          <w:t xml:space="preserve"> </w:t>
        </w:r>
        <w:r w:rsidRPr="009D0720">
          <w:rPr>
            <w:color w:val="222222"/>
            <w:shd w:val="clear" w:color="auto" w:fill="FFFFFF"/>
          </w:rPr>
          <w:t xml:space="preserve">in RR </w:t>
        </w:r>
        <w:r w:rsidRPr="005453CD">
          <w:rPr>
            <w:color w:val="222222"/>
            <w:shd w:val="clear" w:color="auto" w:fill="FFFFFF"/>
          </w:rPr>
          <w:t>No. </w:t>
        </w:r>
        <w:r w:rsidRPr="005453CD">
          <w:rPr>
            <w:b/>
            <w:bCs/>
            <w:color w:val="222222"/>
            <w:shd w:val="clear" w:color="auto" w:fill="FFFFFF"/>
          </w:rPr>
          <w:t>1.62</w:t>
        </w:r>
        <w:r w:rsidRPr="005453CD">
          <w:rPr>
            <w:color w:val="222222"/>
            <w:shd w:val="clear" w:color="auto" w:fill="FFFFFF"/>
          </w:rPr>
          <w:t>, </w:t>
        </w:r>
        <w:r w:rsidRPr="005453CD">
          <w:rPr>
            <w:i/>
            <w:iCs/>
            <w:color w:val="222222"/>
            <w:shd w:val="clear" w:color="auto" w:fill="FFFFFF"/>
          </w:rPr>
          <w:t>earth stations</w:t>
        </w:r>
        <w:r w:rsidRPr="005453CD">
          <w:rPr>
            <w:color w:val="222222"/>
            <w:shd w:val="clear" w:color="auto" w:fill="FFFFFF"/>
          </w:rPr>
          <w:t> in RR No. </w:t>
        </w:r>
        <w:r w:rsidRPr="005453CD">
          <w:rPr>
            <w:b/>
            <w:bCs/>
            <w:color w:val="222222"/>
            <w:shd w:val="clear" w:color="auto" w:fill="FFFFFF"/>
          </w:rPr>
          <w:t>1.63</w:t>
        </w:r>
        <w:r w:rsidRPr="005453CD">
          <w:rPr>
            <w:color w:val="222222"/>
            <w:shd w:val="clear" w:color="auto" w:fill="FFFFFF"/>
          </w:rPr>
          <w:t>, and </w:t>
        </w:r>
        <w:r w:rsidRPr="005453CD">
          <w:rPr>
            <w:i/>
            <w:iCs/>
            <w:color w:val="222222"/>
            <w:shd w:val="clear" w:color="auto" w:fill="FFFFFF"/>
          </w:rPr>
          <w:t>space stations</w:t>
        </w:r>
        <w:r w:rsidRPr="005453CD">
          <w:rPr>
            <w:color w:val="222222"/>
            <w:shd w:val="clear" w:color="auto" w:fill="FFFFFF"/>
          </w:rPr>
          <w:t> in RR No. </w:t>
        </w:r>
        <w:r w:rsidRPr="005453CD">
          <w:rPr>
            <w:b/>
            <w:bCs/>
            <w:color w:val="222222"/>
            <w:shd w:val="clear" w:color="auto" w:fill="FFFFFF"/>
          </w:rPr>
          <w:t>1.64</w:t>
        </w:r>
        <w:r>
          <w:rPr>
            <w:b/>
            <w:bCs/>
            <w:color w:val="222222"/>
            <w:shd w:val="clear" w:color="auto" w:fill="FFFFFF"/>
          </w:rPr>
          <w:t>.</w:t>
        </w:r>
      </w:ins>
    </w:p>
    <w:p w14:paraId="66315BC6" w14:textId="77777777" w:rsidR="00135BD0" w:rsidRDefault="00386FF0" w:rsidP="00574E12">
      <w:pPr>
        <w:jc w:val="both"/>
        <w:rPr>
          <w:ins w:id="79" w:author="USA" w:date="2022-10-06T05:30:00Z"/>
          <w:color w:val="222222"/>
          <w:shd w:val="clear" w:color="auto" w:fill="FFFFFF"/>
        </w:rPr>
      </w:pPr>
      <w:del w:id="80" w:author="USA" w:date="2022-10-06T05:23:00Z">
        <w:r w:rsidRPr="00C17A9A" w:rsidDel="004C3207">
          <w:rPr>
            <w:color w:val="222222"/>
            <w:shd w:val="clear" w:color="auto" w:fill="FFFFFF"/>
          </w:rPr>
          <w:delText>T</w:delText>
        </w:r>
      </w:del>
      <w:ins w:id="81" w:author="USA" w:date="2022-10-06T05:26:00Z">
        <w:r w:rsidR="00135BD0">
          <w:rPr>
            <w:color w:val="222222"/>
            <w:shd w:val="clear" w:color="auto" w:fill="FFFFFF"/>
          </w:rPr>
          <w:t>A</w:t>
        </w:r>
      </w:ins>
      <w:ins w:id="82" w:author="USA" w:date="2022-10-06T05:23:00Z">
        <w:r w:rsidR="004C3207">
          <w:rPr>
            <w:color w:val="222222"/>
            <w:shd w:val="clear" w:color="auto" w:fill="FFFFFF"/>
          </w:rPr>
          <w:t>s t</w:t>
        </w:r>
      </w:ins>
      <w:r w:rsidRPr="00C17A9A">
        <w:rPr>
          <w:color w:val="222222"/>
          <w:shd w:val="clear" w:color="auto" w:fill="FFFFFF"/>
        </w:rPr>
        <w:t xml:space="preserve">he suborbital vehicle may be physically located within the major portion of Earth’s atmosphere </w:t>
      </w:r>
      <w:ins w:id="83" w:author="USA" w:date="2022-10-06T05:23:00Z">
        <w:r w:rsidR="004C3207">
          <w:rPr>
            <w:color w:val="222222"/>
            <w:shd w:val="clear" w:color="auto" w:fill="FFFFFF"/>
          </w:rPr>
          <w:t>and/</w:t>
        </w:r>
      </w:ins>
      <w:r w:rsidRPr="00C17A9A">
        <w:rPr>
          <w:color w:val="222222"/>
          <w:shd w:val="clear" w:color="auto" w:fill="FFFFFF"/>
        </w:rPr>
        <w:t xml:space="preserve">or </w:t>
      </w:r>
      <w:del w:id="84" w:author="USA" w:date="2022-10-06T05:24:00Z">
        <w:r w:rsidRPr="00C17A9A" w:rsidDel="004C3207">
          <w:rPr>
            <w:color w:val="222222"/>
            <w:shd w:val="clear" w:color="auto" w:fill="FFFFFF"/>
          </w:rPr>
          <w:delText>in sp</w:delText>
        </w:r>
      </w:del>
      <w:del w:id="85" w:author="USA" w:date="2022-10-06T05:23:00Z">
        <w:r w:rsidRPr="00C17A9A" w:rsidDel="004C3207">
          <w:rPr>
            <w:color w:val="222222"/>
            <w:shd w:val="clear" w:color="auto" w:fill="FFFFFF"/>
          </w:rPr>
          <w:delText xml:space="preserve">ace </w:delText>
        </w:r>
      </w:del>
      <w:r w:rsidRPr="00C17A9A">
        <w:rPr>
          <w:color w:val="222222"/>
          <w:shd w:val="clear" w:color="auto" w:fill="FFFFFF"/>
        </w:rPr>
        <w:t>for a brief period of time</w:t>
      </w:r>
      <w:ins w:id="86" w:author="USA" w:date="2022-10-06T05:24:00Z">
        <w:r w:rsidR="004C3207">
          <w:rPr>
            <w:color w:val="222222"/>
            <w:shd w:val="clear" w:color="auto" w:fill="FFFFFF"/>
          </w:rPr>
          <w:t xml:space="preserve"> in space,</w:t>
        </w:r>
      </w:ins>
      <w:ins w:id="87" w:author="USA" w:date="2022-10-06T05:28:00Z">
        <w:r w:rsidR="00135BD0" w:rsidRPr="00135BD0">
          <w:rPr>
            <w:color w:val="222222"/>
            <w:shd w:val="clear" w:color="auto" w:fill="FFFFFF"/>
          </w:rPr>
          <w:t xml:space="preserve"> </w:t>
        </w:r>
        <w:r w:rsidR="00135BD0">
          <w:rPr>
            <w:color w:val="222222"/>
            <w:shd w:val="clear" w:color="auto" w:fill="FFFFFF"/>
          </w:rPr>
          <w:t>t</w:t>
        </w:r>
        <w:r w:rsidR="00135BD0" w:rsidRPr="005453CD">
          <w:rPr>
            <w:color w:val="222222"/>
            <w:shd w:val="clear" w:color="auto" w:fill="FFFFFF"/>
          </w:rPr>
          <w:t>h</w:t>
        </w:r>
        <w:r w:rsidR="00135BD0">
          <w:rPr>
            <w:color w:val="222222"/>
            <w:shd w:val="clear" w:color="auto" w:fill="FFFFFF"/>
          </w:rPr>
          <w:t>e definitions</w:t>
        </w:r>
        <w:r w:rsidR="00135BD0" w:rsidRPr="005453CD">
          <w:rPr>
            <w:color w:val="222222"/>
            <w:shd w:val="clear" w:color="auto" w:fill="FFFFFF"/>
          </w:rPr>
          <w:t xml:space="preserve"> could lead to a</w:t>
        </w:r>
        <w:r w:rsidR="00135BD0">
          <w:rPr>
            <w:color w:val="222222"/>
            <w:shd w:val="clear" w:color="auto" w:fill="FFFFFF"/>
          </w:rPr>
          <w:t>n inconsistency in the application of the regulations</w:t>
        </w:r>
        <w:r w:rsidR="00135BD0" w:rsidRPr="005453CD">
          <w:rPr>
            <w:color w:val="222222"/>
            <w:shd w:val="clear" w:color="auto" w:fill="FFFFFF"/>
          </w:rPr>
          <w:t xml:space="preserve"> for the stations on the sub</w:t>
        </w:r>
        <w:r w:rsidR="00135BD0">
          <w:rPr>
            <w:color w:val="222222"/>
            <w:shd w:val="clear" w:color="auto" w:fill="FFFFFF"/>
          </w:rPr>
          <w:t>-</w:t>
        </w:r>
        <w:r w:rsidR="00135BD0" w:rsidRPr="005453CD">
          <w:rPr>
            <w:color w:val="222222"/>
            <w:shd w:val="clear" w:color="auto" w:fill="FFFFFF"/>
          </w:rPr>
          <w:t xml:space="preserve">orbital vehicle which intend to operate as terrestrial and/or earth stations, </w:t>
        </w:r>
        <w:r w:rsidR="00135BD0">
          <w:rPr>
            <w:color w:val="222222"/>
            <w:shd w:val="clear" w:color="auto" w:fill="FFFFFF"/>
          </w:rPr>
          <w:t xml:space="preserve">due to the brief period of time in space, </w:t>
        </w:r>
        <w:r w:rsidR="00135BD0" w:rsidRPr="005453CD">
          <w:rPr>
            <w:color w:val="222222"/>
            <w:shd w:val="clear" w:color="auto" w:fill="FFFFFF"/>
          </w:rPr>
          <w:t>since the terrestrial</w:t>
        </w:r>
        <w:r w:rsidR="00135BD0" w:rsidRPr="00324293">
          <w:rPr>
            <w:color w:val="222222"/>
            <w:shd w:val="clear" w:color="auto" w:fill="FFFFFF"/>
          </w:rPr>
          <w:t xml:space="preserve"> and earth stations would have to remain in the major part of the Earth’s atmosphere to comply with the</w:t>
        </w:r>
        <w:r w:rsidR="00135BD0">
          <w:rPr>
            <w:color w:val="222222"/>
            <w:shd w:val="clear" w:color="auto" w:fill="FFFFFF"/>
          </w:rPr>
          <w:t>se definitions</w:t>
        </w:r>
      </w:ins>
      <w:r w:rsidRPr="00C17A9A">
        <w:rPr>
          <w:color w:val="222222"/>
          <w:shd w:val="clear" w:color="auto" w:fill="FFFFFF"/>
        </w:rPr>
        <w:t>.</w:t>
      </w:r>
    </w:p>
    <w:p w14:paraId="5D5649B7" w14:textId="7C023B1A" w:rsidR="00135BD0" w:rsidRDefault="00135BD0" w:rsidP="00135BD0">
      <w:pPr>
        <w:jc w:val="both"/>
        <w:rPr>
          <w:ins w:id="88" w:author="USA" w:date="2022-10-06T05:31:00Z"/>
          <w:shd w:val="clear" w:color="auto" w:fill="FFFFFF"/>
          <w:lang w:eastAsia="zh-CN"/>
        </w:rPr>
      </w:pPr>
      <w:ins w:id="89" w:author="USA" w:date="2022-10-06T05:31:00Z">
        <w:r w:rsidRPr="00C40908">
          <w:rPr>
            <w:shd w:val="clear" w:color="auto" w:fill="FFFFFF"/>
            <w:lang w:eastAsia="zh-CN"/>
          </w:rPr>
          <w:t xml:space="preserve">One view from the study </w:t>
        </w:r>
        <w:r w:rsidRPr="00252447">
          <w:rPr>
            <w:shd w:val="clear" w:color="auto" w:fill="FFFFFF"/>
            <w:lang w:eastAsia="zh-CN"/>
          </w:rPr>
          <w:t xml:space="preserve">is to consider that the RR No. </w:t>
        </w:r>
        <w:r w:rsidRPr="00252447">
          <w:rPr>
            <w:b/>
            <w:shd w:val="clear" w:color="auto" w:fill="FFFFFF"/>
            <w:lang w:eastAsia="zh-CN"/>
          </w:rPr>
          <w:t>1.64</w:t>
        </w:r>
        <w:r w:rsidRPr="00252447">
          <w:rPr>
            <w:shd w:val="clear" w:color="auto" w:fill="FFFFFF"/>
            <w:lang w:eastAsia="zh-CN"/>
          </w:rPr>
          <w:t xml:space="preserve"> is the baseline for the classification of </w:t>
        </w:r>
        <w:r w:rsidRPr="00C40908">
          <w:rPr>
            <w:shd w:val="clear" w:color="auto" w:fill="FFFFFF"/>
            <w:lang w:eastAsia="zh-CN"/>
          </w:rPr>
          <w:t>a station onboard sub</w:t>
        </w:r>
        <w:r>
          <w:rPr>
            <w:shd w:val="clear" w:color="auto" w:fill="FFFFFF"/>
            <w:lang w:eastAsia="zh-CN"/>
          </w:rPr>
          <w:t>-</w:t>
        </w:r>
        <w:r w:rsidRPr="00C40908">
          <w:rPr>
            <w:shd w:val="clear" w:color="auto" w:fill="FFFFFF"/>
            <w:lang w:eastAsia="zh-CN"/>
          </w:rPr>
          <w:t xml:space="preserve">orbital vehicle. </w:t>
        </w:r>
        <w:r>
          <w:rPr>
            <w:color w:val="222222"/>
            <w:shd w:val="clear" w:color="auto" w:fill="FFFFFF"/>
          </w:rPr>
          <w:t xml:space="preserve">The view </w:t>
        </w:r>
        <w:r w:rsidRPr="00115418">
          <w:rPr>
            <w:color w:val="222222"/>
            <w:shd w:val="clear" w:color="auto" w:fill="FFFFFF"/>
          </w:rPr>
          <w:t xml:space="preserve">considers that in accordance with the definition of the RR. No. </w:t>
        </w:r>
        <w:r w:rsidRPr="00115418">
          <w:rPr>
            <w:b/>
            <w:color w:val="222222"/>
            <w:shd w:val="clear" w:color="auto" w:fill="FFFFFF"/>
          </w:rPr>
          <w:t>1.64</w:t>
        </w:r>
        <w:r w:rsidRPr="00115418">
          <w:rPr>
            <w:color w:val="222222"/>
            <w:shd w:val="clear" w:color="auto" w:fill="FFFFFF"/>
          </w:rPr>
          <w:t>, the classification of the stations on-board a sub</w:t>
        </w:r>
        <w:r>
          <w:rPr>
            <w:color w:val="222222"/>
            <w:shd w:val="clear" w:color="auto" w:fill="FFFFFF"/>
          </w:rPr>
          <w:t>-</w:t>
        </w:r>
        <w:r w:rsidRPr="00115418">
          <w:rPr>
            <w:color w:val="222222"/>
            <w:shd w:val="clear" w:color="auto" w:fill="FFFFFF"/>
          </w:rPr>
          <w:t xml:space="preserve">orbital vehicle </w:t>
        </w:r>
        <w:proofErr w:type="gramStart"/>
        <w:r w:rsidRPr="00115418">
          <w:rPr>
            <w:color w:val="222222"/>
            <w:shd w:val="clear" w:color="auto" w:fill="FFFFFF"/>
          </w:rPr>
          <w:t>has to</w:t>
        </w:r>
        <w:proofErr w:type="gramEnd"/>
        <w:r w:rsidRPr="00115418">
          <w:rPr>
            <w:color w:val="222222"/>
            <w:shd w:val="clear" w:color="auto" w:fill="FFFFFF"/>
          </w:rPr>
          <w:t xml:space="preserve"> be “</w:t>
        </w:r>
        <w:r w:rsidRPr="00115418">
          <w:rPr>
            <w:i/>
            <w:color w:val="222222"/>
            <w:shd w:val="clear" w:color="auto" w:fill="FFFFFF"/>
          </w:rPr>
          <w:t>space stations”</w:t>
        </w:r>
        <w:r w:rsidRPr="00115418">
          <w:rPr>
            <w:color w:val="222222"/>
            <w:shd w:val="clear" w:color="auto" w:fill="FFFFFF"/>
          </w:rPr>
          <w:t xml:space="preserve"> when the operation “is beyond, is intended to go beyond, or has been beyond, the major portion of Earth’s atmosphere”. These stations need to use the appropriate space service allocation. However, the relevant space service allocation or directions of the space services to be used for sub</w:t>
        </w:r>
        <w:r>
          <w:rPr>
            <w:color w:val="222222"/>
            <w:shd w:val="clear" w:color="auto" w:fill="FFFFFF"/>
          </w:rPr>
          <w:t>-</w:t>
        </w:r>
        <w:r w:rsidRPr="00115418">
          <w:rPr>
            <w:color w:val="222222"/>
            <w:shd w:val="clear" w:color="auto" w:fill="FFFFFF"/>
          </w:rPr>
          <w:t>orbital vehicles do not always exist in the current Table of Frequency Allocations.</w:t>
        </w:r>
        <w:r w:rsidRPr="00115418">
          <w:rPr>
            <w:color w:val="222222"/>
            <w:szCs w:val="24"/>
            <w:shd w:val="clear" w:color="auto" w:fill="FFFFFF"/>
          </w:rPr>
          <w:t xml:space="preserve"> </w:t>
        </w:r>
        <w:r w:rsidRPr="00115418">
          <w:rPr>
            <w:szCs w:val="24"/>
            <w:shd w:val="clear" w:color="auto" w:fill="FFFFFF"/>
            <w:lang w:eastAsia="zh-CN"/>
          </w:rPr>
          <w:t xml:space="preserve">In this case, completing the Table of Frequency Allocations with relevant space services or with relevant direction of the appropriate space services would be a solution. However, the </w:t>
        </w:r>
        <w:r w:rsidRPr="00115418">
          <w:rPr>
            <w:i/>
            <w:szCs w:val="24"/>
            <w:shd w:val="clear" w:color="auto" w:fill="FFFFFF"/>
            <w:lang w:eastAsia="zh-CN"/>
          </w:rPr>
          <w:t xml:space="preserve">resolves </w:t>
        </w:r>
        <w:r w:rsidRPr="006E6551">
          <w:rPr>
            <w:iCs/>
            <w:szCs w:val="24"/>
            <w:shd w:val="clear" w:color="auto" w:fill="FFFFFF"/>
            <w:lang w:eastAsia="zh-CN"/>
          </w:rPr>
          <w:t>2</w:t>
        </w:r>
        <w:r w:rsidRPr="00115418">
          <w:rPr>
            <w:szCs w:val="24"/>
            <w:shd w:val="clear" w:color="auto" w:fill="FFFFFF"/>
            <w:lang w:eastAsia="zh-CN"/>
          </w:rPr>
          <w:t xml:space="preserve"> of Resolution </w:t>
        </w:r>
        <w:r w:rsidRPr="00115418">
          <w:rPr>
            <w:b/>
            <w:szCs w:val="24"/>
            <w:shd w:val="clear" w:color="auto" w:fill="FFFFFF"/>
            <w:lang w:eastAsia="zh-CN"/>
          </w:rPr>
          <w:t>772 (WRC-19)</w:t>
        </w:r>
        <w:r w:rsidRPr="00115418">
          <w:rPr>
            <w:szCs w:val="24"/>
            <w:shd w:val="clear" w:color="auto" w:fill="FFFFFF"/>
            <w:lang w:eastAsia="zh-CN"/>
          </w:rPr>
          <w:t xml:space="preserve"> states “excluding any new allocations or changes to the existing allocations in Article </w:t>
        </w:r>
        <w:r w:rsidRPr="00F1674D">
          <w:rPr>
            <w:b/>
            <w:bCs/>
            <w:szCs w:val="24"/>
            <w:shd w:val="clear" w:color="auto" w:fill="FFFFFF"/>
            <w:lang w:eastAsia="zh-CN"/>
          </w:rPr>
          <w:t>5</w:t>
        </w:r>
        <w:r w:rsidRPr="00115418">
          <w:rPr>
            <w:szCs w:val="24"/>
            <w:shd w:val="clear" w:color="auto" w:fill="FFFFFF"/>
            <w:lang w:eastAsia="zh-CN"/>
          </w:rPr>
          <w:t xml:space="preserve">”. Consequently, an earth station or a terrestrial station onboard sub orbital vehicle operating in space could then only be notified under RR No. </w:t>
        </w:r>
        <w:r w:rsidRPr="00115418">
          <w:rPr>
            <w:b/>
            <w:szCs w:val="24"/>
            <w:shd w:val="clear" w:color="auto" w:fill="FFFFFF"/>
            <w:lang w:eastAsia="zh-CN"/>
          </w:rPr>
          <w:t>4.4</w:t>
        </w:r>
        <w:r w:rsidRPr="00115418">
          <w:rPr>
            <w:szCs w:val="24"/>
            <w:shd w:val="clear" w:color="auto" w:fill="FFFFFF"/>
            <w:lang w:eastAsia="zh-CN"/>
          </w:rPr>
          <w:t xml:space="preserve">. The radiocommunications requiring </w:t>
        </w:r>
        <w:proofErr w:type="gramStart"/>
        <w:r w:rsidRPr="00115418">
          <w:rPr>
            <w:szCs w:val="24"/>
            <w:shd w:val="clear" w:color="auto" w:fill="FFFFFF"/>
            <w:lang w:eastAsia="zh-CN"/>
          </w:rPr>
          <w:t>to apply</w:t>
        </w:r>
        <w:proofErr w:type="gramEnd"/>
        <w:r w:rsidRPr="00115418">
          <w:rPr>
            <w:szCs w:val="24"/>
            <w:shd w:val="clear" w:color="auto" w:fill="FFFFFF"/>
            <w:lang w:eastAsia="zh-CN"/>
          </w:rPr>
          <w:t xml:space="preserve"> </w:t>
        </w:r>
        <w:r w:rsidRPr="00C27C42">
          <w:rPr>
            <w:szCs w:val="24"/>
            <w:shd w:val="clear" w:color="auto" w:fill="FFFFFF"/>
            <w:lang w:eastAsia="zh-CN"/>
          </w:rPr>
          <w:t xml:space="preserve">RR No. </w:t>
        </w:r>
        <w:r w:rsidRPr="00C27C42">
          <w:rPr>
            <w:b/>
            <w:szCs w:val="24"/>
            <w:shd w:val="clear" w:color="auto" w:fill="FFFFFF"/>
            <w:lang w:eastAsia="zh-CN"/>
          </w:rPr>
          <w:t>4.10</w:t>
        </w:r>
        <w:r w:rsidRPr="00C27C42">
          <w:rPr>
            <w:szCs w:val="24"/>
            <w:shd w:val="clear" w:color="auto" w:fill="FFFFFF"/>
            <w:lang w:eastAsia="zh-CN"/>
          </w:rPr>
          <w:t xml:space="preserve"> for aeronautical application would then have to remain beyond the major portion of the</w:t>
        </w:r>
        <w:r w:rsidRPr="00115418">
          <w:rPr>
            <w:szCs w:val="24"/>
            <w:shd w:val="clear" w:color="auto" w:fill="FFFFFF"/>
            <w:lang w:eastAsia="zh-CN"/>
          </w:rPr>
          <w:t xml:space="preserve"> atmosphere. The Method also addresses the </w:t>
        </w:r>
        <w:r>
          <w:rPr>
            <w:szCs w:val="24"/>
            <w:shd w:val="clear" w:color="auto" w:fill="FFFFFF"/>
            <w:lang w:eastAsia="zh-CN"/>
          </w:rPr>
          <w:t xml:space="preserve">safety </w:t>
        </w:r>
        <w:r w:rsidRPr="00115418">
          <w:rPr>
            <w:szCs w:val="24"/>
            <w:shd w:val="clear" w:color="auto" w:fill="FFFFFF"/>
            <w:lang w:eastAsia="zh-CN"/>
          </w:rPr>
          <w:t>radiocommunications when located outside airspace under international or national aviation regulation while remaining in major portion of the atmosphere</w:t>
        </w:r>
        <w:r w:rsidRPr="005C0193">
          <w:rPr>
            <w:szCs w:val="24"/>
            <w:shd w:val="clear" w:color="auto" w:fill="FFFFFF"/>
            <w:lang w:eastAsia="zh-CN"/>
          </w:rPr>
          <w:t>.</w:t>
        </w:r>
        <w:bookmarkStart w:id="90" w:name="_Hlk109319086"/>
        <w:r w:rsidRPr="001241E5">
          <w:rPr>
            <w:szCs w:val="24"/>
            <w:shd w:val="clear" w:color="auto" w:fill="FFFFFF"/>
            <w:lang w:eastAsia="zh-CN"/>
          </w:rPr>
          <w:t xml:space="preserve"> </w:t>
        </w:r>
        <w:r w:rsidRPr="00A922AF">
          <w:rPr>
            <w:szCs w:val="24"/>
            <w:shd w:val="clear" w:color="auto" w:fill="FFFFFF"/>
            <w:lang w:eastAsia="zh-CN"/>
          </w:rPr>
          <w:t xml:space="preserve">If the application of RR No. </w:t>
        </w:r>
        <w:r w:rsidRPr="00F1674D">
          <w:rPr>
            <w:b/>
            <w:bCs/>
            <w:szCs w:val="24"/>
            <w:shd w:val="clear" w:color="auto" w:fill="FFFFFF"/>
            <w:lang w:eastAsia="zh-CN"/>
          </w:rPr>
          <w:t>4.4</w:t>
        </w:r>
        <w:r w:rsidRPr="00A922AF">
          <w:rPr>
            <w:szCs w:val="24"/>
            <w:shd w:val="clear" w:color="auto" w:fill="FFFFFF"/>
            <w:lang w:eastAsia="zh-CN"/>
          </w:rPr>
          <w:t xml:space="preserve"> is not sufficient for earth stations or terrestrial stations intending to reach space, then following additional studies would be required to be undertaken under possible new agenda item for WRC-27</w:t>
        </w:r>
        <w:r>
          <w:rPr>
            <w:szCs w:val="24"/>
            <w:shd w:val="clear" w:color="auto" w:fill="FFFFFF"/>
            <w:lang w:eastAsia="zh-CN"/>
          </w:rPr>
          <w:t xml:space="preserve"> by</w:t>
        </w:r>
        <w:r w:rsidRPr="00A922AF">
          <w:rPr>
            <w:szCs w:val="24"/>
            <w:shd w:val="clear" w:color="auto" w:fill="FFFFFF"/>
            <w:lang w:eastAsia="zh-CN"/>
          </w:rPr>
          <w:t xml:space="preserve"> completin</w:t>
        </w:r>
        <w:r>
          <w:rPr>
            <w:szCs w:val="24"/>
            <w:shd w:val="clear" w:color="auto" w:fill="FFFFFF"/>
            <w:lang w:eastAsia="zh-CN"/>
          </w:rPr>
          <w:t>g</w:t>
        </w:r>
        <w:r w:rsidRPr="00A922AF">
          <w:rPr>
            <w:szCs w:val="24"/>
            <w:shd w:val="clear" w:color="auto" w:fill="FFFFFF"/>
            <w:lang w:eastAsia="zh-CN"/>
          </w:rPr>
          <w:t xml:space="preserve"> of the operational scenarios for the different types of sub</w:t>
        </w:r>
        <w:r>
          <w:rPr>
            <w:szCs w:val="24"/>
            <w:shd w:val="clear" w:color="auto" w:fill="FFFFFF"/>
            <w:lang w:eastAsia="zh-CN"/>
          </w:rPr>
          <w:t>-</w:t>
        </w:r>
        <w:r w:rsidRPr="00A922AF">
          <w:rPr>
            <w:szCs w:val="24"/>
            <w:shd w:val="clear" w:color="auto" w:fill="FFFFFF"/>
            <w:lang w:eastAsia="zh-CN"/>
          </w:rPr>
          <w:t>orbital vehicles intending to reach space and to define functional requirements in terms of radiocommunications</w:t>
        </w:r>
        <w:r>
          <w:rPr>
            <w:szCs w:val="24"/>
            <w:shd w:val="clear" w:color="auto" w:fill="FFFFFF"/>
            <w:lang w:eastAsia="zh-CN"/>
          </w:rPr>
          <w:t xml:space="preserve">, </w:t>
        </w:r>
        <w:r w:rsidRPr="00A922AF">
          <w:rPr>
            <w:szCs w:val="24"/>
            <w:shd w:val="clear" w:color="auto" w:fill="FFFFFF"/>
            <w:lang w:eastAsia="zh-CN"/>
          </w:rPr>
          <w:t>list if any, list</w:t>
        </w:r>
        <w:r>
          <w:rPr>
            <w:szCs w:val="24"/>
            <w:shd w:val="clear" w:color="auto" w:fill="FFFFFF"/>
            <w:lang w:eastAsia="zh-CN"/>
          </w:rPr>
          <w:t>ing</w:t>
        </w:r>
        <w:r w:rsidRPr="00A922AF">
          <w:rPr>
            <w:szCs w:val="24"/>
            <w:shd w:val="clear" w:color="auto" w:fill="FFFFFF"/>
            <w:lang w:eastAsia="zh-CN"/>
          </w:rPr>
          <w:t xml:space="preserve"> of the current aeronautical safety of life radiocommunication systems and associated frequency bands which require RR No. </w:t>
        </w:r>
        <w:r w:rsidRPr="005E5777">
          <w:rPr>
            <w:b/>
            <w:bCs/>
            <w:szCs w:val="24"/>
            <w:shd w:val="clear" w:color="auto" w:fill="FFFFFF"/>
            <w:lang w:eastAsia="zh-CN"/>
          </w:rPr>
          <w:t>4.10</w:t>
        </w:r>
        <w:r w:rsidRPr="00A922AF">
          <w:rPr>
            <w:szCs w:val="24"/>
            <w:shd w:val="clear" w:color="auto" w:fill="FFFFFF"/>
            <w:lang w:eastAsia="zh-CN"/>
          </w:rPr>
          <w:t xml:space="preserve"> when located in space</w:t>
        </w:r>
        <w:r>
          <w:rPr>
            <w:szCs w:val="24"/>
            <w:shd w:val="clear" w:color="auto" w:fill="FFFFFF"/>
            <w:lang w:eastAsia="zh-CN"/>
          </w:rPr>
          <w:t xml:space="preserve">, </w:t>
        </w:r>
        <w:r w:rsidRPr="00A922AF">
          <w:rPr>
            <w:szCs w:val="24"/>
            <w:shd w:val="clear" w:color="auto" w:fill="FFFFFF"/>
            <w:lang w:eastAsia="zh-CN"/>
          </w:rPr>
          <w:t>list</w:t>
        </w:r>
        <w:r>
          <w:rPr>
            <w:szCs w:val="24"/>
            <w:shd w:val="clear" w:color="auto" w:fill="FFFFFF"/>
            <w:lang w:eastAsia="zh-CN"/>
          </w:rPr>
          <w:t>ing</w:t>
        </w:r>
        <w:r w:rsidRPr="00A922AF">
          <w:rPr>
            <w:szCs w:val="24"/>
            <w:shd w:val="clear" w:color="auto" w:fill="FFFFFF"/>
            <w:lang w:eastAsia="zh-CN"/>
          </w:rPr>
          <w:t xml:space="preserve"> the need of non-safety of life radiocommunication systems and associated frequency bands which would require coexistence provisions when operated in space</w:t>
        </w:r>
        <w:r>
          <w:rPr>
            <w:szCs w:val="24"/>
            <w:shd w:val="clear" w:color="auto" w:fill="FFFFFF"/>
            <w:lang w:eastAsia="zh-CN"/>
          </w:rPr>
          <w:t xml:space="preserve">, </w:t>
        </w:r>
        <w:r w:rsidRPr="00A922AF">
          <w:rPr>
            <w:szCs w:val="24"/>
            <w:shd w:val="clear" w:color="auto" w:fill="FFFFFF"/>
            <w:lang w:eastAsia="zh-CN"/>
          </w:rPr>
          <w:t>conduct</w:t>
        </w:r>
        <w:r>
          <w:rPr>
            <w:szCs w:val="24"/>
            <w:shd w:val="clear" w:color="auto" w:fill="FFFFFF"/>
            <w:lang w:eastAsia="zh-CN"/>
          </w:rPr>
          <w:t>ing</w:t>
        </w:r>
        <w:r w:rsidRPr="00A922AF">
          <w:rPr>
            <w:szCs w:val="24"/>
            <w:shd w:val="clear" w:color="auto" w:fill="FFFFFF"/>
            <w:lang w:eastAsia="zh-CN"/>
          </w:rPr>
          <w:t xml:space="preserve"> for the frequency bands listed previously; appropriate regulatory, technical and operation studies complying with RR No</w:t>
        </w:r>
        <w:r>
          <w:rPr>
            <w:szCs w:val="24"/>
            <w:shd w:val="clear" w:color="auto" w:fill="FFFFFF"/>
            <w:lang w:eastAsia="zh-CN"/>
          </w:rPr>
          <w:t>.</w:t>
        </w:r>
        <w:r w:rsidRPr="00A922AF">
          <w:rPr>
            <w:szCs w:val="24"/>
            <w:shd w:val="clear" w:color="auto" w:fill="FFFFFF"/>
            <w:lang w:eastAsia="zh-CN"/>
          </w:rPr>
          <w:t xml:space="preserve"> </w:t>
        </w:r>
        <w:r w:rsidRPr="00F1674D">
          <w:rPr>
            <w:b/>
            <w:bCs/>
            <w:szCs w:val="24"/>
            <w:shd w:val="clear" w:color="auto" w:fill="FFFFFF"/>
            <w:lang w:eastAsia="zh-CN"/>
          </w:rPr>
          <w:t>1.64</w:t>
        </w:r>
        <w:r w:rsidRPr="00A922AF">
          <w:rPr>
            <w:szCs w:val="24"/>
            <w:shd w:val="clear" w:color="auto" w:fill="FFFFFF"/>
            <w:lang w:eastAsia="zh-CN"/>
          </w:rPr>
          <w:t xml:space="preserve"> on the definition of space stations when sub-orbital vehicles are operated in space while not adversely affect the services sharing the band and in the adjacent band</w:t>
        </w:r>
        <w:r>
          <w:rPr>
            <w:szCs w:val="24"/>
            <w:shd w:val="clear" w:color="auto" w:fill="FFFFFF"/>
            <w:lang w:eastAsia="zh-CN"/>
          </w:rPr>
          <w:t>.</w:t>
        </w:r>
        <w:bookmarkEnd w:id="90"/>
      </w:ins>
    </w:p>
    <w:p w14:paraId="2A608B2E" w14:textId="5256CB9E" w:rsidR="00135BD0" w:rsidRDefault="00135BD0" w:rsidP="00135BD0">
      <w:pPr>
        <w:jc w:val="both"/>
        <w:rPr>
          <w:ins w:id="91" w:author="USA" w:date="2022-10-06T05:30:00Z"/>
          <w:color w:val="222222"/>
          <w:shd w:val="clear" w:color="auto" w:fill="FFFFFF"/>
        </w:rPr>
      </w:pPr>
      <w:ins w:id="92" w:author="USA" w:date="2022-10-06T05:31:00Z">
        <w:r w:rsidRPr="005E5777">
          <w:rPr>
            <w:spacing w:val="-2"/>
            <w:shd w:val="clear" w:color="auto" w:fill="FFFFFF"/>
            <w:lang w:eastAsia="zh-CN"/>
          </w:rPr>
          <w:t>Another view is to consider that the sub</w:t>
        </w:r>
        <w:r>
          <w:rPr>
            <w:spacing w:val="-2"/>
            <w:shd w:val="clear" w:color="auto" w:fill="FFFFFF"/>
            <w:lang w:eastAsia="zh-CN"/>
          </w:rPr>
          <w:t>-</w:t>
        </w:r>
        <w:r w:rsidRPr="005E5777">
          <w:rPr>
            <w:spacing w:val="-2"/>
            <w:shd w:val="clear" w:color="auto" w:fill="FFFFFF"/>
            <w:lang w:eastAsia="zh-CN"/>
          </w:rPr>
          <w:t xml:space="preserve">orbital vehicle terrestrial and earth stations retain the status of </w:t>
        </w:r>
        <w:r w:rsidRPr="005E5777">
          <w:rPr>
            <w:shd w:val="clear" w:color="auto" w:fill="FFFFFF"/>
            <w:lang w:eastAsia="zh-CN"/>
          </w:rPr>
          <w:t xml:space="preserve">the terrestrial station or earth station during the whole flight. </w:t>
        </w:r>
        <w:r w:rsidRPr="005E5777">
          <w:t xml:space="preserve">A </w:t>
        </w:r>
        <w:r w:rsidRPr="005E5777">
          <w:rPr>
            <w:i/>
            <w:iCs/>
          </w:rPr>
          <w:t>terrestrial station</w:t>
        </w:r>
        <w:r w:rsidRPr="005E5777">
          <w:t xml:space="preserve"> is defined as, “a</w:t>
        </w:r>
        <w:r w:rsidRPr="005E5777">
          <w:rPr>
            <w:spacing w:val="-2"/>
          </w:rPr>
          <w:t xml:space="preserve"> station effecting </w:t>
        </w:r>
        <w:r w:rsidRPr="005E5777">
          <w:rPr>
            <w:i/>
            <w:iCs/>
            <w:spacing w:val="-2"/>
          </w:rPr>
          <w:t>terrestrial radiocommunication,</w:t>
        </w:r>
        <w:r w:rsidRPr="005E5777">
          <w:rPr>
            <w:spacing w:val="-2"/>
          </w:rPr>
          <w:t xml:space="preserve">” and </w:t>
        </w:r>
        <w:r w:rsidRPr="005E5777">
          <w:rPr>
            <w:i/>
            <w:iCs/>
            <w:spacing w:val="-2"/>
          </w:rPr>
          <w:t>terrestrial radiocommunication</w:t>
        </w:r>
        <w:r w:rsidRPr="005E5777">
          <w:rPr>
            <w:spacing w:val="-2"/>
          </w:rPr>
          <w:t xml:space="preserve"> (RR No. </w:t>
        </w:r>
        <w:r w:rsidRPr="005E5777">
          <w:rPr>
            <w:b/>
            <w:bCs/>
            <w:spacing w:val="-2"/>
          </w:rPr>
          <w:t>1.7</w:t>
        </w:r>
        <w:r w:rsidRPr="005E5777">
          <w:rPr>
            <w:spacing w:val="-2"/>
          </w:rPr>
          <w:t>)</w:t>
        </w:r>
        <w:r w:rsidRPr="005453CD">
          <w:t xml:space="preserve"> is defined as, “any radiocommunication other than </w:t>
        </w:r>
        <w:r w:rsidRPr="005453CD">
          <w:rPr>
            <w:i/>
            <w:iCs/>
          </w:rPr>
          <w:t>space radiocommunication</w:t>
        </w:r>
        <w:r w:rsidRPr="005453CD">
          <w:t xml:space="preserve"> or </w:t>
        </w:r>
        <w:r w:rsidRPr="005453CD">
          <w:rPr>
            <w:i/>
            <w:iCs/>
          </w:rPr>
          <w:t>radio astronomy</w:t>
        </w:r>
        <w:r w:rsidRPr="005453CD">
          <w:t>”.</w:t>
        </w:r>
        <w:r>
          <w:t xml:space="preserve">  </w:t>
        </w:r>
        <w:r w:rsidRPr="005453CD">
          <w:t xml:space="preserve">As per RR No. </w:t>
        </w:r>
        <w:r w:rsidRPr="005453CD">
          <w:rPr>
            <w:b/>
            <w:bCs/>
          </w:rPr>
          <w:t>1.61</w:t>
        </w:r>
        <w:r w:rsidRPr="005453CD">
          <w:t>, each station shall be classified by the service in which it operates permanently or temporarily.  While the sub</w:t>
        </w:r>
        <w:r>
          <w:t>-</w:t>
        </w:r>
        <w:r w:rsidRPr="005453CD">
          <w:t xml:space="preserve">orbital vehicle is physically located beyond the Earth’s atmosphere for a brief </w:t>
        </w:r>
        <w:proofErr w:type="gramStart"/>
        <w:r w:rsidRPr="005453CD">
          <w:t>period of time</w:t>
        </w:r>
        <w:proofErr w:type="gramEnd"/>
        <w:r w:rsidRPr="005453CD">
          <w:t>, the physical location of the sub</w:t>
        </w:r>
        <w:r>
          <w:t>-</w:t>
        </w:r>
        <w:r w:rsidRPr="005453CD">
          <w:t>orbital vehicle on which the stations are located does not change the need for, or purpose of the use of</w:t>
        </w:r>
        <w:r>
          <w:t>,</w:t>
        </w:r>
        <w:r w:rsidRPr="005453CD">
          <w:t xml:space="preserve"> specific radiocommunication applications.</w:t>
        </w:r>
        <w:r>
          <w:t xml:space="preserve">  A</w:t>
        </w:r>
        <w:r w:rsidRPr="00E0553D">
          <w:rPr>
            <w:color w:val="000000"/>
            <w:shd w:val="clear" w:color="auto" w:fill="FFFFFF"/>
            <w:lang w:eastAsia="zh-CN"/>
          </w:rPr>
          <w:t xml:space="preserve"> </w:t>
        </w:r>
        <w:r>
          <w:rPr>
            <w:color w:val="000000"/>
            <w:shd w:val="clear" w:color="auto" w:fill="FFFFFF"/>
            <w:lang w:eastAsia="zh-CN"/>
          </w:rPr>
          <w:t xml:space="preserve">further view was expressed that, upon </w:t>
        </w:r>
        <w:r w:rsidRPr="00E0553D">
          <w:rPr>
            <w:color w:val="000000"/>
            <w:shd w:val="clear" w:color="auto" w:fill="FFFFFF"/>
            <w:lang w:eastAsia="zh-CN"/>
          </w:rPr>
          <w:t>review of the RR provisions</w:t>
        </w:r>
        <w:r>
          <w:rPr>
            <w:color w:val="000000"/>
            <w:shd w:val="clear" w:color="auto" w:fill="FFFFFF"/>
            <w:lang w:eastAsia="zh-CN"/>
          </w:rPr>
          <w:t>,</w:t>
        </w:r>
        <w:r w:rsidRPr="00E0553D">
          <w:rPr>
            <w:color w:val="000000"/>
            <w:shd w:val="clear" w:color="auto" w:fill="FFFFFF"/>
            <w:lang w:eastAsia="zh-CN"/>
          </w:rPr>
          <w:t xml:space="preserve"> </w:t>
        </w:r>
        <w:r>
          <w:rPr>
            <w:shd w:val="clear" w:color="auto" w:fill="FFFFFF"/>
            <w:lang w:eastAsia="zh-CN"/>
          </w:rPr>
          <w:t xml:space="preserve">it could be considered that there are </w:t>
        </w:r>
        <w:r w:rsidRPr="002E5261">
          <w:rPr>
            <w:shd w:val="clear" w:color="auto" w:fill="FFFFFF"/>
            <w:lang w:eastAsia="zh-CN"/>
          </w:rPr>
          <w:t xml:space="preserve">no difficulties with the existing RR Article </w:t>
        </w:r>
        <w:r w:rsidRPr="002E5261">
          <w:rPr>
            <w:b/>
            <w:bCs/>
            <w:shd w:val="clear" w:color="auto" w:fill="FFFFFF"/>
            <w:lang w:eastAsia="zh-CN"/>
          </w:rPr>
          <w:t>5</w:t>
        </w:r>
        <w:r w:rsidRPr="002E5261">
          <w:rPr>
            <w:shd w:val="clear" w:color="auto" w:fill="FFFFFF"/>
            <w:lang w:eastAsia="zh-CN"/>
          </w:rPr>
          <w:t xml:space="preserve"> allocations when a </w:t>
        </w:r>
        <w:r w:rsidRPr="00D85C44">
          <w:rPr>
            <w:i/>
            <w:shd w:val="clear" w:color="auto" w:fill="FFFFFF"/>
            <w:lang w:eastAsia="zh-CN"/>
          </w:rPr>
          <w:t>space</w:t>
        </w:r>
        <w:r w:rsidRPr="002E5261">
          <w:rPr>
            <w:i/>
            <w:shd w:val="clear" w:color="auto" w:fill="FFFFFF"/>
            <w:lang w:eastAsia="zh-CN"/>
          </w:rPr>
          <w:t xml:space="preserve"> station</w:t>
        </w:r>
        <w:r w:rsidRPr="002E5261">
          <w:rPr>
            <w:shd w:val="clear" w:color="auto" w:fill="FFFFFF"/>
            <w:lang w:eastAsia="zh-CN"/>
          </w:rPr>
          <w:t xml:space="preserve"> on-board sub</w:t>
        </w:r>
        <w:r>
          <w:rPr>
            <w:shd w:val="clear" w:color="auto" w:fill="FFFFFF"/>
            <w:lang w:eastAsia="zh-CN"/>
          </w:rPr>
          <w:t>-</w:t>
        </w:r>
        <w:r w:rsidRPr="002E5261">
          <w:rPr>
            <w:shd w:val="clear" w:color="auto" w:fill="FFFFFF"/>
            <w:lang w:eastAsia="zh-CN"/>
          </w:rPr>
          <w:t>orbital vehicle goes beyond or is intended to go beyond</w:t>
        </w:r>
        <w:r w:rsidRPr="002E5261">
          <w:rPr>
            <w:strike/>
            <w:shd w:val="clear" w:color="auto" w:fill="FFFFFF"/>
            <w:lang w:eastAsia="zh-CN"/>
          </w:rPr>
          <w:t xml:space="preserve"> </w:t>
        </w:r>
        <w:r w:rsidRPr="002E5261">
          <w:rPr>
            <w:shd w:val="clear" w:color="auto" w:fill="FFFFFF"/>
            <w:lang w:eastAsia="zh-CN"/>
          </w:rPr>
          <w:t xml:space="preserve">a major portion of the Earth’s atmosphere, based on the space </w:t>
        </w:r>
        <w:r w:rsidRPr="002E5261">
          <w:rPr>
            <w:color w:val="000000"/>
            <w:shd w:val="clear" w:color="auto" w:fill="FFFFFF"/>
            <w:lang w:eastAsia="zh-CN"/>
          </w:rPr>
          <w:t>radiocommunication service in which the station operates.</w:t>
        </w:r>
      </w:ins>
    </w:p>
    <w:p w14:paraId="3E066382" w14:textId="567D5FDC" w:rsidR="00386FF0" w:rsidRPr="00C17A9A" w:rsidDel="00135BD0" w:rsidRDefault="00386FF0" w:rsidP="00574E12">
      <w:pPr>
        <w:jc w:val="both"/>
        <w:rPr>
          <w:del w:id="93" w:author="USA" w:date="2022-10-06T05:33:00Z"/>
          <w:color w:val="222222"/>
          <w:shd w:val="clear" w:color="auto" w:fill="FFFFFF"/>
        </w:rPr>
      </w:pPr>
      <w:del w:id="94" w:author="USA" w:date="2022-10-06T05:33:00Z">
        <w:r w:rsidRPr="00C17A9A" w:rsidDel="00135BD0">
          <w:rPr>
            <w:color w:val="222222"/>
            <w:shd w:val="clear" w:color="auto" w:fill="FFFFFF"/>
          </w:rPr>
          <w:delText>  Referring to the definitions of </w:delText>
        </w:r>
        <w:r w:rsidRPr="00C17A9A" w:rsidDel="00135BD0">
          <w:rPr>
            <w:i/>
            <w:iCs/>
            <w:color w:val="222222"/>
            <w:shd w:val="clear" w:color="auto" w:fill="FFFFFF"/>
          </w:rPr>
          <w:delText>terrestrial stations</w:delText>
        </w:r>
        <w:r w:rsidRPr="00C17A9A" w:rsidDel="00135BD0">
          <w:rPr>
            <w:color w:val="222222"/>
            <w:shd w:val="clear" w:color="auto" w:fill="FFFFFF"/>
          </w:rPr>
          <w:delText> in RR No. </w:delText>
        </w:r>
        <w:r w:rsidRPr="00C17A9A" w:rsidDel="00135BD0">
          <w:rPr>
            <w:b/>
            <w:bCs/>
            <w:color w:val="222222"/>
            <w:shd w:val="clear" w:color="auto" w:fill="FFFFFF"/>
          </w:rPr>
          <w:delText>1.62</w:delText>
        </w:r>
        <w:r w:rsidRPr="00C17A9A" w:rsidDel="00135BD0">
          <w:rPr>
            <w:color w:val="222222"/>
            <w:shd w:val="clear" w:color="auto" w:fill="FFFFFF"/>
          </w:rPr>
          <w:delText>, </w:delText>
        </w:r>
        <w:r w:rsidRPr="00C17A9A" w:rsidDel="00135BD0">
          <w:rPr>
            <w:i/>
            <w:iCs/>
            <w:color w:val="222222"/>
            <w:shd w:val="clear" w:color="auto" w:fill="FFFFFF"/>
          </w:rPr>
          <w:delText>earth stations</w:delText>
        </w:r>
        <w:r w:rsidRPr="00C17A9A" w:rsidDel="00135BD0">
          <w:rPr>
            <w:color w:val="222222"/>
            <w:shd w:val="clear" w:color="auto" w:fill="FFFFFF"/>
          </w:rPr>
          <w:delText> in RR No. </w:delText>
        </w:r>
        <w:r w:rsidRPr="00C17A9A" w:rsidDel="00135BD0">
          <w:rPr>
            <w:b/>
            <w:bCs/>
            <w:color w:val="222222"/>
            <w:shd w:val="clear" w:color="auto" w:fill="FFFFFF"/>
          </w:rPr>
          <w:delText>1.63</w:delText>
        </w:r>
        <w:r w:rsidRPr="00C17A9A" w:rsidDel="00135BD0">
          <w:rPr>
            <w:color w:val="222222"/>
            <w:shd w:val="clear" w:color="auto" w:fill="FFFFFF"/>
          </w:rPr>
          <w:delText>, and </w:delText>
        </w:r>
        <w:r w:rsidRPr="00C17A9A" w:rsidDel="00135BD0">
          <w:rPr>
            <w:i/>
            <w:iCs/>
            <w:color w:val="222222"/>
            <w:shd w:val="clear" w:color="auto" w:fill="FFFFFF"/>
          </w:rPr>
          <w:delText>space stations</w:delText>
        </w:r>
        <w:r w:rsidRPr="00C17A9A" w:rsidDel="00135BD0">
          <w:rPr>
            <w:color w:val="222222"/>
            <w:shd w:val="clear" w:color="auto" w:fill="FFFFFF"/>
          </w:rPr>
          <w:delText> in RR No. </w:delText>
        </w:r>
        <w:r w:rsidRPr="00C17A9A" w:rsidDel="00135BD0">
          <w:rPr>
            <w:b/>
            <w:bCs/>
            <w:color w:val="222222"/>
            <w:shd w:val="clear" w:color="auto" w:fill="FFFFFF"/>
          </w:rPr>
          <w:delText>1.64</w:delText>
        </w:r>
        <w:r w:rsidRPr="00C17A9A" w:rsidDel="00135BD0">
          <w:rPr>
            <w:color w:val="222222"/>
            <w:shd w:val="clear" w:color="auto" w:fill="FFFFFF"/>
          </w:rPr>
          <w:delText>, it can be seen that a station on a suborbital vehicle would meet the definition of its associated station type in different parts of the flight. This leads to a difficulty for the stations on the suborbital vehicle which operate as terrestrial and/or Earth stations. Indeed, contrary to space stations (see RR Article </w:delText>
        </w:r>
        <w:r w:rsidRPr="00C17A9A" w:rsidDel="00135BD0">
          <w:rPr>
            <w:b/>
            <w:bCs/>
            <w:color w:val="222222"/>
            <w:shd w:val="clear" w:color="auto" w:fill="FFFFFF"/>
          </w:rPr>
          <w:delText>1.64</w:delText>
        </w:r>
        <w:r w:rsidRPr="00C17A9A" w:rsidDel="00135BD0">
          <w:rPr>
            <w:color w:val="222222"/>
            <w:shd w:val="clear" w:color="auto" w:fill="FFFFFF"/>
          </w:rPr>
          <w:delText>) for which the intention “to go beyond, or has been beyond, the major portion of the Earth's atmosphere” allow their use in all phases of a suborbital flight with a part occurring in space, the terrestrial and Earth stations would have to remain in the major part of the Earth’s atmosphere to comply with the Radio Regulations.</w:delText>
        </w:r>
      </w:del>
    </w:p>
    <w:p w14:paraId="16244E04" w14:textId="0F34D40A" w:rsidR="00386FF0" w:rsidRPr="00C17A9A" w:rsidDel="00135BD0" w:rsidRDefault="00386FF0" w:rsidP="00574E12">
      <w:pPr>
        <w:jc w:val="both"/>
        <w:rPr>
          <w:del w:id="95" w:author="USA" w:date="2022-10-06T05:33:00Z"/>
          <w:shd w:val="clear" w:color="auto" w:fill="FFFFFF"/>
          <w:lang w:eastAsia="zh-CN"/>
        </w:rPr>
      </w:pPr>
      <w:del w:id="96" w:author="USA" w:date="2022-10-06T05:33:00Z">
        <w:r w:rsidRPr="00C17A9A" w:rsidDel="00135BD0">
          <w:rPr>
            <w:shd w:val="clear" w:color="auto" w:fill="FFFFFF"/>
            <w:lang w:eastAsia="zh-CN"/>
          </w:rPr>
          <w:delText xml:space="preserve">When a station on board suborbital vehicle is in space then this station has to be considered as a </w:delText>
        </w:r>
        <w:r w:rsidRPr="00C17A9A" w:rsidDel="00135BD0">
          <w:rPr>
            <w:i/>
            <w:shd w:val="clear" w:color="auto" w:fill="FFFFFF"/>
            <w:lang w:eastAsia="zh-CN"/>
          </w:rPr>
          <w:delText>space station</w:delText>
        </w:r>
        <w:r w:rsidRPr="00C17A9A" w:rsidDel="00135BD0">
          <w:rPr>
            <w:shd w:val="clear" w:color="auto" w:fill="FFFFFF"/>
            <w:lang w:eastAsia="zh-CN"/>
          </w:rPr>
          <w:delText xml:space="preserve">. using of space-to-space, space-to-Earth or Earth-to-space directions of an appropriate space service allocation. However, the relevant space service allocation and directions of the space services to be used for suborbital vehicles do not always exist in the current Table of Frequency Allocations. In such case, completing the Table of Frequency Allocations with relevant space services or direction of the space services when appropriate, would be the solution offering the possibility to consider the status of the station aboard suborbital vehicle as a space station. However, the </w:delText>
        </w:r>
        <w:r w:rsidRPr="00C17A9A" w:rsidDel="00135BD0">
          <w:rPr>
            <w:i/>
            <w:shd w:val="clear" w:color="auto" w:fill="FFFFFF"/>
            <w:lang w:eastAsia="zh-CN"/>
          </w:rPr>
          <w:delText xml:space="preserve">resolves </w:delText>
        </w:r>
        <w:r w:rsidRPr="00C17A9A" w:rsidDel="00135BD0">
          <w:rPr>
            <w:iCs/>
            <w:shd w:val="clear" w:color="auto" w:fill="FFFFFF"/>
            <w:lang w:eastAsia="zh-CN"/>
          </w:rPr>
          <w:delText>2</w:delText>
        </w:r>
        <w:r w:rsidRPr="00C17A9A" w:rsidDel="00135BD0">
          <w:rPr>
            <w:shd w:val="clear" w:color="auto" w:fill="FFFFFF"/>
            <w:lang w:eastAsia="zh-CN"/>
          </w:rPr>
          <w:delText xml:space="preserve"> of Resolution</w:delText>
        </w:r>
        <w:r w:rsidR="00E217BC" w:rsidDel="00135BD0">
          <w:rPr>
            <w:shd w:val="clear" w:color="auto" w:fill="FFFFFF"/>
            <w:lang w:eastAsia="zh-CN"/>
          </w:rPr>
          <w:delText> </w:delText>
        </w:r>
        <w:r w:rsidRPr="00C17A9A" w:rsidDel="00135BD0">
          <w:rPr>
            <w:b/>
            <w:shd w:val="clear" w:color="auto" w:fill="FFFFFF"/>
            <w:lang w:eastAsia="zh-CN"/>
          </w:rPr>
          <w:delText>772 (WRC-19)</w:delText>
        </w:r>
        <w:r w:rsidRPr="00C17A9A" w:rsidDel="00135BD0">
          <w:rPr>
            <w:shd w:val="clear" w:color="auto" w:fill="FFFFFF"/>
            <w:lang w:eastAsia="zh-CN"/>
          </w:rPr>
          <w:delText xml:space="preserve"> states “excluding any new allocations or changes to the existing allocations in Article </w:delText>
        </w:r>
        <w:r w:rsidRPr="00C17A9A" w:rsidDel="00135BD0">
          <w:rPr>
            <w:b/>
            <w:bCs/>
            <w:shd w:val="clear" w:color="auto" w:fill="FFFFFF"/>
            <w:lang w:eastAsia="zh-CN"/>
          </w:rPr>
          <w:delText>5</w:delText>
        </w:r>
        <w:r w:rsidRPr="00C17A9A" w:rsidDel="00135BD0">
          <w:rPr>
            <w:shd w:val="clear" w:color="auto" w:fill="FFFFFF"/>
            <w:lang w:eastAsia="zh-CN"/>
          </w:rPr>
          <w:delText>”.</w:delText>
        </w:r>
      </w:del>
    </w:p>
    <w:p w14:paraId="09D1B67D" w14:textId="6F9D8688" w:rsidR="00386FF0" w:rsidRPr="00C17A9A" w:rsidDel="00135BD0" w:rsidRDefault="00386FF0" w:rsidP="00574E12">
      <w:pPr>
        <w:jc w:val="both"/>
        <w:rPr>
          <w:del w:id="97" w:author="USA" w:date="2022-10-06T05:33:00Z"/>
        </w:rPr>
      </w:pPr>
      <w:del w:id="98" w:author="USA" w:date="2022-10-06T05:33:00Z">
        <w:r w:rsidRPr="00C17A9A" w:rsidDel="00135BD0">
          <w:delText xml:space="preserve">Further, a </w:delText>
        </w:r>
        <w:r w:rsidRPr="00C17A9A" w:rsidDel="00135BD0">
          <w:rPr>
            <w:i/>
            <w:iCs/>
          </w:rPr>
          <w:delText>terrestrial station</w:delText>
        </w:r>
        <w:r w:rsidRPr="00C17A9A" w:rsidDel="00135BD0">
          <w:delText xml:space="preserve"> is defined as, “a station effecting </w:delText>
        </w:r>
        <w:r w:rsidRPr="00C17A9A" w:rsidDel="00135BD0">
          <w:rPr>
            <w:i/>
            <w:iCs/>
          </w:rPr>
          <w:delText>terrestrial radiocommunication,</w:delText>
        </w:r>
        <w:r w:rsidRPr="00C17A9A" w:rsidDel="00135BD0">
          <w:delText xml:space="preserve">” which is a station effecting (see RR No. </w:delText>
        </w:r>
        <w:r w:rsidRPr="00C17A9A" w:rsidDel="00135BD0">
          <w:rPr>
            <w:b/>
            <w:bCs/>
          </w:rPr>
          <w:delText xml:space="preserve">1.7, </w:delText>
        </w:r>
        <w:r w:rsidRPr="00C17A9A" w:rsidDel="00135BD0">
          <w:delText xml:space="preserve">RR No. </w:delText>
        </w:r>
        <w:r w:rsidRPr="00C17A9A" w:rsidDel="00135BD0">
          <w:rPr>
            <w:b/>
            <w:bCs/>
          </w:rPr>
          <w:delText xml:space="preserve">1.8 </w:delText>
        </w:r>
        <w:r w:rsidRPr="00C17A9A" w:rsidDel="00135BD0">
          <w:delText xml:space="preserve">and RR No. </w:delText>
        </w:r>
        <w:r w:rsidRPr="00C17A9A" w:rsidDel="00135BD0">
          <w:rPr>
            <w:b/>
            <w:bCs/>
          </w:rPr>
          <w:delText>1.62)</w:delText>
        </w:r>
        <w:r w:rsidRPr="00C17A9A" w:rsidDel="00135BD0">
          <w:delText xml:space="preserve"> “any radiocommunication other than </w:delText>
        </w:r>
        <w:r w:rsidRPr="00C17A9A" w:rsidDel="00135BD0">
          <w:rPr>
            <w:i/>
            <w:iCs/>
          </w:rPr>
          <w:delText>space radiocommunication</w:delText>
        </w:r>
        <w:r w:rsidRPr="00C17A9A" w:rsidDel="00135BD0">
          <w:delText xml:space="preserve"> or </w:delText>
        </w:r>
        <w:r w:rsidRPr="00C17A9A" w:rsidDel="00135BD0">
          <w:rPr>
            <w:i/>
            <w:iCs/>
          </w:rPr>
          <w:delText>radio astronomy</w:delText>
        </w:r>
        <w:r w:rsidRPr="00C17A9A" w:rsidDel="00135BD0">
          <w:delText>.” As per RR No.</w:delText>
        </w:r>
        <w:r w:rsidDel="00135BD0">
          <w:delText> </w:delText>
        </w:r>
        <w:r w:rsidRPr="00C17A9A" w:rsidDel="00135BD0">
          <w:rPr>
            <w:b/>
            <w:bCs/>
          </w:rPr>
          <w:delText>1.61</w:delText>
        </w:r>
        <w:r w:rsidRPr="00C17A9A" w:rsidDel="00135BD0">
          <w:delText xml:space="preserve">, each station shall be classified by the service in which it operates permanently or temporarily. As per RR No. </w:delText>
        </w:r>
        <w:r w:rsidRPr="00C17A9A" w:rsidDel="00135BD0">
          <w:rPr>
            <w:b/>
          </w:rPr>
          <w:delText>1.64</w:delText>
        </w:r>
        <w:r w:rsidRPr="00C17A9A" w:rsidDel="00135BD0">
          <w:delText>, a station located on a suborbital vehicle which is beyond, is intended to go beyond, or has been beyond, the major portion of the Earth's atmosphere, has to be considered as a space station.</w:delText>
        </w:r>
      </w:del>
    </w:p>
    <w:p w14:paraId="5318597C" w14:textId="77777777" w:rsidR="007120C0" w:rsidRDefault="00386FF0" w:rsidP="00574E12">
      <w:pPr>
        <w:jc w:val="both"/>
        <w:rPr>
          <w:ins w:id="99" w:author="USA" w:date="2022-10-06T05:37:00Z"/>
          <w:shd w:val="clear" w:color="auto" w:fill="FFFFFF"/>
          <w:lang w:eastAsia="zh-CN"/>
        </w:rPr>
      </w:pPr>
      <w:del w:id="100" w:author="USA" w:date="2022-10-06T05:33:00Z">
        <w:r w:rsidRPr="00C17A9A" w:rsidDel="00135BD0">
          <w:delText xml:space="preserve">Studies found in </w:delText>
        </w:r>
      </w:del>
      <w:r w:rsidRPr="00C17A9A">
        <w:t>Report ITU-R M.2477 s</w:t>
      </w:r>
      <w:ins w:id="101" w:author="USA" w:date="2022-10-06T05:33:00Z">
        <w:r w:rsidR="00135BD0">
          <w:t>tates</w:t>
        </w:r>
      </w:ins>
      <w:del w:id="102" w:author="USA" w:date="2022-10-06T05:33:00Z">
        <w:r w:rsidRPr="00C17A9A" w:rsidDel="00135BD0">
          <w:delText>how</w:delText>
        </w:r>
      </w:del>
      <w:r w:rsidRPr="00C17A9A">
        <w:rPr>
          <w:shd w:val="clear" w:color="auto" w:fill="FFFFFF"/>
          <w:lang w:eastAsia="zh-CN"/>
        </w:rPr>
        <w:t xml:space="preserve"> that some suborbital vehicle operations may require</w:t>
      </w:r>
      <w:ins w:id="103" w:author="USA" w:date="2022-10-06T05:34:00Z">
        <w:r w:rsidR="00135BD0">
          <w:rPr>
            <w:shd w:val="clear" w:color="auto" w:fill="FFFFFF"/>
            <w:lang w:eastAsia="zh-CN"/>
          </w:rPr>
          <w:t xml:space="preserve"> temporarily</w:t>
        </w:r>
      </w:ins>
      <w:r w:rsidRPr="00C17A9A">
        <w:rPr>
          <w:shd w:val="clear" w:color="auto" w:fill="FFFFFF"/>
          <w:lang w:eastAsia="zh-CN"/>
        </w:rPr>
        <w:t xml:space="preserve"> making unavailable large areas of international and national airspace</w:t>
      </w:r>
      <w:ins w:id="104" w:author="USA" w:date="2022-10-06T05:34:00Z">
        <w:r w:rsidR="00135BD0">
          <w:rPr>
            <w:shd w:val="clear" w:color="auto" w:fill="FFFFFF"/>
            <w:lang w:eastAsia="zh-CN"/>
          </w:rPr>
          <w:t xml:space="preserve"> for conventional aircraft</w:t>
        </w:r>
      </w:ins>
      <w:r w:rsidRPr="00C17A9A">
        <w:rPr>
          <w:shd w:val="clear" w:color="auto" w:fill="FFFFFF"/>
          <w:lang w:eastAsia="zh-CN"/>
        </w:rPr>
        <w:t xml:space="preserve"> during their transition to and from space.  This results in airspace disruptions, extra travel time, re-routing flight paths, additional aircraft fuel consumption, etc. The studies also show </w:t>
      </w:r>
      <w:r w:rsidRPr="00C17A9A">
        <w:t xml:space="preserve">the technical capability of some current aircraft avionics systems to be operated onboard suborbital vehicles, to facilitate the safe integration of </w:t>
      </w:r>
      <w:r w:rsidRPr="00C17A9A">
        <w:rPr>
          <w:shd w:val="clear" w:color="auto" w:fill="FFFFFF"/>
          <w:lang w:eastAsia="zh-CN"/>
        </w:rPr>
        <w:t>suborbital vehicles into the same airspace as conventional aircraft during their transition to and from space</w:t>
      </w:r>
      <w:del w:id="105" w:author="USA" w:date="2022-10-06T05:36:00Z">
        <w:r w:rsidRPr="00C17A9A" w:rsidDel="007120C0">
          <w:rPr>
            <w:shd w:val="clear" w:color="auto" w:fill="FFFFFF"/>
            <w:lang w:eastAsia="zh-CN"/>
          </w:rPr>
          <w:delText xml:space="preserve"> in order</w:delText>
        </w:r>
      </w:del>
      <w:r w:rsidRPr="00C17A9A">
        <w:rPr>
          <w:shd w:val="clear" w:color="auto" w:fill="FFFFFF"/>
          <w:lang w:eastAsia="zh-CN"/>
        </w:rPr>
        <w:t xml:space="preserve"> to minimize the airspace disruption. </w:t>
      </w:r>
    </w:p>
    <w:p w14:paraId="4D529461" w14:textId="3D31B028" w:rsidR="00386FF0" w:rsidRDefault="00386FF0" w:rsidP="00574E12">
      <w:pPr>
        <w:jc w:val="both"/>
        <w:rPr>
          <w:ins w:id="106" w:author="USA" w:date="2022-10-06T05:38:00Z"/>
          <w:shd w:val="clear" w:color="auto" w:fill="FFFFFF"/>
          <w:lang w:eastAsia="zh-CN"/>
        </w:rPr>
      </w:pPr>
      <w:r w:rsidRPr="00C17A9A">
        <w:rPr>
          <w:shd w:val="clear" w:color="auto" w:fill="FFFFFF"/>
          <w:lang w:eastAsia="zh-CN"/>
        </w:rPr>
        <w:t>The report also identified several existing radiocommunications services that are envisaged for use by stations onboard suborbital vehicles</w:t>
      </w:r>
      <w:ins w:id="107" w:author="USA" w:date="2022-10-06T05:37:00Z">
        <w:r w:rsidR="007120C0">
          <w:rPr>
            <w:shd w:val="clear" w:color="auto" w:fill="FFFFFF"/>
            <w:lang w:eastAsia="zh-CN"/>
          </w:rPr>
          <w:t xml:space="preserve"> including, but not limited t</w:t>
        </w:r>
      </w:ins>
      <w:ins w:id="108" w:author="USA" w:date="2022-10-06T05:38:00Z">
        <w:r w:rsidR="007120C0">
          <w:rPr>
            <w:shd w:val="clear" w:color="auto" w:fill="FFFFFF"/>
            <w:lang w:eastAsia="zh-CN"/>
          </w:rPr>
          <w:t>o:</w:t>
        </w:r>
      </w:ins>
    </w:p>
    <w:p w14:paraId="1075B666" w14:textId="77777777" w:rsidR="007120C0" w:rsidRPr="005453CD" w:rsidRDefault="007120C0" w:rsidP="007120C0">
      <w:pPr>
        <w:pStyle w:val="enumlev1"/>
        <w:rPr>
          <w:ins w:id="109" w:author="USA" w:date="2022-10-06T05:38:00Z"/>
          <w:shd w:val="clear" w:color="auto" w:fill="FFFFFF"/>
          <w:lang w:eastAsia="zh-CN"/>
        </w:rPr>
      </w:pPr>
      <w:ins w:id="110" w:author="USA" w:date="2022-10-06T05:38:00Z">
        <w:r w:rsidRPr="005453CD">
          <w:rPr>
            <w:shd w:val="clear" w:color="auto" w:fill="FFFFFF"/>
            <w:lang w:eastAsia="zh-CN"/>
          </w:rPr>
          <w:t>a)</w:t>
        </w:r>
        <w:r w:rsidRPr="005453CD">
          <w:rPr>
            <w:shd w:val="clear" w:color="auto" w:fill="FFFFFF"/>
            <w:lang w:eastAsia="zh-CN"/>
          </w:rPr>
          <w:tab/>
        </w:r>
        <w:r>
          <w:rPr>
            <w:shd w:val="clear" w:color="auto" w:fill="FFFFFF"/>
            <w:lang w:eastAsia="zh-CN"/>
          </w:rPr>
          <w:t>Aeronautical radionavigation service</w:t>
        </w:r>
        <w:r w:rsidRPr="005453CD">
          <w:rPr>
            <w:shd w:val="clear" w:color="auto" w:fill="FFFFFF"/>
            <w:lang w:eastAsia="zh-CN"/>
          </w:rPr>
          <w:t xml:space="preserve"> for surveillance and </w:t>
        </w:r>
        <w:proofErr w:type="gramStart"/>
        <w:r w:rsidRPr="005453CD">
          <w:rPr>
            <w:shd w:val="clear" w:color="auto" w:fill="FFFFFF"/>
            <w:lang w:eastAsia="zh-CN"/>
          </w:rPr>
          <w:t>navigation;</w:t>
        </w:r>
        <w:proofErr w:type="gramEnd"/>
      </w:ins>
    </w:p>
    <w:p w14:paraId="0EE3138C" w14:textId="77777777" w:rsidR="007120C0" w:rsidRPr="005453CD" w:rsidRDefault="007120C0" w:rsidP="007120C0">
      <w:pPr>
        <w:pStyle w:val="enumlev1"/>
        <w:rPr>
          <w:ins w:id="111" w:author="USA" w:date="2022-10-06T05:38:00Z"/>
          <w:shd w:val="clear" w:color="auto" w:fill="FFFFFF"/>
          <w:lang w:eastAsia="zh-CN"/>
        </w:rPr>
      </w:pPr>
      <w:ins w:id="112" w:author="USA" w:date="2022-10-06T05:38:00Z">
        <w:r w:rsidRPr="005453CD">
          <w:rPr>
            <w:shd w:val="clear" w:color="auto" w:fill="FFFFFF"/>
            <w:lang w:eastAsia="zh-CN"/>
          </w:rPr>
          <w:t>b)</w:t>
        </w:r>
        <w:r w:rsidRPr="005453CD">
          <w:rPr>
            <w:shd w:val="clear" w:color="auto" w:fill="FFFFFF"/>
            <w:lang w:eastAsia="zh-CN"/>
          </w:rPr>
          <w:tab/>
        </w:r>
        <w:r>
          <w:rPr>
            <w:shd w:val="clear" w:color="auto" w:fill="FFFFFF"/>
            <w:lang w:eastAsia="zh-CN"/>
          </w:rPr>
          <w:t>Aeronautical mobile service</w:t>
        </w:r>
        <w:r w:rsidRPr="005453CD">
          <w:rPr>
            <w:shd w:val="clear" w:color="auto" w:fill="FFFFFF"/>
            <w:lang w:eastAsia="zh-CN"/>
          </w:rPr>
          <w:t xml:space="preserve">, including </w:t>
        </w:r>
        <w:r>
          <w:rPr>
            <w:shd w:val="clear" w:color="auto" w:fill="FFFFFF"/>
            <w:lang w:eastAsia="zh-CN"/>
          </w:rPr>
          <w:t>the aeronautical mobile (Route service)</w:t>
        </w:r>
        <w:r w:rsidRPr="005453CD">
          <w:rPr>
            <w:shd w:val="clear" w:color="auto" w:fill="FFFFFF"/>
            <w:lang w:eastAsia="zh-CN"/>
          </w:rPr>
          <w:t xml:space="preserve">, for VHF voice and data communications and </w:t>
        </w:r>
        <w:r>
          <w:rPr>
            <w:shd w:val="clear" w:color="auto" w:fill="FFFFFF"/>
            <w:lang w:eastAsia="zh-CN"/>
          </w:rPr>
          <w:t>automatic dependent surveillance -broadcast (</w:t>
        </w:r>
        <w:r w:rsidRPr="005453CD">
          <w:rPr>
            <w:shd w:val="clear" w:color="auto" w:fill="FFFFFF"/>
            <w:lang w:eastAsia="zh-CN"/>
          </w:rPr>
          <w:t>ADS-B</w:t>
        </w:r>
        <w:proofErr w:type="gramStart"/>
        <w:r>
          <w:rPr>
            <w:shd w:val="clear" w:color="auto" w:fill="FFFFFF"/>
            <w:lang w:eastAsia="zh-CN"/>
          </w:rPr>
          <w:t>)</w:t>
        </w:r>
        <w:r w:rsidRPr="005453CD">
          <w:rPr>
            <w:shd w:val="clear" w:color="auto" w:fill="FFFFFF"/>
            <w:lang w:eastAsia="zh-CN"/>
          </w:rPr>
          <w:t>;</w:t>
        </w:r>
        <w:proofErr w:type="gramEnd"/>
      </w:ins>
    </w:p>
    <w:p w14:paraId="38719923" w14:textId="77777777" w:rsidR="007120C0" w:rsidRPr="005453CD" w:rsidRDefault="007120C0" w:rsidP="007120C0">
      <w:pPr>
        <w:pStyle w:val="enumlev1"/>
        <w:rPr>
          <w:ins w:id="113" w:author="USA" w:date="2022-10-06T05:38:00Z"/>
          <w:shd w:val="clear" w:color="auto" w:fill="FFFFFF"/>
          <w:lang w:eastAsia="zh-CN"/>
        </w:rPr>
      </w:pPr>
      <w:ins w:id="114" w:author="USA" w:date="2022-10-06T05:38:00Z">
        <w:r w:rsidRPr="005453CD">
          <w:rPr>
            <w:shd w:val="clear" w:color="auto" w:fill="FFFFFF"/>
            <w:lang w:eastAsia="zh-CN"/>
          </w:rPr>
          <w:t>c)</w:t>
        </w:r>
        <w:r w:rsidRPr="005453CD">
          <w:rPr>
            <w:shd w:val="clear" w:color="auto" w:fill="FFFFFF"/>
            <w:lang w:eastAsia="zh-CN"/>
          </w:rPr>
          <w:tab/>
        </w:r>
        <w:r>
          <w:rPr>
            <w:shd w:val="clear" w:color="auto" w:fill="FFFFFF"/>
            <w:lang w:eastAsia="zh-CN"/>
          </w:rPr>
          <w:t>Aeronautical mobile satellite service</w:t>
        </w:r>
        <w:r w:rsidRPr="005453CD">
          <w:rPr>
            <w:shd w:val="clear" w:color="auto" w:fill="FFFFFF"/>
            <w:lang w:eastAsia="zh-CN"/>
          </w:rPr>
          <w:t xml:space="preserve">, including </w:t>
        </w:r>
        <w:r>
          <w:rPr>
            <w:shd w:val="clear" w:color="auto" w:fill="FFFFFF"/>
            <w:lang w:eastAsia="zh-CN"/>
          </w:rPr>
          <w:t>the aeronautical mobile satellite (Route) service (</w:t>
        </w:r>
        <w:r w:rsidRPr="005453CD">
          <w:rPr>
            <w:shd w:val="clear" w:color="auto" w:fill="FFFFFF"/>
            <w:lang w:eastAsia="zh-CN"/>
          </w:rPr>
          <w:t>AMS(R)S</w:t>
        </w:r>
        <w:r>
          <w:rPr>
            <w:shd w:val="clear" w:color="auto" w:fill="FFFFFF"/>
            <w:lang w:eastAsia="zh-CN"/>
          </w:rPr>
          <w:t>)</w:t>
        </w:r>
        <w:r w:rsidRPr="005453CD">
          <w:rPr>
            <w:shd w:val="clear" w:color="auto" w:fill="FFFFFF"/>
            <w:lang w:eastAsia="zh-CN"/>
          </w:rPr>
          <w:t xml:space="preserve">, for voice and data communications and surveillance </w:t>
        </w:r>
        <w:r>
          <w:rPr>
            <w:shd w:val="clear" w:color="auto" w:fill="FFFFFF"/>
            <w:lang w:eastAsia="zh-CN"/>
          </w:rPr>
          <w:t>ADS</w:t>
        </w:r>
        <w:r>
          <w:rPr>
            <w:shd w:val="clear" w:color="auto" w:fill="FFFFFF"/>
            <w:lang w:eastAsia="zh-CN"/>
          </w:rPr>
          <w:noBreakHyphen/>
        </w:r>
        <w:r w:rsidRPr="005453CD">
          <w:rPr>
            <w:shd w:val="clear" w:color="auto" w:fill="FFFFFF"/>
            <w:lang w:eastAsia="zh-CN"/>
          </w:rPr>
          <w:t xml:space="preserve">B and </w:t>
        </w:r>
        <w:r>
          <w:rPr>
            <w:shd w:val="clear" w:color="auto" w:fill="FFFFFF"/>
            <w:lang w:eastAsia="zh-CN"/>
          </w:rPr>
          <w:t xml:space="preserve">automatic dependent surveillance - </w:t>
        </w:r>
        <w:proofErr w:type="gramStart"/>
        <w:r>
          <w:rPr>
            <w:shd w:val="clear" w:color="auto" w:fill="FFFFFF"/>
            <w:lang w:eastAsia="zh-CN"/>
          </w:rPr>
          <w:t>contract</w:t>
        </w:r>
        <w:r w:rsidRPr="005453CD">
          <w:rPr>
            <w:shd w:val="clear" w:color="auto" w:fill="FFFFFF"/>
            <w:lang w:eastAsia="zh-CN"/>
          </w:rPr>
          <w:t>;</w:t>
        </w:r>
        <w:proofErr w:type="gramEnd"/>
      </w:ins>
    </w:p>
    <w:p w14:paraId="790CB759" w14:textId="77777777" w:rsidR="007120C0" w:rsidRPr="005453CD" w:rsidRDefault="007120C0" w:rsidP="007120C0">
      <w:pPr>
        <w:pStyle w:val="enumlev1"/>
        <w:rPr>
          <w:ins w:id="115" w:author="USA" w:date="2022-10-06T05:38:00Z"/>
          <w:shd w:val="clear" w:color="auto" w:fill="FFFFFF"/>
          <w:lang w:eastAsia="zh-CN"/>
        </w:rPr>
      </w:pPr>
      <w:ins w:id="116" w:author="USA" w:date="2022-10-06T05:38:00Z">
        <w:r w:rsidRPr="005453CD">
          <w:rPr>
            <w:shd w:val="clear" w:color="auto" w:fill="FFFFFF"/>
            <w:lang w:eastAsia="zh-CN"/>
          </w:rPr>
          <w:t>d)</w:t>
        </w:r>
        <w:r w:rsidRPr="005453CD">
          <w:rPr>
            <w:shd w:val="clear" w:color="auto" w:fill="FFFFFF"/>
            <w:lang w:eastAsia="zh-CN"/>
          </w:rPr>
          <w:tab/>
        </w:r>
        <w:r>
          <w:rPr>
            <w:shd w:val="clear" w:color="auto" w:fill="FFFFFF"/>
            <w:lang w:eastAsia="zh-CN"/>
          </w:rPr>
          <w:t>Mobile satellite service</w:t>
        </w:r>
        <w:r w:rsidRPr="005453CD">
          <w:rPr>
            <w:shd w:val="clear" w:color="auto" w:fill="FFFFFF"/>
            <w:lang w:eastAsia="zh-CN"/>
          </w:rPr>
          <w:t xml:space="preserve">, including AMS(R)S, for communications and telemetry, tracking and command (TT&amp;C) </w:t>
        </w:r>
        <w:proofErr w:type="gramStart"/>
        <w:r w:rsidRPr="005453CD">
          <w:rPr>
            <w:shd w:val="clear" w:color="auto" w:fill="FFFFFF"/>
            <w:lang w:eastAsia="zh-CN"/>
          </w:rPr>
          <w:t>applications;</w:t>
        </w:r>
        <w:proofErr w:type="gramEnd"/>
      </w:ins>
    </w:p>
    <w:p w14:paraId="77E2C95D" w14:textId="77777777" w:rsidR="007120C0" w:rsidRPr="005453CD" w:rsidRDefault="007120C0" w:rsidP="007120C0">
      <w:pPr>
        <w:pStyle w:val="enumlev1"/>
        <w:rPr>
          <w:ins w:id="117" w:author="USA" w:date="2022-10-06T05:38:00Z"/>
          <w:shd w:val="clear" w:color="auto" w:fill="FFFFFF"/>
          <w:lang w:eastAsia="zh-CN"/>
        </w:rPr>
      </w:pPr>
      <w:ins w:id="118" w:author="USA" w:date="2022-10-06T05:38:00Z">
        <w:r w:rsidRPr="005453CD">
          <w:rPr>
            <w:shd w:val="clear" w:color="auto" w:fill="FFFFFF"/>
            <w:lang w:eastAsia="zh-CN"/>
          </w:rPr>
          <w:t>e)</w:t>
        </w:r>
        <w:r w:rsidRPr="005453CD">
          <w:rPr>
            <w:shd w:val="clear" w:color="auto" w:fill="FFFFFF"/>
            <w:lang w:eastAsia="zh-CN"/>
          </w:rPr>
          <w:tab/>
          <w:t xml:space="preserve">Aeronautical radiodetermination service (not a specifically defined service in the RR) for </w:t>
        </w:r>
        <w:proofErr w:type="gramStart"/>
        <w:r w:rsidRPr="005453CD">
          <w:rPr>
            <w:shd w:val="clear" w:color="auto" w:fill="FFFFFF"/>
            <w:lang w:eastAsia="zh-CN"/>
          </w:rPr>
          <w:t>surveillance;</w:t>
        </w:r>
        <w:proofErr w:type="gramEnd"/>
      </w:ins>
    </w:p>
    <w:p w14:paraId="5253F4B0" w14:textId="77777777" w:rsidR="007120C0" w:rsidRPr="005453CD" w:rsidRDefault="007120C0" w:rsidP="007120C0">
      <w:pPr>
        <w:pStyle w:val="enumlev1"/>
        <w:rPr>
          <w:ins w:id="119" w:author="USA" w:date="2022-10-06T05:38:00Z"/>
          <w:shd w:val="clear" w:color="auto" w:fill="FFFFFF"/>
          <w:lang w:eastAsia="zh-CN"/>
        </w:rPr>
      </w:pPr>
      <w:ins w:id="120" w:author="USA" w:date="2022-10-06T05:38:00Z">
        <w:r w:rsidRPr="00C27C42">
          <w:rPr>
            <w:shd w:val="clear" w:color="auto" w:fill="FFFFFF"/>
            <w:lang w:eastAsia="zh-CN"/>
          </w:rPr>
          <w:t>f)</w:t>
        </w:r>
        <w:r w:rsidRPr="00C27C42">
          <w:rPr>
            <w:shd w:val="clear" w:color="auto" w:fill="FFFFFF"/>
            <w:lang w:eastAsia="zh-CN"/>
          </w:rPr>
          <w:tab/>
        </w:r>
        <w:r>
          <w:rPr>
            <w:shd w:val="clear" w:color="auto" w:fill="FFFFFF"/>
            <w:lang w:eastAsia="zh-CN"/>
          </w:rPr>
          <w:t>Radionavigation satellite service (</w:t>
        </w:r>
        <w:r w:rsidRPr="00C27C42">
          <w:rPr>
            <w:shd w:val="clear" w:color="auto" w:fill="FFFFFF"/>
            <w:lang w:eastAsia="zh-CN"/>
          </w:rPr>
          <w:t>RNSS</w:t>
        </w:r>
        <w:r>
          <w:rPr>
            <w:shd w:val="clear" w:color="auto" w:fill="FFFFFF"/>
            <w:lang w:eastAsia="zh-CN"/>
          </w:rPr>
          <w:t>)</w:t>
        </w:r>
        <w:r w:rsidRPr="00C27C42">
          <w:rPr>
            <w:shd w:val="clear" w:color="auto" w:fill="FFFFFF"/>
            <w:lang w:eastAsia="zh-CN"/>
          </w:rPr>
          <w:t xml:space="preserve"> for navigation with </w:t>
        </w:r>
        <w:r>
          <w:rPr>
            <w:shd w:val="clear" w:color="auto" w:fill="FFFFFF"/>
            <w:lang w:eastAsia="zh-CN"/>
          </w:rPr>
          <w:t xml:space="preserve">global navigation satellite </w:t>
        </w:r>
        <w:r w:rsidRPr="00C27C42">
          <w:rPr>
            <w:shd w:val="clear" w:color="auto" w:fill="FFFFFF"/>
            <w:lang w:eastAsia="zh-CN"/>
          </w:rPr>
          <w:t xml:space="preserve">systems </w:t>
        </w:r>
        <w:r>
          <w:rPr>
            <w:shd w:val="clear" w:color="auto" w:fill="FFFFFF"/>
            <w:lang w:eastAsia="zh-CN"/>
          </w:rPr>
          <w:t xml:space="preserve">operating </w:t>
        </w:r>
        <w:r w:rsidRPr="00C27C42">
          <w:rPr>
            <w:shd w:val="clear" w:color="auto" w:fill="FFFFFF"/>
            <w:lang w:eastAsia="zh-CN"/>
          </w:rPr>
          <w:t xml:space="preserve">in the </w:t>
        </w:r>
        <w:r>
          <w:rPr>
            <w:shd w:val="clear" w:color="auto" w:fill="FFFFFF"/>
            <w:lang w:eastAsia="zh-CN"/>
          </w:rPr>
          <w:t xml:space="preserve">frequency </w:t>
        </w:r>
        <w:r w:rsidRPr="00C27C42">
          <w:rPr>
            <w:shd w:val="clear" w:color="auto" w:fill="FFFFFF"/>
            <w:lang w:eastAsia="zh-CN"/>
          </w:rPr>
          <w:t>bands 1 164-1 215 MHz and 1 559-</w:t>
        </w:r>
        <w:r w:rsidRPr="005453CD">
          <w:rPr>
            <w:shd w:val="clear" w:color="auto" w:fill="FFFFFF"/>
            <w:lang w:eastAsia="zh-CN"/>
          </w:rPr>
          <w:t xml:space="preserve">1 610 MHz, </w:t>
        </w:r>
        <w:proofErr w:type="gramStart"/>
        <w:r w:rsidRPr="005453CD">
          <w:rPr>
            <w:shd w:val="clear" w:color="auto" w:fill="FFFFFF"/>
            <w:lang w:eastAsia="zh-CN"/>
          </w:rPr>
          <w:t>and</w:t>
        </w:r>
        <w:r>
          <w:rPr>
            <w:shd w:val="clear" w:color="auto" w:fill="FFFFFF"/>
            <w:lang w:eastAsia="zh-CN"/>
          </w:rPr>
          <w:t>;</w:t>
        </w:r>
        <w:proofErr w:type="gramEnd"/>
      </w:ins>
    </w:p>
    <w:p w14:paraId="79DEE02C" w14:textId="77777777" w:rsidR="007120C0" w:rsidRPr="005453CD" w:rsidRDefault="007120C0" w:rsidP="007120C0">
      <w:pPr>
        <w:pStyle w:val="enumlev1"/>
        <w:rPr>
          <w:ins w:id="121" w:author="USA" w:date="2022-10-06T05:38:00Z"/>
          <w:shd w:val="clear" w:color="auto" w:fill="FFFFFF"/>
          <w:lang w:eastAsia="zh-CN"/>
        </w:rPr>
      </w:pPr>
      <w:ins w:id="122" w:author="USA" w:date="2022-10-06T05:38:00Z">
        <w:r w:rsidRPr="005453CD">
          <w:rPr>
            <w:shd w:val="clear" w:color="auto" w:fill="FFFFFF"/>
            <w:lang w:eastAsia="zh-CN"/>
          </w:rPr>
          <w:t>g)</w:t>
        </w:r>
        <w:r w:rsidRPr="005453CD">
          <w:rPr>
            <w:shd w:val="clear" w:color="auto" w:fill="FFFFFF"/>
            <w:lang w:eastAsia="zh-CN"/>
          </w:rPr>
          <w:tab/>
          <w:t>Space operation service for TT&amp;C.</w:t>
        </w:r>
      </w:ins>
    </w:p>
    <w:p w14:paraId="363FC9B8" w14:textId="77777777" w:rsidR="007120C0" w:rsidRPr="00C17A9A" w:rsidRDefault="007120C0" w:rsidP="00574E12">
      <w:pPr>
        <w:jc w:val="both"/>
      </w:pPr>
    </w:p>
    <w:p w14:paraId="74132534" w14:textId="5409430D" w:rsidR="00386FF0" w:rsidRPr="00477FB1" w:rsidRDefault="0062781E" w:rsidP="001D4920">
      <w:pPr>
        <w:pStyle w:val="Heading1"/>
      </w:pPr>
      <w:r>
        <w:t>5</w:t>
      </w:r>
      <w:r w:rsidR="00386FF0" w:rsidRPr="00477FB1">
        <w:tab/>
        <w:t>Functional and spectrum needs for communications between stations on-board sub</w:t>
      </w:r>
      <w:r w:rsidR="00386FF0" w:rsidRPr="00477FB1">
        <w:noBreakHyphen/>
        <w:t>orbital vehicles and terrestrial/space stations</w:t>
      </w:r>
    </w:p>
    <w:p w14:paraId="1D871F2C" w14:textId="71087729" w:rsidR="00386FF0" w:rsidRPr="00477FB1" w:rsidRDefault="0062781E" w:rsidP="001D4920">
      <w:pPr>
        <w:pStyle w:val="Heading2"/>
      </w:pPr>
      <w:r>
        <w:t>5</w:t>
      </w:r>
      <w:r w:rsidR="00386FF0" w:rsidRPr="00477FB1">
        <w:t>.1</w:t>
      </w:r>
      <w:r w:rsidR="00386FF0" w:rsidRPr="00477FB1">
        <w:tab/>
        <w:t>Radiocommunication functional needs</w:t>
      </w:r>
    </w:p>
    <w:p w14:paraId="63C3A862" w14:textId="68237C36" w:rsidR="00386FF0" w:rsidRPr="00477FB1" w:rsidRDefault="00386FF0" w:rsidP="001D4920">
      <w:pPr>
        <w:jc w:val="both"/>
      </w:pPr>
      <w:r w:rsidRPr="00477FB1">
        <w:t xml:space="preserve">There are functional needs for radiocommunications between stations on-board sub-orbital vehicles and terrestrial/space stations providing functions such as, </w:t>
      </w:r>
      <w:r w:rsidRPr="00477FB1">
        <w:rPr>
          <w:i/>
          <w:iCs/>
        </w:rPr>
        <w:t>inter alia</w:t>
      </w:r>
      <w:r w:rsidRPr="00477FB1">
        <w:t>, voice/data communications, navigation, surveillance</w:t>
      </w:r>
      <w:r w:rsidRPr="004960E3">
        <w:t>, and</w:t>
      </w:r>
      <w:r w:rsidRPr="00477FB1">
        <w:t xml:space="preserve"> </w:t>
      </w:r>
      <w:r>
        <w:t>t</w:t>
      </w:r>
      <w:r w:rsidRPr="00477FB1">
        <w:t xml:space="preserve">elemetry, </w:t>
      </w:r>
      <w:r>
        <w:t>t</w:t>
      </w:r>
      <w:r w:rsidRPr="00477FB1">
        <w:t xml:space="preserve">racking &amp; </w:t>
      </w:r>
      <w:r>
        <w:t>t</w:t>
      </w:r>
      <w:r w:rsidRPr="00477FB1">
        <w:t>elecommand (TT&amp;C).</w:t>
      </w:r>
    </w:p>
    <w:p w14:paraId="641FA9CA" w14:textId="11E69D9E" w:rsidR="00386FF0" w:rsidRPr="00477FB1" w:rsidRDefault="0062781E" w:rsidP="001D4920">
      <w:pPr>
        <w:pStyle w:val="Heading3"/>
      </w:pPr>
      <w:r>
        <w:t>5</w:t>
      </w:r>
      <w:r w:rsidR="00386FF0" w:rsidRPr="00477FB1">
        <w:t>.1.1</w:t>
      </w:r>
      <w:r w:rsidR="00386FF0" w:rsidRPr="00477FB1">
        <w:tab/>
        <w:t xml:space="preserve">Telemetry, tracking and command </w:t>
      </w:r>
    </w:p>
    <w:p w14:paraId="2DC1A3B1" w14:textId="77777777" w:rsidR="00386FF0" w:rsidRPr="00477FB1" w:rsidDel="00C00240" w:rsidRDefault="00386FF0" w:rsidP="001D4920">
      <w:pPr>
        <w:jc w:val="both"/>
      </w:pPr>
      <w:r w:rsidRPr="00477FB1" w:rsidDel="00C00240">
        <w:t xml:space="preserve">Telemetry, </w:t>
      </w:r>
      <w:r>
        <w:t>r</w:t>
      </w:r>
      <w:r w:rsidRPr="00477FB1" w:rsidDel="00C00240">
        <w:t>adio</w:t>
      </w:r>
      <w:r w:rsidRPr="00477FB1">
        <w:t xml:space="preserve"> </w:t>
      </w:r>
      <w:r w:rsidRPr="00477FB1" w:rsidDel="00C00240">
        <w:t xml:space="preserve">telemetry and </w:t>
      </w:r>
      <w:r>
        <w:t>s</w:t>
      </w:r>
      <w:r w:rsidRPr="00477FB1" w:rsidDel="00C00240">
        <w:t xml:space="preserve">pace telemetry are defined in </w:t>
      </w:r>
      <w:r>
        <w:t>Radio Regulations (</w:t>
      </w:r>
      <w:r w:rsidRPr="00477FB1" w:rsidDel="00C00240">
        <w:t>RR</w:t>
      </w:r>
      <w:r>
        <w:t>)</w:t>
      </w:r>
      <w:r w:rsidRPr="00477FB1" w:rsidDel="00C00240">
        <w:t xml:space="preserve"> Nos. </w:t>
      </w:r>
      <w:r w:rsidRPr="00477FB1" w:rsidDel="00C00240">
        <w:rPr>
          <w:b/>
          <w:bCs/>
        </w:rPr>
        <w:t>1.131</w:t>
      </w:r>
      <w:r w:rsidRPr="00477FB1" w:rsidDel="00C00240">
        <w:t>,</w:t>
      </w:r>
      <w:r w:rsidRPr="00477FB1" w:rsidDel="00C00240">
        <w:rPr>
          <w:b/>
          <w:bCs/>
        </w:rPr>
        <w:t xml:space="preserve"> 1.132</w:t>
      </w:r>
      <w:r w:rsidRPr="00477FB1" w:rsidDel="00C00240">
        <w:t>, and</w:t>
      </w:r>
      <w:r w:rsidRPr="00477FB1" w:rsidDel="00C00240">
        <w:rPr>
          <w:b/>
          <w:bCs/>
        </w:rPr>
        <w:t xml:space="preserve"> 1.133</w:t>
      </w:r>
      <w:r w:rsidRPr="00477FB1" w:rsidDel="00C00240">
        <w:t>.</w:t>
      </w:r>
      <w:r w:rsidRPr="00477FB1" w:rsidDel="00C00240">
        <w:rPr>
          <w:b/>
          <w:bCs/>
        </w:rPr>
        <w:t xml:space="preserve"> </w:t>
      </w:r>
      <w:r w:rsidRPr="00477FB1"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477FB1" w:rsidDel="00C00240">
        <w:t xml:space="preserve">Additionally, </w:t>
      </w:r>
      <w:r w:rsidRPr="00477FB1">
        <w:t xml:space="preserve">some </w:t>
      </w:r>
      <w:r w:rsidRPr="00477FB1" w:rsidDel="00C00240">
        <w:t xml:space="preserve">sub-orbital vehicles </w:t>
      </w:r>
      <w:r w:rsidRPr="00477FB1">
        <w:t xml:space="preserve">may </w:t>
      </w:r>
      <w:r w:rsidRPr="00477FB1" w:rsidDel="00C00240">
        <w:t xml:space="preserve">require transmitting real-time high definition digital videos from multiple feeds carrying visual information about the vehicle status to ground terminals directly or through relay satellites or space stations. </w:t>
      </w:r>
    </w:p>
    <w:p w14:paraId="78B19A0F" w14:textId="08B459FF" w:rsidR="00386FF0" w:rsidRPr="00477FB1" w:rsidDel="00C00240" w:rsidRDefault="00386FF0" w:rsidP="001D4920">
      <w:pPr>
        <w:jc w:val="both"/>
        <w:rPr>
          <w:bCs/>
        </w:rPr>
      </w:pPr>
      <w:r w:rsidRPr="00477FB1" w:rsidDel="00C00240">
        <w:rPr>
          <w:bCs/>
        </w:rPr>
        <w:t xml:space="preserve">Telecommand and </w:t>
      </w:r>
      <w:r>
        <w:rPr>
          <w:bCs/>
        </w:rPr>
        <w:t>s</w:t>
      </w:r>
      <w:r w:rsidRPr="00477FB1" w:rsidDel="00C00240">
        <w:rPr>
          <w:bCs/>
        </w:rPr>
        <w:t xml:space="preserve">pace telecommand are defined in RR Nos. </w:t>
      </w:r>
      <w:r w:rsidRPr="00477FB1" w:rsidDel="00C00240">
        <w:rPr>
          <w:b/>
          <w:bCs/>
        </w:rPr>
        <w:t xml:space="preserve">1.134 </w:t>
      </w:r>
      <w:r w:rsidRPr="00477FB1" w:rsidDel="00C00240">
        <w:t>and</w:t>
      </w:r>
      <w:r w:rsidRPr="00D32E6F" w:rsidDel="00C00240">
        <w:t xml:space="preserve"> </w:t>
      </w:r>
      <w:r w:rsidRPr="00477FB1" w:rsidDel="00C00240">
        <w:rPr>
          <w:b/>
          <w:bCs/>
        </w:rPr>
        <w:t>1.135</w:t>
      </w:r>
      <w:r w:rsidRPr="00477FB1" w:rsidDel="00C00240">
        <w:t xml:space="preserve">. </w:t>
      </w:r>
      <w:r>
        <w:rPr>
          <w:bCs/>
        </w:rPr>
        <w:t>R</w:t>
      </w:r>
      <w:r w:rsidRPr="00477FB1" w:rsidDel="00C00240">
        <w:rPr>
          <w:bCs/>
        </w:rPr>
        <w:t>adiocommunication</w:t>
      </w:r>
      <w:r w:rsidRPr="00477FB1">
        <w:rPr>
          <w:bCs/>
        </w:rPr>
        <w:t>s</w:t>
      </w:r>
      <w:r w:rsidRPr="00477FB1" w:rsidDel="00C00240">
        <w:rPr>
          <w:bCs/>
        </w:rPr>
        <w:t xml:space="preserve"> for telecommand</w:t>
      </w:r>
      <w:r w:rsidRPr="00477FB1">
        <w:rPr>
          <w:bCs/>
        </w:rPr>
        <w:t xml:space="preserve"> are used </w:t>
      </w:r>
      <w:r w:rsidRPr="00477FB1" w:rsidDel="00C00240">
        <w:rPr>
          <w:bCs/>
        </w:rPr>
        <w:t>to initiate, modify or terminate functions of equipment on sub-orbital vehicles</w:t>
      </w:r>
      <w:r w:rsidRPr="00477FB1">
        <w:rPr>
          <w:bCs/>
        </w:rPr>
        <w:t>.</w:t>
      </w:r>
      <w:r w:rsidRPr="00477FB1" w:rsidDel="00C00240">
        <w:rPr>
          <w:bCs/>
        </w:rPr>
        <w:t xml:space="preserve"> </w:t>
      </w:r>
    </w:p>
    <w:p w14:paraId="50702CB5" w14:textId="77777777" w:rsidR="00386FF0" w:rsidRDefault="00386FF0" w:rsidP="001D4920">
      <w:pPr>
        <w:jc w:val="both"/>
        <w:rPr>
          <w:bCs/>
        </w:rPr>
      </w:pPr>
      <w:r w:rsidRPr="00477FB1" w:rsidDel="00C00240">
        <w:rPr>
          <w:bCs/>
        </w:rPr>
        <w:t xml:space="preserve">Space tracking is defined in RR No. </w:t>
      </w:r>
      <w:r w:rsidRPr="00477FB1" w:rsidDel="00C00240">
        <w:rPr>
          <w:b/>
          <w:bCs/>
        </w:rPr>
        <w:t>1.136</w:t>
      </w:r>
      <w:r w:rsidRPr="00477FB1" w:rsidDel="00C00240">
        <w:t>.</w:t>
      </w:r>
      <w:r w:rsidRPr="00477FB1" w:rsidDel="00C00240">
        <w:rPr>
          <w:bCs/>
        </w:rPr>
        <w:t xml:space="preserve"> It is envisioned that sub-orbital vehicle will rely on dedicated radio frequency links to perform </w:t>
      </w:r>
      <w:r w:rsidRPr="00477FB1">
        <w:rPr>
          <w:bCs/>
        </w:rPr>
        <w:t xml:space="preserve">adjustments of </w:t>
      </w:r>
      <w:r w:rsidRPr="00477FB1" w:rsidDel="00C00240">
        <w:rPr>
          <w:bCs/>
        </w:rPr>
        <w:t>its trajectory by means of radiodetermination. Such tracking is expected to be performed through either ground station terminals or relay satellites or space stations.</w:t>
      </w:r>
    </w:p>
    <w:p w14:paraId="7A6FEDF2" w14:textId="61C421A0" w:rsidR="00386FF0" w:rsidRDefault="00386FF0" w:rsidP="001D4920">
      <w:pPr>
        <w:jc w:val="both"/>
      </w:pPr>
      <w:del w:id="123" w:author="USA" w:date="2022-10-06T05:39:00Z">
        <w:r w:rsidRPr="00477FB1" w:rsidDel="007120C0">
          <w:rPr>
            <w:bCs/>
          </w:rPr>
          <w:delText xml:space="preserve">Like the communications link mentioned in </w:delText>
        </w:r>
        <w:r w:rsidR="000564A9" w:rsidRPr="00477FB1" w:rsidDel="007120C0">
          <w:rPr>
            <w:bCs/>
          </w:rPr>
          <w:delText xml:space="preserve">section </w:delText>
        </w:r>
        <w:r w:rsidRPr="00477FB1" w:rsidDel="007120C0">
          <w:rPr>
            <w:bCs/>
          </w:rPr>
          <w:delText xml:space="preserve">4.1.2, </w:delText>
        </w:r>
        <w:r w:rsidRPr="00477FB1" w:rsidDel="007120C0">
          <w:delText>a</w:delText>
        </w:r>
      </w:del>
      <w:ins w:id="124" w:author="USA" w:date="2022-10-06T05:39:00Z">
        <w:r w:rsidR="007120C0">
          <w:t>A</w:t>
        </w:r>
      </w:ins>
      <w:r w:rsidRPr="00477FB1" w:rsidDel="00C00240">
        <w:t xml:space="preserve"> </w:t>
      </w:r>
      <w:r w:rsidRPr="00477FB1">
        <w:t>desired</w:t>
      </w:r>
      <w:r w:rsidRPr="00477FB1" w:rsidDel="00C00240">
        <w:t xml:space="preserve"> aspect of sub-orbital vehicles</w:t>
      </w:r>
      <w:r>
        <w:t>’</w:t>
      </w:r>
      <w:r w:rsidRPr="00477FB1" w:rsidDel="00C00240">
        <w:t xml:space="preserve"> TT&amp;C links is the ability to maintain the link throughout various phases of flight including atmospheric re-entry where radio communication with </w:t>
      </w:r>
      <w:r>
        <w:t xml:space="preserve">the </w:t>
      </w:r>
      <w:r w:rsidRPr="00477FB1" w:rsidDel="00C00240">
        <w:t xml:space="preserve">vehicle experiences significant attenuation due to plasma effects caused by extreme heating and ionization of air around the vehicle. </w:t>
      </w:r>
    </w:p>
    <w:p w14:paraId="6467685E" w14:textId="5334AA4D" w:rsidR="00386FF0" w:rsidRDefault="0062781E" w:rsidP="001D4920">
      <w:pPr>
        <w:pStyle w:val="Heading3"/>
      </w:pPr>
      <w:r>
        <w:t>5</w:t>
      </w:r>
      <w:r w:rsidR="00386FF0" w:rsidRPr="00477FB1">
        <w:t>.1.2</w:t>
      </w:r>
      <w:r w:rsidR="00386FF0" w:rsidRPr="00477FB1">
        <w:tab/>
        <w:t>Communications</w:t>
      </w:r>
    </w:p>
    <w:p w14:paraId="6E1BD2E2" w14:textId="0A607E60" w:rsidR="00386FF0" w:rsidRPr="00477FB1" w:rsidRDefault="00386FF0" w:rsidP="001D4920">
      <w:pPr>
        <w:jc w:val="both"/>
      </w:pPr>
      <w:r w:rsidRPr="00477FB1">
        <w:t xml:space="preserve">It is expected that sub-orbital vehicles will establish and maintain communications with ground-based mission control centres during the full duration of flight through either direct communication </w:t>
      </w:r>
      <w:r w:rsidRPr="0009156A">
        <w:t>between the suborbital station and ground,</w:t>
      </w:r>
      <w:r>
        <w:t xml:space="preserve"> </w:t>
      </w:r>
      <w:r w:rsidRPr="00477FB1">
        <w:t>or through relay satellites or space stations. These communication links are like the communication</w:t>
      </w:r>
      <w:r>
        <w:t>s</w:t>
      </w:r>
      <w:r w:rsidRPr="00477FB1">
        <w:t xml:space="preserve"> commonly established by air</w:t>
      </w:r>
      <w:r>
        <w:t>craft</w:t>
      </w:r>
      <w:r w:rsidRPr="0009156A">
        <w:t xml:space="preserve">.  </w:t>
      </w:r>
      <w:r>
        <w:t xml:space="preserve">To </w:t>
      </w:r>
      <w:ins w:id="125" w:author="USA" w:date="2022-10-06T05:40:00Z">
        <w:r w:rsidR="007120C0">
          <w:t>integrate</w:t>
        </w:r>
      </w:ins>
      <w:del w:id="126" w:author="USA" w:date="2022-10-06T05:40:00Z">
        <w:r w:rsidDel="007120C0">
          <w:delText>operate and while</w:delText>
        </w:r>
        <w:r w:rsidRPr="0009156A" w:rsidDel="007120C0">
          <w:delText xml:space="preserve"> operating</w:delText>
        </w:r>
      </w:del>
      <w:r w:rsidRPr="0009156A">
        <w:t xml:space="preserve"> in</w:t>
      </w:r>
      <w:ins w:id="127" w:author="USA" w:date="2022-10-06T05:40:00Z">
        <w:r w:rsidR="007120C0">
          <w:t>to</w:t>
        </w:r>
      </w:ins>
      <w:r w:rsidRPr="0009156A">
        <w:t xml:space="preserve"> </w:t>
      </w:r>
      <w:r>
        <w:t>airspace used by</w:t>
      </w:r>
      <w:r w:rsidRPr="0009156A">
        <w:t xml:space="preserve"> conventional aircraft, suborbital vehicles are expected to use the</w:t>
      </w:r>
      <w:r w:rsidRPr="00477FB1">
        <w:t xml:space="preserve"> </w:t>
      </w:r>
      <w:r>
        <w:t xml:space="preserve">same </w:t>
      </w:r>
      <w:r w:rsidRPr="00477FB1">
        <w:t xml:space="preserve">internationally standardized </w:t>
      </w:r>
      <w:r>
        <w:t xml:space="preserve">aviation safety </w:t>
      </w:r>
      <w:r w:rsidRPr="00477FB1">
        <w:t>systems</w:t>
      </w:r>
      <w:r>
        <w:t xml:space="preserve"> </w:t>
      </w:r>
      <w:ins w:id="128" w:author="USA" w:date="2022-10-06T05:40:00Z">
        <w:r w:rsidR="007120C0">
          <w:t>available to conventional aircraft</w:t>
        </w:r>
      </w:ins>
      <w:del w:id="129" w:author="USA" w:date="2022-10-06T05:41:00Z">
        <w:r w:rsidDel="007120C0">
          <w:delText>(satellite and terrestrial)</w:delText>
        </w:r>
      </w:del>
      <w:r>
        <w:t>. P</w:t>
      </w:r>
      <w:r w:rsidRPr="00917529">
        <w:t>assenger communications which may, for example, be for entertainment purposes would not be considered safety of life.</w:t>
      </w:r>
    </w:p>
    <w:p w14:paraId="3C762828" w14:textId="14CCC33D" w:rsidR="00386FF0" w:rsidRPr="00814909" w:rsidDel="007120C0" w:rsidRDefault="00386FF0" w:rsidP="001D4920">
      <w:pPr>
        <w:jc w:val="both"/>
        <w:rPr>
          <w:del w:id="130" w:author="USA" w:date="2022-10-06T05:41:00Z"/>
        </w:rPr>
      </w:pPr>
      <w:del w:id="131" w:author="USA" w:date="2022-10-06T05:41:00Z">
        <w:r w:rsidRPr="00477FB1" w:rsidDel="007120C0">
          <w:delText>An important aspect of sub-orbital vehicle communication requirements is the desire to maintain the link throughout various phases of flight</w:delText>
        </w:r>
        <w:r w:rsidDel="007120C0">
          <w:delText xml:space="preserve">. </w:delText>
        </w:r>
        <w:r w:rsidRPr="00814909" w:rsidDel="007120C0">
          <w:delText>Therefore</w:delText>
        </w:r>
        <w:r w:rsidDel="007120C0">
          <w:delText>,</w:delText>
        </w:r>
        <w:r w:rsidRPr="00814909" w:rsidDel="007120C0">
          <w:delText xml:space="preserve"> consideration</w:delText>
        </w:r>
        <w:r w:rsidDel="007120C0">
          <w:delText>s</w:delText>
        </w:r>
        <w:r w:rsidRPr="00814909" w:rsidDel="007120C0">
          <w:delText xml:space="preserve"> would have to be given to:</w:delText>
        </w:r>
      </w:del>
    </w:p>
    <w:p w14:paraId="1BEF4A58" w14:textId="5DAEF86F" w:rsidR="00386FF0" w:rsidDel="007120C0" w:rsidRDefault="00386FF0" w:rsidP="00D14000">
      <w:pPr>
        <w:pStyle w:val="enumlev1"/>
        <w:jc w:val="both"/>
        <w:rPr>
          <w:del w:id="132" w:author="USA" w:date="2022-10-06T05:41:00Z"/>
        </w:rPr>
      </w:pPr>
      <w:del w:id="133" w:author="USA" w:date="2022-10-06T05:41:00Z">
        <w:r w:rsidDel="007120C0">
          <w:delText>–</w:delText>
        </w:r>
        <w:r w:rsidDel="007120C0">
          <w:tab/>
        </w:r>
        <w:r w:rsidRPr="00477FB1" w:rsidDel="007120C0">
          <w:delText xml:space="preserve">atmospheric </w:delText>
        </w:r>
        <w:r w:rsidRPr="00814909" w:rsidDel="007120C0">
          <w:delText xml:space="preserve">effects during </w:delText>
        </w:r>
        <w:r w:rsidRPr="00477FB1" w:rsidDel="007120C0">
          <w:delText>re-entry where radio communication with the vehicle experiences significant attenuation due to plasma effects caused by extreme heating and ionization of air around the vehicle;</w:delText>
        </w:r>
      </w:del>
    </w:p>
    <w:p w14:paraId="4603D435" w14:textId="475EB1A5" w:rsidR="00386FF0" w:rsidDel="007120C0" w:rsidRDefault="00386FF0" w:rsidP="00D14000">
      <w:pPr>
        <w:pStyle w:val="enumlev1"/>
        <w:jc w:val="both"/>
        <w:rPr>
          <w:del w:id="134" w:author="USA" w:date="2022-10-06T05:41:00Z"/>
        </w:rPr>
      </w:pPr>
      <w:del w:id="135" w:author="USA" w:date="2022-10-06T05:41:00Z">
        <w:r w:rsidDel="007120C0">
          <w:delText>–</w:delText>
        </w:r>
        <w:r w:rsidDel="007120C0">
          <w:tab/>
        </w:r>
        <w:r w:rsidRPr="00814909" w:rsidDel="007120C0">
          <w:delText xml:space="preserve">additional </w:delText>
        </w:r>
        <w:r w:rsidRPr="00477FB1" w:rsidDel="007120C0">
          <w:delText>Doppler effect</w:delText>
        </w:r>
        <w:r w:rsidRPr="00814909" w:rsidDel="007120C0">
          <w:delText>s caused by the increase in speed relative to conventional aircraft</w:delText>
        </w:r>
        <w:r w:rsidRPr="00477FB1" w:rsidDel="007120C0">
          <w:delText xml:space="preserve">; </w:delText>
        </w:r>
        <w:r w:rsidDel="007120C0">
          <w:delText xml:space="preserve">and; </w:delText>
        </w:r>
      </w:del>
    </w:p>
    <w:p w14:paraId="1BF0BE9C" w14:textId="6D619C31" w:rsidR="00386FF0" w:rsidRPr="00477FB1" w:rsidDel="007120C0" w:rsidRDefault="00386FF0" w:rsidP="001D4920">
      <w:pPr>
        <w:pStyle w:val="enumlev1"/>
        <w:rPr>
          <w:del w:id="136" w:author="USA" w:date="2022-10-06T05:41:00Z"/>
        </w:rPr>
      </w:pPr>
      <w:del w:id="137" w:author="USA" w:date="2022-10-06T05:41:00Z">
        <w:r w:rsidDel="007120C0">
          <w:delText>–</w:delText>
        </w:r>
        <w:r w:rsidDel="007120C0">
          <w:tab/>
        </w:r>
        <w:r w:rsidRPr="00477FB1" w:rsidDel="007120C0">
          <w:delText xml:space="preserve">the </w:delText>
        </w:r>
        <w:r w:rsidDel="007120C0">
          <w:delText xml:space="preserve">vehicle’s altitude and </w:delText>
        </w:r>
        <w:r w:rsidRPr="00814909" w:rsidDel="007120C0">
          <w:delText>increased separation distances from ground stations</w:delText>
        </w:r>
        <w:r w:rsidDel="007120C0">
          <w:delText>.</w:delText>
        </w:r>
      </w:del>
    </w:p>
    <w:p w14:paraId="7DCD39D7" w14:textId="1F335B9D" w:rsidR="00386FF0" w:rsidRPr="00477FB1" w:rsidRDefault="0062781E" w:rsidP="001D4920">
      <w:pPr>
        <w:pStyle w:val="Heading3"/>
      </w:pPr>
      <w:r>
        <w:t>5</w:t>
      </w:r>
      <w:r w:rsidR="00386FF0" w:rsidRPr="00477FB1">
        <w:t>.1.3</w:t>
      </w:r>
      <w:r w:rsidR="00386FF0" w:rsidRPr="00477FB1">
        <w:tab/>
        <w:t>Surveillance</w:t>
      </w:r>
    </w:p>
    <w:p w14:paraId="4530DEC6" w14:textId="77777777" w:rsidR="00386FF0" w:rsidRPr="00477FB1" w:rsidRDefault="00386FF0" w:rsidP="000564A9">
      <w:pPr>
        <w:jc w:val="both"/>
        <w:rPr>
          <w:i/>
        </w:rPr>
      </w:pPr>
      <w:r w:rsidRPr="00477FB1">
        <w:t>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principal surveillance application would be the same as that used for conventional aircraft.</w:t>
      </w:r>
    </w:p>
    <w:p w14:paraId="7EDF1A88" w14:textId="296395DD" w:rsidR="00386FF0" w:rsidRPr="00477FB1" w:rsidRDefault="0062781E" w:rsidP="001D4920">
      <w:pPr>
        <w:pStyle w:val="Heading3"/>
      </w:pPr>
      <w:r>
        <w:t>5</w:t>
      </w:r>
      <w:r w:rsidR="00386FF0" w:rsidRPr="00477FB1">
        <w:t>.1.4</w:t>
      </w:r>
      <w:r w:rsidR="00386FF0" w:rsidRPr="00477FB1">
        <w:tab/>
        <w:t>Navigation</w:t>
      </w:r>
    </w:p>
    <w:p w14:paraId="5009D3FC" w14:textId="2D2C9B0A" w:rsidR="00386FF0" w:rsidRPr="00477FB1" w:rsidRDefault="00386FF0" w:rsidP="001D4920">
      <w:pPr>
        <w:jc w:val="both"/>
        <w:rPr>
          <w:lang w:eastAsia="ja-JP"/>
        </w:rPr>
      </w:pPr>
      <w:r w:rsidRPr="00477FB1">
        <w:rPr>
          <w:lang w:eastAsia="ja-JP"/>
        </w:rPr>
        <w:t>Navigation is the determination of the position and velocity of a moving vehicle. It is expected suborbital vehicles would</w:t>
      </w:r>
      <w:ins w:id="138" w:author="USA" w:date="2022-10-06T05:41:00Z">
        <w:r w:rsidR="007120C0">
          <w:rPr>
            <w:lang w:eastAsia="ja-JP"/>
          </w:rPr>
          <w:t xml:space="preserve"> continue to</w:t>
        </w:r>
      </w:ins>
      <w:r w:rsidRPr="00477FB1">
        <w:rPr>
          <w:lang w:eastAsia="ja-JP"/>
        </w:rPr>
        <w:t xml:space="preserve"> utilize the same navigation systems currently in use for conventional aircraft. Several electronic aids currently available for navigation, including </w:t>
      </w:r>
      <w:r>
        <w:rPr>
          <w:lang w:eastAsia="ja-JP"/>
        </w:rPr>
        <w:t>global navigation satellite service (</w:t>
      </w:r>
      <w:r w:rsidRPr="00477FB1">
        <w:rPr>
          <w:lang w:eastAsia="ja-JP"/>
        </w:rPr>
        <w:t>GNSS</w:t>
      </w:r>
      <w:r>
        <w:rPr>
          <w:lang w:eastAsia="ja-JP"/>
        </w:rPr>
        <w:t>)</w:t>
      </w:r>
      <w:r w:rsidRPr="00477FB1">
        <w:rPr>
          <w:lang w:eastAsia="ja-JP"/>
        </w:rPr>
        <w:t xml:space="preserve"> navigation systems, are operated under the </w:t>
      </w:r>
      <w:r>
        <w:rPr>
          <w:lang w:eastAsia="ja-JP"/>
        </w:rPr>
        <w:t>radio navigation satellite service (</w:t>
      </w:r>
      <w:r w:rsidRPr="00477FB1">
        <w:rPr>
          <w:lang w:eastAsia="ja-JP"/>
        </w:rPr>
        <w:t>RNSS</w:t>
      </w:r>
      <w:r>
        <w:rPr>
          <w:lang w:eastAsia="ja-JP"/>
        </w:rPr>
        <w:t>)</w:t>
      </w:r>
      <w:r w:rsidRPr="00477FB1">
        <w:rPr>
          <w:lang w:eastAsia="ja-JP"/>
        </w:rPr>
        <w:t xml:space="preserve"> allocation (space-to-Earth).</w:t>
      </w:r>
    </w:p>
    <w:p w14:paraId="241638B3" w14:textId="127C2869" w:rsidR="00386FF0" w:rsidRDefault="00386FF0" w:rsidP="001D4920">
      <w:pPr>
        <w:jc w:val="both"/>
        <w:rPr>
          <w:lang w:eastAsia="ja-JP"/>
        </w:rPr>
      </w:pPr>
      <w:r w:rsidRPr="00477FB1">
        <w:rPr>
          <w:lang w:eastAsia="ja-JP"/>
        </w:rPr>
        <w:t xml:space="preserve">Since different technical requirements may be expected between the RNSS receivers, which </w:t>
      </w:r>
      <w:ins w:id="139" w:author="USA" w:date="2022-10-06T05:41:00Z">
        <w:r w:rsidR="007120C0">
          <w:rPr>
            <w:lang w:eastAsia="ja-JP"/>
          </w:rPr>
          <w:t>are</w:t>
        </w:r>
      </w:ins>
      <w:del w:id="140" w:author="USA" w:date="2022-10-06T05:41:00Z">
        <w:r w:rsidRPr="00477FB1" w:rsidDel="007120C0">
          <w:rPr>
            <w:lang w:eastAsia="ja-JP"/>
          </w:rPr>
          <w:delText>will be</w:delText>
        </w:r>
      </w:del>
      <w:r w:rsidRPr="00477FB1">
        <w:rPr>
          <w:lang w:eastAsia="ja-JP"/>
        </w:rPr>
        <w:t xml:space="preserve"> operated under RNSS (space-to-Earth) allocations, and RNSS receivers, which </w:t>
      </w:r>
      <w:ins w:id="141" w:author="USA" w:date="2022-10-06T05:42:00Z">
        <w:r w:rsidR="007120C0">
          <w:rPr>
            <w:lang w:eastAsia="ja-JP"/>
          </w:rPr>
          <w:t>are</w:t>
        </w:r>
      </w:ins>
      <w:del w:id="142" w:author="USA" w:date="2022-10-06T05:42:00Z">
        <w:r w:rsidRPr="00477FB1" w:rsidDel="007120C0">
          <w:rPr>
            <w:lang w:eastAsia="ja-JP"/>
          </w:rPr>
          <w:delText>will be</w:delText>
        </w:r>
      </w:del>
      <w:r w:rsidRPr="00477FB1">
        <w:rPr>
          <w:lang w:eastAsia="ja-JP"/>
        </w:rPr>
        <w:t xml:space="preserve"> operated under RNSS (space-to-space) allocations, whether the same RNSS receivers can </w:t>
      </w:r>
      <w:r>
        <w:rPr>
          <w:lang w:eastAsia="ja-JP"/>
        </w:rPr>
        <w:t>have the same performance</w:t>
      </w:r>
      <w:r w:rsidRPr="00477FB1">
        <w:rPr>
          <w:lang w:eastAsia="ja-JP"/>
        </w:rPr>
        <w:t xml:space="preserve"> may be investigated by receiver manufacturers and/or sub-orbital vehicle operators. However, this kind of investigation should be conducted outside of ITU-R studies.</w:t>
      </w:r>
    </w:p>
    <w:p w14:paraId="0389EFD1" w14:textId="79675917" w:rsidR="00386FF0" w:rsidRPr="004960E3" w:rsidRDefault="0062781E" w:rsidP="004960E3">
      <w:pPr>
        <w:pStyle w:val="Heading3"/>
      </w:pPr>
      <w:r>
        <w:t>5</w:t>
      </w:r>
      <w:r w:rsidR="00386FF0" w:rsidRPr="0085003D">
        <w:t>.1.5</w:t>
      </w:r>
      <w:r w:rsidR="00386FF0" w:rsidRPr="0085003D">
        <w:tab/>
        <w:t>Radiolocation</w:t>
      </w:r>
    </w:p>
    <w:p w14:paraId="5DC1CEA9" w14:textId="70E2487E" w:rsidR="00386FF0" w:rsidRPr="0062781E" w:rsidDel="007120C0" w:rsidRDefault="00386FF0" w:rsidP="00BF2851">
      <w:pPr>
        <w:jc w:val="both"/>
        <w:rPr>
          <w:del w:id="143" w:author="USA" w:date="2022-10-06T05:42:00Z"/>
          <w:i/>
          <w:iCs/>
          <w:color w:val="FF0000"/>
          <w:lang w:eastAsia="ja-JP"/>
        </w:rPr>
      </w:pPr>
      <w:del w:id="144" w:author="USA" w:date="2022-10-06T05:42:00Z">
        <w:r w:rsidRPr="0062781E" w:rsidDel="007120C0">
          <w:rPr>
            <w:i/>
            <w:iCs/>
            <w:color w:val="FF0000"/>
            <w:lang w:eastAsia="ja-JP"/>
          </w:rPr>
          <w:delText>[Editor</w:delText>
        </w:r>
        <w:r w:rsidR="0042407C" w:rsidDel="007120C0">
          <w:rPr>
            <w:i/>
            <w:iCs/>
            <w:color w:val="FF0000"/>
            <w:lang w:eastAsia="ja-JP"/>
          </w:rPr>
          <w:delText>’</w:delText>
        </w:r>
        <w:r w:rsidRPr="0062781E" w:rsidDel="007120C0">
          <w:rPr>
            <w:i/>
            <w:iCs/>
            <w:color w:val="FF0000"/>
            <w:lang w:eastAsia="ja-JP"/>
          </w:rPr>
          <w:delText>s Note:  To consider if and/or where this text can be most useful.]</w:delText>
        </w:r>
      </w:del>
    </w:p>
    <w:p w14:paraId="6F2209E6" w14:textId="6937FA9A" w:rsidR="00386FF0" w:rsidRPr="0085003D" w:rsidRDefault="00386FF0" w:rsidP="004960E3">
      <w:pPr>
        <w:jc w:val="both"/>
        <w:rPr>
          <w:lang w:eastAsia="ja-JP"/>
        </w:rPr>
      </w:pPr>
      <w:r w:rsidRPr="0085003D">
        <w:rPr>
          <w:lang w:eastAsia="ja-JP"/>
        </w:rPr>
        <w:t>Radiodetermination is defined as the determination of the position, velocity and/or other characteristics of an object, or the obtaining of information relating to these parameters, by means of</w:t>
      </w:r>
      <w:r>
        <w:rPr>
          <w:lang w:eastAsia="ja-JP"/>
        </w:rPr>
        <w:t xml:space="preserve"> </w:t>
      </w:r>
      <w:r w:rsidRPr="0085003D">
        <w:rPr>
          <w:lang w:eastAsia="ja-JP"/>
        </w:rPr>
        <w:t>the propagation properties of radio waves (</w:t>
      </w:r>
      <w:r w:rsidRPr="004960E3">
        <w:rPr>
          <w:color w:val="000000" w:themeColor="text1"/>
          <w:szCs w:val="24"/>
        </w:rPr>
        <w:t xml:space="preserve">see </w:t>
      </w:r>
      <w:r w:rsidR="0042407C" w:rsidRPr="004960E3">
        <w:rPr>
          <w:color w:val="000000" w:themeColor="text1"/>
          <w:szCs w:val="24"/>
        </w:rPr>
        <w:t>N</w:t>
      </w:r>
      <w:r w:rsidR="0042407C" w:rsidRPr="004960E3" w:rsidDel="00C00240">
        <w:rPr>
          <w:bCs/>
          <w:szCs w:val="24"/>
        </w:rPr>
        <w:t>o</w:t>
      </w:r>
      <w:r w:rsidRPr="004960E3" w:rsidDel="00C00240">
        <w:rPr>
          <w:bCs/>
          <w:szCs w:val="24"/>
        </w:rPr>
        <w:t xml:space="preserve">. </w:t>
      </w:r>
      <w:r w:rsidRPr="004960E3">
        <w:rPr>
          <w:bCs/>
          <w:szCs w:val="24"/>
        </w:rPr>
        <w:t>1.9</w:t>
      </w:r>
      <w:r w:rsidRPr="0085003D">
        <w:rPr>
          <w:bCs/>
          <w:szCs w:val="24"/>
        </w:rPr>
        <w:t>)</w:t>
      </w:r>
      <w:r w:rsidRPr="0085003D">
        <w:rPr>
          <w:lang w:eastAsia="ja-JP"/>
        </w:rPr>
        <w:t xml:space="preserve">, </w:t>
      </w:r>
      <w:r w:rsidRPr="0085003D">
        <w:rPr>
          <w:rStyle w:val="kgnlhe"/>
        </w:rPr>
        <w:t xml:space="preserve">whereas </w:t>
      </w:r>
      <w:r w:rsidRPr="0085003D">
        <w:rPr>
          <w:lang w:eastAsia="ja-JP"/>
        </w:rPr>
        <w:t xml:space="preserve">radiolocation is radiodetermination used for purposes other than those of radionavigation (see </w:t>
      </w:r>
      <w:r w:rsidR="0042407C" w:rsidRPr="0085003D">
        <w:rPr>
          <w:lang w:eastAsia="ja-JP"/>
        </w:rPr>
        <w:t>No</w:t>
      </w:r>
      <w:r w:rsidRPr="0085003D">
        <w:rPr>
          <w:lang w:eastAsia="ja-JP"/>
        </w:rPr>
        <w:t>. 1.11).</w:t>
      </w:r>
    </w:p>
    <w:p w14:paraId="07E2BAF6" w14:textId="60CFC938" w:rsidR="00386FF0" w:rsidRPr="00A06DE3" w:rsidDel="00C00240" w:rsidRDefault="00386FF0" w:rsidP="00305394">
      <w:pPr>
        <w:jc w:val="both"/>
        <w:rPr>
          <w:bCs/>
          <w:szCs w:val="24"/>
        </w:rPr>
      </w:pPr>
      <w:r w:rsidRPr="004960E3">
        <w:rPr>
          <w:color w:val="000000" w:themeColor="text1"/>
          <w:szCs w:val="24"/>
        </w:rPr>
        <w:t>S</w:t>
      </w:r>
      <w:r w:rsidRPr="004960E3" w:rsidDel="00C00240">
        <w:rPr>
          <w:color w:val="000000" w:themeColor="text1"/>
          <w:szCs w:val="24"/>
        </w:rPr>
        <w:t>ub-orbital vehicles</w:t>
      </w:r>
      <w:del w:id="145" w:author="USA" w:date="2022-10-06T05:42:00Z">
        <w:r w:rsidRPr="004960E3" w:rsidDel="007120C0">
          <w:rPr>
            <w:color w:val="000000" w:themeColor="text1"/>
            <w:szCs w:val="24"/>
          </w:rPr>
          <w:delText xml:space="preserve"> undergoing developmental and operational testing</w:delText>
        </w:r>
      </w:del>
      <w:r w:rsidRPr="004960E3">
        <w:rPr>
          <w:color w:val="000000" w:themeColor="text1"/>
          <w:szCs w:val="24"/>
        </w:rPr>
        <w:t xml:space="preserve"> can</w:t>
      </w:r>
      <w:del w:id="146" w:author="USA" w:date="2022-10-06T05:42:00Z">
        <w:r w:rsidRPr="004960E3" w:rsidDel="007120C0">
          <w:rPr>
            <w:color w:val="000000" w:themeColor="text1"/>
            <w:szCs w:val="24"/>
          </w:rPr>
          <w:delText xml:space="preserve"> be</w:delText>
        </w:r>
      </w:del>
      <w:r w:rsidRPr="004960E3">
        <w:rPr>
          <w:color w:val="000000" w:themeColor="text1"/>
          <w:szCs w:val="24"/>
        </w:rPr>
        <w:t xml:space="preserve"> use </w:t>
      </w:r>
      <w:ins w:id="147" w:author="USA" w:date="2022-10-06T05:42:00Z">
        <w:r w:rsidR="007120C0">
          <w:rPr>
            <w:color w:val="000000" w:themeColor="text1"/>
            <w:szCs w:val="24"/>
          </w:rPr>
          <w:t xml:space="preserve">the </w:t>
        </w:r>
      </w:ins>
      <w:r w:rsidRPr="004960E3">
        <w:rPr>
          <w:color w:val="000000" w:themeColor="text1"/>
          <w:szCs w:val="24"/>
        </w:rPr>
        <w:t>radiolocation service (</w:t>
      </w:r>
      <w:r w:rsidRPr="004960E3">
        <w:rPr>
          <w:bCs/>
          <w:szCs w:val="24"/>
        </w:rPr>
        <w:t xml:space="preserve">see </w:t>
      </w:r>
      <w:r w:rsidR="0042407C" w:rsidRPr="004960E3">
        <w:rPr>
          <w:bCs/>
          <w:szCs w:val="24"/>
        </w:rPr>
        <w:t>No</w:t>
      </w:r>
      <w:r w:rsidRPr="004960E3">
        <w:rPr>
          <w:bCs/>
          <w:szCs w:val="24"/>
        </w:rPr>
        <w:t>.</w:t>
      </w:r>
      <w:r w:rsidR="0042407C">
        <w:rPr>
          <w:bCs/>
          <w:szCs w:val="24"/>
        </w:rPr>
        <w:t xml:space="preserve"> </w:t>
      </w:r>
      <w:r w:rsidRPr="004960E3">
        <w:rPr>
          <w:bCs/>
          <w:szCs w:val="24"/>
        </w:rPr>
        <w:t xml:space="preserve">1.48) </w:t>
      </w:r>
      <w:ins w:id="148" w:author="USA" w:date="2022-10-06T05:43:00Z">
        <w:r w:rsidR="007120C0">
          <w:rPr>
            <w:bCs/>
            <w:szCs w:val="24"/>
          </w:rPr>
          <w:t>as currently provided by the RRs</w:t>
        </w:r>
      </w:ins>
      <w:del w:id="149" w:author="USA" w:date="2022-10-06T05:43:00Z">
        <w:r w:rsidRPr="004960E3" w:rsidDel="007120C0">
          <w:rPr>
            <w:bCs/>
            <w:szCs w:val="24"/>
          </w:rPr>
          <w:delText xml:space="preserve">[for </w:delText>
        </w:r>
      </w:del>
      <w:del w:id="150" w:author="USA" w:date="2022-10-06T05:42:00Z">
        <w:r w:rsidRPr="004960E3" w:rsidDel="007120C0">
          <w:rPr>
            <w:bCs/>
            <w:szCs w:val="24"/>
          </w:rPr>
          <w:delText>safety purposes]</w:delText>
        </w:r>
      </w:del>
      <w:r w:rsidRPr="004960E3">
        <w:rPr>
          <w:bCs/>
          <w:szCs w:val="24"/>
        </w:rPr>
        <w:t xml:space="preserve">, for example, </w:t>
      </w:r>
      <w:r w:rsidRPr="004960E3">
        <w:rPr>
          <w:color w:val="000000"/>
          <w:spacing w:val="-2"/>
          <w:shd w:val="clear" w:color="auto" w:fill="FFFFFF"/>
        </w:rPr>
        <w:t xml:space="preserve">to support </w:t>
      </w:r>
      <w:ins w:id="151" w:author="USA" w:date="2022-10-06T05:43:00Z">
        <w:r w:rsidR="007120C0">
          <w:rPr>
            <w:color w:val="000000"/>
            <w:spacing w:val="-2"/>
            <w:shd w:val="clear" w:color="auto" w:fill="FFFFFF"/>
          </w:rPr>
          <w:t xml:space="preserve">a </w:t>
        </w:r>
      </w:ins>
      <w:r w:rsidRPr="004960E3">
        <w:rPr>
          <w:color w:val="000000"/>
          <w:spacing w:val="-2"/>
          <w:shd w:val="clear" w:color="auto" w:fill="FFFFFF"/>
        </w:rPr>
        <w:t>flight termination decision</w:t>
      </w:r>
      <w:del w:id="152" w:author="USA" w:date="2022-10-06T05:43:00Z">
        <w:r w:rsidRPr="004960E3" w:rsidDel="007120C0">
          <w:rPr>
            <w:bCs/>
            <w:szCs w:val="24"/>
          </w:rPr>
          <w:delText>; additionally, radiolocation service can be used</w:delText>
        </w:r>
      </w:del>
      <w:ins w:id="153" w:author="USA" w:date="2022-10-06T05:44:00Z">
        <w:r w:rsidR="007120C0">
          <w:rPr>
            <w:bCs/>
            <w:szCs w:val="24"/>
          </w:rPr>
          <w:t xml:space="preserve"> </w:t>
        </w:r>
      </w:ins>
      <w:ins w:id="154" w:author="USA" w:date="2022-10-06T05:43:00Z">
        <w:r w:rsidR="007120C0">
          <w:rPr>
            <w:bCs/>
            <w:szCs w:val="24"/>
          </w:rPr>
          <w:t>or</w:t>
        </w:r>
      </w:ins>
      <w:r w:rsidRPr="004960E3">
        <w:rPr>
          <w:bCs/>
          <w:szCs w:val="24"/>
        </w:rPr>
        <w:t xml:space="preserve"> to predict impact or landing site of re-entering SOVs.</w:t>
      </w:r>
    </w:p>
    <w:p w14:paraId="345CEDB1" w14:textId="1BFFEAA2" w:rsidR="00386FF0" w:rsidRPr="00477FB1" w:rsidRDefault="0062781E" w:rsidP="001D4920">
      <w:pPr>
        <w:pStyle w:val="Heading2"/>
      </w:pPr>
      <w:r>
        <w:t>5</w:t>
      </w:r>
      <w:r w:rsidR="00386FF0" w:rsidRPr="00477FB1">
        <w:t>.2</w:t>
      </w:r>
      <w:r w:rsidR="00386FF0" w:rsidRPr="00477FB1">
        <w:tab/>
        <w:t xml:space="preserve">Spectrum needs for sub-orbital vehicles </w:t>
      </w:r>
    </w:p>
    <w:p w14:paraId="6C176069" w14:textId="72691081" w:rsidR="00386FF0" w:rsidRPr="00477FB1" w:rsidDel="007120C0" w:rsidRDefault="0062781E" w:rsidP="001D4920">
      <w:pPr>
        <w:pStyle w:val="Heading3"/>
        <w:rPr>
          <w:del w:id="155" w:author="USA" w:date="2022-10-06T05:44:00Z"/>
        </w:rPr>
      </w:pPr>
      <w:del w:id="156" w:author="USA" w:date="2022-10-06T05:44:00Z">
        <w:r w:rsidDel="007120C0">
          <w:delText>5</w:delText>
        </w:r>
        <w:r w:rsidR="00386FF0" w:rsidRPr="00477FB1" w:rsidDel="007120C0">
          <w:delText>.2.1</w:delText>
        </w:r>
        <w:r w:rsidR="00386FF0" w:rsidRPr="00477FB1" w:rsidDel="007120C0">
          <w:tab/>
          <w:delText>Operations in non-segregated airspace</w:delText>
        </w:r>
      </w:del>
    </w:p>
    <w:p w14:paraId="77C9BE38" w14:textId="6498CEEE" w:rsidR="00386FF0" w:rsidDel="007120C0" w:rsidRDefault="00386FF0" w:rsidP="001D4920">
      <w:pPr>
        <w:jc w:val="both"/>
        <w:rPr>
          <w:del w:id="157" w:author="USA" w:date="2022-10-06T05:44:00Z"/>
        </w:rPr>
      </w:pPr>
      <w:del w:id="158" w:author="USA" w:date="2022-10-06T05:44:00Z">
        <w:r w:rsidRPr="00162FC9" w:rsidDel="007120C0">
          <w:delText>The operational concepts of suborbital vehicles in non-segregated airspace consider its integration in that airspace under the relevant air traffic management system</w:delText>
        </w:r>
        <w:r w:rsidDel="007120C0">
          <w:delText>.</w:delText>
        </w:r>
        <w:r w:rsidRPr="00162FC9" w:rsidDel="007120C0">
          <w:delText xml:space="preserve"> </w:delText>
        </w:r>
        <w:r w:rsidDel="007120C0">
          <w:delText>Hence,</w:delText>
        </w:r>
        <w:r w:rsidRPr="00162FC9" w:rsidDel="007120C0">
          <w:delText xml:space="preserve"> the safety of existing aircraft and suborbital vehicles </w:delText>
        </w:r>
        <w:r w:rsidRPr="0085003D" w:rsidDel="007120C0">
          <w:delText>are</w:delText>
        </w:r>
        <w:r w:rsidRPr="00162FC9" w:rsidDel="007120C0">
          <w:delText xml:space="preserve"> ensured in a similar manner.</w:delText>
        </w:r>
        <w:r w:rsidDel="007120C0">
          <w:delText xml:space="preserve"> </w:delText>
        </w:r>
      </w:del>
    </w:p>
    <w:p w14:paraId="11935665" w14:textId="7E702AF1" w:rsidR="00386FF0" w:rsidRPr="00814909" w:rsidRDefault="00386FF0" w:rsidP="00D9771D">
      <w:pPr>
        <w:jc w:val="both"/>
      </w:pPr>
      <w:r w:rsidRPr="00477FB1">
        <w:t>The expectation</w:t>
      </w:r>
      <w:r>
        <w:t xml:space="preserve"> is that</w:t>
      </w:r>
      <w:r w:rsidRPr="00477FB1">
        <w:t xml:space="preserve"> suborbital vehicles</w:t>
      </w:r>
      <w:del w:id="159" w:author="USA" w:date="2022-10-06T05:44:00Z">
        <w:r w:rsidDel="007120C0">
          <w:delText xml:space="preserve"> operating</w:delText>
        </w:r>
        <w:r w:rsidRPr="00477FB1" w:rsidDel="007120C0">
          <w:delText xml:space="preserve"> in non-segregated </w:delText>
        </w:r>
        <w:r w:rsidDel="007120C0">
          <w:delText>airspace</w:delText>
        </w:r>
      </w:del>
      <w:r>
        <w:t xml:space="preserve"> will </w:t>
      </w:r>
      <w:r w:rsidRPr="00477FB1">
        <w:t xml:space="preserve">use </w:t>
      </w:r>
      <w:ins w:id="160" w:author="USA" w:date="2022-10-06T05:45:00Z">
        <w:r w:rsidR="007120C0">
          <w:t xml:space="preserve">the </w:t>
        </w:r>
      </w:ins>
      <w:r>
        <w:t>space and terrestrial</w:t>
      </w:r>
      <w:ins w:id="161" w:author="USA" w:date="2022-10-06T05:45:00Z">
        <w:r w:rsidR="00FB3818">
          <w:t xml:space="preserve"> radiocommunications</w:t>
        </w:r>
      </w:ins>
      <w:del w:id="162" w:author="USA" w:date="2022-10-06T05:45:00Z">
        <w:r w:rsidDel="00FB3818">
          <w:delText xml:space="preserve"> systems</w:delText>
        </w:r>
      </w:del>
      <w:r>
        <w:t xml:space="preserve"> </w:t>
      </w:r>
      <w:proofErr w:type="gramStart"/>
      <w:r>
        <w:t>similar to</w:t>
      </w:r>
      <w:proofErr w:type="gramEnd"/>
      <w:r>
        <w:t xml:space="preserve"> systems used by</w:t>
      </w:r>
      <w:r w:rsidRPr="00814909">
        <w:t xml:space="preserve"> conventional aircraft</w:t>
      </w:r>
      <w:r>
        <w:t xml:space="preserve"> for the purposes of air traffic management.</w:t>
      </w:r>
    </w:p>
    <w:p w14:paraId="5C661178" w14:textId="19479150" w:rsidR="00386FF0" w:rsidRDefault="00386FF0" w:rsidP="001D4920">
      <w:pPr>
        <w:jc w:val="both"/>
      </w:pPr>
      <w:r w:rsidRPr="00814909">
        <w:t>Considering that suborbital vehicles are expected to consist of only a small fraction of overall aviation traffic, the spectrum requirements for the operation of suborbital vehicles</w:t>
      </w:r>
      <w:del w:id="163" w:author="USA" w:date="2022-10-06T05:46:00Z">
        <w:r w:rsidRPr="00814909" w:rsidDel="00FB3818">
          <w:delText xml:space="preserve"> </w:delText>
        </w:r>
      </w:del>
      <w:del w:id="164" w:author="USA" w:date="2022-10-06T05:45:00Z">
        <w:r w:rsidRPr="00814909" w:rsidDel="00FB3818">
          <w:delText>in non-segregated airspace</w:delText>
        </w:r>
      </w:del>
      <w:r w:rsidRPr="00814909">
        <w:t xml:space="preserve"> </w:t>
      </w:r>
      <w:r>
        <w:t>are</w:t>
      </w:r>
      <w:r w:rsidRPr="00814909">
        <w:t xml:space="preserve"> not expected to significantly impact on overall aviation spectrum requirements.</w:t>
      </w:r>
    </w:p>
    <w:p w14:paraId="52B90BF3" w14:textId="78B5602A" w:rsidR="00386FF0" w:rsidDel="00FB3818" w:rsidRDefault="00386FF0" w:rsidP="001D4920">
      <w:pPr>
        <w:jc w:val="both"/>
        <w:rPr>
          <w:del w:id="165" w:author="USA" w:date="2022-10-06T05:46:00Z"/>
        </w:rPr>
      </w:pPr>
      <w:del w:id="166" w:author="USA" w:date="2022-10-06T05:46:00Z">
        <w:r w:rsidDel="00FB3818">
          <w:delText xml:space="preserve">Radiocommunication functional </w:delText>
        </w:r>
        <w:r w:rsidRPr="00D9771D" w:rsidDel="00FB3818">
          <w:delText xml:space="preserve">needs of suborbital vehicles in non-segregated airspace for non-safety applications are similar to what is described in </w:delText>
        </w:r>
        <w:r w:rsidR="0042407C" w:rsidRPr="00D9771D" w:rsidDel="00FB3818">
          <w:delText xml:space="preserve">section </w:delText>
        </w:r>
        <w:r w:rsidRPr="00D9771D" w:rsidDel="00FB3818">
          <w:delText>4.1.</w:delText>
        </w:r>
      </w:del>
    </w:p>
    <w:p w14:paraId="200C3D93" w14:textId="323D9AD9" w:rsidR="00386FF0" w:rsidRPr="00C17A9A" w:rsidDel="00FB3818" w:rsidRDefault="00386FF0" w:rsidP="00574E12">
      <w:pPr>
        <w:jc w:val="both"/>
        <w:rPr>
          <w:del w:id="167" w:author="USA" w:date="2022-10-06T05:46:00Z"/>
        </w:rPr>
      </w:pPr>
      <w:del w:id="168" w:author="USA" w:date="2022-10-06T05:46:00Z">
        <w:r w:rsidDel="00FB3818">
          <w:delText>[</w:delText>
        </w:r>
        <w:r w:rsidRPr="00C17A9A" w:rsidDel="00FB3818">
          <w:delText>At this stage, there is no need for safety of life requirement in space.</w:delText>
        </w:r>
      </w:del>
    </w:p>
    <w:p w14:paraId="10A2F125" w14:textId="7DEE3BCB" w:rsidR="00386FF0" w:rsidRPr="00C17A9A" w:rsidRDefault="00386FF0" w:rsidP="00574E12">
      <w:pPr>
        <w:jc w:val="both"/>
      </w:pPr>
      <w:del w:id="169" w:author="USA" w:date="2022-10-06T05:46:00Z">
        <w:r w:rsidRPr="00C17A9A" w:rsidDel="00FB3818">
          <w:delText>When not in space,</w:delText>
        </w:r>
        <w:r w:rsidDel="00FB3818">
          <w:delText>]</w:delText>
        </w:r>
        <w:r w:rsidRPr="00C17A9A" w:rsidDel="00FB3818">
          <w:delText xml:space="preserve"> the</w:delText>
        </w:r>
      </w:del>
      <w:ins w:id="170" w:author="USA" w:date="2022-10-06T05:46:00Z">
        <w:r w:rsidR="00FB3818">
          <w:t>Some examples of</w:t>
        </w:r>
      </w:ins>
      <w:r w:rsidRPr="00C17A9A">
        <w:t xml:space="preserve"> frequency bands identified for stations on</w:t>
      </w:r>
      <w:del w:id="171" w:author="USA" w:date="2022-10-06T05:47:00Z">
        <w:r w:rsidRPr="00C17A9A" w:rsidDel="00FB3818">
          <w:delText xml:space="preserve"> </w:delText>
        </w:r>
      </w:del>
      <w:r w:rsidRPr="00C17A9A">
        <w:t>board sub-orbital vehicles</w:t>
      </w:r>
      <w:ins w:id="172" w:author="USA" w:date="2022-10-06T05:47:00Z">
        <w:r w:rsidR="00FB3818">
          <w:t xml:space="preserve"> can be found in the Annex.</w:t>
        </w:r>
      </w:ins>
      <w:del w:id="173" w:author="USA" w:date="2022-10-06T05:47:00Z">
        <w:r w:rsidRPr="00C17A9A" w:rsidDel="00FB3818">
          <w:delText xml:space="preserve"> for safety of life purposes and </w:delText>
        </w:r>
        <w:r w:rsidDel="00FB3818">
          <w:delText>[</w:delText>
        </w:r>
        <w:r w:rsidRPr="00C17A9A" w:rsidDel="00FB3818">
          <w:delText>located outside airspace under international or national aviation regulation</w:delText>
        </w:r>
        <w:r w:rsidDel="00FB3818">
          <w:delText>]</w:delText>
        </w:r>
        <w:r w:rsidRPr="00C17A9A" w:rsidDel="00FB3818">
          <w:delText xml:space="preserve"> are within the following list:</w:delText>
        </w:r>
      </w:del>
    </w:p>
    <w:p w14:paraId="5609C985" w14:textId="45F5E6BE" w:rsidR="00386FF0" w:rsidRPr="00386FF0" w:rsidDel="00FB3818" w:rsidRDefault="00386FF0" w:rsidP="00574E12">
      <w:pPr>
        <w:pStyle w:val="enumlev1"/>
        <w:rPr>
          <w:del w:id="174" w:author="USA" w:date="2022-10-06T05:48:00Z"/>
          <w:lang w:val="es-ES"/>
        </w:rPr>
      </w:pPr>
      <w:del w:id="175" w:author="USA" w:date="2022-10-06T05:48:00Z">
        <w:r w:rsidRPr="00386FF0" w:rsidDel="00FB3818">
          <w:rPr>
            <w:lang w:val="es-ES"/>
          </w:rPr>
          <w:delText>a)</w:delText>
        </w:r>
        <w:r w:rsidRPr="00386FF0" w:rsidDel="00FB3818">
          <w:rPr>
            <w:lang w:val="es-ES"/>
          </w:rPr>
          <w:tab/>
          <w:delText>117.975-136 MHz;</w:delText>
        </w:r>
      </w:del>
    </w:p>
    <w:p w14:paraId="1199EAE3" w14:textId="2BCC8C06" w:rsidR="00386FF0" w:rsidRPr="00386FF0" w:rsidDel="00FB3818" w:rsidRDefault="00386FF0" w:rsidP="00574E12">
      <w:pPr>
        <w:pStyle w:val="enumlev1"/>
        <w:rPr>
          <w:del w:id="176" w:author="USA" w:date="2022-10-06T05:48:00Z"/>
          <w:lang w:val="es-ES"/>
        </w:rPr>
      </w:pPr>
      <w:del w:id="177" w:author="USA" w:date="2022-10-06T05:48:00Z">
        <w:r w:rsidRPr="00386FF0" w:rsidDel="00FB3818">
          <w:rPr>
            <w:lang w:val="es-ES"/>
          </w:rPr>
          <w:delText>b)</w:delText>
        </w:r>
        <w:r w:rsidRPr="00386FF0" w:rsidDel="00FB3818">
          <w:rPr>
            <w:lang w:val="es-ES"/>
          </w:rPr>
          <w:tab/>
          <w:delText>420-450 MHz;c)</w:delText>
        </w:r>
        <w:r w:rsidRPr="00386FF0" w:rsidDel="00FB3818">
          <w:rPr>
            <w:lang w:val="es-ES"/>
          </w:rPr>
          <w:tab/>
          <w:delText xml:space="preserve">1 090 MHz;  </w:delText>
        </w:r>
      </w:del>
    </w:p>
    <w:p w14:paraId="58D4C8B3" w14:textId="507A4BEA" w:rsidR="00386FF0" w:rsidRPr="00E217BC" w:rsidDel="00FB3818" w:rsidRDefault="00386FF0" w:rsidP="00574E12">
      <w:pPr>
        <w:pStyle w:val="enumlev1"/>
        <w:rPr>
          <w:del w:id="178" w:author="USA" w:date="2022-10-06T05:48:00Z"/>
        </w:rPr>
      </w:pPr>
      <w:del w:id="179" w:author="USA" w:date="2022-10-06T05:48:00Z">
        <w:r w:rsidRPr="00E217BC" w:rsidDel="00FB3818">
          <w:delText>d)</w:delText>
        </w:r>
        <w:r w:rsidRPr="00E217BC" w:rsidDel="00FB3818">
          <w:tab/>
          <w:delText xml:space="preserve">1 164-1 300 MHz and 1 559-1 610 MHz; </w:delText>
        </w:r>
      </w:del>
    </w:p>
    <w:p w14:paraId="76246ABE" w14:textId="09E2B6E9" w:rsidR="00386FF0" w:rsidDel="00FB3818" w:rsidRDefault="00386FF0" w:rsidP="00574E12">
      <w:pPr>
        <w:pStyle w:val="enumlev1"/>
        <w:rPr>
          <w:del w:id="180" w:author="USA" w:date="2022-10-06T05:48:00Z"/>
        </w:rPr>
      </w:pPr>
      <w:del w:id="181" w:author="USA" w:date="2022-10-06T05:48:00Z">
        <w:r w:rsidDel="00FB3818">
          <w:delText>e)</w:delText>
        </w:r>
        <w:r w:rsidDel="00FB3818">
          <w:tab/>
          <w:delText>1610-1626.5 MHz;</w:delText>
        </w:r>
      </w:del>
    </w:p>
    <w:p w14:paraId="6E1FF48E" w14:textId="09C8E76F" w:rsidR="00386FF0" w:rsidRPr="00784757" w:rsidDel="00FB3818" w:rsidRDefault="00386FF0" w:rsidP="00994DAD">
      <w:pPr>
        <w:ind w:left="1128" w:hanging="1128"/>
        <w:rPr>
          <w:del w:id="182" w:author="USA" w:date="2022-10-06T05:48:00Z"/>
          <w:rFonts w:eastAsiaTheme="minorHAnsi"/>
          <w:szCs w:val="24"/>
        </w:rPr>
      </w:pPr>
      <w:del w:id="183" w:author="USA" w:date="2022-10-06T05:48:00Z">
        <w:r w:rsidRPr="00784757" w:rsidDel="00FB3818">
          <w:rPr>
            <w:szCs w:val="24"/>
          </w:rPr>
          <w:delText>f)</w:delText>
        </w:r>
        <w:r w:rsidRPr="00784757" w:rsidDel="00FB3818">
          <w:rPr>
            <w:szCs w:val="24"/>
          </w:rPr>
          <w:tab/>
        </w:r>
        <w:r w:rsidRPr="00784757" w:rsidDel="00FB3818">
          <w:rPr>
            <w:szCs w:val="24"/>
          </w:rPr>
          <w:tab/>
        </w:r>
        <w:r w:rsidRPr="00784757" w:rsidDel="00FB3818">
          <w:rPr>
            <w:rFonts w:eastAsiaTheme="minorHAnsi"/>
            <w:szCs w:val="24"/>
          </w:rPr>
          <w:delText>1 525-1 544 &amp; 1 545</w:delText>
        </w:r>
        <w:r w:rsidRPr="00784757" w:rsidDel="00FB3818">
          <w:rPr>
            <w:rFonts w:ascii="Cambria Math" w:eastAsiaTheme="minorHAnsi" w:hAnsi="Cambria Math"/>
            <w:szCs w:val="24"/>
          </w:rPr>
          <w:noBreakHyphen/>
        </w:r>
        <w:r w:rsidRPr="00784757" w:rsidDel="00FB3818">
          <w:rPr>
            <w:rFonts w:eastAsiaTheme="minorHAnsi"/>
            <w:szCs w:val="24"/>
          </w:rPr>
          <w:delText>1 559 MHz (space-to-Earth); 1 626.5-1 645.5 &amp; 1 646.5</w:delText>
        </w:r>
        <w:r w:rsidRPr="00784757" w:rsidDel="00FB3818">
          <w:rPr>
            <w:rFonts w:ascii="Cambria Math" w:eastAsiaTheme="minorHAnsi" w:hAnsi="Cambria Math"/>
            <w:szCs w:val="24"/>
          </w:rPr>
          <w:noBreakHyphen/>
        </w:r>
        <w:r w:rsidRPr="00784757" w:rsidDel="00FB3818">
          <w:rPr>
            <w:rFonts w:eastAsiaTheme="minorHAnsi"/>
            <w:szCs w:val="24"/>
          </w:rPr>
          <w:delText>1</w:delText>
        </w:r>
        <w:r w:rsidR="00784757" w:rsidDel="00FB3818">
          <w:rPr>
            <w:rFonts w:eastAsiaTheme="minorHAnsi"/>
            <w:szCs w:val="24"/>
          </w:rPr>
          <w:delText> </w:delText>
        </w:r>
        <w:r w:rsidRPr="00784757" w:rsidDel="00FB3818">
          <w:rPr>
            <w:rFonts w:eastAsiaTheme="minorHAnsi"/>
            <w:szCs w:val="24"/>
          </w:rPr>
          <w:delText>660.5</w:delText>
        </w:r>
        <w:r w:rsidR="00784757" w:rsidDel="00FB3818">
          <w:rPr>
            <w:rFonts w:eastAsiaTheme="minorHAnsi"/>
            <w:szCs w:val="24"/>
          </w:rPr>
          <w:delText> </w:delText>
        </w:r>
        <w:r w:rsidRPr="00784757" w:rsidDel="00FB3818">
          <w:rPr>
            <w:rFonts w:eastAsiaTheme="minorHAnsi"/>
            <w:szCs w:val="24"/>
          </w:rPr>
          <w:delText>MHz (Earth-to-space)</w:delText>
        </w:r>
        <w:r w:rsidR="00784757" w:rsidDel="00FB3818">
          <w:rPr>
            <w:rFonts w:eastAsiaTheme="minorHAnsi"/>
            <w:szCs w:val="24"/>
          </w:rPr>
          <w:delText>;</w:delText>
        </w:r>
      </w:del>
    </w:p>
    <w:p w14:paraId="253B8EF6" w14:textId="4F93DF54" w:rsidR="00386FF0" w:rsidRPr="00C444A7" w:rsidDel="00FB3818" w:rsidRDefault="00386FF0" w:rsidP="00574E12">
      <w:pPr>
        <w:pStyle w:val="enumlev1"/>
        <w:rPr>
          <w:del w:id="184" w:author="USA" w:date="2022-10-06T05:48:00Z"/>
        </w:rPr>
      </w:pPr>
      <w:del w:id="185" w:author="USA" w:date="2022-10-06T05:48:00Z">
        <w:r w:rsidDel="00FB3818">
          <w:delText>g</w:delText>
        </w:r>
        <w:r w:rsidRPr="00C444A7" w:rsidDel="00FB3818">
          <w:delText>)</w:delText>
        </w:r>
        <w:r w:rsidRPr="00C444A7" w:rsidDel="00FB3818">
          <w:tab/>
          <w:delText>1 545-1 555 MHz and 1 646.5-1 656.5 MHz and 1 555-1 559 MHz and 1 656.5-1 660.5 MHz in the United States;</w:delText>
        </w:r>
      </w:del>
    </w:p>
    <w:p w14:paraId="78E84556" w14:textId="6F71EB61" w:rsidR="00386FF0" w:rsidRPr="00C444A7" w:rsidDel="00FB3818" w:rsidRDefault="00386FF0" w:rsidP="00574E12">
      <w:pPr>
        <w:pStyle w:val="enumlev1"/>
        <w:rPr>
          <w:del w:id="186" w:author="USA" w:date="2022-10-06T05:48:00Z"/>
        </w:rPr>
      </w:pPr>
      <w:del w:id="187" w:author="USA" w:date="2022-10-06T05:48:00Z">
        <w:r w:rsidDel="00FB3818">
          <w:delText>h</w:delText>
        </w:r>
        <w:r w:rsidRPr="00C444A7" w:rsidDel="00FB3818">
          <w:delText>)</w:delText>
        </w:r>
        <w:r w:rsidRPr="00C444A7" w:rsidDel="00FB3818">
          <w:tab/>
          <w:delText>5 000-5 150 MHz</w:delText>
        </w:r>
        <w:r w:rsidR="00784757" w:rsidDel="00FB3818">
          <w:delText>;</w:delText>
        </w:r>
      </w:del>
    </w:p>
    <w:p w14:paraId="01B8E982" w14:textId="5A1AD12F" w:rsidR="00386FF0" w:rsidDel="00FB3818" w:rsidRDefault="00386FF0" w:rsidP="00DD4F91">
      <w:pPr>
        <w:pStyle w:val="enumlev1"/>
        <w:rPr>
          <w:del w:id="188" w:author="USA" w:date="2022-10-06T05:48:00Z"/>
        </w:rPr>
      </w:pPr>
      <w:del w:id="189" w:author="USA" w:date="2022-10-06T05:48:00Z">
        <w:r w:rsidDel="00FB3818">
          <w:delText>i</w:delText>
        </w:r>
        <w:r w:rsidRPr="00C444A7" w:rsidDel="00FB3818">
          <w:delText>)</w:delText>
        </w:r>
        <w:r w:rsidRPr="00C444A7" w:rsidDel="00FB3818">
          <w:tab/>
          <w:delText>5 450-5 850 MHz.</w:delText>
        </w:r>
      </w:del>
    </w:p>
    <w:p w14:paraId="2DE2DE0B" w14:textId="56F1C729" w:rsidR="00386FF0" w:rsidRPr="00C17A9A" w:rsidDel="00FB3818" w:rsidRDefault="00386FF0" w:rsidP="00574E12">
      <w:pPr>
        <w:jc w:val="both"/>
        <w:rPr>
          <w:del w:id="190" w:author="USA" w:date="2022-10-06T05:48:00Z"/>
        </w:rPr>
      </w:pPr>
      <w:del w:id="191" w:author="USA" w:date="2022-10-06T05:48:00Z">
        <w:r w:rsidRPr="00C17A9A" w:rsidDel="00FB3818">
          <w:delText>The frequency band 117.975-136 MHz could benefit from aeronautical voice systems.</w:delText>
        </w:r>
      </w:del>
    </w:p>
    <w:p w14:paraId="736D2037" w14:textId="03BF3238" w:rsidR="00386FF0" w:rsidRPr="00C17A9A" w:rsidDel="00FB3818" w:rsidRDefault="00386FF0" w:rsidP="00574E12">
      <w:pPr>
        <w:jc w:val="both"/>
        <w:rPr>
          <w:del w:id="192" w:author="USA" w:date="2022-10-06T05:48:00Z"/>
        </w:rPr>
      </w:pPr>
      <w:del w:id="193" w:author="USA" w:date="2022-10-06T05:48:00Z">
        <w:r w:rsidRPr="00C17A9A" w:rsidDel="00FB3818">
          <w:delText>The frequency band 1 090 MHz may offer the tracking of suborbital vehicles to ATC.</w:delText>
        </w:r>
      </w:del>
    </w:p>
    <w:p w14:paraId="3C79D51E" w14:textId="0342F51A" w:rsidR="00386FF0" w:rsidRPr="00C17A9A" w:rsidDel="00FB3818" w:rsidRDefault="00386FF0" w:rsidP="00574E12">
      <w:pPr>
        <w:jc w:val="both"/>
        <w:rPr>
          <w:del w:id="194" w:author="USA" w:date="2022-10-06T05:48:00Z"/>
        </w:rPr>
      </w:pPr>
      <w:del w:id="195" w:author="USA" w:date="2022-10-06T05:48:00Z">
        <w:r w:rsidRPr="00C17A9A" w:rsidDel="00FB3818">
          <w:delText>The various GNSS systems operated in the frequency bands 1</w:delText>
        </w:r>
        <w:r w:rsidDel="00FB3818">
          <w:delText> </w:delText>
        </w:r>
        <w:r w:rsidRPr="00C17A9A" w:rsidDel="00FB3818">
          <w:delText>164-1</w:delText>
        </w:r>
        <w:r w:rsidDel="00FB3818">
          <w:delText> </w:delText>
        </w:r>
        <w:r w:rsidRPr="00C17A9A" w:rsidDel="00FB3818">
          <w:delText>300 MHz and 1</w:delText>
        </w:r>
        <w:r w:rsidDel="00FB3818">
          <w:delText> </w:delText>
        </w:r>
        <w:r w:rsidRPr="00C17A9A" w:rsidDel="00FB3818">
          <w:delText>559-1</w:delText>
        </w:r>
        <w:r w:rsidDel="00FB3818">
          <w:delText> </w:delText>
        </w:r>
        <w:r w:rsidRPr="00C17A9A" w:rsidDel="00FB3818">
          <w:delText>610</w:delText>
        </w:r>
        <w:r w:rsidDel="00FB3818">
          <w:delText> </w:delText>
        </w:r>
        <w:r w:rsidRPr="00C17A9A" w:rsidDel="00FB3818">
          <w:delText>MHz, would be an important application for suborbital vehicles.</w:delText>
        </w:r>
      </w:del>
    </w:p>
    <w:p w14:paraId="28F1B28C" w14:textId="3EBE0791" w:rsidR="00386FF0" w:rsidRPr="00C17A9A" w:rsidDel="00FB3818" w:rsidRDefault="00386FF0" w:rsidP="00574E12">
      <w:pPr>
        <w:jc w:val="both"/>
        <w:rPr>
          <w:del w:id="196" w:author="USA" w:date="2022-10-06T05:48:00Z"/>
        </w:rPr>
      </w:pPr>
      <w:del w:id="197" w:author="USA" w:date="2022-10-06T05:48:00Z">
        <w:r w:rsidRPr="00C17A9A" w:rsidDel="00FB3818">
          <w:delText>The frequency bands 1</w:delText>
        </w:r>
        <w:r w:rsidDel="00FB3818">
          <w:delText> </w:delText>
        </w:r>
        <w:r w:rsidRPr="00C17A9A" w:rsidDel="00FB3818">
          <w:delText>545-1</w:delText>
        </w:r>
        <w:r w:rsidDel="00FB3818">
          <w:delText> </w:delText>
        </w:r>
        <w:r w:rsidRPr="00C17A9A" w:rsidDel="00FB3818">
          <w:delText>555 MHz and 1</w:delText>
        </w:r>
        <w:r w:rsidDel="00FB3818">
          <w:delText> </w:delText>
        </w:r>
        <w:r w:rsidRPr="00C17A9A" w:rsidDel="00FB3818">
          <w:delText>646.5-1</w:delText>
        </w:r>
        <w:r w:rsidDel="00FB3818">
          <w:delText> </w:delText>
        </w:r>
        <w:r w:rsidRPr="00C17A9A" w:rsidDel="00FB3818">
          <w:delText>656.5 MHz and 1</w:delText>
        </w:r>
        <w:r w:rsidDel="00FB3818">
          <w:delText> </w:delText>
        </w:r>
        <w:r w:rsidRPr="00C17A9A" w:rsidDel="00FB3818">
          <w:delText>555-1</w:delText>
        </w:r>
        <w:r w:rsidDel="00FB3818">
          <w:delText> </w:delText>
        </w:r>
        <w:r w:rsidRPr="00C17A9A" w:rsidDel="00FB3818">
          <w:delText>559 MHz and 1</w:delText>
        </w:r>
        <w:r w:rsidDel="00FB3818">
          <w:delText> </w:delText>
        </w:r>
        <w:r w:rsidRPr="00C17A9A" w:rsidDel="00FB3818">
          <w:delText>656.5-1</w:delText>
        </w:r>
        <w:r w:rsidDel="00FB3818">
          <w:delText> </w:delText>
        </w:r>
        <w:r w:rsidRPr="00C17A9A" w:rsidDel="00FB3818">
          <w:delText>660.5 MHz in the United States, could offer safety communications under AMS(R)S allocation.</w:delText>
        </w:r>
      </w:del>
    </w:p>
    <w:p w14:paraId="5B5B65BF" w14:textId="66494D4E" w:rsidR="00386FF0" w:rsidRPr="00C17A9A" w:rsidDel="00FB3818" w:rsidRDefault="00386FF0" w:rsidP="00574E12">
      <w:pPr>
        <w:jc w:val="both"/>
        <w:rPr>
          <w:del w:id="198" w:author="USA" w:date="2022-10-06T05:48:00Z"/>
        </w:rPr>
      </w:pPr>
      <w:del w:id="199" w:author="USA" w:date="2022-10-06T05:48:00Z">
        <w:r w:rsidRPr="00C17A9A" w:rsidDel="00FB3818">
          <w:delText>The frequency bands 5</w:delText>
        </w:r>
        <w:r w:rsidR="00784757" w:rsidDel="00FB3818">
          <w:delText> </w:delText>
        </w:r>
        <w:r w:rsidRPr="00C17A9A" w:rsidDel="00FB3818">
          <w:delText>000</w:delText>
        </w:r>
        <w:r w:rsidR="00784757" w:rsidDel="00FB3818">
          <w:delText>-</w:delText>
        </w:r>
        <w:r w:rsidRPr="00C17A9A" w:rsidDel="00FB3818">
          <w:delText xml:space="preserve">5 150 MHz is also allocated totally or partially to AM(R)S, AMS(R)S and ARNS which could provide safety communications to suborbital vehicles.   </w:delText>
        </w:r>
      </w:del>
    </w:p>
    <w:p w14:paraId="322A70D4" w14:textId="1A3B64BF" w:rsidR="00386FF0" w:rsidRPr="00162FC9" w:rsidDel="00FB3818" w:rsidRDefault="0062781E" w:rsidP="001D4920">
      <w:pPr>
        <w:pStyle w:val="Heading3"/>
        <w:rPr>
          <w:del w:id="200" w:author="USA" w:date="2022-10-06T05:48:00Z"/>
        </w:rPr>
      </w:pPr>
      <w:del w:id="201" w:author="USA" w:date="2022-10-06T05:48:00Z">
        <w:r w:rsidDel="00FB3818">
          <w:delText>5</w:delText>
        </w:r>
        <w:r w:rsidR="00386FF0" w:rsidRPr="00162FC9" w:rsidDel="00FB3818">
          <w:delText>.2.2</w:delText>
        </w:r>
        <w:r w:rsidR="00386FF0" w:rsidRPr="00162FC9" w:rsidDel="00FB3818">
          <w:tab/>
          <w:delText xml:space="preserve">Operations in segregated airspace </w:delText>
        </w:r>
      </w:del>
    </w:p>
    <w:p w14:paraId="21373994" w14:textId="6EF85377" w:rsidR="00386FF0" w:rsidRPr="00477FB1" w:rsidDel="00FB3818" w:rsidRDefault="00386FF0" w:rsidP="000564A9">
      <w:pPr>
        <w:jc w:val="both"/>
        <w:rPr>
          <w:del w:id="202" w:author="USA" w:date="2022-10-06T05:48:00Z"/>
        </w:rPr>
      </w:pPr>
      <w:del w:id="203" w:author="USA" w:date="2022-10-06T05:48:00Z">
        <w:r w:rsidRPr="00814909" w:rsidDel="00FB3818">
          <w:delText xml:space="preserve">The separation of suborbital vehicles from other aircraft may be provided </w:delText>
        </w:r>
        <w:r w:rsidDel="00FB3818">
          <w:delText>using</w:delText>
        </w:r>
        <w:r w:rsidRPr="00814909" w:rsidDel="00FB3818">
          <w:delText xml:space="preserve"> segregated airspace</w:delText>
        </w:r>
        <w:r w:rsidRPr="004960E3" w:rsidDel="00FB3818">
          <w:delText xml:space="preserve">. According to ICAO, segregated airspace is the airspace of specified dimensions allocated for exclusive use to a specific user(s). </w:delText>
        </w:r>
        <w:r w:rsidRPr="00814909" w:rsidDel="00FB3818">
          <w:delText>However, it is desirable to limit as much as possible the time during which the segregated airspace is needed</w:delText>
        </w:r>
        <w:r w:rsidDel="00FB3818">
          <w:delText>,</w:delText>
        </w:r>
        <w:r w:rsidRPr="00814909" w:rsidDel="00FB3818">
          <w:delText xml:space="preserve"> and the volume of airspace affected. </w:delText>
        </w:r>
      </w:del>
    </w:p>
    <w:p w14:paraId="05C0ACE1" w14:textId="23543F25" w:rsidR="00386FF0" w:rsidDel="00FB3818" w:rsidRDefault="00386FF0" w:rsidP="000D239E">
      <w:pPr>
        <w:jc w:val="both"/>
        <w:rPr>
          <w:del w:id="204" w:author="USA" w:date="2022-10-06T05:48:00Z"/>
        </w:rPr>
      </w:pPr>
      <w:del w:id="205" w:author="USA" w:date="2022-10-06T05:48:00Z">
        <w:r w:rsidRPr="005F1E4A" w:rsidDel="00FB3818">
          <w:delText>There are spectrum needs for radiocommunications between stations on-board sub-orbital vehicles and terrestrial/space stations providing functions in particular TT&amp;C, which would not require to be under an aeronautical internationally standard. TT&amp;C would be the main radiocommunication application used</w:delText>
        </w:r>
      </w:del>
    </w:p>
    <w:p w14:paraId="4BB4E44B" w14:textId="50747804" w:rsidR="00386FF0" w:rsidDel="00FB3818" w:rsidRDefault="00386FF0" w:rsidP="001D4920">
      <w:pPr>
        <w:jc w:val="both"/>
        <w:rPr>
          <w:del w:id="206" w:author="USA" w:date="2022-10-06T05:48:00Z"/>
        </w:rPr>
      </w:pPr>
      <w:del w:id="207" w:author="USA" w:date="2022-10-06T05:48:00Z">
        <w:r w:rsidDel="00FB3818">
          <w:delText>Radiocommunication functional</w:delText>
        </w:r>
        <w:r w:rsidRPr="000D239E" w:rsidDel="00FB3818">
          <w:delText xml:space="preserve"> needs of suborbital vehicles in segregated airspace are similar to what is described in </w:delText>
        </w:r>
        <w:r w:rsidR="00784757" w:rsidRPr="000D239E" w:rsidDel="00FB3818">
          <w:delText xml:space="preserve">section </w:delText>
        </w:r>
        <w:r w:rsidRPr="000D239E" w:rsidDel="00FB3818">
          <w:delText>4.1.</w:delText>
        </w:r>
      </w:del>
    </w:p>
    <w:p w14:paraId="75A6DFB1" w14:textId="3BE7ADC5" w:rsidR="00386FF0" w:rsidDel="00FB3818" w:rsidRDefault="00386FF0" w:rsidP="001D4920">
      <w:pPr>
        <w:jc w:val="both"/>
        <w:rPr>
          <w:del w:id="208" w:author="USA" w:date="2022-10-06T05:48:00Z"/>
        </w:rPr>
      </w:pPr>
      <w:del w:id="209" w:author="USA" w:date="2022-10-06T05:48:00Z">
        <w:r w:rsidRPr="00814909" w:rsidDel="00FB3818">
          <w:delText>Since the spectrum needs for the operation of any suborbital vehicle flights are in any case of limited duration, it is anticipated that spectrum needs for satellite and terrestrial systems to be used for TT&amp;C can be met within current terrestrial and space service allocations.</w:delText>
        </w:r>
      </w:del>
    </w:p>
    <w:p w14:paraId="1DE09053" w14:textId="466EA67D" w:rsidR="00386FF0" w:rsidRPr="00C17A9A" w:rsidDel="00FB3818" w:rsidRDefault="00386FF0" w:rsidP="00574E12">
      <w:pPr>
        <w:jc w:val="both"/>
        <w:rPr>
          <w:del w:id="210" w:author="USA" w:date="2022-10-06T05:48:00Z"/>
        </w:rPr>
      </w:pPr>
      <w:del w:id="211" w:author="USA" w:date="2022-10-06T05:48:00Z">
        <w:r w:rsidRPr="00C17A9A" w:rsidDel="00FB3818">
          <w:delText xml:space="preserve">It is possible to use existing </w:delText>
        </w:r>
        <w:r w:rsidDel="00FB3818">
          <w:delText xml:space="preserve">radio frequency bands allocated to the </w:delText>
        </w:r>
        <w:r w:rsidRPr="00C17A9A" w:rsidDel="00FB3818">
          <w:delText xml:space="preserve">space operation service to </w:delText>
        </w:r>
        <w:r w:rsidDel="00FB3818">
          <w:delText>address some of the requirements for</w:delText>
        </w:r>
        <w:r w:rsidRPr="00C17A9A" w:rsidDel="00FB3818">
          <w:delText xml:space="preserve"> stations expected to reach space.</w:delText>
        </w:r>
      </w:del>
    </w:p>
    <w:p w14:paraId="4B0D7FEA" w14:textId="69503CFB" w:rsidR="00386FF0" w:rsidDel="00FB3818" w:rsidRDefault="00386FF0" w:rsidP="00784757">
      <w:pPr>
        <w:pStyle w:val="EditorsNote"/>
        <w:rPr>
          <w:del w:id="212" w:author="USA" w:date="2022-10-06T05:48:00Z"/>
        </w:rPr>
      </w:pPr>
      <w:del w:id="213" w:author="USA" w:date="2022-10-06T05:48:00Z">
        <w:r w:rsidDel="00FB3818">
          <w:delText>[Editor</w:delText>
        </w:r>
        <w:r w:rsidR="00784757" w:rsidDel="00FB3818">
          <w:delText>’</w:delText>
        </w:r>
        <w:r w:rsidDel="00FB3818">
          <w:delText>s Note:  Find an appropriate location for the text below]</w:delText>
        </w:r>
      </w:del>
    </w:p>
    <w:p w14:paraId="5FF123F3" w14:textId="6A6A9E96" w:rsidR="00386FF0" w:rsidRPr="00C17A9A" w:rsidDel="00FB3818" w:rsidRDefault="00386FF0" w:rsidP="00574E12">
      <w:pPr>
        <w:jc w:val="both"/>
        <w:rPr>
          <w:del w:id="214" w:author="USA" w:date="2022-10-06T05:48:00Z"/>
        </w:rPr>
      </w:pPr>
      <w:del w:id="215" w:author="USA" w:date="2022-10-06T05:48:00Z">
        <w:r w:rsidDel="00FB3818">
          <w:delText xml:space="preserve">There are different views on regulatory provisions for </w:delText>
        </w:r>
        <w:r w:rsidRPr="00C17A9A" w:rsidDel="00FB3818">
          <w:delText>stations expected to reach space operated as a terrestrial station or an Earth station</w:delText>
        </w:r>
        <w:r w:rsidDel="00FB3818">
          <w:delText xml:space="preserve">.  One view is to consider that the status of stations onboard suborbital vehicles do not change when operating in space, under the existing radio regulations.  Another view is </w:delText>
        </w:r>
        <w:r w:rsidRPr="007C6CD9" w:rsidDel="00FB3818">
          <w:delText xml:space="preserve">to consider </w:delText>
        </w:r>
        <w:r w:rsidDel="00FB3818">
          <w:delText xml:space="preserve">that terrestrial and earth stations would have to operate under </w:delText>
        </w:r>
        <w:r w:rsidRPr="00784757" w:rsidDel="00FB3818">
          <w:rPr>
            <w:bCs/>
          </w:rPr>
          <w:delText>RR No.</w:delText>
        </w:r>
        <w:r w:rsidRPr="004960E3" w:rsidDel="00FB3818">
          <w:rPr>
            <w:b/>
          </w:rPr>
          <w:delText xml:space="preserve"> </w:delText>
        </w:r>
        <w:r w:rsidRPr="007C6CD9" w:rsidDel="00FB3818">
          <w:rPr>
            <w:b/>
          </w:rPr>
          <w:delText>4.4</w:delText>
        </w:r>
        <w:r w:rsidRPr="004960E3" w:rsidDel="00FB3818">
          <w:delText xml:space="preserve"> </w:delText>
        </w:r>
        <w:r w:rsidDel="00FB3818">
          <w:delText xml:space="preserve">when in space </w:delText>
        </w:r>
        <w:r w:rsidRPr="007C6CD9" w:rsidDel="00FB3818">
          <w:delText>until having identified frequency bands</w:delText>
        </w:r>
        <w:r w:rsidRPr="00C17A9A" w:rsidDel="00FB3818">
          <w:delText xml:space="preserve"> </w:delText>
        </w:r>
        <w:r w:rsidDel="00FB3818">
          <w:delText>which would require protection and then to seek relevant regulations under a new future stage.</w:delText>
        </w:r>
        <w:r w:rsidRPr="00C17A9A" w:rsidDel="00FB3818">
          <w:delText xml:space="preserve">  </w:delText>
        </w:r>
      </w:del>
    </w:p>
    <w:p w14:paraId="47C289F0" w14:textId="77777777" w:rsidR="000564A9" w:rsidRDefault="000564A9">
      <w:pPr>
        <w:tabs>
          <w:tab w:val="clear" w:pos="1134"/>
          <w:tab w:val="clear" w:pos="1871"/>
          <w:tab w:val="clear" w:pos="2268"/>
        </w:tabs>
        <w:overflowPunct/>
        <w:autoSpaceDE/>
        <w:autoSpaceDN/>
        <w:adjustRightInd/>
        <w:spacing w:before="0"/>
        <w:textAlignment w:val="auto"/>
        <w:rPr>
          <w:b/>
          <w:sz w:val="28"/>
        </w:rPr>
      </w:pPr>
      <w:r>
        <w:br w:type="page"/>
      </w:r>
    </w:p>
    <w:p w14:paraId="465CA700" w14:textId="04F50B63" w:rsidR="00386FF0" w:rsidRPr="00477FB1" w:rsidRDefault="00E217BC" w:rsidP="001D4920">
      <w:pPr>
        <w:pStyle w:val="Heading1"/>
      </w:pPr>
      <w:r>
        <w:t>6</w:t>
      </w:r>
      <w:r w:rsidR="00386FF0" w:rsidRPr="00477FB1">
        <w:tab/>
        <w:t xml:space="preserve">Summary of studies </w:t>
      </w:r>
    </w:p>
    <w:p w14:paraId="6B7F74A7" w14:textId="77777777" w:rsidR="00386FF0" w:rsidRPr="00477FB1" w:rsidRDefault="00386FF0" w:rsidP="00D14000">
      <w:pPr>
        <w:pStyle w:val="EditorsNote"/>
      </w:pPr>
      <w:r w:rsidRPr="00477FB1">
        <w:t>[To be added]</w:t>
      </w:r>
    </w:p>
    <w:p w14:paraId="13AB19B7" w14:textId="750AEC2F" w:rsidR="00386FF0" w:rsidRPr="00477FB1" w:rsidDel="00FB3818" w:rsidRDefault="00386FF0" w:rsidP="001D4920">
      <w:pPr>
        <w:spacing w:before="240" w:after="240"/>
        <w:rPr>
          <w:del w:id="216" w:author="USA" w:date="2022-10-06T05:48:00Z"/>
          <w:i/>
          <w:iCs/>
          <w:color w:val="FF0000"/>
        </w:rPr>
      </w:pPr>
      <w:del w:id="217" w:author="USA" w:date="2022-10-06T05:48:00Z">
        <w:r w:rsidRPr="00477FB1" w:rsidDel="00FB3818">
          <w:rPr>
            <w:i/>
            <w:iCs/>
            <w:color w:val="FF0000"/>
          </w:rPr>
          <w:delText>[Editor’s note: to be used for the section on summary for studies in draft CPM text]</w:delText>
        </w:r>
      </w:del>
    </w:p>
    <w:p w14:paraId="26063C73" w14:textId="0D4DF7AA" w:rsidR="00386FF0" w:rsidDel="00FB3818" w:rsidRDefault="00386FF0" w:rsidP="001D4920">
      <w:pPr>
        <w:spacing w:before="240" w:after="240"/>
        <w:rPr>
          <w:del w:id="218" w:author="USA" w:date="2022-10-06T05:48:00Z"/>
          <w:i/>
          <w:iCs/>
        </w:rPr>
      </w:pPr>
      <w:del w:id="219" w:author="USA" w:date="2022-10-06T05:48:00Z">
        <w:r w:rsidRPr="00477FB1" w:rsidDel="00FB3818">
          <w:rPr>
            <w:i/>
            <w:iCs/>
          </w:rPr>
          <w:delText>[Editor’s Note: The difference in meaning between segregated airspace versus non-segregated airspace needs to be described and explained in relation to sharing between suborbital vehicles and other systems of allocated services in a frequency band.]</w:delText>
        </w:r>
      </w:del>
    </w:p>
    <w:p w14:paraId="5849DFBE" w14:textId="466FB20B" w:rsidR="00386FF0" w:rsidRPr="00574E12" w:rsidDel="00FB3818" w:rsidRDefault="00386FF0" w:rsidP="00574E12">
      <w:pPr>
        <w:rPr>
          <w:del w:id="220" w:author="USA" w:date="2022-10-06T05:48:00Z"/>
          <w:b/>
        </w:rPr>
      </w:pPr>
      <w:del w:id="221" w:author="USA" w:date="2022-10-06T05:48:00Z">
        <w:r w:rsidRPr="00C17A9A" w:rsidDel="00FB3818">
          <w:delText>The progress of the study would lead to consider topics to be address at WRC-23</w:delText>
        </w:r>
        <w:r w:rsidRPr="00574E12" w:rsidDel="00FB3818">
          <w:delText>:</w:delText>
        </w:r>
      </w:del>
    </w:p>
    <w:p w14:paraId="25195F4E" w14:textId="7B69984C" w:rsidR="00386FF0" w:rsidRPr="00574E12" w:rsidDel="00FB3818" w:rsidRDefault="00386FF0" w:rsidP="00574E12">
      <w:pPr>
        <w:pStyle w:val="enumlev1"/>
        <w:rPr>
          <w:del w:id="222" w:author="USA" w:date="2022-10-06T05:48:00Z"/>
        </w:rPr>
      </w:pPr>
      <w:del w:id="223" w:author="USA" w:date="2022-10-06T05:48:00Z">
        <w:r w:rsidRPr="00574E12" w:rsidDel="00FB3818">
          <w:delText>–</w:delText>
        </w:r>
        <w:r w:rsidRPr="00574E12" w:rsidDel="00FB3818">
          <w:tab/>
          <w:delText>the definition of sub-orbital vehicle in the</w:delText>
        </w:r>
        <w:r w:rsidRPr="00C17A9A" w:rsidDel="00FB3818">
          <w:delText xml:space="preserve"> RR</w:delText>
        </w:r>
        <w:r w:rsidRPr="00574E12" w:rsidDel="00FB3818">
          <w:delText>;</w:delText>
        </w:r>
      </w:del>
    </w:p>
    <w:p w14:paraId="596A00A9" w14:textId="68604082" w:rsidR="00386FF0" w:rsidDel="00FB3818" w:rsidRDefault="00386FF0" w:rsidP="004960E3">
      <w:pPr>
        <w:pStyle w:val="enumlev1"/>
        <w:rPr>
          <w:del w:id="224" w:author="USA" w:date="2022-10-06T05:48:00Z"/>
          <w:i/>
          <w:iCs/>
        </w:rPr>
      </w:pPr>
      <w:del w:id="225" w:author="USA" w:date="2022-10-06T05:48:00Z">
        <w:r w:rsidRPr="00574E12" w:rsidDel="00FB3818">
          <w:delText>–</w:delText>
        </w:r>
        <w:r w:rsidRPr="00574E12" w:rsidDel="00FB3818">
          <w:tab/>
        </w:r>
        <w:r w:rsidDel="00FB3818">
          <w:delText>TBD</w:delText>
        </w:r>
        <w:r w:rsidR="00784757" w:rsidDel="00FB3818">
          <w:delText>.</w:delText>
        </w:r>
      </w:del>
    </w:p>
    <w:p w14:paraId="52A83E9E" w14:textId="77777777" w:rsidR="00386FF0" w:rsidRPr="00477FB1" w:rsidRDefault="00386FF0" w:rsidP="001D4920">
      <w:pPr>
        <w:spacing w:before="240" w:after="240"/>
        <w:rPr>
          <w:caps/>
          <w:sz w:val="28"/>
          <w:highlight w:val="cyan"/>
        </w:rPr>
      </w:pPr>
      <w:r w:rsidRPr="00477FB1">
        <w:rPr>
          <w:caps/>
          <w:sz w:val="28"/>
          <w:highlight w:val="cyan"/>
        </w:rPr>
        <w:br w:type="page"/>
      </w:r>
    </w:p>
    <w:p w14:paraId="1B770A78" w14:textId="5E35D041" w:rsidR="00386FF0" w:rsidRPr="00477FB1" w:rsidDel="00FB3818" w:rsidRDefault="00386FF0" w:rsidP="001D4920">
      <w:pPr>
        <w:pStyle w:val="AnnexNo"/>
        <w:rPr>
          <w:del w:id="226" w:author="USA" w:date="2022-10-06T05:48:00Z"/>
          <w:i/>
        </w:rPr>
      </w:pPr>
      <w:del w:id="227" w:author="USA" w:date="2022-10-06T05:48:00Z">
        <w:r w:rsidRPr="00477FB1" w:rsidDel="00FB3818">
          <w:delText>Annex 1</w:delText>
        </w:r>
      </w:del>
    </w:p>
    <w:p w14:paraId="40D9539E" w14:textId="30148433" w:rsidR="00386FF0" w:rsidRPr="00477FB1" w:rsidDel="00FB3818" w:rsidRDefault="00386FF0" w:rsidP="001D4920">
      <w:pPr>
        <w:pStyle w:val="Annextitle"/>
        <w:rPr>
          <w:del w:id="228" w:author="USA" w:date="2022-10-06T05:48:00Z"/>
        </w:rPr>
      </w:pPr>
      <w:del w:id="229" w:author="USA" w:date="2022-10-06T05:48:00Z">
        <w:r w:rsidRPr="00477FB1" w:rsidDel="00FB3818">
          <w:delText>Technical studies on suborbital vehicles in non-segregated airspace</w:delText>
        </w:r>
      </w:del>
    </w:p>
    <w:p w14:paraId="6C69ACD0" w14:textId="2A7FAB75" w:rsidR="00386FF0" w:rsidRPr="00477FB1" w:rsidDel="00FB3818" w:rsidRDefault="00386FF0" w:rsidP="001D4920">
      <w:pPr>
        <w:pStyle w:val="Heading2"/>
        <w:rPr>
          <w:del w:id="230" w:author="USA" w:date="2022-10-06T05:48:00Z"/>
        </w:rPr>
      </w:pPr>
      <w:del w:id="231" w:author="USA" w:date="2022-10-06T05:48:00Z">
        <w:r w:rsidRPr="00477FB1" w:rsidDel="00FB3818">
          <w:delText>A1.1</w:delText>
        </w:r>
        <w:r w:rsidRPr="00477FB1" w:rsidDel="00FB3818">
          <w:tab/>
        </w:r>
        <w:r w:rsidDel="00FB3818">
          <w:delText>Services and f</w:delText>
        </w:r>
        <w:r w:rsidRPr="00477FB1" w:rsidDel="00FB3818">
          <w:delText xml:space="preserve">requency bands under consideration for technical studies </w:delText>
        </w:r>
      </w:del>
    </w:p>
    <w:p w14:paraId="2D178E4A" w14:textId="7390FE1B" w:rsidR="00386FF0" w:rsidRPr="00477FB1" w:rsidDel="00FB3818" w:rsidRDefault="00386FF0" w:rsidP="001D4920">
      <w:pPr>
        <w:spacing w:before="240" w:after="240"/>
        <w:rPr>
          <w:del w:id="232" w:author="USA" w:date="2022-10-06T05:48:00Z"/>
          <w:b/>
          <w:i/>
          <w:iCs/>
        </w:rPr>
      </w:pPr>
      <w:del w:id="233" w:author="USA" w:date="2022-10-06T05:48:00Z">
        <w:r w:rsidRPr="00477FB1" w:rsidDel="00FB3818">
          <w:rPr>
            <w:i/>
            <w:iCs/>
          </w:rPr>
          <w:delText xml:space="preserve">[To be completed] </w:delText>
        </w:r>
      </w:del>
    </w:p>
    <w:p w14:paraId="7BBA87EB" w14:textId="438C2197" w:rsidR="00386FF0" w:rsidRPr="00477FB1" w:rsidDel="00FB3818" w:rsidRDefault="00386FF0" w:rsidP="001D4920">
      <w:pPr>
        <w:pStyle w:val="Heading2"/>
        <w:rPr>
          <w:del w:id="234" w:author="USA" w:date="2022-10-06T05:48:00Z"/>
        </w:rPr>
      </w:pPr>
      <w:del w:id="235" w:author="USA" w:date="2022-10-06T05:48:00Z">
        <w:r w:rsidRPr="00477FB1" w:rsidDel="00FB3818">
          <w:delText>A1.2</w:delText>
        </w:r>
        <w:r w:rsidRPr="00477FB1" w:rsidDel="00FB3818">
          <w:tab/>
          <w:delText>Technical characteristics and protection criteria relevant for the following studies</w:delText>
        </w:r>
      </w:del>
    </w:p>
    <w:p w14:paraId="3DFD36CF" w14:textId="59304653" w:rsidR="00386FF0" w:rsidRPr="00477FB1" w:rsidDel="00FB3818" w:rsidRDefault="00386FF0" w:rsidP="001D4920">
      <w:pPr>
        <w:spacing w:before="240" w:after="240"/>
        <w:rPr>
          <w:del w:id="236" w:author="USA" w:date="2022-10-06T05:48:00Z"/>
          <w:i/>
          <w:iCs/>
        </w:rPr>
      </w:pPr>
      <w:del w:id="237" w:author="USA" w:date="2022-10-06T05:48:00Z">
        <w:r w:rsidRPr="00477FB1" w:rsidDel="00FB3818">
          <w:rPr>
            <w:i/>
            <w:iCs/>
          </w:rPr>
          <w:delText>[To be determined]</w:delText>
        </w:r>
      </w:del>
    </w:p>
    <w:p w14:paraId="362C8787" w14:textId="19F28FC2" w:rsidR="00386FF0" w:rsidRPr="00477FB1" w:rsidDel="00FB3818" w:rsidRDefault="00386FF0" w:rsidP="001D4920">
      <w:pPr>
        <w:pStyle w:val="Heading2"/>
        <w:rPr>
          <w:del w:id="238" w:author="USA" w:date="2022-10-06T05:48:00Z"/>
        </w:rPr>
      </w:pPr>
      <w:del w:id="239" w:author="USA" w:date="2022-10-06T05:48:00Z">
        <w:r w:rsidRPr="00477FB1" w:rsidDel="00FB3818">
          <w:delText>A1.3</w:delText>
        </w:r>
        <w:r w:rsidRPr="00477FB1" w:rsidDel="00FB3818">
          <w:tab/>
          <w:delText>Sharing and compatibility studies</w:delText>
        </w:r>
      </w:del>
    </w:p>
    <w:p w14:paraId="65582832" w14:textId="74157B9B" w:rsidR="00386FF0" w:rsidDel="00FB3818" w:rsidRDefault="00386FF0" w:rsidP="001D4920">
      <w:pPr>
        <w:spacing w:before="240" w:after="240"/>
        <w:jc w:val="both"/>
        <w:rPr>
          <w:del w:id="240" w:author="USA" w:date="2022-10-06T05:48:00Z"/>
          <w:i/>
          <w:iCs/>
        </w:rPr>
      </w:pPr>
      <w:del w:id="241" w:author="USA" w:date="2022-10-06T05:48:00Z">
        <w:r w:rsidRPr="00477FB1" w:rsidDel="00FB3818">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1CD59223" w14:textId="7733EFCD" w:rsidR="0019645A" w:rsidDel="00FB3818" w:rsidRDefault="0019645A" w:rsidP="001D4920">
      <w:pPr>
        <w:spacing w:before="240" w:after="240"/>
        <w:jc w:val="both"/>
        <w:rPr>
          <w:del w:id="242" w:author="USA" w:date="2022-10-06T05:48:00Z"/>
          <w:i/>
          <w:iCs/>
        </w:rPr>
      </w:pPr>
    </w:p>
    <w:p w14:paraId="5DE9BCD4" w14:textId="1E838D7A" w:rsidR="0019645A" w:rsidRPr="00477FB1" w:rsidDel="00FB3818" w:rsidRDefault="0019645A" w:rsidP="001D4920">
      <w:pPr>
        <w:spacing w:before="240" w:after="240"/>
        <w:jc w:val="both"/>
        <w:rPr>
          <w:del w:id="243" w:author="USA" w:date="2022-10-06T05:48:00Z"/>
          <w:iCs/>
        </w:rPr>
      </w:pPr>
    </w:p>
    <w:p w14:paraId="020B046C" w14:textId="56EBBDF4" w:rsidR="00386FF0" w:rsidRPr="00477FB1" w:rsidDel="00FB3818" w:rsidRDefault="00386FF0" w:rsidP="001D4920">
      <w:pPr>
        <w:pStyle w:val="AnnexNo"/>
        <w:rPr>
          <w:del w:id="244" w:author="USA" w:date="2022-10-06T05:48:00Z"/>
          <w:i/>
        </w:rPr>
      </w:pPr>
      <w:del w:id="245" w:author="USA" w:date="2022-10-06T05:48:00Z">
        <w:r w:rsidRPr="00477FB1" w:rsidDel="00FB3818">
          <w:delText>Annex 2</w:delText>
        </w:r>
      </w:del>
    </w:p>
    <w:p w14:paraId="7BB5592E" w14:textId="1D6C72FF" w:rsidR="00386FF0" w:rsidRPr="00477FB1" w:rsidDel="00FB3818" w:rsidRDefault="00386FF0" w:rsidP="001D4920">
      <w:pPr>
        <w:pStyle w:val="Annextitle"/>
        <w:rPr>
          <w:del w:id="246" w:author="USA" w:date="2022-10-06T05:48:00Z"/>
          <w:i/>
        </w:rPr>
      </w:pPr>
      <w:del w:id="247" w:author="USA" w:date="2022-10-06T05:48:00Z">
        <w:r w:rsidRPr="00477FB1" w:rsidDel="00FB3818">
          <w:delText>Technical studies on suborbital vehicles in segregated airspace</w:delText>
        </w:r>
      </w:del>
    </w:p>
    <w:p w14:paraId="772B3185" w14:textId="3289CC4C" w:rsidR="00386FF0" w:rsidRPr="00477FB1" w:rsidDel="00FB3818" w:rsidRDefault="00386FF0" w:rsidP="001D4920">
      <w:pPr>
        <w:pStyle w:val="Heading2"/>
        <w:rPr>
          <w:del w:id="248" w:author="USA" w:date="2022-10-06T05:48:00Z"/>
        </w:rPr>
      </w:pPr>
      <w:del w:id="249" w:author="USA" w:date="2022-10-06T05:48:00Z">
        <w:r w:rsidRPr="00477FB1" w:rsidDel="00FB3818">
          <w:delText>A2.1</w:delText>
        </w:r>
        <w:r w:rsidRPr="00477FB1" w:rsidDel="00FB3818">
          <w:tab/>
        </w:r>
        <w:r w:rsidDel="00FB3818">
          <w:delText>Services and f</w:delText>
        </w:r>
        <w:r w:rsidRPr="00477FB1" w:rsidDel="00FB3818">
          <w:delText xml:space="preserve">requency bands under consideration for technical studies </w:delText>
        </w:r>
      </w:del>
    </w:p>
    <w:p w14:paraId="4F17BD2B" w14:textId="2891076C" w:rsidR="00386FF0" w:rsidRPr="00477FB1" w:rsidDel="00FB3818" w:rsidRDefault="00386FF0" w:rsidP="001D4920">
      <w:pPr>
        <w:spacing w:before="240" w:after="240"/>
        <w:rPr>
          <w:del w:id="250" w:author="USA" w:date="2022-10-06T05:48:00Z"/>
          <w:b/>
          <w:i/>
          <w:iCs/>
        </w:rPr>
      </w:pPr>
      <w:del w:id="251" w:author="USA" w:date="2022-10-06T05:48:00Z">
        <w:r w:rsidRPr="00477FB1" w:rsidDel="00FB3818">
          <w:rPr>
            <w:i/>
            <w:iCs/>
          </w:rPr>
          <w:delText xml:space="preserve">[To be completed] </w:delText>
        </w:r>
      </w:del>
    </w:p>
    <w:p w14:paraId="5CC0EC37" w14:textId="6A0956DF" w:rsidR="00386FF0" w:rsidRPr="00477FB1" w:rsidDel="00FB3818" w:rsidRDefault="00386FF0" w:rsidP="001D4920">
      <w:pPr>
        <w:pStyle w:val="Heading2"/>
        <w:rPr>
          <w:del w:id="252" w:author="USA" w:date="2022-10-06T05:48:00Z"/>
        </w:rPr>
      </w:pPr>
      <w:del w:id="253" w:author="USA" w:date="2022-10-06T05:48:00Z">
        <w:r w:rsidRPr="00477FB1" w:rsidDel="00FB3818">
          <w:delText>A2.2</w:delText>
        </w:r>
        <w:r w:rsidRPr="00477FB1" w:rsidDel="00FB3818">
          <w:tab/>
          <w:delText>Technical characteristics and protection criteria relevant for the following studies</w:delText>
        </w:r>
      </w:del>
    </w:p>
    <w:p w14:paraId="7032F2C3" w14:textId="2BA13771" w:rsidR="00386FF0" w:rsidRPr="00477FB1" w:rsidDel="00FB3818" w:rsidRDefault="00386FF0" w:rsidP="001D4920">
      <w:pPr>
        <w:spacing w:before="240" w:after="240"/>
        <w:rPr>
          <w:del w:id="254" w:author="USA" w:date="2022-10-06T05:48:00Z"/>
          <w:i/>
          <w:iCs/>
        </w:rPr>
      </w:pPr>
      <w:del w:id="255" w:author="USA" w:date="2022-10-06T05:48:00Z">
        <w:r w:rsidRPr="00477FB1" w:rsidDel="00FB3818">
          <w:rPr>
            <w:i/>
            <w:iCs/>
          </w:rPr>
          <w:delText>[To be determined]</w:delText>
        </w:r>
      </w:del>
    </w:p>
    <w:p w14:paraId="6D981B8C" w14:textId="30363B22" w:rsidR="00386FF0" w:rsidRPr="00477FB1" w:rsidDel="00FB3818" w:rsidRDefault="00386FF0" w:rsidP="001D4920">
      <w:pPr>
        <w:pStyle w:val="Heading2"/>
        <w:rPr>
          <w:del w:id="256" w:author="USA" w:date="2022-10-06T05:48:00Z"/>
        </w:rPr>
      </w:pPr>
      <w:del w:id="257" w:author="USA" w:date="2022-10-06T05:48:00Z">
        <w:r w:rsidRPr="00477FB1" w:rsidDel="00FB3818">
          <w:delText>A2.3</w:delText>
        </w:r>
        <w:r w:rsidRPr="00477FB1" w:rsidDel="00FB3818">
          <w:tab/>
          <w:delText>Sharing and compatibility studies</w:delText>
        </w:r>
      </w:del>
    </w:p>
    <w:p w14:paraId="7F65BBAC" w14:textId="694B539A" w:rsidR="00386FF0" w:rsidRPr="00477FB1" w:rsidDel="00FB3818" w:rsidRDefault="00386FF0" w:rsidP="001D4920">
      <w:pPr>
        <w:spacing w:before="240" w:after="240"/>
        <w:jc w:val="both"/>
        <w:rPr>
          <w:del w:id="258" w:author="USA" w:date="2022-10-06T05:48:00Z"/>
          <w:iCs/>
        </w:rPr>
      </w:pPr>
      <w:del w:id="259" w:author="USA" w:date="2022-10-06T05:48:00Z">
        <w:r w:rsidRPr="00477FB1" w:rsidDel="00FB3818">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7CDDB263" w14:textId="77777777" w:rsidR="00386FF0" w:rsidRPr="00477FB1" w:rsidRDefault="00386FF0" w:rsidP="001D4920">
      <w:pPr>
        <w:tabs>
          <w:tab w:val="clear" w:pos="1134"/>
          <w:tab w:val="clear" w:pos="1871"/>
          <w:tab w:val="clear" w:pos="2268"/>
        </w:tabs>
        <w:overflowPunct/>
        <w:autoSpaceDE/>
        <w:autoSpaceDN/>
        <w:adjustRightInd/>
        <w:spacing w:before="0"/>
        <w:textAlignment w:val="auto"/>
        <w:rPr>
          <w:caps/>
          <w:sz w:val="28"/>
        </w:rPr>
      </w:pPr>
      <w:r w:rsidRPr="00477FB1">
        <w:br w:type="page"/>
      </w:r>
    </w:p>
    <w:p w14:paraId="6011785F" w14:textId="77777777" w:rsidR="00386FF0" w:rsidRPr="00F71805" w:rsidRDefault="00386FF0" w:rsidP="001D4920">
      <w:pPr>
        <w:pStyle w:val="AnnexNo"/>
        <w:rPr>
          <w:i/>
        </w:rPr>
      </w:pPr>
      <w:r w:rsidRPr="00F71805">
        <w:t>Annex</w:t>
      </w:r>
      <w:del w:id="260" w:author="USA" w:date="2022-10-06T05:49:00Z">
        <w:r w:rsidRPr="00F71805" w:rsidDel="00FB3818">
          <w:delText xml:space="preserve"> </w:delText>
        </w:r>
      </w:del>
      <w:del w:id="261" w:author="USA" w:date="2022-10-06T05:48:00Z">
        <w:r w:rsidRPr="00F71805" w:rsidDel="00FB3818">
          <w:delText>3</w:delText>
        </w:r>
      </w:del>
    </w:p>
    <w:p w14:paraId="1943D0D2" w14:textId="27631D3C" w:rsidR="00386FF0" w:rsidRPr="00784757" w:rsidRDefault="00386FF0" w:rsidP="001D4920">
      <w:pPr>
        <w:pStyle w:val="Annextitle"/>
        <w:rPr>
          <w:iCs/>
        </w:rPr>
      </w:pPr>
      <w:r w:rsidRPr="004960E3">
        <w:t>Co-existence and r</w:t>
      </w:r>
      <w:r w:rsidRPr="00F71805">
        <w:t xml:space="preserve">egulatory considerations to facilitate operating stations </w:t>
      </w:r>
      <w:r w:rsidRPr="00F71805">
        <w:br/>
        <w:t>on board sub-orbital vehicles</w:t>
      </w:r>
    </w:p>
    <w:p w14:paraId="59AEC8E0" w14:textId="77777777" w:rsidR="00386FF0" w:rsidRPr="00F71805" w:rsidRDefault="00386FF0" w:rsidP="00784757">
      <w:pPr>
        <w:pStyle w:val="Normalaftertitle"/>
        <w:jc w:val="both"/>
        <w:rPr>
          <w:i/>
          <w:lang w:eastAsia="zh-CN"/>
        </w:rPr>
      </w:pPr>
      <w:r w:rsidRPr="00F71805">
        <w:rPr>
          <w:lang w:eastAsia="zh-CN"/>
        </w:rPr>
        <w:t xml:space="preserve">Under this agenda item, it is recognized that the frequency accommodation for suborbital vehicles should not negatively impact the current use of frequencies by </w:t>
      </w:r>
      <w:r w:rsidRPr="00F71805">
        <w:rPr>
          <w:spacing w:val="-2"/>
          <w:lang w:eastAsia="zh-CN"/>
        </w:rPr>
        <w:t>any other radiocommunication services.</w:t>
      </w:r>
    </w:p>
    <w:p w14:paraId="215D293F" w14:textId="77777777" w:rsidR="00386FF0" w:rsidRPr="00F71805" w:rsidRDefault="00386FF0" w:rsidP="001D4920">
      <w:pPr>
        <w:pStyle w:val="Heading2"/>
        <w:rPr>
          <w:lang w:eastAsia="zh-CN"/>
        </w:rPr>
      </w:pPr>
      <w:r w:rsidRPr="00F71805">
        <w:rPr>
          <w:lang w:eastAsia="zh-CN"/>
        </w:rPr>
        <w:t>A3.1</w:t>
      </w:r>
      <w:r w:rsidRPr="00F71805">
        <w:rPr>
          <w:lang w:eastAsia="zh-CN"/>
        </w:rPr>
        <w:tab/>
        <w:t>Examples of radiocommunications services and frequencies</w:t>
      </w:r>
    </w:p>
    <w:p w14:paraId="0E0410A2" w14:textId="77777777" w:rsidR="00386FF0" w:rsidRPr="00F71805" w:rsidRDefault="00386FF0" w:rsidP="001D4920">
      <w:pPr>
        <w:jc w:val="both"/>
      </w:pPr>
      <w:r w:rsidRPr="00F71805">
        <w:t>There are several existing radiocommunications services that can be used by stations on-board suborbital vehicles using existing coordination processes and procedures. These services include, but may not necessarily be limited to:</w:t>
      </w:r>
    </w:p>
    <w:p w14:paraId="4CFED9E9" w14:textId="20655ADE" w:rsidR="00386FF0" w:rsidRPr="00F71805" w:rsidRDefault="00386FF0" w:rsidP="001D4920">
      <w:pPr>
        <w:pStyle w:val="enumlev1"/>
        <w:jc w:val="both"/>
      </w:pPr>
      <w:bookmarkStart w:id="262" w:name="_Hlk104470216"/>
      <w:r w:rsidRPr="00F71805">
        <w:t>–</w:t>
      </w:r>
      <w:r w:rsidRPr="00F71805">
        <w:tab/>
        <w:t>AM(R)S: The aeronautical mobile (route) service, e.g., VHF voice and data communications and ADS-B, in accordance with ICAO SARPs.</w:t>
      </w:r>
    </w:p>
    <w:bookmarkEnd w:id="262"/>
    <w:p w14:paraId="67FAAF49" w14:textId="77777777" w:rsidR="00386FF0" w:rsidRPr="00F71805" w:rsidRDefault="00386FF0" w:rsidP="00C07D0D">
      <w:pPr>
        <w:pStyle w:val="enumlev1"/>
        <w:jc w:val="both"/>
      </w:pPr>
      <w:r w:rsidRPr="00F71805">
        <w:t>–</w:t>
      </w:r>
      <w:r w:rsidRPr="00F71805">
        <w:tab/>
        <w:t>AMS(R)S receive only: ADS-B, in accordance with ICAO SARPs.</w:t>
      </w:r>
    </w:p>
    <w:p w14:paraId="17237616" w14:textId="77777777" w:rsidR="00386FF0" w:rsidRPr="00F71805" w:rsidRDefault="00386FF0" w:rsidP="001D4920">
      <w:pPr>
        <w:pStyle w:val="enumlev1"/>
        <w:jc w:val="both"/>
      </w:pPr>
      <w:r w:rsidRPr="00F71805">
        <w:t>–</w:t>
      </w:r>
      <w:r w:rsidRPr="00F71805">
        <w:tab/>
        <w:t xml:space="preserve">RNSS: The GNSS systems using </w:t>
      </w:r>
      <w:r w:rsidRPr="00F71805">
        <w:rPr>
          <w:lang w:eastAsia="ja-JP"/>
        </w:rPr>
        <w:t>1 164-1 215 MHz and 1 559-1 610 MHz can be used for navigation.</w:t>
      </w:r>
    </w:p>
    <w:p w14:paraId="4675F96B" w14:textId="5FA894E8" w:rsidR="00386FF0" w:rsidRPr="00F71805" w:rsidRDefault="00386FF0" w:rsidP="001D4920">
      <w:pPr>
        <w:pStyle w:val="enumlev1"/>
        <w:jc w:val="both"/>
      </w:pPr>
      <w:r w:rsidRPr="00F71805">
        <w:rPr>
          <w:color w:val="000000"/>
          <w:shd w:val="clear" w:color="auto" w:fill="FFFFFF"/>
        </w:rPr>
        <w:t>–</w:t>
      </w:r>
      <w:r w:rsidRPr="00F71805">
        <w:rPr>
          <w:color w:val="000000"/>
          <w:shd w:val="clear" w:color="auto" w:fill="FFFFFF"/>
        </w:rPr>
        <w:tab/>
      </w:r>
      <w:r w:rsidRPr="00F71805">
        <w:rPr>
          <w:color w:val="000000"/>
          <w:spacing w:val="-2"/>
          <w:shd w:val="clear" w:color="auto" w:fill="FFFFFF"/>
        </w:rPr>
        <w:t xml:space="preserve">MSS: </w:t>
      </w:r>
      <w:r w:rsidRPr="00F71805">
        <w:rPr>
          <w:spacing w:val="-2"/>
        </w:rPr>
        <w:t>The</w:t>
      </w:r>
      <w:r w:rsidRPr="00F71805">
        <w:rPr>
          <w:color w:val="000000"/>
          <w:spacing w:val="-2"/>
          <w:shd w:val="clear" w:color="auto" w:fill="FFFFFF"/>
        </w:rPr>
        <w:t xml:space="preserve"> mobile satellite service in the frequency bands </w:t>
      </w:r>
      <w:r w:rsidRPr="00F71805">
        <w:rPr>
          <w:spacing w:val="-2"/>
          <w:lang w:eastAsia="zh-CN"/>
        </w:rPr>
        <w:t>1 518-1 544 &amp; 1 545</w:t>
      </w:r>
      <w:r w:rsidRPr="00F71805">
        <w:rPr>
          <w:spacing w:val="-2"/>
          <w:lang w:eastAsia="zh-CN"/>
        </w:rPr>
        <w:noBreakHyphen/>
        <w:t>1 559 MHz (space-to-Earth),</w:t>
      </w:r>
      <w:r w:rsidRPr="00F71805">
        <w:rPr>
          <w:color w:val="000000"/>
          <w:spacing w:val="-2"/>
          <w:shd w:val="clear" w:color="auto" w:fill="FFFFFF"/>
        </w:rPr>
        <w:t xml:space="preserve"> 1 610-1 626.5 MHz, and </w:t>
      </w:r>
      <w:r w:rsidRPr="00F71805">
        <w:rPr>
          <w:spacing w:val="-2"/>
          <w:lang w:eastAsia="zh-CN"/>
        </w:rPr>
        <w:t>1 626.5-1 645.5 &amp; 1 646.5</w:t>
      </w:r>
      <w:r w:rsidRPr="00F71805">
        <w:rPr>
          <w:spacing w:val="-2"/>
          <w:lang w:eastAsia="zh-CN"/>
        </w:rPr>
        <w:noBreakHyphen/>
        <w:t xml:space="preserve">1 660.5 MHz (Earth-to-space), and 1 668-1 675 MHz (Earth-to-space) </w:t>
      </w:r>
      <w:r w:rsidRPr="00F71805">
        <w:rPr>
          <w:color w:val="000000"/>
          <w:spacing w:val="-2"/>
          <w:shd w:val="clear" w:color="auto" w:fill="FFFFFF"/>
        </w:rPr>
        <w:t>can be used for safety  and non-safety applications.</w:t>
      </w:r>
    </w:p>
    <w:p w14:paraId="6E01514F" w14:textId="18B0ED6F" w:rsidR="00386FF0" w:rsidRPr="004960E3" w:rsidRDefault="00386FF0" w:rsidP="00A126D1">
      <w:pPr>
        <w:pStyle w:val="enumlev1"/>
        <w:jc w:val="both"/>
        <w:rPr>
          <w:strike/>
          <w:lang w:eastAsia="ja-JP"/>
        </w:rPr>
      </w:pPr>
      <w:r w:rsidRPr="00F71805">
        <w:rPr>
          <w:lang w:eastAsia="ja-JP"/>
        </w:rPr>
        <w:t>–</w:t>
      </w:r>
      <w:r w:rsidRPr="00F71805">
        <w:rPr>
          <w:lang w:eastAsia="ja-JP"/>
        </w:rPr>
        <w:tab/>
      </w:r>
      <w:r>
        <w:t xml:space="preserve">MS: </w:t>
      </w:r>
      <w:r w:rsidRPr="00F71805">
        <w:rPr>
          <w:lang w:eastAsia="ja-JP"/>
        </w:rPr>
        <w:t>TT&amp;C applications in the aeronautical mobile service (AMS) are currently using aeronautical mobile telemetry (AMT) in the 2 200-2 290 MHz for telemetry and 2 025-2 110 MHz for command shared with other services including SOS, EESS, and SRS and upper S-band 2 360</w:t>
      </w:r>
      <w:r w:rsidRPr="00F71805">
        <w:rPr>
          <w:lang w:eastAsia="ja-JP"/>
        </w:rPr>
        <w:noBreakHyphen/>
        <w:t xml:space="preserve">2 395 MHz for telemetry. Therefore, there is no need for changes to the Article </w:t>
      </w:r>
      <w:r w:rsidRPr="00F71805">
        <w:rPr>
          <w:b/>
          <w:bCs/>
          <w:lang w:eastAsia="ja-JP"/>
        </w:rPr>
        <w:t>5</w:t>
      </w:r>
      <w:r w:rsidRPr="00F71805">
        <w:rPr>
          <w:lang w:eastAsia="ja-JP"/>
        </w:rPr>
        <w:t xml:space="preserve"> of the Radio Regulations in these bands.</w:t>
      </w:r>
      <w:r w:rsidRPr="004960E3">
        <w:rPr>
          <w:strike/>
          <w:lang w:eastAsia="ja-JP"/>
        </w:rPr>
        <w:t xml:space="preserve"> </w:t>
      </w:r>
      <w:r w:rsidRPr="004960E3">
        <w:rPr>
          <w:lang w:eastAsia="ja-JP"/>
        </w:rPr>
        <w:tab/>
        <w:t xml:space="preserve">According to ITU-R RS.1260-2, Telecommand applications in particular for flight safety purposes can use </w:t>
      </w:r>
      <w:r w:rsidRPr="004960E3">
        <w:rPr>
          <w:color w:val="000000"/>
          <w:spacing w:val="-2"/>
          <w:shd w:val="clear" w:color="auto" w:fill="FFFFFF"/>
        </w:rPr>
        <w:t xml:space="preserve">frequency band </w:t>
      </w:r>
      <w:r w:rsidRPr="004960E3">
        <w:rPr>
          <w:spacing w:val="-2"/>
          <w:lang w:eastAsia="zh-CN"/>
        </w:rPr>
        <w:t>420</w:t>
      </w:r>
      <w:r w:rsidR="00784757">
        <w:rPr>
          <w:spacing w:val="-2"/>
          <w:lang w:eastAsia="zh-CN"/>
        </w:rPr>
        <w:noBreakHyphen/>
      </w:r>
      <w:r w:rsidRPr="004960E3">
        <w:rPr>
          <w:spacing w:val="-2"/>
          <w:lang w:eastAsia="zh-CN"/>
        </w:rPr>
        <w:t>450 MHz.</w:t>
      </w:r>
    </w:p>
    <w:p w14:paraId="43992A93" w14:textId="36EE9882" w:rsidR="00386FF0" w:rsidRPr="00F71805" w:rsidRDefault="00784757" w:rsidP="00784757">
      <w:pPr>
        <w:pStyle w:val="enumlev1"/>
        <w:jc w:val="both"/>
      </w:pPr>
      <w:r w:rsidRPr="00F71805">
        <w:rPr>
          <w:lang w:eastAsia="ja-JP"/>
        </w:rPr>
        <w:t>–</w:t>
      </w:r>
      <w:r w:rsidRPr="00F71805">
        <w:rPr>
          <w:lang w:eastAsia="ja-JP"/>
        </w:rPr>
        <w:tab/>
      </w:r>
      <w:r w:rsidR="00386FF0" w:rsidRPr="004960E3">
        <w:rPr>
          <w:shd w:val="clear" w:color="auto" w:fill="FFFFFF"/>
        </w:rPr>
        <w:t xml:space="preserve">Radiolocation Service: </w:t>
      </w:r>
      <w:r w:rsidR="00386FF0" w:rsidRPr="004960E3">
        <w:t>The</w:t>
      </w:r>
      <w:r w:rsidR="00386FF0" w:rsidRPr="004960E3">
        <w:rPr>
          <w:shd w:val="clear" w:color="auto" w:fill="FFFFFF"/>
        </w:rPr>
        <w:t xml:space="preserve"> radiolocation service in the frequency band </w:t>
      </w:r>
      <w:r w:rsidR="00386FF0" w:rsidRPr="004960E3">
        <w:rPr>
          <w:lang w:eastAsia="zh-CN"/>
        </w:rPr>
        <w:t>5</w:t>
      </w:r>
      <w:r>
        <w:rPr>
          <w:lang w:eastAsia="zh-CN"/>
        </w:rPr>
        <w:t> </w:t>
      </w:r>
      <w:r w:rsidR="00386FF0" w:rsidRPr="004960E3">
        <w:rPr>
          <w:lang w:eastAsia="zh-CN"/>
        </w:rPr>
        <w:t>450</w:t>
      </w:r>
      <w:r>
        <w:rPr>
          <w:lang w:eastAsia="zh-CN"/>
        </w:rPr>
        <w:t>-</w:t>
      </w:r>
      <w:r w:rsidR="00386FF0" w:rsidRPr="004960E3">
        <w:rPr>
          <w:lang w:eastAsia="zh-CN"/>
        </w:rPr>
        <w:t>5</w:t>
      </w:r>
      <w:r>
        <w:rPr>
          <w:lang w:eastAsia="zh-CN"/>
        </w:rPr>
        <w:t> </w:t>
      </w:r>
      <w:r w:rsidR="00386FF0" w:rsidRPr="004960E3">
        <w:rPr>
          <w:lang w:eastAsia="zh-CN"/>
        </w:rPr>
        <w:t>850</w:t>
      </w:r>
      <w:r>
        <w:rPr>
          <w:lang w:eastAsia="zh-CN"/>
        </w:rPr>
        <w:t> </w:t>
      </w:r>
      <w:r w:rsidR="00386FF0" w:rsidRPr="004960E3">
        <w:rPr>
          <w:lang w:eastAsia="zh-CN"/>
        </w:rPr>
        <w:t xml:space="preserve">MHz </w:t>
      </w:r>
      <w:r w:rsidR="00386FF0" w:rsidRPr="004960E3">
        <w:rPr>
          <w:shd w:val="clear" w:color="auto" w:fill="FFFFFF"/>
        </w:rPr>
        <w:t>can be used for SOV tracking in safety and non-safety applications</w:t>
      </w:r>
      <w:r w:rsidR="00386FF0" w:rsidRPr="00F71805">
        <w:rPr>
          <w:shd w:val="clear" w:color="auto" w:fill="FFFFFF"/>
        </w:rPr>
        <w:t>.</w:t>
      </w:r>
    </w:p>
    <w:p w14:paraId="23B07913" w14:textId="77777777" w:rsidR="00386FF0" w:rsidRPr="00F71805" w:rsidRDefault="00386FF0" w:rsidP="001D4920">
      <w:pPr>
        <w:pStyle w:val="Heading2"/>
        <w:rPr>
          <w:lang w:eastAsia="zh-CN"/>
        </w:rPr>
      </w:pPr>
      <w:r w:rsidRPr="00F71805">
        <w:rPr>
          <w:lang w:eastAsia="zh-CN"/>
        </w:rPr>
        <w:t>A3.2</w:t>
      </w:r>
      <w:r w:rsidRPr="00F71805">
        <w:rPr>
          <w:lang w:eastAsia="zh-CN"/>
        </w:rPr>
        <w:tab/>
        <w:t>Application of existing mobile satellite service radio regulations</w:t>
      </w:r>
    </w:p>
    <w:p w14:paraId="44218C78" w14:textId="77777777" w:rsidR="00386FF0" w:rsidRPr="00F71805" w:rsidRDefault="00386FF0" w:rsidP="001D4920">
      <w:pPr>
        <w:jc w:val="both"/>
        <w:rPr>
          <w:lang w:eastAsia="zh-CN"/>
        </w:rPr>
      </w:pPr>
      <w:r w:rsidRPr="00F71805">
        <w:rPr>
          <w:lang w:eastAsia="zh-CN"/>
        </w:rPr>
        <w:t xml:space="preserve">The operation of MSS systems providing aeronautical radiocommunications in the above-identified frequency bands are regulated under existing RR provisions. The application of MSS systems to support suborbital vehicles would require communications between the MSS satellite and the MES at all stages of the flight, including when the mobile earth station (MES) is on the ground, in the atmosphere and when in space. The existing RR Article </w:t>
      </w:r>
      <w:r w:rsidRPr="00F71805">
        <w:rPr>
          <w:b/>
          <w:bCs/>
          <w:lang w:eastAsia="zh-CN"/>
        </w:rPr>
        <w:t>9</w:t>
      </w:r>
      <w:r w:rsidRPr="00F71805">
        <w:rPr>
          <w:lang w:eastAsia="zh-CN"/>
        </w:rPr>
        <w:t xml:space="preserve"> procedures are/would be adequate to capture any new coordination requirements in the operation of MESs onboard sub-orbital vehicles in the 1.6/1.5 GHz bands that result with other MSS satellite systems and networks, and other space services operating in the 1.6/1.5 GHz bands.</w:t>
      </w:r>
    </w:p>
    <w:p w14:paraId="5616A4C5" w14:textId="24969D2C" w:rsidR="00386FF0" w:rsidRPr="0019645A" w:rsidRDefault="00386FF0" w:rsidP="001D4920">
      <w:pPr>
        <w:jc w:val="both"/>
        <w:rPr>
          <w:spacing w:val="-2"/>
          <w:lang w:eastAsia="zh-CN"/>
        </w:rPr>
      </w:pPr>
      <w:r w:rsidRPr="0019645A">
        <w:rPr>
          <w:spacing w:val="-2"/>
          <w:lang w:eastAsia="zh-CN"/>
        </w:rPr>
        <w:t xml:space="preserve">This approach would permit the existing frequency coordination procedures identified under Section II of RR Article </w:t>
      </w:r>
      <w:r w:rsidRPr="0019645A">
        <w:rPr>
          <w:b/>
          <w:bCs/>
          <w:spacing w:val="-2"/>
          <w:lang w:eastAsia="zh-CN"/>
        </w:rPr>
        <w:t>9</w:t>
      </w:r>
      <w:r w:rsidRPr="0019645A">
        <w:rPr>
          <w:spacing w:val="-2"/>
          <w:lang w:eastAsia="zh-CN"/>
        </w:rPr>
        <w:t xml:space="preserve"> to remain applicable in the coordination and operation of MSS communications to sub</w:t>
      </w:r>
      <w:r w:rsidR="00784757">
        <w:rPr>
          <w:spacing w:val="-2"/>
          <w:lang w:eastAsia="zh-CN"/>
        </w:rPr>
        <w:noBreakHyphen/>
      </w:r>
      <w:r w:rsidRPr="0019645A">
        <w:rPr>
          <w:spacing w:val="-2"/>
          <w:lang w:eastAsia="zh-CN"/>
        </w:rPr>
        <w:t>orbital vehicles, during the intervals of time when a sub-orbital vehicle is in space.</w:t>
      </w:r>
    </w:p>
    <w:p w14:paraId="3DBBF6DA" w14:textId="6066C244" w:rsidR="00386FF0" w:rsidRPr="00F71805" w:rsidRDefault="00386FF0" w:rsidP="001D4920">
      <w:pPr>
        <w:jc w:val="both"/>
        <w:rPr>
          <w:lang w:eastAsia="zh-CN"/>
        </w:rPr>
      </w:pPr>
      <w:r w:rsidRPr="00F71805">
        <w:rPr>
          <w:lang w:eastAsia="zh-CN"/>
        </w:rPr>
        <w:t>For coordination and protection of terrestrial services, is noted that the operation of MESs on sub</w:t>
      </w:r>
      <w:r w:rsidR="00784757">
        <w:rPr>
          <w:lang w:eastAsia="zh-CN"/>
        </w:rPr>
        <w:noBreakHyphen/>
      </w:r>
      <w:r w:rsidRPr="00F71805">
        <w:rPr>
          <w:lang w:eastAsia="zh-CN"/>
        </w:rPr>
        <w:t>orbital vehicles in space would result in less interference to terrestrial services, relative to the comparable case of an MES operating on the Earth’s surface or within the Earth’s atmosphere on an aircraft. This reduction in the potential for interference at the Earth’s surface results from the increased separation of the MES to the Earth when operating in regions of space.</w:t>
      </w:r>
    </w:p>
    <w:p w14:paraId="6EF9E880" w14:textId="77777777" w:rsidR="00386FF0" w:rsidRPr="00F71805" w:rsidRDefault="00386FF0" w:rsidP="001D4920">
      <w:pPr>
        <w:jc w:val="both"/>
        <w:rPr>
          <w:lang w:eastAsia="zh-CN"/>
        </w:rPr>
      </w:pPr>
      <w:r w:rsidRPr="00F71805">
        <w:rPr>
          <w:lang w:eastAsia="zh-CN"/>
        </w:rPr>
        <w:t>Similarly, no changes would be necessary for MSS satellite transmissions to support the operation of MESs on sub-orbital vehicles, since the required satellite transmissions powers, if anything, would be lower. When operating earth stations on sub-orbital vehicles, there would be a lower path-loss between the MES and associated MSS satellite, together with a reduction in the atmospheric impairment and multipath degradation.</w:t>
      </w:r>
    </w:p>
    <w:p w14:paraId="04597881" w14:textId="77777777" w:rsidR="00386FF0" w:rsidRPr="00F71805" w:rsidRDefault="00386FF0" w:rsidP="001D4920">
      <w:pPr>
        <w:jc w:val="both"/>
        <w:rPr>
          <w:lang w:eastAsia="zh-CN"/>
        </w:rPr>
      </w:pPr>
      <w:r w:rsidRPr="00F71805">
        <w:rPr>
          <w:lang w:eastAsia="zh-CN"/>
        </w:rPr>
        <w:t xml:space="preserve">The above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 </w:t>
      </w:r>
      <w:r w:rsidRPr="00F71805">
        <w:rPr>
          <w:b/>
          <w:bCs/>
          <w:lang w:eastAsia="zh-CN"/>
        </w:rPr>
        <w:t>5.208B</w:t>
      </w:r>
      <w:r w:rsidRPr="00F71805">
        <w:rPr>
          <w:lang w:eastAsia="zh-CN"/>
        </w:rPr>
        <w:t xml:space="preserve"> and </w:t>
      </w:r>
      <w:r w:rsidRPr="00F71805">
        <w:rPr>
          <w:b/>
          <w:bCs/>
          <w:lang w:eastAsia="zh-CN"/>
        </w:rPr>
        <w:t xml:space="preserve">5.379C </w:t>
      </w:r>
      <w:r w:rsidRPr="00F71805">
        <w:rPr>
          <w:lang w:eastAsia="zh-CN"/>
        </w:rPr>
        <w:t>would continue to apply to MESs operating on sub-orbital vehicles, to maintain the protection of radioastronomy operating in the frequency bands 1 660.0-1 660.5 MHz and 1 668-1 670 MHz.</w:t>
      </w:r>
    </w:p>
    <w:p w14:paraId="7770A608" w14:textId="456BADD1" w:rsidR="00386FF0" w:rsidRPr="0019645A" w:rsidRDefault="00386FF0" w:rsidP="001D4920">
      <w:pPr>
        <w:jc w:val="both"/>
        <w:rPr>
          <w:spacing w:val="-4"/>
          <w:lang w:eastAsia="zh-CN"/>
        </w:rPr>
      </w:pPr>
      <w:r w:rsidRPr="0019645A">
        <w:rPr>
          <w:spacing w:val="-4"/>
          <w:lang w:eastAsia="zh-CN"/>
        </w:rPr>
        <w:t xml:space="preserve">Since the definition of an MES requires it to be either on the Earth’s surface or within the major portion of the Earth’s atmosphere (see </w:t>
      </w:r>
      <w:r w:rsidR="00784757">
        <w:rPr>
          <w:spacing w:val="-4"/>
          <w:lang w:eastAsia="zh-CN"/>
        </w:rPr>
        <w:t xml:space="preserve">RR </w:t>
      </w:r>
      <w:r w:rsidRPr="0019645A">
        <w:rPr>
          <w:spacing w:val="-4"/>
          <w:lang w:eastAsia="zh-CN"/>
        </w:rPr>
        <w:t xml:space="preserve">Nos. </w:t>
      </w:r>
      <w:r w:rsidRPr="0019645A">
        <w:rPr>
          <w:b/>
          <w:spacing w:val="-4"/>
          <w:lang w:eastAsia="zh-CN"/>
        </w:rPr>
        <w:t>1.25</w:t>
      </w:r>
      <w:r w:rsidRPr="0019645A">
        <w:rPr>
          <w:spacing w:val="-4"/>
          <w:lang w:eastAsia="zh-CN"/>
        </w:rPr>
        <w:t xml:space="preserve"> and </w:t>
      </w:r>
      <w:r w:rsidRPr="0019645A">
        <w:rPr>
          <w:b/>
          <w:spacing w:val="-4"/>
          <w:lang w:eastAsia="zh-CN"/>
        </w:rPr>
        <w:t>1.63</w:t>
      </w:r>
      <w:r w:rsidRPr="0019645A">
        <w:rPr>
          <w:spacing w:val="-4"/>
          <w:lang w:eastAsia="zh-CN"/>
        </w:rPr>
        <w:t>), it would be necessary to clarify the regulations to ensure that MESs may also be used on suborbital vehicles when beyond the Earth’s atmosphere.</w:t>
      </w:r>
    </w:p>
    <w:p w14:paraId="379E7173" w14:textId="3612C302" w:rsidR="00386FF0" w:rsidRPr="00F71805" w:rsidDel="00FB3818" w:rsidRDefault="00386FF0" w:rsidP="001D4920">
      <w:pPr>
        <w:pStyle w:val="Heading2"/>
        <w:rPr>
          <w:del w:id="263" w:author="USA" w:date="2022-10-06T05:49:00Z"/>
        </w:rPr>
      </w:pPr>
      <w:del w:id="264" w:author="USA" w:date="2022-10-06T05:49:00Z">
        <w:r w:rsidRPr="00F71805" w:rsidDel="00FB3818">
          <w:delText>A3.3</w:delText>
        </w:r>
        <w:r w:rsidRPr="00F71805" w:rsidDel="00FB3818">
          <w:tab/>
          <w:delText xml:space="preserve">Potential modifications to the Radio Regulations, in accordance with </w:delText>
        </w:r>
        <w:r w:rsidRPr="00F71805" w:rsidDel="00FB3818">
          <w:rPr>
            <w:i/>
            <w:iCs/>
          </w:rPr>
          <w:delText>invites</w:delText>
        </w:r>
        <w:r w:rsidRPr="00F71805" w:rsidDel="00FB3818">
          <w:delText xml:space="preserve"> 2, Resolution 772 (WRC-19), that facilitate radiocommunications that support aviation to safely integrate sub-orbital vehicles into the airspace and be interoperable with international civil aviation</w:delText>
        </w:r>
      </w:del>
    </w:p>
    <w:p w14:paraId="54731C06" w14:textId="7E21F55C" w:rsidR="00386FF0" w:rsidRPr="00F71805" w:rsidDel="00FB3818" w:rsidRDefault="00386FF0" w:rsidP="001D4920">
      <w:pPr>
        <w:jc w:val="both"/>
        <w:rPr>
          <w:del w:id="265" w:author="USA" w:date="2022-10-06T05:49:00Z"/>
          <w:i/>
        </w:rPr>
      </w:pPr>
      <w:del w:id="266" w:author="USA" w:date="2022-10-06T05:49:00Z">
        <w:r w:rsidRPr="00F71805" w:rsidDel="00FB3818">
          <w:delText xml:space="preserve">At this time, sub-orbital flight radiocommunications have been carried out using the existing regulatory provisions of the Radio Regulations. These have been recognized in Report ITU-R M.2477. They include both terrestrial and space services as provided for in RR Article </w:delText>
        </w:r>
        <w:r w:rsidRPr="00F71805" w:rsidDel="00FB3818">
          <w:rPr>
            <w:b/>
            <w:bCs/>
          </w:rPr>
          <w:delText>5</w:delText>
        </w:r>
        <w:r w:rsidRPr="00F71805" w:rsidDel="00FB3818">
          <w:delText xml:space="preserve">. </w:delText>
        </w:r>
      </w:del>
    </w:p>
    <w:p w14:paraId="5F06E473" w14:textId="2A856170" w:rsidR="00386FF0" w:rsidRPr="00F71805" w:rsidDel="00FB3818" w:rsidRDefault="00386FF0" w:rsidP="001D4920">
      <w:pPr>
        <w:jc w:val="both"/>
        <w:rPr>
          <w:del w:id="267" w:author="USA" w:date="2022-10-06T05:49:00Z"/>
          <w:i/>
        </w:rPr>
      </w:pPr>
      <w:del w:id="268" w:author="USA" w:date="2022-10-06T05:49:00Z">
        <w:r w:rsidRPr="00F71805" w:rsidDel="00FB3818">
          <w:delText xml:space="preserve">Resolution </w:delText>
        </w:r>
        <w:r w:rsidRPr="00F71805" w:rsidDel="00FB3818">
          <w:rPr>
            <w:b/>
            <w:bCs/>
          </w:rPr>
          <w:delText>772 (WRC-19)</w:delText>
        </w:r>
        <w:r w:rsidRPr="00F71805" w:rsidDel="00FB3818">
          <w:delText xml:space="preserve"> has indicated the need to study any appropriate modifications to the Radio Regulations that “facilitate radiocommunications that support aviation to safely integrate sub-orbital vehicles into the airspace”. There are several options for achieving this objective:</w:delText>
        </w:r>
      </w:del>
    </w:p>
    <w:p w14:paraId="2676FA8D" w14:textId="2F91F04B" w:rsidR="00386FF0" w:rsidRPr="00F71805" w:rsidDel="00FB3818" w:rsidRDefault="00386FF0" w:rsidP="00D14000">
      <w:pPr>
        <w:pStyle w:val="enumlev1"/>
        <w:jc w:val="both"/>
        <w:rPr>
          <w:del w:id="269" w:author="USA" w:date="2022-10-06T05:49:00Z"/>
          <w:i/>
        </w:rPr>
      </w:pPr>
      <w:del w:id="270" w:author="USA" w:date="2022-10-06T05:49:00Z">
        <w:r w:rsidRPr="00F71805" w:rsidDel="00FB3818">
          <w:delText>a)</w:delText>
        </w:r>
        <w:r w:rsidRPr="00F71805" w:rsidDel="00FB3818">
          <w:tab/>
          <w:delText>Make no changes to the RR – this option recognizes the existing experience but provides no unique identification of sub-orbital use of spectrum. As identified above, the use of MESs on suborbital vehicles could be considered as inconsistent with the current Article </w:delText>
        </w:r>
        <w:r w:rsidRPr="00F71805" w:rsidDel="00FB3818">
          <w:rPr>
            <w:b/>
            <w:bCs/>
          </w:rPr>
          <w:delText>1</w:delText>
        </w:r>
        <w:r w:rsidRPr="00F71805" w:rsidDel="00FB3818">
          <w:delText xml:space="preserve"> definitions, which would remain with no change to RR.</w:delText>
        </w:r>
      </w:del>
    </w:p>
    <w:p w14:paraId="3D76C6D8" w14:textId="2D678F85" w:rsidR="00386FF0" w:rsidRPr="00F71805" w:rsidDel="00FB3818" w:rsidRDefault="00386FF0" w:rsidP="00D14000">
      <w:pPr>
        <w:pStyle w:val="enumlev1"/>
        <w:jc w:val="both"/>
        <w:rPr>
          <w:del w:id="271" w:author="USA" w:date="2022-10-06T05:49:00Z"/>
          <w:i/>
        </w:rPr>
      </w:pPr>
      <w:del w:id="272" w:author="USA" w:date="2022-10-06T05:49:00Z">
        <w:r w:rsidRPr="00F71805" w:rsidDel="00FB3818">
          <w:delText>b)</w:delText>
        </w:r>
        <w:r w:rsidRPr="00F71805" w:rsidDel="00FB3818">
          <w:tab/>
          <w:delText>A Resolution (WRC-23) – in this option a new Resolution would appropriately recognize the services that may be used by sub-orbital vehicles.</w:delText>
        </w:r>
      </w:del>
    </w:p>
    <w:p w14:paraId="10B71B39" w14:textId="095F4F7E" w:rsidR="00386FF0" w:rsidRPr="00F71805" w:rsidDel="00FB3818" w:rsidRDefault="00386FF0" w:rsidP="00D14000">
      <w:pPr>
        <w:pStyle w:val="enumlev1"/>
        <w:jc w:val="both"/>
        <w:rPr>
          <w:del w:id="273" w:author="USA" w:date="2022-10-06T05:49:00Z"/>
          <w:i/>
        </w:rPr>
      </w:pPr>
      <w:del w:id="274" w:author="USA" w:date="2022-10-06T05:49:00Z">
        <w:r w:rsidRPr="00F71805" w:rsidDel="00FB3818">
          <w:delText>c)</w:delText>
        </w:r>
        <w:r w:rsidRPr="00F71805" w:rsidDel="00FB3818">
          <w:tab/>
          <w:delText xml:space="preserve">Modify RR Article </w:delText>
        </w:r>
        <w:r w:rsidRPr="00F71805" w:rsidDel="00FB3818">
          <w:rPr>
            <w:b/>
            <w:bCs/>
          </w:rPr>
          <w:delText>4</w:delText>
        </w:r>
        <w:r w:rsidRPr="00F71805" w:rsidDel="00FB3818">
          <w:delText xml:space="preserve"> – this Article, “Assignment and use of frequencies” contains statements relating to special conditions and use of </w:delText>
        </w:r>
        <w:r w:rsidRPr="00CA3F7B" w:rsidDel="00FB3818">
          <w:delText>certain stations and spectrum applications.</w:delText>
        </w:r>
      </w:del>
    </w:p>
    <w:p w14:paraId="5B9C0983" w14:textId="19D9A7B1" w:rsidR="00386FF0" w:rsidRPr="00F71805" w:rsidDel="00FB3818" w:rsidRDefault="00386FF0" w:rsidP="00D14000">
      <w:pPr>
        <w:pStyle w:val="enumlev1"/>
        <w:jc w:val="both"/>
        <w:rPr>
          <w:del w:id="275" w:author="USA" w:date="2022-10-06T05:49:00Z"/>
        </w:rPr>
      </w:pPr>
      <w:del w:id="276" w:author="USA" w:date="2022-10-06T05:49:00Z">
        <w:r w:rsidRPr="00F71805" w:rsidDel="00FB3818">
          <w:delText>d)</w:delText>
        </w:r>
        <w:r w:rsidRPr="00F71805" w:rsidDel="00FB3818">
          <w:tab/>
          <w:delText>Modification of other parts of the RR – in this option other Articles of the RR could be modified to accommodate sub-orbital vehicle use of spectrum.</w:delText>
        </w:r>
      </w:del>
    </w:p>
    <w:p w14:paraId="4EE1CE9F" w14:textId="4E02F2A3" w:rsidR="000069D4" w:rsidRPr="0019645A" w:rsidRDefault="00386FF0" w:rsidP="0019645A">
      <w:pPr>
        <w:jc w:val="center"/>
      </w:pPr>
      <w:del w:id="277" w:author="USA" w:date="2022-10-06T05:49:00Z">
        <w:r w:rsidRPr="00F71805" w:rsidDel="00FB3818">
          <w:delText>______________</w:delText>
        </w:r>
      </w:del>
    </w:p>
    <w:sectPr w:rsidR="000069D4" w:rsidRPr="0019645A" w:rsidSect="00D027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3FB53" w14:textId="77777777" w:rsidR="009756C4" w:rsidRDefault="009756C4">
      <w:r>
        <w:separator/>
      </w:r>
    </w:p>
  </w:endnote>
  <w:endnote w:type="continuationSeparator" w:id="0">
    <w:p w14:paraId="451BB3FF" w14:textId="77777777" w:rsidR="009756C4" w:rsidRDefault="0097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50736" w14:textId="77777777" w:rsidR="009756C4" w:rsidRDefault="009756C4">
      <w:r>
        <w:t>____________________</w:t>
      </w:r>
    </w:p>
  </w:footnote>
  <w:footnote w:type="continuationSeparator" w:id="0">
    <w:p w14:paraId="7677CBCA" w14:textId="77777777" w:rsidR="009756C4" w:rsidRDefault="00975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DF03C6"/>
    <w:multiLevelType w:val="hybridMultilevel"/>
    <w:tmpl w:val="D77C28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3A05DD8"/>
    <w:multiLevelType w:val="hybridMultilevel"/>
    <w:tmpl w:val="DF844BF6"/>
    <w:lvl w:ilvl="0" w:tplc="2176184E">
      <w:start w:val="4"/>
      <w:numFmt w:val="bullet"/>
      <w:lvlText w:val="-"/>
      <w:lvlJc w:val="left"/>
      <w:pPr>
        <w:ind w:left="1080" w:hanging="360"/>
      </w:pPr>
      <w:rPr>
        <w:rFonts w:ascii="Times New Roman" w:eastAsia="Times New Roman" w:hAnsi="Times New Roman"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16cid:durableId="1017539400">
    <w:abstractNumId w:val="1"/>
  </w:num>
  <w:num w:numId="2" w16cid:durableId="7489663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FF0"/>
    <w:rsid w:val="000069D4"/>
    <w:rsid w:val="000174AD"/>
    <w:rsid w:val="00047A1D"/>
    <w:rsid w:val="000564A9"/>
    <w:rsid w:val="000604B9"/>
    <w:rsid w:val="000A7D55"/>
    <w:rsid w:val="000C12C8"/>
    <w:rsid w:val="000C2E8E"/>
    <w:rsid w:val="000E0E7C"/>
    <w:rsid w:val="000F1B4B"/>
    <w:rsid w:val="0012744F"/>
    <w:rsid w:val="00131178"/>
    <w:rsid w:val="00135BD0"/>
    <w:rsid w:val="00156F66"/>
    <w:rsid w:val="00163271"/>
    <w:rsid w:val="00172122"/>
    <w:rsid w:val="00182528"/>
    <w:rsid w:val="0018500B"/>
    <w:rsid w:val="0019645A"/>
    <w:rsid w:val="00196A19"/>
    <w:rsid w:val="00202DC1"/>
    <w:rsid w:val="002116EE"/>
    <w:rsid w:val="002309D8"/>
    <w:rsid w:val="00277ED8"/>
    <w:rsid w:val="002A7FE2"/>
    <w:rsid w:val="002E1B4F"/>
    <w:rsid w:val="002F0520"/>
    <w:rsid w:val="002F2E67"/>
    <w:rsid w:val="002F7CB3"/>
    <w:rsid w:val="00315546"/>
    <w:rsid w:val="00330567"/>
    <w:rsid w:val="00386A9D"/>
    <w:rsid w:val="00386FF0"/>
    <w:rsid w:val="00391081"/>
    <w:rsid w:val="003B2789"/>
    <w:rsid w:val="003C13CE"/>
    <w:rsid w:val="003C697E"/>
    <w:rsid w:val="003E2518"/>
    <w:rsid w:val="003E7CEF"/>
    <w:rsid w:val="004156DF"/>
    <w:rsid w:val="0042407C"/>
    <w:rsid w:val="004702A2"/>
    <w:rsid w:val="004B1EF7"/>
    <w:rsid w:val="004B3FAD"/>
    <w:rsid w:val="004C3207"/>
    <w:rsid w:val="004C5749"/>
    <w:rsid w:val="00501DCA"/>
    <w:rsid w:val="00513A47"/>
    <w:rsid w:val="005408DF"/>
    <w:rsid w:val="0056382D"/>
    <w:rsid w:val="00573344"/>
    <w:rsid w:val="00583F9B"/>
    <w:rsid w:val="005B0D29"/>
    <w:rsid w:val="005B59BA"/>
    <w:rsid w:val="005B7FFB"/>
    <w:rsid w:val="005E5C10"/>
    <w:rsid w:val="005F2C78"/>
    <w:rsid w:val="006144E4"/>
    <w:rsid w:val="0062781E"/>
    <w:rsid w:val="00650299"/>
    <w:rsid w:val="00655FC5"/>
    <w:rsid w:val="006A7D2C"/>
    <w:rsid w:val="007120C0"/>
    <w:rsid w:val="00784757"/>
    <w:rsid w:val="0080538C"/>
    <w:rsid w:val="00814E0A"/>
    <w:rsid w:val="00822581"/>
    <w:rsid w:val="008309DD"/>
    <w:rsid w:val="0083227A"/>
    <w:rsid w:val="00866900"/>
    <w:rsid w:val="00876A8A"/>
    <w:rsid w:val="00881BA1"/>
    <w:rsid w:val="008C2302"/>
    <w:rsid w:val="008C26B8"/>
    <w:rsid w:val="008F208F"/>
    <w:rsid w:val="009756C4"/>
    <w:rsid w:val="00982084"/>
    <w:rsid w:val="00995963"/>
    <w:rsid w:val="009B61EB"/>
    <w:rsid w:val="009C185B"/>
    <w:rsid w:val="009C2064"/>
    <w:rsid w:val="009D1697"/>
    <w:rsid w:val="009F3A46"/>
    <w:rsid w:val="009F6520"/>
    <w:rsid w:val="00A014F8"/>
    <w:rsid w:val="00A24BA4"/>
    <w:rsid w:val="00A5173C"/>
    <w:rsid w:val="00A61AEF"/>
    <w:rsid w:val="00AD2345"/>
    <w:rsid w:val="00AF173A"/>
    <w:rsid w:val="00B066A4"/>
    <w:rsid w:val="00B07A13"/>
    <w:rsid w:val="00B4279B"/>
    <w:rsid w:val="00B45FC9"/>
    <w:rsid w:val="00B70249"/>
    <w:rsid w:val="00B76F35"/>
    <w:rsid w:val="00B81138"/>
    <w:rsid w:val="00BB0193"/>
    <w:rsid w:val="00BC7CCF"/>
    <w:rsid w:val="00BE470B"/>
    <w:rsid w:val="00C57A91"/>
    <w:rsid w:val="00CC01C2"/>
    <w:rsid w:val="00CF21F2"/>
    <w:rsid w:val="00D02712"/>
    <w:rsid w:val="00D046A7"/>
    <w:rsid w:val="00D214D0"/>
    <w:rsid w:val="00D6546B"/>
    <w:rsid w:val="00D85C44"/>
    <w:rsid w:val="00DB178B"/>
    <w:rsid w:val="00DC17D3"/>
    <w:rsid w:val="00DD4BED"/>
    <w:rsid w:val="00DE39F0"/>
    <w:rsid w:val="00DF0AF3"/>
    <w:rsid w:val="00DF7E9F"/>
    <w:rsid w:val="00E217BC"/>
    <w:rsid w:val="00E27D7E"/>
    <w:rsid w:val="00E42E13"/>
    <w:rsid w:val="00E56D5C"/>
    <w:rsid w:val="00E6257C"/>
    <w:rsid w:val="00E63C59"/>
    <w:rsid w:val="00F1715A"/>
    <w:rsid w:val="00F25662"/>
    <w:rsid w:val="00FA124A"/>
    <w:rsid w:val="00FB3818"/>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31A20A"/>
  <w15:docId w15:val="{EFCFDFB6-5E4C-4ABF-BA08-82979595D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9C185B"/>
    <w:pPr>
      <w:spacing w:before="200"/>
      <w:outlineLvl w:val="1"/>
    </w:pPr>
    <w:rPr>
      <w:sz w:val="24"/>
    </w:rPr>
  </w:style>
  <w:style w:type="paragraph" w:styleId="Heading3">
    <w:name w:val="heading 3"/>
    <w:basedOn w:val="Heading1"/>
    <w:next w:val="Normal"/>
    <w:link w:val="Heading3Char"/>
    <w:uiPriority w:val="99"/>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aliases w:val="fig"/>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uiPriority w:val="99"/>
    <w:rsid w:val="00386FF0"/>
    <w:rPr>
      <w:rFonts w:ascii="Times New Roman" w:hAnsi="Times New Roman"/>
      <w:b/>
      <w:sz w:val="28"/>
      <w:lang w:val="en-GB" w:eastAsia="en-US"/>
    </w:rPr>
  </w:style>
  <w:style w:type="character" w:customStyle="1" w:styleId="Heading2Char">
    <w:name w:val="Heading 2 Char"/>
    <w:basedOn w:val="DefaultParagraphFont"/>
    <w:link w:val="Heading2"/>
    <w:uiPriority w:val="99"/>
    <w:rsid w:val="00386FF0"/>
    <w:rPr>
      <w:rFonts w:ascii="Times New Roman" w:hAnsi="Times New Roman"/>
      <w:b/>
      <w:sz w:val="24"/>
      <w:lang w:val="en-GB" w:eastAsia="en-US"/>
    </w:rPr>
  </w:style>
  <w:style w:type="character" w:customStyle="1" w:styleId="Heading3Char">
    <w:name w:val="Heading 3 Char"/>
    <w:basedOn w:val="DefaultParagraphFont"/>
    <w:link w:val="Heading3"/>
    <w:uiPriority w:val="99"/>
    <w:rsid w:val="00386FF0"/>
    <w:rPr>
      <w:rFonts w:ascii="Times New Roman" w:hAnsi="Times New Roman"/>
      <w:b/>
      <w:sz w:val="24"/>
      <w:lang w:val="en-GB" w:eastAsia="en-US"/>
    </w:rPr>
  </w:style>
  <w:style w:type="character" w:customStyle="1" w:styleId="enumlev1Char">
    <w:name w:val="enumlev1 Char"/>
    <w:link w:val="enumlev1"/>
    <w:locked/>
    <w:rsid w:val="00386FF0"/>
    <w:rPr>
      <w:rFonts w:ascii="Times New Roman" w:hAnsi="Times New Roman"/>
      <w:sz w:val="24"/>
      <w:lang w:val="en-GB" w:eastAsia="en-US"/>
    </w:rPr>
  </w:style>
  <w:style w:type="character" w:customStyle="1" w:styleId="HeadingbChar">
    <w:name w:val="Heading_b Char"/>
    <w:link w:val="Headingb"/>
    <w:locked/>
    <w:rsid w:val="00386FF0"/>
    <w:rPr>
      <w:rFonts w:ascii="Times New Roman Bold" w:hAnsi="Times New Roman Bold" w:cs="Times New Roman Bold"/>
      <w:b/>
      <w:sz w:val="24"/>
      <w:lang w:val="en-GB"/>
    </w:rPr>
  </w:style>
  <w:style w:type="character" w:styleId="Hyperlink">
    <w:name w:val="Hyperlink"/>
    <w:uiPriority w:val="99"/>
    <w:rsid w:val="00386FF0"/>
    <w:rPr>
      <w:rFonts w:cs="Times New Roman"/>
      <w:color w:val="0000FF"/>
      <w:u w:val="single"/>
    </w:rPr>
  </w:style>
  <w:style w:type="character" w:customStyle="1" w:styleId="FigureNoChar">
    <w:name w:val="Figure_No Char"/>
    <w:link w:val="FigureNo"/>
    <w:locked/>
    <w:rsid w:val="00386FF0"/>
    <w:rPr>
      <w:rFonts w:ascii="Times New Roman" w:hAnsi="Times New Roman"/>
      <w:caps/>
      <w:lang w:val="en-GB" w:eastAsia="en-US"/>
    </w:rPr>
  </w:style>
  <w:style w:type="character" w:customStyle="1" w:styleId="kgnlhe">
    <w:name w:val="kgnlhe"/>
    <w:basedOn w:val="DefaultParagraphFont"/>
    <w:rsid w:val="00386FF0"/>
  </w:style>
  <w:style w:type="character" w:styleId="UnresolvedMention">
    <w:name w:val="Unresolved Mention"/>
    <w:basedOn w:val="DefaultParagraphFont"/>
    <w:uiPriority w:val="99"/>
    <w:semiHidden/>
    <w:unhideWhenUsed/>
    <w:rsid w:val="002F0520"/>
    <w:rPr>
      <w:color w:val="605E5C"/>
      <w:shd w:val="clear" w:color="auto" w:fill="E1DFDD"/>
    </w:rPr>
  </w:style>
  <w:style w:type="character" w:customStyle="1" w:styleId="NormalaftertitleChar">
    <w:name w:val="Normal_after_title Char"/>
    <w:basedOn w:val="DefaultParagraphFont"/>
    <w:link w:val="Normalaftertitle"/>
    <w:locked/>
    <w:rsid w:val="004156DF"/>
    <w:rPr>
      <w:rFonts w:ascii="Times New Roman" w:hAnsi="Times New Roman"/>
      <w:sz w:val="24"/>
      <w:lang w:val="en-GB" w:eastAsia="en-US"/>
    </w:rPr>
  </w:style>
  <w:style w:type="paragraph" w:styleId="BodyTextIndent">
    <w:name w:val="Body Text Indent"/>
    <w:basedOn w:val="Normal"/>
    <w:link w:val="BodyTextIndentChar"/>
    <w:rsid w:val="005B7FFB"/>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5B7FFB"/>
    <w:rPr>
      <w:rFonts w:ascii="Times New Roman" w:eastAsia="Batang" w:hAnsi="Times New Roman"/>
      <w:sz w:val="24"/>
      <w:lang w:eastAsia="en-US"/>
    </w:rPr>
  </w:style>
  <w:style w:type="paragraph" w:customStyle="1" w:styleId="TabletitleBR">
    <w:name w:val="Table_title_BR"/>
    <w:basedOn w:val="Normal"/>
    <w:next w:val="Normal"/>
    <w:rsid w:val="005B7FFB"/>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Revision">
    <w:name w:val="Revision"/>
    <w:hidden/>
    <w:uiPriority w:val="99"/>
    <w:semiHidden/>
    <w:rsid w:val="004C3207"/>
    <w:rPr>
      <w:rFonts w:ascii="Times New Roman" w:hAnsi="Times New Roman"/>
      <w:sz w:val="24"/>
      <w:lang w:val="en-GB" w:eastAsia="en-US"/>
    </w:rPr>
  </w:style>
  <w:style w:type="character" w:styleId="CommentReference">
    <w:name w:val="annotation reference"/>
    <w:basedOn w:val="DefaultParagraphFont"/>
    <w:semiHidden/>
    <w:unhideWhenUsed/>
    <w:rsid w:val="00135BD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rec/R-REC-M.1741/en" TargetMode="External"/><Relationship Id="rId18" Type="http://schemas.openxmlformats.org/officeDocument/2006/relationships/hyperlink" Target="https://www.itu.int/rec/R-REC-M.1638/en"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https://www.itu.int/pub/R-REP-M.2413-2017" TargetMode="External"/><Relationship Id="rId7" Type="http://schemas.openxmlformats.org/officeDocument/2006/relationships/hyperlink" Target="mailto:dladson@hwglaw.com" TargetMode="External"/><Relationship Id="rId12" Type="http://schemas.openxmlformats.org/officeDocument/2006/relationships/hyperlink" Target="https://www.itu.int/rec/R-REC-M.1471/en" TargetMode="External"/><Relationship Id="rId17" Type="http://schemas.openxmlformats.org/officeDocument/2006/relationships/hyperlink" Target="https://www.itu.int/rec/R-REC-M.1905/e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tu.int/rec/R-REC-M.1903/en" TargetMode="External"/><Relationship Id="rId20" Type="http://schemas.openxmlformats.org/officeDocument/2006/relationships/hyperlink" Target="https://www.itu.int/rec/R-REC-SA.363/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316/en" TargetMode="External"/><Relationship Id="rId24"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itu.int/rec/R-REC-M.1901/en" TargetMode="External"/><Relationship Id="rId23" Type="http://schemas.openxmlformats.org/officeDocument/2006/relationships/image" Target="media/image2.png"/><Relationship Id="rId10" Type="http://schemas.openxmlformats.org/officeDocument/2006/relationships/hyperlink" Target="https://www.itu.int/rec/R-REC-M.1184/en" TargetMode="External"/><Relationship Id="rId19" Type="http://schemas.openxmlformats.org/officeDocument/2006/relationships/hyperlink" Target="https://www.itu.int/rec/R-REC-RS.1260/en" TargetMode="External"/><Relationship Id="rId4" Type="http://schemas.openxmlformats.org/officeDocument/2006/relationships/webSettings" Target="webSettings.xml"/><Relationship Id="rId9" Type="http://schemas.openxmlformats.org/officeDocument/2006/relationships/hyperlink" Target="https://www.itu.int/rec/R-REC-M.1038/en" TargetMode="External"/><Relationship Id="rId14" Type="http://schemas.openxmlformats.org/officeDocument/2006/relationships/hyperlink" Target="https://www.itu.int/rec/R-REC-M.1787/en" TargetMode="External"/><Relationship Id="rId22" Type="http://schemas.openxmlformats.org/officeDocument/2006/relationships/hyperlink" Target="https://www.itu.int/pub/R-REP-M.2477"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3</TotalTime>
  <Pages>17</Pages>
  <Words>6293</Words>
  <Characters>35873</Characters>
  <Application>Microsoft Office Word</Application>
  <DocSecurity>0</DocSecurity>
  <Lines>298</Lines>
  <Paragraphs>84</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
      <vt:lpstr/>
      <vt:lpstr/>
      <vt:lpstr>1	Introduction</vt:lpstr>
      <vt:lpstr>2	Abbreviations/Glossary</vt:lpstr>
      <vt:lpstr>3	Relevant ITU-R Recommendations and Reports</vt:lpstr>
      <vt:lpstr>4	Suborbital vehicles </vt:lpstr>
      <vt:lpstr>5	Functional and spectrum needs for communications between stations on-board sub</vt:lpstr>
      <vt:lpstr>    5.1	Radiocommunication functional needs</vt:lpstr>
      <vt:lpstr>        5.1.1	Telemetry, tracking and command </vt:lpstr>
      <vt:lpstr>        5.1.2	Communications</vt:lpstr>
      <vt:lpstr>        5.1.3	Surveillance</vt:lpstr>
      <vt:lpstr>        5.1.4	Navigation</vt:lpstr>
      <vt:lpstr>        5.1.5	Radiolocation</vt:lpstr>
      <vt:lpstr>    5.2	Spectrum needs for sub-orbital vehicles </vt:lpstr>
      <vt:lpstr>        5.2.1	Operations in non-segregated airspace</vt:lpstr>
      <vt:lpstr>        5.2.2	Operations in segregated airspace </vt:lpstr>
      <vt:lpstr>6	Summary of studies </vt:lpstr>
      <vt:lpstr>    A1.1	Services and frequency bands under consideration for technical studies </vt:lpstr>
      <vt:lpstr>    A1.2	Technical characteristics and protection criteria relevant for the followin</vt:lpstr>
      <vt:lpstr>    A1.3	Sharing and compatibility studies</vt:lpstr>
      <vt:lpstr>    A2.1	Services and frequency bands under consideration for technical studies </vt:lpstr>
      <vt:lpstr>    A2.2	Technical characteristics and protection criteria relevant for the followin</vt:lpstr>
      <vt:lpstr>    A2.3	Sharing and compatibility studies</vt:lpstr>
      <vt:lpstr>    A3.1	Examples of radiocommunications services and frequencies</vt:lpstr>
      <vt:lpstr>    A3.2	Application of existing mobile satellite service radio regulations</vt:lpstr>
      <vt:lpstr>    A3.3	Potential modifications to the Radio Regulations, in accordance with invite</vt:lpstr>
    </vt:vector>
  </TitlesOfParts>
  <Company>ITU</Company>
  <LinksUpToDate>false</LinksUpToDate>
  <CharactersWithSpaces>42082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USA</cp:lastModifiedBy>
  <cp:revision>3</cp:revision>
  <cp:lastPrinted>2008-02-21T14:04:00Z</cp:lastPrinted>
  <dcterms:created xsi:type="dcterms:W3CDTF">2022-10-06T09:50:00Z</dcterms:created>
  <dcterms:modified xsi:type="dcterms:W3CDTF">2022-10-06T09:55:00Z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